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C838" w14:textId="77777777" w:rsidR="00A17C25" w:rsidRDefault="00A17C25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076B9D0" w14:textId="77777777" w:rsidR="00A17C25" w:rsidRDefault="00A17C25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DBEDFBC" w14:textId="5B561529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/>
          <w:sz w:val="52"/>
          <w:szCs w:val="52"/>
        </w:rPr>
        <w:t xml:space="preserve"> </w:t>
      </w:r>
      <w:r w:rsidRPr="000A06B1">
        <w:rPr>
          <w:rFonts w:ascii="Angsana New" w:hAnsi="Angsana New" w:cs="Angsana New"/>
          <w:sz w:val="52"/>
          <w:szCs w:val="52"/>
          <w:cs/>
        </w:rPr>
        <w:t xml:space="preserve">กรุ๊ป จำกัด </w:t>
      </w:r>
      <w:r w:rsidRPr="000A06B1">
        <w:rPr>
          <w:rFonts w:ascii="Angsana New" w:hAnsi="Angsana New" w:cs="Angsana New"/>
          <w:sz w:val="52"/>
          <w:szCs w:val="52"/>
        </w:rPr>
        <w:t>(</w:t>
      </w:r>
      <w:r w:rsidRPr="000A06B1">
        <w:rPr>
          <w:rFonts w:ascii="Angsana New" w:hAnsi="Angsana New" w:cs="Angsana New"/>
          <w:sz w:val="52"/>
          <w:szCs w:val="52"/>
          <w:cs/>
        </w:rPr>
        <w:t>มหาชน</w:t>
      </w:r>
      <w:r w:rsidRPr="000A06B1">
        <w:rPr>
          <w:rFonts w:ascii="Angsana New" w:hAnsi="Angsana New" w:cs="Angsana New"/>
          <w:sz w:val="52"/>
          <w:szCs w:val="52"/>
        </w:rPr>
        <w:t xml:space="preserve">) </w:t>
      </w:r>
      <w:r w:rsidRPr="000A06B1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14:paraId="2E9A0A09" w14:textId="77777777" w:rsidR="00300D6F" w:rsidRPr="001B7F2B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67FD3D5" w14:textId="77777777" w:rsidR="00300D6F" w:rsidRPr="001B7F2B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50EE870B" w14:textId="7F78F7A0" w:rsidR="00300D6F" w:rsidRPr="001B7F2B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27321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Pr="001A3AFF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27321B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27321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1A3AFF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7C6216"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14:paraId="69BF83B7" w14:textId="77777777" w:rsidR="00300D6F" w:rsidRPr="004D6A47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32CF1B2" w14:textId="77777777" w:rsidR="00300D6F" w:rsidRPr="00745AAA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745AA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E414149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8725EAB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300D6F" w:rsidRPr="000A06B1" w:rsidSect="00F901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705ECE4F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0A06B1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01DB0E0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1744BD" w14:textId="77777777" w:rsidR="00300D6F" w:rsidRPr="001B7F2B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ราช กรุ๊ป จำกัด (มหาชน)</w:t>
      </w:r>
    </w:p>
    <w:p w14:paraId="2DB4C574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B07BD3B" w14:textId="1F101B16" w:rsidR="00300D6F" w:rsidRPr="001B7F2B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ข้าพเจ้าได้สอบทาน</w:t>
      </w:r>
      <w:r w:rsidR="006860F6">
        <w:rPr>
          <w:rFonts w:ascii="Angsana New" w:hAnsi="Angsana New"/>
          <w:sz w:val="30"/>
          <w:szCs w:val="30"/>
          <w:cs/>
        </w:rPr>
        <w:t>งบฐานะการเงิน</w:t>
      </w:r>
      <w:r w:rsidRPr="001B7F2B">
        <w:rPr>
          <w:rFonts w:ascii="Angsana New" w:hAnsi="Angsana New"/>
          <w:sz w:val="30"/>
          <w:szCs w:val="30"/>
          <w:cs/>
        </w:rPr>
        <w:t>รวมและ</w:t>
      </w:r>
      <w:r w:rsidR="006860F6">
        <w:rPr>
          <w:rFonts w:ascii="Angsana New" w:hAnsi="Angsana New"/>
          <w:sz w:val="30"/>
          <w:szCs w:val="30"/>
          <w:cs/>
        </w:rPr>
        <w:t>งบฐานะการเงิน</w:t>
      </w:r>
      <w:r w:rsidRPr="001B7F2B">
        <w:rPr>
          <w:rFonts w:ascii="Angsana New" w:hAnsi="Angsana New"/>
          <w:sz w:val="30"/>
          <w:szCs w:val="30"/>
          <w:cs/>
        </w:rPr>
        <w:t>เฉพาะกิจการ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ณ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วันที่ </w:t>
      </w:r>
      <w:r w:rsidRPr="001A3AFF">
        <w:rPr>
          <w:rFonts w:ascii="Angsana New" w:hAnsi="Angsana New"/>
          <w:sz w:val="30"/>
          <w:szCs w:val="30"/>
        </w:rPr>
        <w:t>3</w:t>
      </w:r>
      <w:r w:rsidR="0027321B">
        <w:rPr>
          <w:rFonts w:ascii="Angsana New" w:hAnsi="Angsana New"/>
          <w:sz w:val="30"/>
          <w:szCs w:val="30"/>
        </w:rPr>
        <w:t>0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="0027321B">
        <w:rPr>
          <w:rFonts w:ascii="Angsana New" w:hAnsi="Angsana New" w:hint="cs"/>
          <w:sz w:val="30"/>
          <w:szCs w:val="30"/>
          <w:cs/>
        </w:rPr>
        <w:t>มิถุนายน</w:t>
      </w:r>
      <w:r w:rsidRPr="001B7F2B">
        <w:rPr>
          <w:rFonts w:ascii="Angsana New" w:hAnsi="Angsana New"/>
          <w:sz w:val="30"/>
          <w:szCs w:val="30"/>
          <w:cs/>
        </w:rPr>
        <w:t xml:space="preserve"> </w:t>
      </w:r>
      <w:r w:rsidRPr="001A3AFF">
        <w:rPr>
          <w:rFonts w:ascii="Angsana New" w:hAnsi="Angsana New"/>
          <w:sz w:val="30"/>
          <w:szCs w:val="30"/>
        </w:rPr>
        <w:t>256</w:t>
      </w:r>
      <w:r w:rsidR="00E53925">
        <w:rPr>
          <w:rFonts w:ascii="Angsana New" w:hAnsi="Angsana New"/>
          <w:sz w:val="30"/>
          <w:szCs w:val="30"/>
        </w:rPr>
        <w:t>7</w:t>
      </w:r>
      <w:r w:rsidR="006860F6">
        <w:rPr>
          <w:rFonts w:ascii="Angsana New" w:hAnsi="Angsana New" w:hint="cs"/>
          <w:sz w:val="30"/>
          <w:szCs w:val="30"/>
          <w:cs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งบกำไร</w:t>
      </w:r>
      <w:r w:rsidRPr="001B7F2B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 w:rsidRPr="001B7F2B">
        <w:rPr>
          <w:rFonts w:ascii="Angsana New" w:hAnsi="Angsana New"/>
          <w:spacing w:val="2"/>
          <w:sz w:val="30"/>
          <w:szCs w:val="30"/>
        </w:rPr>
        <w:t xml:space="preserve"> </w:t>
      </w:r>
      <w:r w:rsidR="0027321B">
        <w:rPr>
          <w:rFonts w:ascii="Angsana New" w:hAnsi="Angsana New" w:hint="cs"/>
          <w:spacing w:val="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27321B">
        <w:rPr>
          <w:rFonts w:ascii="Angsana New" w:hAnsi="Angsana New"/>
          <w:spacing w:val="2"/>
          <w:sz w:val="30"/>
          <w:szCs w:val="30"/>
        </w:rPr>
        <w:t xml:space="preserve">30 </w:t>
      </w:r>
      <w:r w:rsidR="0027321B">
        <w:rPr>
          <w:rFonts w:ascii="Angsana New" w:hAnsi="Angsana New" w:hint="cs"/>
          <w:spacing w:val="2"/>
          <w:sz w:val="30"/>
          <w:szCs w:val="30"/>
          <w:cs/>
        </w:rPr>
        <w:t xml:space="preserve">มิถุนายน </w:t>
      </w:r>
      <w:r w:rsidR="0027321B">
        <w:rPr>
          <w:rFonts w:ascii="Angsana New" w:hAnsi="Angsana New"/>
          <w:spacing w:val="2"/>
          <w:sz w:val="30"/>
          <w:szCs w:val="30"/>
        </w:rPr>
        <w:t>256</w:t>
      </w:r>
      <w:r w:rsidR="007C6216">
        <w:rPr>
          <w:rFonts w:ascii="Angsana New" w:hAnsi="Angsana New"/>
          <w:spacing w:val="2"/>
          <w:sz w:val="30"/>
          <w:szCs w:val="30"/>
        </w:rPr>
        <w:t>7</w:t>
      </w:r>
      <w:r w:rsidR="0027321B">
        <w:rPr>
          <w:rFonts w:ascii="Angsana New" w:hAnsi="Angsana New"/>
          <w:spacing w:val="2"/>
          <w:sz w:val="30"/>
          <w:szCs w:val="30"/>
        </w:rPr>
        <w:t xml:space="preserve"> </w:t>
      </w:r>
      <w:r w:rsidRPr="001B7F2B">
        <w:rPr>
          <w:rFonts w:ascii="Angsana New" w:hAnsi="Angsana New"/>
          <w:spacing w:val="2"/>
          <w:sz w:val="30"/>
          <w:szCs w:val="30"/>
          <w:cs/>
        </w:rPr>
        <w:t>งบการ</w:t>
      </w:r>
      <w:r w:rsidRPr="001B7F2B">
        <w:rPr>
          <w:rFonts w:ascii="Angsana New" w:hAnsi="Angsana New"/>
          <w:sz w:val="30"/>
          <w:szCs w:val="30"/>
          <w:cs/>
        </w:rPr>
        <w:t xml:space="preserve">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 </w:t>
      </w:r>
      <w:r w:rsidRPr="001B7F2B">
        <w:rPr>
          <w:rFonts w:ascii="Angsana New" w:hAnsi="Angsana New"/>
          <w:spacing w:val="-5"/>
          <w:sz w:val="30"/>
          <w:szCs w:val="30"/>
          <w:cs/>
        </w:rPr>
        <w:t>สำหรับงวด</w:t>
      </w:r>
      <w:r w:rsidR="0027321B">
        <w:rPr>
          <w:rFonts w:ascii="Angsana New" w:hAnsi="Angsana New" w:hint="cs"/>
          <w:spacing w:val="-5"/>
          <w:sz w:val="30"/>
          <w:szCs w:val="30"/>
          <w:cs/>
        </w:rPr>
        <w:t>หก</w:t>
      </w:r>
      <w:r w:rsidRPr="001B7F2B">
        <w:rPr>
          <w:rFonts w:ascii="Angsana New" w:hAnsi="Angsana New"/>
          <w:spacing w:val="-5"/>
          <w:sz w:val="30"/>
          <w:szCs w:val="30"/>
          <w:cs/>
        </w:rPr>
        <w:t xml:space="preserve">เดือนสิ้นสุดวันที่ </w:t>
      </w:r>
      <w:r w:rsidRPr="001A3AFF">
        <w:rPr>
          <w:rFonts w:ascii="Angsana New" w:hAnsi="Angsana New"/>
          <w:spacing w:val="-5"/>
          <w:sz w:val="30"/>
          <w:szCs w:val="30"/>
        </w:rPr>
        <w:t>3</w:t>
      </w:r>
      <w:r w:rsidR="0027321B">
        <w:rPr>
          <w:rFonts w:ascii="Angsana New" w:hAnsi="Angsana New"/>
          <w:spacing w:val="-5"/>
          <w:sz w:val="30"/>
          <w:szCs w:val="30"/>
        </w:rPr>
        <w:t>0</w:t>
      </w:r>
      <w:r w:rsidRPr="001B7F2B">
        <w:rPr>
          <w:rFonts w:ascii="Angsana New" w:hAnsi="Angsana New"/>
          <w:spacing w:val="-5"/>
          <w:sz w:val="30"/>
          <w:szCs w:val="30"/>
        </w:rPr>
        <w:t xml:space="preserve"> </w:t>
      </w:r>
      <w:r w:rsidR="0027321B">
        <w:rPr>
          <w:rFonts w:ascii="Angsana New" w:hAnsi="Angsana New" w:hint="cs"/>
          <w:spacing w:val="-5"/>
          <w:sz w:val="30"/>
          <w:szCs w:val="30"/>
          <w:cs/>
        </w:rPr>
        <w:t>มิถุนายน</w:t>
      </w:r>
      <w:r w:rsidRPr="001B7F2B">
        <w:rPr>
          <w:rFonts w:ascii="Angsana New" w:hAnsi="Angsana New"/>
          <w:spacing w:val="-5"/>
          <w:sz w:val="30"/>
          <w:szCs w:val="30"/>
          <w:cs/>
        </w:rPr>
        <w:t xml:space="preserve"> </w:t>
      </w:r>
      <w:r w:rsidRPr="001A3AFF">
        <w:rPr>
          <w:rFonts w:ascii="Angsana New" w:hAnsi="Angsana New"/>
          <w:spacing w:val="-5"/>
          <w:sz w:val="30"/>
          <w:szCs w:val="30"/>
        </w:rPr>
        <w:t>256</w:t>
      </w:r>
      <w:r w:rsidR="007C6216">
        <w:rPr>
          <w:rFonts w:ascii="Angsana New" w:hAnsi="Angsana New"/>
          <w:spacing w:val="-5"/>
          <w:sz w:val="30"/>
          <w:szCs w:val="30"/>
        </w:rPr>
        <w:t>7</w:t>
      </w:r>
      <w:r w:rsidRPr="001B7F2B">
        <w:rPr>
          <w:rFonts w:ascii="Angsana New" w:hAnsi="Angsana New"/>
          <w:spacing w:val="-5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1B7F2B">
        <w:rPr>
          <w:rFonts w:ascii="Angsana New" w:hAnsi="Angsana New"/>
          <w:sz w:val="30"/>
          <w:szCs w:val="30"/>
        </w:rPr>
        <w:t>(</w:t>
      </w:r>
      <w:r w:rsidRPr="001B7F2B">
        <w:rPr>
          <w:rFonts w:ascii="Angsana New" w:hAnsi="Angsana New"/>
          <w:sz w:val="30"/>
          <w:szCs w:val="30"/>
          <w:cs/>
        </w:rPr>
        <w:t>ข้อมูลทางการเงินระหว่างกาล) ของบริษัท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ราช กรุ๊ป จำกัด (มหาชน)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และบริษัทย่อยและของเฉพาะบริษัท ราช กรุ๊ป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จำกัด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(มหาชน) ตามลำดับ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1A3AFF">
        <w:rPr>
          <w:rFonts w:ascii="Angsana New" w:hAnsi="Angsana New"/>
          <w:sz w:val="30"/>
          <w:szCs w:val="30"/>
        </w:rPr>
        <w:t>34</w:t>
      </w:r>
      <w:r w:rsidRPr="001B7F2B">
        <w:rPr>
          <w:rFonts w:ascii="Angsana New" w:hAnsi="Angsana New"/>
          <w:sz w:val="30"/>
          <w:szCs w:val="30"/>
          <w:cs/>
        </w:rPr>
        <w:t xml:space="preserve"> เรื่อง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2F32E11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63B0D6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227E105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5945D755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รหัส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A3AFF">
        <w:rPr>
          <w:rFonts w:ascii="Angsana New" w:hAnsi="Angsana New"/>
          <w:sz w:val="30"/>
          <w:szCs w:val="30"/>
        </w:rPr>
        <w:t>2410</w:t>
      </w:r>
      <w:r w:rsidRPr="001B7F2B">
        <w:rPr>
          <w:rFonts w:ascii="Angsana New" w:hAnsi="Angsana New"/>
          <w:sz w:val="30"/>
          <w:szCs w:val="30"/>
        </w:rPr>
        <w:t xml:space="preserve"> “</w:t>
      </w:r>
      <w:r w:rsidRPr="001B7F2B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B7F2B">
        <w:rPr>
          <w:rFonts w:ascii="Angsana New" w:hAnsi="Angsana New"/>
          <w:sz w:val="30"/>
          <w:szCs w:val="30"/>
        </w:rPr>
        <w:t>”</w:t>
      </w:r>
      <w:r w:rsidRPr="001B7F2B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>
        <w:rPr>
          <w:rFonts w:ascii="Angsana New" w:hAnsi="Angsana New"/>
          <w:sz w:val="30"/>
          <w:szCs w:val="30"/>
        </w:rPr>
        <w:br/>
      </w:r>
      <w:r w:rsidRPr="001B7F2B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6762D023" w14:textId="77777777" w:rsidR="00300D6F" w:rsidRPr="001B02E9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4D7BD02" w14:textId="77777777" w:rsidR="00300D6F" w:rsidRPr="001B02E9" w:rsidRDefault="00300D6F" w:rsidP="00300D6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300D6F" w:rsidRPr="001B02E9" w:rsidSect="00FD53C8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14:paraId="737ADDF3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E20EC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4BA1A684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137DFDE2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E20EC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Pr="009E20EC">
        <w:rPr>
          <w:rFonts w:ascii="Angsana New" w:hAnsi="Angsana New" w:hint="cs"/>
          <w:sz w:val="30"/>
          <w:szCs w:val="30"/>
        </w:rPr>
        <w:br/>
      </w:r>
      <w:r w:rsidRPr="009E20EC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9E20EC">
        <w:rPr>
          <w:rFonts w:ascii="Angsana New" w:hAnsi="Angsana New" w:hint="cs"/>
          <w:sz w:val="30"/>
          <w:szCs w:val="30"/>
        </w:rPr>
        <w:t>34</w:t>
      </w:r>
      <w:r w:rsidRPr="009E20EC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E20EC">
        <w:rPr>
          <w:rFonts w:ascii="Angsana New" w:hAnsi="Angsana New" w:hint="cs"/>
          <w:sz w:val="30"/>
          <w:szCs w:val="30"/>
        </w:rPr>
        <w:t xml:space="preserve"> </w:t>
      </w:r>
      <w:r w:rsidRPr="009E20EC">
        <w:rPr>
          <w:rFonts w:ascii="Angsana New" w:hAnsi="Angsana New" w:hint="cs"/>
          <w:sz w:val="30"/>
          <w:szCs w:val="30"/>
          <w:cs/>
        </w:rPr>
        <w:t>ในสาระสำคัญจากการสอบทานของข้าพเจ้า</w:t>
      </w:r>
    </w:p>
    <w:p w14:paraId="6381781A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1A88042" w14:textId="770875D4" w:rsidR="00300D6F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A9D4BFD" w14:textId="77777777" w:rsidR="00300D6F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7E1B570" w14:textId="77777777" w:rsidR="00A17C25" w:rsidRDefault="00A17C25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3961F98" w14:textId="77777777" w:rsidR="00A17C25" w:rsidRPr="001B02E9" w:rsidRDefault="00A17C25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84D3B5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25EA70DE" w14:textId="081E2702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(</w:t>
      </w:r>
      <w:r w:rsidR="00B43E17">
        <w:rPr>
          <w:rFonts w:ascii="Angsana New" w:hAnsi="Angsana New" w:cs="Angsana New" w:hint="cs"/>
          <w:cs/>
        </w:rPr>
        <w:t>ณัฐพงศ์ ตันติจัตตานนท์</w:t>
      </w:r>
      <w:r w:rsidRPr="001B02E9">
        <w:rPr>
          <w:rFonts w:ascii="Angsana New" w:hAnsi="Angsana New" w:cs="Angsana New"/>
          <w:cs/>
        </w:rPr>
        <w:t>)</w:t>
      </w:r>
    </w:p>
    <w:p w14:paraId="2DF8BC95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ผู้สอบบัญชีรับอนุญาต</w:t>
      </w:r>
    </w:p>
    <w:p w14:paraId="3A6761FE" w14:textId="0E2E45E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1B02E9">
        <w:rPr>
          <w:rFonts w:ascii="Angsana New" w:hAnsi="Angsana New" w:cs="Angsana New"/>
          <w:cs/>
        </w:rPr>
        <w:t xml:space="preserve">เลขทะเบียน </w:t>
      </w:r>
      <w:r w:rsidR="00B43E17">
        <w:rPr>
          <w:rFonts w:ascii="Angsana New" w:hAnsi="Angsana New" w:cs="Angsana New"/>
          <w:lang w:val="en-US"/>
        </w:rPr>
        <w:t>8829</w:t>
      </w:r>
    </w:p>
    <w:p w14:paraId="2B271A2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16230B95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9801C8F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409E4208" w14:textId="72FB81ED" w:rsidR="007B12F0" w:rsidRPr="0068230A" w:rsidRDefault="0068230A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val="en-US" w:bidi="th-TH"/>
        </w:rPr>
      </w:pPr>
      <w:r>
        <w:rPr>
          <w:rFonts w:ascii="Angsana New" w:hAnsi="Angsana New"/>
          <w:b w:val="0"/>
          <w:bCs/>
          <w:sz w:val="30"/>
          <w:szCs w:val="30"/>
          <w:lang w:bidi="th-TH"/>
        </w:rPr>
        <w:t>13</w:t>
      </w:r>
      <w:r w:rsidRPr="00956F9C">
        <w:rPr>
          <w:rFonts w:ascii="Angsana New" w:hAnsi="Angsana New"/>
          <w:b w:val="0"/>
          <w:sz w:val="30"/>
          <w:szCs w:val="30"/>
          <w:lang w:val="th-TH" w:bidi="th-TH"/>
        </w:rPr>
        <w:t xml:space="preserve"> </w:t>
      </w:r>
      <w:r w:rsidRPr="00956F9C">
        <w:rPr>
          <w:rFonts w:ascii="Angsana New" w:hAnsi="Angsana New" w:hint="cs"/>
          <w:b w:val="0"/>
          <w:sz w:val="30"/>
          <w:szCs w:val="30"/>
          <w:cs/>
          <w:lang w:val="th-TH" w:bidi="th-TH"/>
        </w:rPr>
        <w:t>สิงหาคม</w:t>
      </w:r>
      <w:r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 xml:space="preserve"> </w:t>
      </w:r>
      <w:r>
        <w:rPr>
          <w:rFonts w:ascii="Angsana New" w:hAnsi="Angsana New"/>
          <w:b w:val="0"/>
          <w:bCs/>
          <w:sz w:val="30"/>
          <w:szCs w:val="30"/>
          <w:lang w:val="en-US" w:bidi="th-TH"/>
        </w:rPr>
        <w:t>2567</w:t>
      </w:r>
    </w:p>
    <w:sectPr w:rsidR="007B12F0" w:rsidRPr="0068230A" w:rsidSect="0016192A">
      <w:headerReference w:type="default" r:id="rId18"/>
      <w:pgSz w:w="11907" w:h="16840" w:code="9"/>
      <w:pgMar w:top="691" w:right="1152" w:bottom="576" w:left="1152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10568" w14:textId="77777777" w:rsidR="00170914" w:rsidRDefault="00170914" w:rsidP="004956B4">
      <w:r>
        <w:separator/>
      </w:r>
    </w:p>
  </w:endnote>
  <w:endnote w:type="continuationSeparator" w:id="0">
    <w:p w14:paraId="757607C3" w14:textId="77777777" w:rsidR="00170914" w:rsidRDefault="00170914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57C0" w14:textId="77777777" w:rsidR="00300D6F" w:rsidRDefault="00300D6F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392527C8" w14:textId="77777777" w:rsidR="00300D6F" w:rsidRDefault="00300D6F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35E0" w14:textId="074D5D55" w:rsidR="00300D6F" w:rsidRPr="009702ED" w:rsidRDefault="00300D6F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1A3AFF">
      <w:rPr>
        <w:rStyle w:val="PageNumber"/>
        <w:rFonts w:ascii="Angsana New" w:hAnsi="Angsana New"/>
        <w:noProof/>
        <w:sz w:val="30"/>
        <w:szCs w:val="30"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4FB5A8" w14:textId="46916459" w:rsidR="00300D6F" w:rsidRPr="009702ED" w:rsidRDefault="00300D6F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A17C25">
      <w:rPr>
        <w:rFonts w:ascii="Angsana New" w:hAnsi="Angsana New"/>
        <w:i/>
        <w:iCs/>
        <w:noProof/>
        <w:sz w:val="30"/>
        <w:szCs w:val="30"/>
      </w:rPr>
      <w:t>1569680 - 2024 Jun-FSA-Ratch Group Pcl. -06t-Q2 Report.docx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1D15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D7CC" w14:textId="77777777" w:rsidR="00300D6F" w:rsidRDefault="00300D6F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173EA692" w14:textId="77777777" w:rsidR="00300D6F" w:rsidRDefault="00300D6F" w:rsidP="007C095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5665" w14:textId="04F2627C" w:rsidR="00300D6F" w:rsidRPr="009702ED" w:rsidRDefault="0016192A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>2</w:t>
    </w:r>
  </w:p>
  <w:p w14:paraId="202F55CE" w14:textId="77777777" w:rsidR="00300D6F" w:rsidRPr="009702ED" w:rsidRDefault="00300D6F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4BEE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85309" w14:textId="77777777" w:rsidR="00170914" w:rsidRDefault="00170914" w:rsidP="004956B4">
      <w:r>
        <w:separator/>
      </w:r>
    </w:p>
  </w:footnote>
  <w:footnote w:type="continuationSeparator" w:id="0">
    <w:p w14:paraId="101A171A" w14:textId="77777777" w:rsidR="00170914" w:rsidRDefault="00170914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8F5B" w14:textId="77777777" w:rsidR="00300D6F" w:rsidRDefault="00300D6F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73207A16" w14:textId="77777777" w:rsidR="00300D6F" w:rsidRDefault="00300D6F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7D48" w14:textId="77777777" w:rsidR="00300D6F" w:rsidRPr="00A17C25" w:rsidRDefault="00300D6F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172B0A3A" w14:textId="77777777" w:rsidR="00300D6F" w:rsidRPr="00A17C25" w:rsidRDefault="00300D6F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69340917" w14:textId="621F74F0" w:rsidR="00300D6F" w:rsidRPr="00A17C25" w:rsidRDefault="00300D6F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6BD60489" w14:textId="0C78E473" w:rsidR="007C6216" w:rsidRPr="00A17C25" w:rsidRDefault="007C6216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14E0B9D1" w14:textId="0C453695" w:rsidR="007C6216" w:rsidRPr="00A17C25" w:rsidRDefault="007C6216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564BB9AF" w14:textId="77777777" w:rsidR="007C6216" w:rsidRDefault="007C6216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26089A39" w14:textId="77777777" w:rsidR="00A17C25" w:rsidRDefault="00A17C25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  <w:p w14:paraId="384F4BC5" w14:textId="77777777" w:rsidR="00A17C25" w:rsidRPr="00A17C25" w:rsidRDefault="00A17C25" w:rsidP="007C621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58B" w14:textId="77777777" w:rsidR="00300D6F" w:rsidRPr="003D40BB" w:rsidRDefault="00300D6F" w:rsidP="00CA0645">
    <w:pPr>
      <w:autoSpaceDE w:val="0"/>
      <w:autoSpaceDN w:val="0"/>
      <w:adjustRightInd w:val="0"/>
      <w:spacing w:line="240" w:lineRule="auto"/>
      <w:rPr>
        <w:rFonts w:asciiTheme="majorBidi" w:hAnsiTheme="majorBidi" w:cstheme="majorBidi"/>
        <w:sz w:val="30"/>
        <w:szCs w:val="30"/>
      </w:rPr>
    </w:pPr>
  </w:p>
  <w:p w14:paraId="1411B783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  <w:p w14:paraId="06B9D10B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59BB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19B413F5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2C6E5A3F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2088FE3A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428DBAA8" w14:textId="47AE1591" w:rsidR="00300D6F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7C7E2793" w14:textId="0EC132AF" w:rsidR="007C6216" w:rsidRDefault="007C62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24C215DA" w14:textId="77777777" w:rsidR="007C6216" w:rsidRPr="00E56CB2" w:rsidRDefault="007C6216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523E92BA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E67B" w14:textId="724B0272" w:rsidR="00556DBA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42A9CCEB" w14:textId="072736CE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6E31BD" w14:textId="4C76DC47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ED679D" w14:textId="77777777" w:rsidR="0016192A" w:rsidRP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0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2"/>
  </w:num>
  <w:num w:numId="12" w16cid:durableId="647826077">
    <w:abstractNumId w:val="18"/>
  </w:num>
  <w:num w:numId="13" w16cid:durableId="1851022401">
    <w:abstractNumId w:val="36"/>
  </w:num>
  <w:num w:numId="14" w16cid:durableId="181286400">
    <w:abstractNumId w:val="21"/>
  </w:num>
  <w:num w:numId="15" w16cid:durableId="1628584710">
    <w:abstractNumId w:val="23"/>
  </w:num>
  <w:num w:numId="16" w16cid:durableId="153037106">
    <w:abstractNumId w:val="41"/>
  </w:num>
  <w:num w:numId="17" w16cid:durableId="544023893">
    <w:abstractNumId w:val="42"/>
  </w:num>
  <w:num w:numId="18" w16cid:durableId="1960604579">
    <w:abstractNumId w:val="26"/>
  </w:num>
  <w:num w:numId="19" w16cid:durableId="495606549">
    <w:abstractNumId w:val="15"/>
  </w:num>
  <w:num w:numId="20" w16cid:durableId="471795874">
    <w:abstractNumId w:val="11"/>
  </w:num>
  <w:num w:numId="21" w16cid:durableId="2004432530">
    <w:abstractNumId w:val="13"/>
  </w:num>
  <w:num w:numId="22" w16cid:durableId="1666281206">
    <w:abstractNumId w:val="33"/>
  </w:num>
  <w:num w:numId="23" w16cid:durableId="2107117742">
    <w:abstractNumId w:val="30"/>
  </w:num>
  <w:num w:numId="24" w16cid:durableId="716979262">
    <w:abstractNumId w:val="17"/>
  </w:num>
  <w:num w:numId="25" w16cid:durableId="989208243">
    <w:abstractNumId w:val="44"/>
  </w:num>
  <w:num w:numId="26" w16cid:durableId="1128624319">
    <w:abstractNumId w:val="21"/>
  </w:num>
  <w:num w:numId="27" w16cid:durableId="1374305785">
    <w:abstractNumId w:val="35"/>
  </w:num>
  <w:num w:numId="28" w16cid:durableId="506865414">
    <w:abstractNumId w:val="40"/>
  </w:num>
  <w:num w:numId="29" w16cid:durableId="504907980">
    <w:abstractNumId w:val="31"/>
  </w:num>
  <w:num w:numId="30" w16cid:durableId="32509570">
    <w:abstractNumId w:val="34"/>
  </w:num>
  <w:num w:numId="31" w16cid:durableId="382103497">
    <w:abstractNumId w:val="27"/>
  </w:num>
  <w:num w:numId="32" w16cid:durableId="2038315622">
    <w:abstractNumId w:val="10"/>
  </w:num>
  <w:num w:numId="33" w16cid:durableId="1666087286">
    <w:abstractNumId w:val="43"/>
  </w:num>
  <w:num w:numId="34" w16cid:durableId="1336148846">
    <w:abstractNumId w:val="29"/>
  </w:num>
  <w:num w:numId="35" w16cid:durableId="1953516480">
    <w:abstractNumId w:val="12"/>
  </w:num>
  <w:num w:numId="36" w16cid:durableId="1226448447">
    <w:abstractNumId w:val="28"/>
  </w:num>
  <w:num w:numId="37" w16cid:durableId="2074693097">
    <w:abstractNumId w:val="19"/>
  </w:num>
  <w:num w:numId="38" w16cid:durableId="526137466">
    <w:abstractNumId w:val="14"/>
  </w:num>
  <w:num w:numId="39" w16cid:durableId="209153195">
    <w:abstractNumId w:val="39"/>
  </w:num>
  <w:num w:numId="40" w16cid:durableId="16170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0"/>
  </w:num>
  <w:num w:numId="42" w16cid:durableId="1251112883">
    <w:abstractNumId w:val="25"/>
  </w:num>
  <w:num w:numId="43" w16cid:durableId="1159805657">
    <w:abstractNumId w:val="37"/>
  </w:num>
  <w:num w:numId="44" w16cid:durableId="216092473">
    <w:abstractNumId w:val="32"/>
  </w:num>
  <w:num w:numId="45" w16cid:durableId="1485897910">
    <w:abstractNumId w:val="24"/>
  </w:num>
  <w:num w:numId="46" w16cid:durableId="12427139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40E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702B"/>
    <w:rsid w:val="0004709F"/>
    <w:rsid w:val="000476B3"/>
    <w:rsid w:val="0004778F"/>
    <w:rsid w:val="000477EA"/>
    <w:rsid w:val="000479BE"/>
    <w:rsid w:val="00047C6D"/>
    <w:rsid w:val="00047CA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2FD"/>
    <w:rsid w:val="00074301"/>
    <w:rsid w:val="000744FA"/>
    <w:rsid w:val="000748D0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673"/>
    <w:rsid w:val="000838F4"/>
    <w:rsid w:val="00083D69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E2C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485"/>
    <w:rsid w:val="000B27A1"/>
    <w:rsid w:val="000B2A85"/>
    <w:rsid w:val="000B2E70"/>
    <w:rsid w:val="000B2F9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5F5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7D0"/>
    <w:rsid w:val="000E482D"/>
    <w:rsid w:val="000E49CB"/>
    <w:rsid w:val="000E511E"/>
    <w:rsid w:val="000E5549"/>
    <w:rsid w:val="000E57F4"/>
    <w:rsid w:val="000E5EB1"/>
    <w:rsid w:val="000E5F8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CFE"/>
    <w:rsid w:val="000F72B3"/>
    <w:rsid w:val="000F7393"/>
    <w:rsid w:val="000F7503"/>
    <w:rsid w:val="000F75DF"/>
    <w:rsid w:val="000F7920"/>
    <w:rsid w:val="000F7B42"/>
    <w:rsid w:val="000F7C16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6471"/>
    <w:rsid w:val="00136657"/>
    <w:rsid w:val="00136A81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92A"/>
    <w:rsid w:val="00161DBE"/>
    <w:rsid w:val="00161F65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914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76"/>
    <w:rsid w:val="00181182"/>
    <w:rsid w:val="0018159A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F9"/>
    <w:rsid w:val="001B461D"/>
    <w:rsid w:val="001B474A"/>
    <w:rsid w:val="001B47A8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11"/>
    <w:rsid w:val="001B6B58"/>
    <w:rsid w:val="001B6EC9"/>
    <w:rsid w:val="001B6F0F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2F"/>
    <w:rsid w:val="001C23D6"/>
    <w:rsid w:val="001C273A"/>
    <w:rsid w:val="001C2950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90F"/>
    <w:rsid w:val="001C7C95"/>
    <w:rsid w:val="001C7D0D"/>
    <w:rsid w:val="001C7E14"/>
    <w:rsid w:val="001C7EC1"/>
    <w:rsid w:val="001D02D0"/>
    <w:rsid w:val="001D040D"/>
    <w:rsid w:val="001D051D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6A9"/>
    <w:rsid w:val="002009E6"/>
    <w:rsid w:val="00201504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361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150F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21B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583A"/>
    <w:rsid w:val="002959D7"/>
    <w:rsid w:val="00295B46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451E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D6F"/>
    <w:rsid w:val="00300EB9"/>
    <w:rsid w:val="00300FD4"/>
    <w:rsid w:val="00301497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25F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438D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55C3"/>
    <w:rsid w:val="003D5740"/>
    <w:rsid w:val="003D5D44"/>
    <w:rsid w:val="003D6504"/>
    <w:rsid w:val="003D6630"/>
    <w:rsid w:val="003D6A17"/>
    <w:rsid w:val="003D6B65"/>
    <w:rsid w:val="003D6CDC"/>
    <w:rsid w:val="003D70D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66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5227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5D1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D8F"/>
    <w:rsid w:val="004A4E17"/>
    <w:rsid w:val="004A4ED5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C7BEF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FC"/>
    <w:rsid w:val="004F21A5"/>
    <w:rsid w:val="004F2347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DB2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384"/>
    <w:rsid w:val="00540443"/>
    <w:rsid w:val="00540ADB"/>
    <w:rsid w:val="00540BD3"/>
    <w:rsid w:val="00540E32"/>
    <w:rsid w:val="0054143F"/>
    <w:rsid w:val="005414B5"/>
    <w:rsid w:val="00541817"/>
    <w:rsid w:val="0054189E"/>
    <w:rsid w:val="00541A4C"/>
    <w:rsid w:val="00541F9A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B22"/>
    <w:rsid w:val="00557CD9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B7F"/>
    <w:rsid w:val="00586CE9"/>
    <w:rsid w:val="00586D75"/>
    <w:rsid w:val="00586DE7"/>
    <w:rsid w:val="00586E03"/>
    <w:rsid w:val="00586E7D"/>
    <w:rsid w:val="00587310"/>
    <w:rsid w:val="00587419"/>
    <w:rsid w:val="00587F64"/>
    <w:rsid w:val="00587FA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6ED"/>
    <w:rsid w:val="005C0747"/>
    <w:rsid w:val="005C08C8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D60"/>
    <w:rsid w:val="005D005C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93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8EE"/>
    <w:rsid w:val="00627936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5B9"/>
    <w:rsid w:val="006538BD"/>
    <w:rsid w:val="00653AF6"/>
    <w:rsid w:val="00653FD3"/>
    <w:rsid w:val="0065407E"/>
    <w:rsid w:val="006543CF"/>
    <w:rsid w:val="00654762"/>
    <w:rsid w:val="00654816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339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30A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0F6"/>
    <w:rsid w:val="00686249"/>
    <w:rsid w:val="00686289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67E"/>
    <w:rsid w:val="006976D9"/>
    <w:rsid w:val="00697A25"/>
    <w:rsid w:val="00697E72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68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78D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45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36F"/>
    <w:rsid w:val="007304CE"/>
    <w:rsid w:val="00730838"/>
    <w:rsid w:val="00730A48"/>
    <w:rsid w:val="00730B67"/>
    <w:rsid w:val="00730DC2"/>
    <w:rsid w:val="00730E2C"/>
    <w:rsid w:val="00731180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E4"/>
    <w:rsid w:val="00761C7D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AD6"/>
    <w:rsid w:val="00797BE6"/>
    <w:rsid w:val="007A01E2"/>
    <w:rsid w:val="007A029A"/>
    <w:rsid w:val="007A03A7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216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A2C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95B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427B"/>
    <w:rsid w:val="008443A0"/>
    <w:rsid w:val="008445D4"/>
    <w:rsid w:val="008447AE"/>
    <w:rsid w:val="0084483B"/>
    <w:rsid w:val="008449EB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BF0"/>
    <w:rsid w:val="00881D09"/>
    <w:rsid w:val="00881D0C"/>
    <w:rsid w:val="00881D3F"/>
    <w:rsid w:val="00881E27"/>
    <w:rsid w:val="00881E6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B82"/>
    <w:rsid w:val="00883BB2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2F9"/>
    <w:rsid w:val="00886604"/>
    <w:rsid w:val="008867FC"/>
    <w:rsid w:val="008869DF"/>
    <w:rsid w:val="00886E0B"/>
    <w:rsid w:val="00886EC3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DF6"/>
    <w:rsid w:val="008C309A"/>
    <w:rsid w:val="008C30EE"/>
    <w:rsid w:val="008C3133"/>
    <w:rsid w:val="008C3161"/>
    <w:rsid w:val="008C338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60"/>
    <w:rsid w:val="008C75FB"/>
    <w:rsid w:val="008C7669"/>
    <w:rsid w:val="008C7911"/>
    <w:rsid w:val="008C7B3F"/>
    <w:rsid w:val="008C7B6D"/>
    <w:rsid w:val="008C7B83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826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539"/>
    <w:rsid w:val="00921624"/>
    <w:rsid w:val="00921A44"/>
    <w:rsid w:val="00921EC0"/>
    <w:rsid w:val="00921FD3"/>
    <w:rsid w:val="00922328"/>
    <w:rsid w:val="00922338"/>
    <w:rsid w:val="009223D9"/>
    <w:rsid w:val="0092243B"/>
    <w:rsid w:val="0092274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DC"/>
    <w:rsid w:val="00927D29"/>
    <w:rsid w:val="00927D67"/>
    <w:rsid w:val="0093008A"/>
    <w:rsid w:val="0093012D"/>
    <w:rsid w:val="009301DF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4FCE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6F9C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40E3"/>
    <w:rsid w:val="00964257"/>
    <w:rsid w:val="009642D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11D"/>
    <w:rsid w:val="00966746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D80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8038D"/>
    <w:rsid w:val="00980737"/>
    <w:rsid w:val="0098090C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EE"/>
    <w:rsid w:val="009A4835"/>
    <w:rsid w:val="009A4B48"/>
    <w:rsid w:val="009A4D72"/>
    <w:rsid w:val="009A4E5F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37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00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B7B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6AC"/>
    <w:rsid w:val="00A1087D"/>
    <w:rsid w:val="00A108E3"/>
    <w:rsid w:val="00A10BC4"/>
    <w:rsid w:val="00A11271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C25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8A"/>
    <w:rsid w:val="00A44FA2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1A7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DE"/>
    <w:rsid w:val="00A913D6"/>
    <w:rsid w:val="00A916C6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78B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98D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98B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315B"/>
    <w:rsid w:val="00B231E5"/>
    <w:rsid w:val="00B23654"/>
    <w:rsid w:val="00B237DA"/>
    <w:rsid w:val="00B23957"/>
    <w:rsid w:val="00B23BE2"/>
    <w:rsid w:val="00B23D6E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D54"/>
    <w:rsid w:val="00B34114"/>
    <w:rsid w:val="00B345F5"/>
    <w:rsid w:val="00B34B0D"/>
    <w:rsid w:val="00B34B24"/>
    <w:rsid w:val="00B34BBF"/>
    <w:rsid w:val="00B350E5"/>
    <w:rsid w:val="00B35214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EB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D93"/>
    <w:rsid w:val="00B52F00"/>
    <w:rsid w:val="00B52F2B"/>
    <w:rsid w:val="00B53206"/>
    <w:rsid w:val="00B53260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9D6"/>
    <w:rsid w:val="00B73E24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73D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D"/>
    <w:rsid w:val="00BA48A1"/>
    <w:rsid w:val="00BA49BD"/>
    <w:rsid w:val="00BA4BA5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A2"/>
    <w:rsid w:val="00BC108C"/>
    <w:rsid w:val="00BC1106"/>
    <w:rsid w:val="00BC1531"/>
    <w:rsid w:val="00BC165D"/>
    <w:rsid w:val="00BC183B"/>
    <w:rsid w:val="00BC18F4"/>
    <w:rsid w:val="00BC19DE"/>
    <w:rsid w:val="00BC1C9A"/>
    <w:rsid w:val="00BC211E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CB7"/>
    <w:rsid w:val="00C11F29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E72"/>
    <w:rsid w:val="00C33F42"/>
    <w:rsid w:val="00C34008"/>
    <w:rsid w:val="00C3453A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717"/>
    <w:rsid w:val="00C54A5F"/>
    <w:rsid w:val="00C54B32"/>
    <w:rsid w:val="00C54FB4"/>
    <w:rsid w:val="00C5504B"/>
    <w:rsid w:val="00C551C8"/>
    <w:rsid w:val="00C552CD"/>
    <w:rsid w:val="00C553D5"/>
    <w:rsid w:val="00C555AE"/>
    <w:rsid w:val="00C55863"/>
    <w:rsid w:val="00C55A93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435"/>
    <w:rsid w:val="00C6068A"/>
    <w:rsid w:val="00C607C0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340"/>
    <w:rsid w:val="00C633FE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02F"/>
    <w:rsid w:val="00C71541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E8B"/>
    <w:rsid w:val="00CA0E91"/>
    <w:rsid w:val="00CA13B2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780"/>
    <w:rsid w:val="00CB07DC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F4E"/>
    <w:rsid w:val="00CD4047"/>
    <w:rsid w:val="00CD434B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C4A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4E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4E0"/>
    <w:rsid w:val="00CF3528"/>
    <w:rsid w:val="00CF3722"/>
    <w:rsid w:val="00CF38F0"/>
    <w:rsid w:val="00CF3AD3"/>
    <w:rsid w:val="00CF3B69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F60"/>
    <w:rsid w:val="00D1225A"/>
    <w:rsid w:val="00D1232A"/>
    <w:rsid w:val="00D123B3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F6"/>
    <w:rsid w:val="00D3483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573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A01"/>
    <w:rsid w:val="00D74021"/>
    <w:rsid w:val="00D741DD"/>
    <w:rsid w:val="00D74212"/>
    <w:rsid w:val="00D74403"/>
    <w:rsid w:val="00D7445F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4482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2A8"/>
    <w:rsid w:val="00DB0400"/>
    <w:rsid w:val="00DB07A7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B7"/>
    <w:rsid w:val="00DE0353"/>
    <w:rsid w:val="00DE0358"/>
    <w:rsid w:val="00DE057D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FB1"/>
    <w:rsid w:val="00DE7282"/>
    <w:rsid w:val="00DE73E3"/>
    <w:rsid w:val="00DE7621"/>
    <w:rsid w:val="00DE7A4F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7C1"/>
    <w:rsid w:val="00E057E7"/>
    <w:rsid w:val="00E058B1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10C"/>
    <w:rsid w:val="00E13407"/>
    <w:rsid w:val="00E1361C"/>
    <w:rsid w:val="00E13854"/>
    <w:rsid w:val="00E13AC7"/>
    <w:rsid w:val="00E13D18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20E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925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CFF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712E"/>
    <w:rsid w:val="00E874A4"/>
    <w:rsid w:val="00E875F9"/>
    <w:rsid w:val="00E878A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61"/>
    <w:rsid w:val="00E97472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E7B"/>
    <w:rsid w:val="00EA3F37"/>
    <w:rsid w:val="00EA4225"/>
    <w:rsid w:val="00EA422B"/>
    <w:rsid w:val="00EA4237"/>
    <w:rsid w:val="00EA475C"/>
    <w:rsid w:val="00EA49B6"/>
    <w:rsid w:val="00EA4A03"/>
    <w:rsid w:val="00EA4F12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98"/>
    <w:rsid w:val="00EB1AC1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E4A"/>
    <w:rsid w:val="00ED300F"/>
    <w:rsid w:val="00ED330C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26D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A6"/>
    <w:rsid w:val="00F02D07"/>
    <w:rsid w:val="00F02E4A"/>
    <w:rsid w:val="00F031EE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26B"/>
    <w:rsid w:val="00F14798"/>
    <w:rsid w:val="00F1485D"/>
    <w:rsid w:val="00F153E9"/>
    <w:rsid w:val="00F15913"/>
    <w:rsid w:val="00F15938"/>
    <w:rsid w:val="00F15C94"/>
    <w:rsid w:val="00F15D44"/>
    <w:rsid w:val="00F15DE6"/>
    <w:rsid w:val="00F16252"/>
    <w:rsid w:val="00F16366"/>
    <w:rsid w:val="00F173A1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353"/>
    <w:rsid w:val="00F27416"/>
    <w:rsid w:val="00F27487"/>
    <w:rsid w:val="00F276C0"/>
    <w:rsid w:val="00F27AA6"/>
    <w:rsid w:val="00F27BBF"/>
    <w:rsid w:val="00F27BC0"/>
    <w:rsid w:val="00F27E16"/>
    <w:rsid w:val="00F27EA1"/>
    <w:rsid w:val="00F3000E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DE5"/>
    <w:rsid w:val="00F46E92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B2C"/>
    <w:rsid w:val="00F60B43"/>
    <w:rsid w:val="00F60BD7"/>
    <w:rsid w:val="00F60FE9"/>
    <w:rsid w:val="00F61165"/>
    <w:rsid w:val="00F612AB"/>
    <w:rsid w:val="00F6147A"/>
    <w:rsid w:val="00F61983"/>
    <w:rsid w:val="00F619A8"/>
    <w:rsid w:val="00F61A1D"/>
    <w:rsid w:val="00F61D87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262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DD"/>
    <w:rsid w:val="00F80828"/>
    <w:rsid w:val="00F8086C"/>
    <w:rsid w:val="00F80953"/>
    <w:rsid w:val="00F80C13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22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B7"/>
    <w:rsid w:val="00F976CB"/>
    <w:rsid w:val="00F9771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370"/>
    <w:rsid w:val="00FB44F1"/>
    <w:rsid w:val="00FB4FF8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74D"/>
    <w:rsid w:val="00FE480C"/>
    <w:rsid w:val="00FE486E"/>
    <w:rsid w:val="00FE4CC3"/>
    <w:rsid w:val="00FE4CF2"/>
    <w:rsid w:val="00FE50C5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169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Suphanat, Supadulchai</cp:lastModifiedBy>
  <cp:revision>18</cp:revision>
  <cp:lastPrinted>2024-08-13T06:57:00Z</cp:lastPrinted>
  <dcterms:created xsi:type="dcterms:W3CDTF">2023-05-12T06:02:00Z</dcterms:created>
  <dcterms:modified xsi:type="dcterms:W3CDTF">2024-08-13T06:58:00Z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