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C6B0C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79339096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4A3EB39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627D883E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4E0962F" w14:textId="77777777" w:rsidR="00E56CB2" w:rsidRPr="000A06B1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6EE2C84" w14:textId="3F5F0FA9" w:rsidR="00E56CB2" w:rsidRDefault="00E56CB2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3CE8AE52" w14:textId="45745728" w:rsidR="0001784D" w:rsidRDefault="0001784D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B406B6E" w14:textId="77777777" w:rsidR="0001784D" w:rsidRPr="000A06B1" w:rsidRDefault="0001784D" w:rsidP="003D40BB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8ECABFB" w14:textId="3687EFD2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 w:hint="cs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 w:hint="cs"/>
          <w:sz w:val="52"/>
          <w:szCs w:val="52"/>
        </w:rPr>
        <w:t xml:space="preserve"> </w:t>
      </w:r>
      <w:r w:rsidRPr="000A06B1">
        <w:rPr>
          <w:rFonts w:ascii="Angsana New" w:hAnsi="Angsana New" w:cs="Angsana New" w:hint="cs"/>
          <w:sz w:val="52"/>
          <w:szCs w:val="52"/>
          <w:cs/>
        </w:rPr>
        <w:t>กรุ</w:t>
      </w:r>
      <w:r w:rsidR="008842F8" w:rsidRPr="000A06B1">
        <w:rPr>
          <w:rFonts w:ascii="Angsana New" w:hAnsi="Angsana New" w:cs="Angsana New" w:hint="cs"/>
          <w:sz w:val="52"/>
          <w:szCs w:val="52"/>
          <w:cs/>
        </w:rPr>
        <w:t>๊</w:t>
      </w:r>
      <w:r w:rsidRPr="000A06B1">
        <w:rPr>
          <w:rFonts w:ascii="Angsana New" w:hAnsi="Angsana New" w:cs="Angsana New" w:hint="cs"/>
          <w:sz w:val="52"/>
          <w:szCs w:val="52"/>
          <w:cs/>
        </w:rPr>
        <w:t xml:space="preserve">ป จำกัด </w:t>
      </w:r>
      <w:r w:rsidRPr="000A06B1">
        <w:rPr>
          <w:rFonts w:ascii="Angsana New" w:hAnsi="Angsana New" w:cs="Angsana New" w:hint="cs"/>
          <w:sz w:val="52"/>
          <w:szCs w:val="52"/>
        </w:rPr>
        <w:t>(</w:t>
      </w:r>
      <w:r w:rsidRPr="000A06B1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0A06B1">
        <w:rPr>
          <w:rFonts w:ascii="Angsana New" w:hAnsi="Angsana New" w:cs="Angsana New" w:hint="cs"/>
          <w:sz w:val="52"/>
          <w:szCs w:val="52"/>
        </w:rPr>
        <w:t xml:space="preserve">) </w:t>
      </w:r>
      <w:r w:rsidRPr="000A06B1">
        <w:rPr>
          <w:rFonts w:ascii="Angsana New" w:hAnsi="Angsana New" w:cs="Angsana New" w:hint="cs"/>
          <w:sz w:val="52"/>
          <w:szCs w:val="52"/>
          <w:cs/>
        </w:rPr>
        <w:t>และบริษัทย่อย</w:t>
      </w:r>
    </w:p>
    <w:p w14:paraId="58DC6FD8" w14:textId="77777777" w:rsidR="00E56CB2" w:rsidRPr="000A06B1" w:rsidRDefault="00E56CB2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1E123DA3" w14:textId="3B337CC4" w:rsidR="00D73BE2" w:rsidRP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งบการเงินสำหรับปีสิ้นสุดวันที่</w:t>
      </w:r>
      <w:r w:rsidR="006D28A9">
        <w:rPr>
          <w:rFonts w:ascii="Angsana New" w:hAnsi="Angsana New" w:cs="Angsana New"/>
          <w:b w:val="0"/>
          <w:bCs w:val="0"/>
          <w:sz w:val="32"/>
          <w:szCs w:val="32"/>
        </w:rPr>
        <w:t xml:space="preserve"> 31 </w:t>
      </w: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="006D28A9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443337"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3CD36052" w14:textId="77777777" w:rsidR="00D73BE2" w:rsidRP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60F8FF4" w14:textId="1422F5EB" w:rsidR="00D73BE2" w:rsidRDefault="00D73BE2" w:rsidP="00D73BE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D73BE2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รายงานของผู้สอบบัญชีรับอนุญาต</w:t>
      </w:r>
    </w:p>
    <w:p w14:paraId="6377AFDC" w14:textId="1F7EA764" w:rsidR="0052770F" w:rsidRPr="000A06B1" w:rsidRDefault="0052770F" w:rsidP="00E56CB2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52770F" w:rsidRPr="000A06B1" w:rsidSect="00F901FA">
          <w:headerReference w:type="even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C652217" w14:textId="77777777" w:rsidR="00120581" w:rsidRPr="00C85A27" w:rsidRDefault="00120581" w:rsidP="00ED1E6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16"/>
          <w:szCs w:val="16"/>
        </w:rPr>
      </w:pPr>
    </w:p>
    <w:p w14:paraId="7AB09FAC" w14:textId="1B273B6F" w:rsidR="00D73BE2" w:rsidRPr="00623946" w:rsidRDefault="00D73BE2" w:rsidP="00D73BE2">
      <w:pPr>
        <w:pStyle w:val="Heading5"/>
        <w:tabs>
          <w:tab w:val="left" w:pos="540"/>
        </w:tabs>
        <w:jc w:val="both"/>
        <w:rPr>
          <w:rFonts w:asciiTheme="majorBidi" w:hAnsiTheme="majorBidi" w:cstheme="majorBidi"/>
        </w:rPr>
      </w:pPr>
      <w:r w:rsidRPr="00623946">
        <w:rPr>
          <w:rFonts w:asciiTheme="majorBidi" w:hAnsiTheme="majorBidi" w:cstheme="majorBidi"/>
          <w:cs/>
        </w:rPr>
        <w:t>รายงานของผู้สอบบัญชีรับอนุญาต</w:t>
      </w:r>
    </w:p>
    <w:p w14:paraId="53D72FE3" w14:textId="77777777" w:rsidR="0052770F" w:rsidRPr="000A06B1" w:rsidRDefault="0052770F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674BEA40" w14:textId="665DE256" w:rsidR="00E56CB2" w:rsidRPr="000A06B1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 w:hint="cs"/>
          <w:b/>
          <w:bCs/>
          <w:sz w:val="30"/>
          <w:szCs w:val="30"/>
          <w:cs/>
        </w:rPr>
        <w:t xml:space="preserve">เสนอ </w:t>
      </w:r>
      <w:r w:rsidR="00D73BE2" w:rsidRPr="00BE144E">
        <w:rPr>
          <w:rFonts w:ascii="Angsana New" w:hAnsi="Angsana New"/>
          <w:b/>
          <w:bCs/>
          <w:sz w:val="30"/>
          <w:szCs w:val="30"/>
          <w:cs/>
        </w:rPr>
        <w:t>ผู้ถือหุ้น</w:t>
      </w:r>
      <w:r w:rsidRPr="000A06B1">
        <w:rPr>
          <w:rFonts w:ascii="Angsana New" w:hAnsi="Angsana New" w:hint="cs"/>
          <w:b/>
          <w:bCs/>
          <w:sz w:val="30"/>
          <w:szCs w:val="30"/>
          <w:cs/>
        </w:rPr>
        <w:t>บริษัท ราช กรุ๊ป จำกัด (มหาชน)</w:t>
      </w:r>
      <w:r w:rsidRPr="000A06B1">
        <w:rPr>
          <w:rFonts w:ascii="Angsana New" w:hAnsi="Angsana New" w:hint="cs"/>
          <w:b/>
          <w:bCs/>
          <w:sz w:val="30"/>
          <w:szCs w:val="30"/>
        </w:rPr>
        <w:t xml:space="preserve"> </w:t>
      </w:r>
    </w:p>
    <w:p w14:paraId="666685E5" w14:textId="6D9707BD" w:rsidR="00E56CB2" w:rsidRDefault="00E56CB2" w:rsidP="00E56C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5B0A2755" w14:textId="77777777" w:rsidR="00D73BE2" w:rsidRPr="00BE144E" w:rsidRDefault="00D73BE2" w:rsidP="00D73BE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BE144E">
        <w:rPr>
          <w:rFonts w:ascii="Angsana New" w:eastAsia="Calibri" w:hAnsi="Angsana New"/>
          <w:i/>
          <w:iCs/>
          <w:sz w:val="30"/>
          <w:szCs w:val="30"/>
          <w:cs/>
        </w:rPr>
        <w:t>ความเห็น</w:t>
      </w:r>
    </w:p>
    <w:p w14:paraId="2F93CD2F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54334DBA" w14:textId="0AB20156" w:rsidR="00D73BE2" w:rsidRPr="00BE144E" w:rsidRDefault="00D73BE2" w:rsidP="00D73BE2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  <w:cs/>
        </w:rPr>
      </w:pPr>
      <w:r w:rsidRPr="00F56409">
        <w:rPr>
          <w:rFonts w:ascii="Angsana New" w:hAnsi="Angsana New"/>
          <w:spacing w:val="-8"/>
          <w:sz w:val="30"/>
          <w:szCs w:val="30"/>
          <w:cs/>
        </w:rPr>
        <w:t>ข้าพเจ้าได้ตรวจสอบงบการเงินรวมและงบการเงินเฉพาะกิจการ</w:t>
      </w:r>
      <w:r w:rsidRPr="00F56409">
        <w:rPr>
          <w:rFonts w:ascii="Angsana New" w:hAnsi="Angsana New" w:hint="cs"/>
          <w:spacing w:val="-8"/>
          <w:sz w:val="30"/>
          <w:szCs w:val="30"/>
          <w:cs/>
        </w:rPr>
        <w:t>ของบริษัท</w:t>
      </w:r>
      <w:r w:rsidRPr="00F56409">
        <w:rPr>
          <w:rFonts w:ascii="Angsana New" w:hAnsi="Angsana New" w:hint="cs"/>
          <w:spacing w:val="-8"/>
          <w:sz w:val="30"/>
          <w:szCs w:val="30"/>
        </w:rPr>
        <w:t xml:space="preserve"> </w:t>
      </w:r>
      <w:r w:rsidRPr="00F56409">
        <w:rPr>
          <w:rFonts w:ascii="Angsana New" w:hAnsi="Angsana New" w:hint="cs"/>
          <w:spacing w:val="-8"/>
          <w:sz w:val="30"/>
          <w:szCs w:val="30"/>
          <w:cs/>
        </w:rPr>
        <w:t>ราช กรุ๊ป จำกัด (มหาชน)</w:t>
      </w:r>
      <w:r w:rsidRPr="00F56409">
        <w:rPr>
          <w:rFonts w:ascii="Angsana New" w:hAnsi="Angsana New" w:hint="cs"/>
          <w:spacing w:val="-8"/>
          <w:sz w:val="30"/>
          <w:szCs w:val="30"/>
        </w:rPr>
        <w:t xml:space="preserve"> </w:t>
      </w:r>
      <w:r w:rsidRPr="00F56409">
        <w:rPr>
          <w:rFonts w:ascii="Angsana New" w:hAnsi="Angsana New"/>
          <w:spacing w:val="-8"/>
          <w:sz w:val="30"/>
          <w:szCs w:val="30"/>
          <w:cs/>
        </w:rPr>
        <w:t>และบริษัทย่อย (กลุ่มบริษัท)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และของเฉพาะ</w:t>
      </w:r>
      <w:r w:rsidRPr="001B02E9">
        <w:rPr>
          <w:rFonts w:ascii="Angsana New" w:hAnsi="Angsana New" w:hint="cs"/>
          <w:sz w:val="30"/>
          <w:szCs w:val="30"/>
          <w:cs/>
        </w:rPr>
        <w:t>บริษัท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1B02E9">
        <w:rPr>
          <w:rFonts w:ascii="Angsana New" w:hAnsi="Angsana New" w:hint="cs"/>
          <w:sz w:val="30"/>
          <w:szCs w:val="30"/>
          <w:cs/>
        </w:rPr>
        <w:t>ราช กรุ๊ป จำกัด (มหาชน)</w:t>
      </w:r>
      <w:r w:rsidRPr="001B02E9">
        <w:rPr>
          <w:rFonts w:ascii="Angsana New" w:hAnsi="Angsana New" w:hint="cs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(บริษัท) ตามลำดับ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ซึ่งประกอบด้วยงบแสดงฐานะการเงินรวมและ</w:t>
      </w:r>
      <w:r w:rsidR="00F56409">
        <w:rPr>
          <w:rFonts w:ascii="Angsana New" w:hAnsi="Angsana New"/>
          <w:sz w:val="30"/>
          <w:szCs w:val="30"/>
        </w:rPr>
        <w:br/>
      </w:r>
      <w:r w:rsidRPr="00BE144E">
        <w:rPr>
          <w:rFonts w:ascii="Angsana New" w:hAnsi="Angsana New"/>
          <w:sz w:val="30"/>
          <w:szCs w:val="30"/>
          <w:cs/>
        </w:rPr>
        <w:t>งบแสดงฐานะการเงินเฉพาะกิจการ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ณ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 xml:space="preserve">วันที่ </w:t>
      </w:r>
      <w:r w:rsidRPr="00BE144E"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/>
          <w:sz w:val="30"/>
          <w:szCs w:val="30"/>
          <w:cs/>
        </w:rPr>
        <w:t>ธันวาคม</w:t>
      </w:r>
      <w:r w:rsidR="00C85A27">
        <w:rPr>
          <w:rFonts w:ascii="Angsana New" w:hAnsi="Angsana New"/>
          <w:sz w:val="30"/>
          <w:szCs w:val="30"/>
        </w:rPr>
        <w:t xml:space="preserve"> 256</w:t>
      </w:r>
      <w:r w:rsidR="00443337">
        <w:rPr>
          <w:rFonts w:ascii="Angsana New" w:hAnsi="Angsana New"/>
          <w:sz w:val="30"/>
          <w:szCs w:val="30"/>
        </w:rPr>
        <w:t>6</w:t>
      </w:r>
      <w:r w:rsidR="00C85A27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งบกำไรขาดทุนเบ็ดเสร็จรวมและงบกำไรขาดทุนเบ็ดเสร็จเฉพาะกิจการ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สำหรับปีสิ้นสุดวันเดียวกัน รวมถึง</w:t>
      </w:r>
      <w:r w:rsidRPr="00BE144E">
        <w:rPr>
          <w:rFonts w:ascii="Angsana New" w:eastAsia="Calibri" w:hAnsi="Angsana New"/>
          <w:sz w:val="30"/>
          <w:szCs w:val="30"/>
          <w:cs/>
        </w:rPr>
        <w:t>หมายเหตุซึ่งประกอบด้วยสรุปนโยบายการบัญชีที่สำคั</w:t>
      </w:r>
      <w:r w:rsidRPr="00BE144E">
        <w:rPr>
          <w:rFonts w:ascii="Angsana New" w:hAnsi="Angsana New"/>
          <w:sz w:val="30"/>
          <w:szCs w:val="30"/>
          <w:cs/>
        </w:rPr>
        <w:t>ญและเรื่องอื่น</w:t>
      </w:r>
      <w:r w:rsidR="003F20CD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ๆ</w:t>
      </w:r>
    </w:p>
    <w:p w14:paraId="4F39C79D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</w:p>
    <w:p w14:paraId="76ABB337" w14:textId="5076BD29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>ข้าพเจ้าเห็นว่า งบการเงินรวมและงบการเงินเฉพาะกิจการข้างต้นนี้แสดงฐานะการเงินรวมและฐานะการเงินเฉพาะกิจการของกลุ่มบริษัทและบริษัท ตามลำดับ ณ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วันที่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="00C85A27" w:rsidRPr="00BE144E">
        <w:rPr>
          <w:rFonts w:ascii="Angsana New" w:hAnsi="Angsana New"/>
          <w:sz w:val="30"/>
          <w:szCs w:val="30"/>
        </w:rPr>
        <w:t xml:space="preserve">31 </w:t>
      </w:r>
      <w:r w:rsidR="00C85A27">
        <w:rPr>
          <w:rFonts w:ascii="Angsana New" w:hAnsi="Angsana New"/>
          <w:sz w:val="30"/>
          <w:szCs w:val="30"/>
          <w:cs/>
        </w:rPr>
        <w:t>ธันวาคม</w:t>
      </w:r>
      <w:r w:rsidR="00C85A27">
        <w:rPr>
          <w:rFonts w:ascii="Angsana New" w:hAnsi="Angsana New"/>
          <w:sz w:val="30"/>
          <w:szCs w:val="30"/>
        </w:rPr>
        <w:t xml:space="preserve"> 256</w:t>
      </w:r>
      <w:r w:rsidR="00443337">
        <w:rPr>
          <w:rFonts w:ascii="Angsana New" w:hAnsi="Angsana New"/>
          <w:sz w:val="30"/>
          <w:szCs w:val="30"/>
        </w:rPr>
        <w:t>6</w:t>
      </w:r>
      <w:r w:rsidR="00C85A27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ผลการดำเนินงานรวมและผลการดำเนินงานเฉพาะกิจการ และกระแสเงินสดรวมและกระแสเงินสดเฉพาะกิจการ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34073560" w14:textId="77777777" w:rsidR="00D73BE2" w:rsidRPr="00BE144E" w:rsidRDefault="00D73BE2" w:rsidP="00D73BE2">
      <w:pPr>
        <w:jc w:val="thaiDistribute"/>
        <w:rPr>
          <w:rFonts w:ascii="Angsana New" w:hAnsi="Angsana New"/>
          <w:sz w:val="30"/>
          <w:szCs w:val="30"/>
        </w:rPr>
      </w:pPr>
    </w:p>
    <w:p w14:paraId="13976909" w14:textId="77777777" w:rsidR="00D73BE2" w:rsidRPr="00BE144E" w:rsidRDefault="00D73BE2" w:rsidP="00D73BE2">
      <w:pPr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BE144E">
        <w:rPr>
          <w:rFonts w:ascii="Angsana New" w:eastAsia="Calibri" w:hAnsi="Angsana New"/>
          <w:i/>
          <w:iCs/>
          <w:sz w:val="30"/>
          <w:szCs w:val="30"/>
          <w:cs/>
        </w:rPr>
        <w:t>เกณฑ์ในการแสดงความเห็น</w:t>
      </w:r>
    </w:p>
    <w:p w14:paraId="32A54AD9" w14:textId="77777777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</w:p>
    <w:p w14:paraId="02718DA0" w14:textId="22385FD8" w:rsidR="00443337" w:rsidRPr="00443337" w:rsidRDefault="00443337" w:rsidP="0044333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443337">
        <w:rPr>
          <w:rFonts w:ascii="Angsana New" w:hAnsi="Angsana New" w:hint="cs"/>
          <w:sz w:val="30"/>
          <w:szCs w:val="30"/>
          <w:cs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ความรับผิดชอบของข้าพเจ้าได้กล่าวไว้ในวรรค</w:t>
      </w:r>
      <w:r w:rsidR="00224072">
        <w:rPr>
          <w:rFonts w:ascii="Angsana New" w:hAnsi="Angsana New"/>
          <w:sz w:val="30"/>
          <w:szCs w:val="30"/>
        </w:rPr>
        <w:br/>
      </w:r>
      <w:r w:rsidRPr="00443337">
        <w:rPr>
          <w:rFonts w:ascii="Angsana New" w:hAnsi="Angsana New" w:hint="cs"/>
          <w:i/>
          <w:iCs/>
          <w:sz w:val="30"/>
          <w:szCs w:val="30"/>
          <w:cs/>
        </w:rPr>
        <w:t>ความรับผิดชอบของผู้สอบบัญชีต่อการตรวจสอบงบการเงิน</w:t>
      </w:r>
      <w:r w:rsidRPr="00443337">
        <w:rPr>
          <w:rFonts w:ascii="Angsana New" w:hAnsi="Angsana New" w:hint="cs"/>
          <w:sz w:val="30"/>
          <w:szCs w:val="30"/>
          <w:cs/>
        </w:rPr>
        <w:t>ในรายงานของข้าพเจ้า ข้าพเจ้ามีความเป็นอิสระจากบริษัท</w:t>
      </w:r>
      <w:r w:rsidRPr="00443337">
        <w:rPr>
          <w:rFonts w:ascii="Angsana New" w:hAnsi="Angsana New" w:hint="cs"/>
          <w:i/>
          <w:iCs/>
          <w:sz w:val="30"/>
          <w:szCs w:val="30"/>
          <w:cs/>
        </w:rPr>
        <w:t>ตามประมวลจรรยาบรรณของผู้ประกอบวิชาชีพบัญชี รวมถึง มาตรฐานเรื่องความเป็นอิสระ</w:t>
      </w:r>
      <w:r w:rsidRPr="00443337">
        <w:rPr>
          <w:rFonts w:ascii="Angsana New" w:hAnsi="Angsana New" w:hint="cs"/>
          <w:sz w:val="30"/>
          <w:szCs w:val="30"/>
          <w:cs/>
        </w:rPr>
        <w:t xml:space="preserve"> ที่กำหนดโดยสภาวิชาชีพบัญชี (ประมวลจรรยาบรรณของผู้ประกอบวิชาชีพบัญชี)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ตามประมวลจรรยาบรรณของผู้ประกอบวิชาชีพบัญชี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35E83036" w14:textId="77777777" w:rsidR="00D73BE2" w:rsidRPr="00BE144E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  <w:sectPr w:rsidR="00D73BE2" w:rsidRPr="00BE144E" w:rsidSect="00F82E62">
          <w:headerReference w:type="default" r:id="rId15"/>
          <w:footerReference w:type="default" r:id="rId16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p w14:paraId="278E6042" w14:textId="77777777" w:rsidR="00D73BE2" w:rsidRPr="00BE144E" w:rsidRDefault="00D73BE2" w:rsidP="00D73BE2">
      <w:pPr>
        <w:jc w:val="thaiDistribute"/>
        <w:rPr>
          <w:rFonts w:ascii="Angsana New" w:hAnsi="Angsana New"/>
          <w:i/>
          <w:iCs/>
          <w:sz w:val="30"/>
          <w:szCs w:val="30"/>
        </w:rPr>
      </w:pPr>
      <w:r w:rsidRPr="00BE144E">
        <w:rPr>
          <w:rFonts w:ascii="Angsana New" w:hAnsi="Angsana New"/>
          <w:i/>
          <w:iCs/>
          <w:sz w:val="30"/>
          <w:szCs w:val="30"/>
          <w:cs/>
        </w:rPr>
        <w:lastRenderedPageBreak/>
        <w:t>เรื่องสำคัญในการตรวจสอบ</w:t>
      </w:r>
    </w:p>
    <w:p w14:paraId="1C0F993F" w14:textId="77777777" w:rsidR="00D73BE2" w:rsidRPr="00BF780D" w:rsidRDefault="00D73BE2" w:rsidP="00D73BE2">
      <w:pPr>
        <w:jc w:val="thaiDistribute"/>
        <w:rPr>
          <w:rFonts w:ascii="Angsana New" w:eastAsia="Calibri" w:hAnsi="Angsana New"/>
          <w:sz w:val="24"/>
          <w:szCs w:val="24"/>
        </w:rPr>
      </w:pPr>
    </w:p>
    <w:p w14:paraId="1D76D47D" w14:textId="134F8D61" w:rsidR="00D73BE2" w:rsidRPr="00BE144E" w:rsidRDefault="00D73BE2" w:rsidP="00D73BE2">
      <w:pPr>
        <w:jc w:val="thaiDistribute"/>
        <w:rPr>
          <w:rFonts w:ascii="Angsana New" w:eastAsia="Calibri" w:hAnsi="Angsana New"/>
          <w:sz w:val="30"/>
          <w:szCs w:val="30"/>
        </w:rPr>
      </w:pPr>
      <w:r w:rsidRPr="00BE144E">
        <w:rPr>
          <w:rFonts w:ascii="Angsana New" w:eastAsia="Calibri" w:hAnsi="Angsana New"/>
          <w:sz w:val="30"/>
          <w:szCs w:val="30"/>
          <w:cs/>
        </w:rPr>
        <w:t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</w:t>
      </w:r>
      <w:r w:rsidR="00AB7D6A">
        <w:rPr>
          <w:rFonts w:ascii="Angsana New" w:eastAsia="Calibri" w:hAnsi="Angsana New"/>
          <w:sz w:val="30"/>
          <w:szCs w:val="30"/>
        </w:rPr>
        <w:br/>
      </w:r>
      <w:r w:rsidRPr="00BE144E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สำหรับงวด</w:t>
      </w:r>
      <w:r w:rsidRPr="00BE144E">
        <w:rPr>
          <w:rFonts w:ascii="Angsana New" w:eastAsia="Calibri" w:hAnsi="Angsana New"/>
          <w:spacing w:val="16"/>
          <w:sz w:val="30"/>
          <w:szCs w:val="30"/>
          <w:cs/>
        </w:rPr>
        <w:t>ปัจจุบัน ข้าพเจ้าได้นำเรื่องเหล่านี้มาพิจารณาในบริบทของ</w:t>
      </w:r>
      <w:r w:rsidRPr="00BE144E">
        <w:rPr>
          <w:rFonts w:ascii="Angsana New" w:eastAsia="Calibri" w:hAnsi="Angsana New"/>
          <w:sz w:val="30"/>
          <w:szCs w:val="30"/>
          <w:cs/>
        </w:rPr>
        <w:t>การตรวจสอบงบการเงิน</w:t>
      </w:r>
      <w:r w:rsidRPr="00BE144E">
        <w:rPr>
          <w:rFonts w:ascii="Angsana New" w:hAnsi="Angsana New"/>
          <w:sz w:val="30"/>
          <w:szCs w:val="30"/>
          <w:cs/>
        </w:rPr>
        <w:t>รวมและงบการเงินเฉพาะกิจการ</w:t>
      </w:r>
      <w:r w:rsidRPr="00BE144E">
        <w:rPr>
          <w:rFonts w:ascii="Angsana New" w:eastAsia="Calibri" w:hAnsi="Angsana New"/>
          <w:sz w:val="30"/>
          <w:szCs w:val="30"/>
          <w:cs/>
        </w:rPr>
        <w:t>โดยรวมและในการแสดงความเห็นของ</w:t>
      </w:r>
      <w:r w:rsidRPr="00BE144E">
        <w:rPr>
          <w:rFonts w:ascii="Angsana New" w:hAnsi="Angsana New"/>
          <w:sz w:val="30"/>
          <w:szCs w:val="30"/>
          <w:cs/>
        </w:rPr>
        <w:t>ข้าพเจ้า</w:t>
      </w:r>
      <w:r w:rsidRPr="00BE144E">
        <w:rPr>
          <w:rFonts w:ascii="Angsana New" w:eastAsia="Calibri" w:hAnsi="Angsana New"/>
          <w:sz w:val="30"/>
          <w:szCs w:val="30"/>
          <w:cs/>
        </w:rPr>
        <w:t xml:space="preserve"> </w:t>
      </w:r>
      <w:r w:rsidR="00AB7D6A">
        <w:rPr>
          <w:rFonts w:ascii="Angsana New" w:eastAsia="Calibri" w:hAnsi="Angsana New"/>
          <w:sz w:val="30"/>
          <w:szCs w:val="30"/>
        </w:rPr>
        <w:br/>
      </w:r>
      <w:r w:rsidRPr="00BE144E">
        <w:rPr>
          <w:rFonts w:ascii="Angsana New" w:eastAsia="Calibri" w:hAnsi="Angsana New"/>
          <w:sz w:val="30"/>
          <w:szCs w:val="30"/>
          <w:cs/>
        </w:rPr>
        <w:t>ทั้งนี้</w:t>
      </w:r>
      <w:r w:rsidR="00AB7D6A">
        <w:rPr>
          <w:rFonts w:ascii="Angsana New" w:eastAsia="Calibri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ข้าพเจ้า</w:t>
      </w:r>
      <w:r w:rsidRPr="00BE144E">
        <w:rPr>
          <w:rFonts w:ascii="Angsana New" w:eastAsia="Calibri" w:hAnsi="Angsana New"/>
          <w:sz w:val="30"/>
          <w:szCs w:val="30"/>
          <w:cs/>
        </w:rPr>
        <w:t>ไม่ได้แสดงความเห็นแยกต่างหากสำหรับเรื่องเหล่านี้</w:t>
      </w:r>
    </w:p>
    <w:p w14:paraId="72C287A3" w14:textId="77777777" w:rsidR="00D73BE2" w:rsidRPr="00BF780D" w:rsidRDefault="00D73BE2" w:rsidP="00D73BE2">
      <w:pPr>
        <w:jc w:val="thaiDistribute"/>
        <w:rPr>
          <w:rFonts w:ascii="Angsana New" w:eastAsia="Calibri" w:hAnsi="Angsana New"/>
          <w:sz w:val="24"/>
          <w:szCs w:val="24"/>
        </w:rPr>
      </w:pPr>
    </w:p>
    <w:tbl>
      <w:tblPr>
        <w:tblW w:w="972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950"/>
      </w:tblGrid>
      <w:tr w:rsidR="00D73BE2" w:rsidRPr="00055B32" w14:paraId="77DFEBE4" w14:textId="77777777" w:rsidTr="006004A7">
        <w:tc>
          <w:tcPr>
            <w:tcW w:w="9720" w:type="dxa"/>
            <w:gridSpan w:val="2"/>
            <w:shd w:val="clear" w:color="auto" w:fill="auto"/>
          </w:tcPr>
          <w:p w14:paraId="2BDA7C51" w14:textId="7CB04104" w:rsidR="00D73BE2" w:rsidRPr="00055B32" w:rsidRDefault="00D73BE2" w:rsidP="003D58B5">
            <w:pPr>
              <w:pStyle w:val="BodyText"/>
              <w:spacing w:after="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</w:t>
            </w:r>
            <w:r w:rsidR="003D58B5" w:rsidRPr="00055B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ทดสอบ</w:t>
            </w: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การด้อยค่าของค่าความนิยม</w:t>
            </w:r>
          </w:p>
        </w:tc>
      </w:tr>
      <w:tr w:rsidR="00D73BE2" w:rsidRPr="00055B32" w14:paraId="3D7CE246" w14:textId="77777777" w:rsidTr="006004A7">
        <w:tc>
          <w:tcPr>
            <w:tcW w:w="9720" w:type="dxa"/>
            <w:gridSpan w:val="2"/>
            <w:shd w:val="clear" w:color="auto" w:fill="auto"/>
          </w:tcPr>
          <w:p w14:paraId="64697A12" w14:textId="45A226D4" w:rsidR="00D73BE2" w:rsidRPr="00055B32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="00C45923" w:rsidRPr="00055B32">
              <w:rPr>
                <w:rFonts w:ascii="Angsana New" w:hAnsi="Angsana New" w:hint="cs"/>
                <w:sz w:val="30"/>
                <w:szCs w:val="30"/>
                <w:cs/>
              </w:rPr>
              <w:t>ประกอบงบการเงิน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 xml:space="preserve">ข้อ </w:t>
            </w:r>
            <w:r w:rsidR="00C45923" w:rsidRPr="00055B32">
              <w:rPr>
                <w:rFonts w:ascii="Angsana New" w:hAnsi="Angsana New"/>
                <w:sz w:val="30"/>
                <w:szCs w:val="30"/>
              </w:rPr>
              <w:t>3</w:t>
            </w:r>
            <w:r w:rsidR="00F61DAE">
              <w:rPr>
                <w:rFonts w:ascii="Angsana New" w:hAnsi="Angsana New" w:hint="cs"/>
                <w:sz w:val="30"/>
                <w:szCs w:val="30"/>
                <w:cs/>
              </w:rPr>
              <w:t>ฐ และ</w:t>
            </w:r>
            <w:r w:rsidRPr="00055B32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="0058262D" w:rsidRPr="00055B32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D73BE2" w:rsidRPr="00055B32" w14:paraId="18CCA61E" w14:textId="77777777" w:rsidTr="006004A7">
        <w:tc>
          <w:tcPr>
            <w:tcW w:w="4770" w:type="dxa"/>
            <w:shd w:val="clear" w:color="auto" w:fill="auto"/>
          </w:tcPr>
          <w:p w14:paraId="7B017A2F" w14:textId="77777777" w:rsidR="00D73BE2" w:rsidRPr="00055B32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14:paraId="02B9465A" w14:textId="77777777" w:rsidR="00D73BE2" w:rsidRPr="00055B32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D73BE2" w:rsidRPr="00055B32" w14:paraId="7AE4E22A" w14:textId="77777777" w:rsidTr="001B5EA5">
        <w:trPr>
          <w:trHeight w:val="4069"/>
        </w:trPr>
        <w:tc>
          <w:tcPr>
            <w:tcW w:w="4770" w:type="dxa"/>
            <w:shd w:val="clear" w:color="auto" w:fill="auto"/>
          </w:tcPr>
          <w:p w14:paraId="10436A01" w14:textId="576EFCC5" w:rsidR="00D73BE2" w:rsidRPr="00055B32" w:rsidRDefault="00D547A2" w:rsidP="00D547A2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ความเสี่ยงจากการด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เนินธุรกิจ ทั้งจากปัจจัยภายในและภายนอกกิจการ ท</w:t>
            </w:r>
            <w:r w:rsidR="008A1E7A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ให้ผู้บริหารให้ความส</w:t>
            </w:r>
            <w:r w:rsidR="00E375A1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คัญกับการทดสอบการด้อยค่าของค่าความนิยมที่ได้มาจากการซื้อธุรกิจ โดยเฉพาะจากธุรกิจในต่างประเทศ ประกอบกับมาตรฐานการรายงานทางการเงินก</w:t>
            </w:r>
            <w:r w:rsidR="00E375A1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หนดให้กลุ่มบริษัทต้องทดสอบการด้อยค่าของค่าความนิยมซึ่งเกิดจากการซื้อธุรกิจเป็นประจ</w:t>
            </w:r>
            <w:r w:rsidR="00E15C77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ทุกปี หรือหากมีข้อบ่งชี้ของการด้อยค่า ซึ่งเรื่องดังกล่าวใช้ดุลยพินิจและการประมาณการของผู้บริหารในการวัดมูลค่าที่คาดว่าจะได้รับคืนของหน่วยสินทรัพย์ที่ก่อให้เกิดเงินสด ดังนั้น ข้าพเจ้าจึงเห็นว่าเรื่องดังกล่าวเป็นเรื่องที่ส</w:t>
            </w:r>
            <w:r w:rsidR="0085534E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คัญในการตรวจสอบ</w:t>
            </w:r>
            <w:r w:rsidR="00753DA5" w:rsidRPr="00055B3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4950" w:type="dxa"/>
            <w:shd w:val="clear" w:color="auto" w:fill="auto"/>
          </w:tcPr>
          <w:p w14:paraId="05467159" w14:textId="10219959" w:rsidR="00D73BE2" w:rsidRPr="00055B32" w:rsidRDefault="00D73BE2" w:rsidP="00A43B8A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610FE8FE" w14:textId="5907ABCD" w:rsidR="00D73BE2" w:rsidRPr="00055B32" w:rsidRDefault="00D73BE2" w:rsidP="007D2CCB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250" w:hanging="25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ทำความเข้าใจ</w:t>
            </w:r>
            <w:r w:rsidR="007D2CCB" w:rsidRPr="00055B32">
              <w:rPr>
                <w:rFonts w:ascii="Angsana New" w:hAnsi="Angsana New"/>
                <w:sz w:val="30"/>
                <w:szCs w:val="30"/>
                <w:cs/>
              </w:rPr>
              <w:t>แผนการด</w:t>
            </w:r>
            <w:r w:rsidR="007D2CCB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7D2CCB" w:rsidRPr="00055B32">
              <w:rPr>
                <w:rFonts w:ascii="Angsana New" w:hAnsi="Angsana New"/>
                <w:sz w:val="30"/>
                <w:szCs w:val="30"/>
                <w:cs/>
              </w:rPr>
              <w:t>เนินงาน การระบุหน่วยสินทรัพย์ที่ก่อให้เกิดเงินสด กระบวนการทดสอบการด้อยค่าและการค</w:t>
            </w:r>
            <w:r w:rsidR="008A7652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7D2CCB" w:rsidRPr="00055B32">
              <w:rPr>
                <w:rFonts w:ascii="Angsana New" w:hAnsi="Angsana New"/>
                <w:sz w:val="30"/>
                <w:szCs w:val="30"/>
                <w:cs/>
              </w:rPr>
              <w:t>นวณมูลค่าที่คาดว่าจะได้รับคืนที่จัดท</w:t>
            </w:r>
            <w:r w:rsidR="008A7652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7D2CCB" w:rsidRPr="00055B32">
              <w:rPr>
                <w:rFonts w:ascii="Angsana New" w:hAnsi="Angsana New"/>
                <w:sz w:val="30"/>
                <w:szCs w:val="30"/>
                <w:cs/>
              </w:rPr>
              <w:t xml:space="preserve"> โดยผู้บริหาร</w:t>
            </w:r>
          </w:p>
          <w:p w14:paraId="6869C30D" w14:textId="4196BDCB" w:rsidR="00840325" w:rsidRPr="00055B32" w:rsidRDefault="00840325" w:rsidP="00840325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250" w:hanging="25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ประเมิน</w:t>
            </w:r>
            <w:r w:rsidR="00D73BE2" w:rsidRPr="00055B32">
              <w:rPr>
                <w:rFonts w:ascii="Angsana New" w:hAnsi="Angsana New"/>
                <w:sz w:val="30"/>
                <w:szCs w:val="30"/>
                <w:cs/>
              </w:rPr>
              <w:t>ความเหมาะสม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ในการระบุหน่วยสินทรัพย์ที่ก่อให้เกิดเงินสดที่เกี่ยวข้องกับค่าความนิยมของผู้บริหาร รวมถึงประเมินความสมเหตุสมผลของข้อสมมติที่ส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คัญที่ใช้ในการประมาณการกระแสเงินสดที่จะได้รับในอนาคตคิดลดเป็นมูลค่าปัจจุบัน และพิจารณาความสมเหตุสมผลของประมาณการผลการด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เนินงานโดยเปรียบเทียบการประมาณการในอดีตกับผลการด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เนินงานที่เกิดขึ้นจริง</w:t>
            </w:r>
          </w:p>
          <w:p w14:paraId="295F3C47" w14:textId="6A5906C5" w:rsidR="003D0AAD" w:rsidRPr="00055B32" w:rsidRDefault="00D73BE2" w:rsidP="003D0AAD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250" w:hanging="25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ประเมินความเหมาะสมของ</w:t>
            </w:r>
            <w:r w:rsidR="003D0AAD" w:rsidRPr="00055B32">
              <w:rPr>
                <w:rFonts w:ascii="Angsana New" w:hAnsi="Angsana New"/>
                <w:sz w:val="30"/>
                <w:szCs w:val="30"/>
                <w:cs/>
              </w:rPr>
              <w:t>แบบจ</w:t>
            </w:r>
            <w:r w:rsidR="003D0AAD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3D0AAD" w:rsidRPr="00055B32">
              <w:rPr>
                <w:rFonts w:ascii="Angsana New" w:hAnsi="Angsana New"/>
                <w:sz w:val="30"/>
                <w:szCs w:val="30"/>
                <w:cs/>
              </w:rPr>
              <w:t>ลองการวัดมูลค่าและทดสอบความถูกต้องของการค</w:t>
            </w:r>
            <w:r w:rsidR="003D0AAD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3D0AAD" w:rsidRPr="00055B32">
              <w:rPr>
                <w:rFonts w:ascii="Angsana New" w:hAnsi="Angsana New"/>
                <w:sz w:val="30"/>
                <w:szCs w:val="30"/>
                <w:cs/>
              </w:rPr>
              <w:t>นวณมูลค่าที่คาดว่าจะได้รับคืนและการด้อยค่า</w:t>
            </w:r>
          </w:p>
          <w:p w14:paraId="7295A23C" w14:textId="77777777" w:rsidR="008355C9" w:rsidRDefault="00F5243E" w:rsidP="00F5243E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250" w:hanging="25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พิจารณา</w:t>
            </w:r>
            <w:r w:rsidR="00D73BE2" w:rsidRPr="00055B32">
              <w:rPr>
                <w:rFonts w:ascii="Angsana New" w:hAnsi="Angsana New"/>
                <w:sz w:val="30"/>
                <w:szCs w:val="30"/>
                <w:cs/>
              </w:rPr>
              <w:t>ความเพียงพอของการเปิดเผยข้อมูลตามมาตรฐานการรายงานทางการเงิน</w:t>
            </w:r>
          </w:p>
          <w:p w14:paraId="61A156FA" w14:textId="77777777" w:rsidR="00E13872" w:rsidRDefault="00E13872" w:rsidP="00E13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72F04BF" w14:textId="77777777" w:rsidR="00E13872" w:rsidRDefault="00E13872" w:rsidP="00E13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5BFCA210" w14:textId="77777777" w:rsidR="00E13872" w:rsidRDefault="00E13872" w:rsidP="00E13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  <w:p w14:paraId="6DE81119" w14:textId="11D60EA6" w:rsidR="00E13872" w:rsidRPr="00E13872" w:rsidRDefault="00E13872" w:rsidP="00E1387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52063" w:rsidRPr="00055B32" w14:paraId="09B3254D" w14:textId="77777777" w:rsidTr="00F75803">
        <w:trPr>
          <w:trHeight w:val="440"/>
        </w:trPr>
        <w:tc>
          <w:tcPr>
            <w:tcW w:w="9720" w:type="dxa"/>
            <w:gridSpan w:val="2"/>
            <w:shd w:val="clear" w:color="auto" w:fill="auto"/>
          </w:tcPr>
          <w:p w14:paraId="6A2E34F9" w14:textId="4BF03A17" w:rsidR="00152063" w:rsidRPr="00055B32" w:rsidRDefault="00152063" w:rsidP="00A637D9">
            <w:pPr>
              <w:pStyle w:val="BodyText"/>
              <w:spacing w:after="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การซื้</w:t>
            </w:r>
            <w:r w:rsidR="001B5EA5" w:rsidRPr="00055B3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อธุรกิจ</w:t>
            </w:r>
          </w:p>
        </w:tc>
      </w:tr>
      <w:tr w:rsidR="00152063" w:rsidRPr="00055B32" w14:paraId="0A1DDEFC" w14:textId="77777777" w:rsidTr="00F75803">
        <w:tc>
          <w:tcPr>
            <w:tcW w:w="9720" w:type="dxa"/>
            <w:gridSpan w:val="2"/>
            <w:shd w:val="clear" w:color="auto" w:fill="auto"/>
          </w:tcPr>
          <w:p w14:paraId="38AAC394" w14:textId="71A25E77" w:rsidR="00152063" w:rsidRPr="00055B32" w:rsidRDefault="00152063" w:rsidP="00F7580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/>
                <w:sz w:val="30"/>
                <w:szCs w:val="30"/>
                <w:cs/>
              </w:rPr>
              <w:t>อ้างถึงหมายเหตุ</w:t>
            </w:r>
            <w:r w:rsidR="00BD3FA4" w:rsidRPr="00055B32">
              <w:rPr>
                <w:rFonts w:ascii="Angsana New" w:hAnsi="Angsana New" w:hint="cs"/>
                <w:sz w:val="30"/>
                <w:szCs w:val="30"/>
                <w:cs/>
              </w:rPr>
              <w:t>ประกอบงบการเงิน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 xml:space="preserve">ข้อ </w:t>
            </w:r>
            <w:r w:rsidR="00791353" w:rsidRPr="00055B32">
              <w:rPr>
                <w:rFonts w:ascii="Angsana New" w:hAnsi="Angsana New"/>
                <w:sz w:val="30"/>
                <w:szCs w:val="30"/>
              </w:rPr>
              <w:t>3</w:t>
            </w:r>
            <w:r w:rsidR="00F61DAE">
              <w:rPr>
                <w:rFonts w:ascii="Angsana New" w:hAnsi="Angsana New" w:hint="cs"/>
                <w:sz w:val="30"/>
                <w:szCs w:val="30"/>
                <w:cs/>
              </w:rPr>
              <w:t>ก</w:t>
            </w:r>
            <w:r w:rsidR="00E35197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E96565" w:rsidRPr="00055B32"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 w:rsidR="00046FFC" w:rsidRPr="00055B32">
              <w:rPr>
                <w:rFonts w:ascii="Angsana New" w:hAnsi="Angsana New"/>
                <w:sz w:val="30"/>
                <w:szCs w:val="30"/>
              </w:rPr>
              <w:t>9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</w:tr>
      <w:tr w:rsidR="00152063" w:rsidRPr="00055B32" w14:paraId="2CEA3DA5" w14:textId="77777777" w:rsidTr="00F75803">
        <w:tc>
          <w:tcPr>
            <w:tcW w:w="4770" w:type="dxa"/>
            <w:shd w:val="clear" w:color="auto" w:fill="auto"/>
          </w:tcPr>
          <w:p w14:paraId="37001156" w14:textId="77777777" w:rsidR="00152063" w:rsidRPr="00055B32" w:rsidRDefault="00152063" w:rsidP="00F7580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เรื่องสำคัญในการตรวจสอบ</w:t>
            </w:r>
          </w:p>
        </w:tc>
        <w:tc>
          <w:tcPr>
            <w:tcW w:w="4950" w:type="dxa"/>
            <w:shd w:val="clear" w:color="auto" w:fill="auto"/>
          </w:tcPr>
          <w:p w14:paraId="18A5D507" w14:textId="77777777" w:rsidR="00152063" w:rsidRPr="00055B32" w:rsidRDefault="00152063" w:rsidP="00F7580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55B3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ได้ตรวจสอบเรื่องดังกล่าวอย่างไร</w:t>
            </w:r>
          </w:p>
        </w:tc>
      </w:tr>
      <w:tr w:rsidR="00152063" w:rsidRPr="00F21028" w14:paraId="77EAB14B" w14:textId="77777777" w:rsidTr="00F75803">
        <w:tc>
          <w:tcPr>
            <w:tcW w:w="4770" w:type="dxa"/>
            <w:shd w:val="clear" w:color="auto" w:fill="auto"/>
          </w:tcPr>
          <w:p w14:paraId="56887ED4" w14:textId="51F3CB8E" w:rsidR="0032030F" w:rsidRDefault="00152063" w:rsidP="00FB61FB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</w:pPr>
            <w:r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 xml:space="preserve">เมื่อวันที่ </w:t>
            </w:r>
            <w:r w:rsidR="0083563A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>20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lang w:eastAsia="en-GB"/>
              </w:rPr>
              <w:t xml:space="preserve"> </w:t>
            </w:r>
            <w:r w:rsidR="0083563A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ธันวาคม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 xml:space="preserve"> 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lang w:eastAsia="en-GB"/>
              </w:rPr>
              <w:t>256</w:t>
            </w:r>
            <w:r w:rsidR="0083563A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>5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lang w:eastAsia="en-GB"/>
              </w:rPr>
              <w:t xml:space="preserve"> </w:t>
            </w:r>
            <w:r w:rsidRPr="00055B32">
              <w:rPr>
                <w:rFonts w:ascii="Angsana New" w:hAnsi="Angsana New"/>
                <w:spacing w:val="-4"/>
                <w:sz w:val="30"/>
                <w:szCs w:val="30"/>
                <w:cs/>
                <w:lang w:eastAsia="en-GB"/>
              </w:rPr>
              <w:t>บริษัทย่อยทางอ้อ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มของบริษัท</w:t>
            </w:r>
            <w:r w:rsidRPr="00055B32">
              <w:rPr>
                <w:rFonts w:ascii="Angsana New" w:hAnsi="Angsana New"/>
                <w:spacing w:val="-4"/>
                <w:sz w:val="30"/>
                <w:szCs w:val="30"/>
                <w:cs/>
                <w:lang w:eastAsia="en-GB"/>
              </w:rPr>
              <w:t>ได้เข้าซื้อหุ้นสามัญของ</w:t>
            </w:r>
            <w:r w:rsidR="0083563A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กลุ่มบริษัทใน</w:t>
            </w:r>
            <w:r w:rsidR="00263B74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ต่าง</w:t>
            </w:r>
            <w:r w:rsidR="0083563A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ประเทศแห่งหนึ่งเพื่อเข้า</w:t>
            </w:r>
            <w:r w:rsidR="008E6F63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ร่วมดำเนินงานธุรกิจด้านพลังงานในภูมิภาคเอเชีย</w:t>
            </w:r>
            <w:r w:rsidR="00263B74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ตะวันออกเฉียงใต้ และเครือรัฐออสเตรเลีย</w:t>
            </w:r>
            <w:r w:rsidR="00262BEB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 xml:space="preserve"> 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กลุ่มบริษัทได้แต่งตั้งผู้ประเมิน</w:t>
            </w:r>
            <w:r w:rsidR="00C65D1E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ราคา</w:t>
            </w:r>
            <w:r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อิสระเพื่อทำการประเมินมูลค่ายุติธรรมของสินทรัพย์</w:t>
            </w:r>
            <w:r w:rsidR="003D50FC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ที่ได้มา</w:t>
            </w:r>
            <w:r w:rsidR="009B1406" w:rsidRPr="00055B32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ที่ระบุได้และหนี้สินที่รับมาจากการซื้อธุรกิจ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 xml:space="preserve"> 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cs/>
                <w:lang w:eastAsia="en-GB"/>
              </w:rPr>
              <w:t>โดยใน</w:t>
            </w:r>
            <w:r w:rsidR="00F61DAE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 xml:space="preserve">ไตรมาสที่ </w:t>
            </w:r>
            <w:r w:rsidR="00F61DAE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 xml:space="preserve">4 </w:t>
            </w:r>
            <w:r w:rsidR="00F61DAE">
              <w:rPr>
                <w:rFonts w:ascii="Angsana New" w:hAnsi="Angsana New" w:hint="cs"/>
                <w:spacing w:val="-4"/>
                <w:sz w:val="30"/>
                <w:szCs w:val="30"/>
                <w:cs/>
                <w:lang w:eastAsia="en-GB"/>
              </w:rPr>
              <w:t>ของ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cs/>
                <w:lang w:eastAsia="en-GB"/>
              </w:rPr>
              <w:t xml:space="preserve">ปี 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>256</w:t>
            </w:r>
            <w:r w:rsidR="00B1015E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>6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cs/>
                <w:lang w:eastAsia="en-GB"/>
              </w:rPr>
              <w:t xml:space="preserve"> การประเมินมูลค่ายุติธรรมได้เสร็จสิ้นแล้ว จึงได้มีการปรับปรุงมูลค่ายุติธรรมของรายการดังกล่าว</w:t>
            </w:r>
            <w:r w:rsidR="00C65F1C" w:rsidRPr="00055B32">
              <w:rPr>
                <w:rFonts w:ascii="Angsana New" w:hAnsi="Angsana New"/>
                <w:spacing w:val="-4"/>
                <w:sz w:val="30"/>
                <w:szCs w:val="30"/>
                <w:lang w:eastAsia="en-GB"/>
              </w:rPr>
              <w:t xml:space="preserve"> </w:t>
            </w:r>
          </w:p>
          <w:p w14:paraId="3EDAA3BC" w14:textId="3BE6F120" w:rsidR="00FB61FB" w:rsidRDefault="00FB61FB" w:rsidP="00FB61FB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i/>
                <w:iCs/>
                <w:color w:val="C00000"/>
                <w:sz w:val="30"/>
                <w:szCs w:val="30"/>
              </w:rPr>
            </w:pPr>
          </w:p>
          <w:p w14:paraId="25BD3E3B" w14:textId="78454727" w:rsidR="00F0628E" w:rsidRPr="00F0628E" w:rsidRDefault="00F0628E" w:rsidP="00FB61FB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การบันทึกบัญชีตามวิธีซื้อสำหรับการรวมธุรกิจมีความซับซ้อน ซึ่งกำหนดให้กลุ่มบริษัทต้องทำการประเมินมูลค่ายุติธรรมของสินทรัพย์และหนี้สินที่ได้มา รวมถึงสิ่งตอบแทนในการซื้อโดยผลแตกต่าง</w:t>
            </w:r>
            <w:r w:rsidR="003F071C">
              <w:rPr>
                <w:rFonts w:ascii="Angsana New" w:hAnsi="Angsana New" w:hint="cs"/>
                <w:sz w:val="30"/>
                <w:szCs w:val="30"/>
                <w:cs/>
              </w:rPr>
              <w:t>ได้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ถูกบันทึกเป็น</w:t>
            </w:r>
            <w:r>
              <w:rPr>
                <w:rFonts w:ascii="Angsana New" w:hAnsi="Angsana New"/>
                <w:sz w:val="30"/>
                <w:szCs w:val="30"/>
                <w:cs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ค่าความนิยม</w:t>
            </w:r>
          </w:p>
          <w:p w14:paraId="409AF824" w14:textId="77777777" w:rsidR="00F0628E" w:rsidRPr="00F61DAE" w:rsidRDefault="00F0628E" w:rsidP="00FB61FB">
            <w:pPr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i/>
                <w:iCs/>
                <w:color w:val="C00000"/>
                <w:sz w:val="30"/>
                <w:szCs w:val="30"/>
              </w:rPr>
            </w:pPr>
          </w:p>
          <w:p w14:paraId="7F8A7627" w14:textId="4D766D8C" w:rsidR="00152063" w:rsidRPr="00055B32" w:rsidRDefault="00596D5A" w:rsidP="00596D5A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ข้า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พเจ้าได้พิจารณาเรื่องนี้เป็นเรื่องส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คัญในกา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ร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ตรวจสอบเนื่องจากการซื้อธุรกิจดังกล่าวมีจ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นวนเงินที่มีสาระส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ัญและการระบุและวัดมูลค่ายุติธรรมของสินทรัพย์ที่ได้มาและหนี้สินที่รับมาเป็นเรื่องที่ต้องใช้ดุลยพินิจอย่างมีนัยส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ำ</w:t>
            </w:r>
            <w:r w:rsidRPr="00055B32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คัญ</w:t>
            </w:r>
          </w:p>
        </w:tc>
        <w:tc>
          <w:tcPr>
            <w:tcW w:w="4950" w:type="dxa"/>
            <w:shd w:val="clear" w:color="auto" w:fill="auto"/>
          </w:tcPr>
          <w:p w14:paraId="7DE3A5BC" w14:textId="6BF7A4C2" w:rsidR="00152063" w:rsidRPr="00055B32" w:rsidRDefault="00152063" w:rsidP="00F75803">
            <w:pPr>
              <w:autoSpaceDE w:val="0"/>
              <w:autoSpaceDN w:val="0"/>
              <w:adjustRightInd w:val="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วิธีการตรวจสอบของข้าพเจ้ารวมถึง</w:t>
            </w:r>
          </w:p>
          <w:p w14:paraId="62BD0BCE" w14:textId="77777777" w:rsidR="0047593C" w:rsidRPr="00055B32" w:rsidRDefault="00152063" w:rsidP="0047593C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อ่านสัญญาซื้อขายธุรกิจ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ตลอดจนสอบถามผู้บริหารเพื่อท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ความเข้าใจถึงข้อก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หนดและเงื่อนไขที่ส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คั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>ญ</w:t>
            </w:r>
          </w:p>
          <w:p w14:paraId="215A08F9" w14:textId="13831873" w:rsidR="00152063" w:rsidRPr="00055B32" w:rsidRDefault="00152063" w:rsidP="0047593C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ประเมินความเหมาะสมของการระบุสินทรัพย์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ที่ได้มาและหนี้สินที่รับมารวมถึงสิ่งตอบแทนในการซื้อซึ่งจัดท</w:t>
            </w:r>
            <w:r w:rsidR="0047593C" w:rsidRPr="00055B32">
              <w:rPr>
                <w:rFonts w:ascii="Angsana New" w:hAnsi="Angsana New" w:hint="cs"/>
                <w:sz w:val="30"/>
                <w:szCs w:val="30"/>
                <w:cs/>
              </w:rPr>
              <w:t>ำ</w:t>
            </w:r>
            <w:r w:rsidR="0047593C" w:rsidRPr="00055B32">
              <w:rPr>
                <w:rFonts w:ascii="Angsana New" w:hAnsi="Angsana New"/>
                <w:sz w:val="30"/>
                <w:szCs w:val="30"/>
                <w:cs/>
              </w:rPr>
              <w:t>โดยผู้ประเมินราคาอิสระ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  <w:p w14:paraId="274DA6BB" w14:textId="34C084F7" w:rsidR="008B2726" w:rsidRPr="00055B32" w:rsidRDefault="008B2726" w:rsidP="008B2726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ประเมินความรู้ความสามารถและความเป็นอิสระของ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br/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ผู้ประเมินราคาอิสระของกลุ่มบริษัท</w:t>
            </w:r>
          </w:p>
          <w:p w14:paraId="0882C035" w14:textId="71AE4706" w:rsidR="00152063" w:rsidRPr="00055B32" w:rsidRDefault="009748F1" w:rsidP="00152063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ใช้</w:t>
            </w:r>
            <w:r w:rsidR="00152063" w:rsidRPr="00055B32">
              <w:rPr>
                <w:rFonts w:ascii="Angsana New" w:hAnsi="Angsana New" w:hint="cs"/>
                <w:sz w:val="30"/>
                <w:szCs w:val="30"/>
                <w:cs/>
              </w:rPr>
              <w:t>ผู้เชี่ยวชาญด้านการประเมินมูลค่า</w:t>
            </w:r>
            <w:r w:rsidR="006854EB" w:rsidRPr="00055B32">
              <w:rPr>
                <w:rFonts w:ascii="Angsana New" w:hAnsi="Angsana New" w:hint="cs"/>
                <w:sz w:val="30"/>
                <w:szCs w:val="30"/>
                <w:cs/>
              </w:rPr>
              <w:t xml:space="preserve">ของ </w:t>
            </w:r>
            <w:r w:rsidR="006854EB" w:rsidRPr="00055B32">
              <w:rPr>
                <w:rFonts w:ascii="Angsana New" w:hAnsi="Angsana New"/>
                <w:sz w:val="30"/>
                <w:szCs w:val="30"/>
              </w:rPr>
              <w:t xml:space="preserve">KPMG </w:t>
            </w:r>
            <w:r w:rsidR="00152063" w:rsidRPr="00055B32">
              <w:rPr>
                <w:rFonts w:ascii="Angsana New" w:hAnsi="Angsana New" w:hint="cs"/>
                <w:sz w:val="30"/>
                <w:szCs w:val="30"/>
                <w:cs/>
              </w:rPr>
              <w:t>ในการประเมินความเหมาะสมของค่าตัวแปรทางการเงินที่เป็นตัวกำหนดอัตราคิดลด วิธีการประเมินมูลค่า และ</w:t>
            </w:r>
            <w:r w:rsidR="003F071C">
              <w:rPr>
                <w:rFonts w:ascii="Angsana New" w:hAnsi="Angsana New" w:hint="cs"/>
                <w:sz w:val="30"/>
                <w:szCs w:val="30"/>
                <w:cs/>
              </w:rPr>
              <w:t>ทดสอบ</w:t>
            </w:r>
            <w:r w:rsidR="00152063" w:rsidRPr="00055B32">
              <w:rPr>
                <w:rFonts w:ascii="Angsana New" w:hAnsi="Angsana New" w:hint="cs"/>
                <w:sz w:val="30"/>
                <w:szCs w:val="30"/>
                <w:cs/>
              </w:rPr>
              <w:t>การคำนวณ</w:t>
            </w:r>
          </w:p>
          <w:p w14:paraId="3400D487" w14:textId="762F2470" w:rsidR="009B7BE8" w:rsidRPr="00055B32" w:rsidRDefault="009B7BE8" w:rsidP="009B7BE8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ประเมินความเหมาะสมของข้อสมมติ</w:t>
            </w:r>
            <w:r w:rsidR="00863CA1">
              <w:rPr>
                <w:rFonts w:ascii="Angsana New" w:hAnsi="Angsana New" w:hint="cs"/>
                <w:sz w:val="30"/>
                <w:szCs w:val="30"/>
                <w:cs/>
              </w:rPr>
              <w:t xml:space="preserve">ที่สำคัญในการประมาณมูลค่ายุติธรรม </w:t>
            </w: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โดยอ้างอิงจากข้อมูลทั้งภายในและภายนอก</w:t>
            </w:r>
            <w:r w:rsidR="008047E1">
              <w:rPr>
                <w:rFonts w:ascii="Angsana New" w:hAnsi="Angsana New" w:hint="cs"/>
                <w:sz w:val="30"/>
                <w:szCs w:val="30"/>
                <w:cs/>
              </w:rPr>
              <w:t>และทดสอบการคำนวณ</w:t>
            </w:r>
          </w:p>
          <w:p w14:paraId="1B14616F" w14:textId="09CF9697" w:rsidR="00152063" w:rsidRPr="00055B32" w:rsidRDefault="009748F1" w:rsidP="00152063">
            <w:pPr>
              <w:pStyle w:val="ListParagraph"/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autoSpaceDE w:val="0"/>
              <w:autoSpaceDN w:val="0"/>
              <w:adjustRightInd w:val="0"/>
              <w:spacing w:line="240" w:lineRule="auto"/>
              <w:ind w:left="365" w:hanging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55B32">
              <w:rPr>
                <w:rFonts w:ascii="Angsana New" w:hAnsi="Angsana New" w:hint="cs"/>
                <w:sz w:val="30"/>
                <w:szCs w:val="30"/>
                <w:cs/>
              </w:rPr>
              <w:t>พิจารณา</w:t>
            </w:r>
            <w:r w:rsidRPr="00055B32">
              <w:rPr>
                <w:rFonts w:ascii="Angsana New" w:hAnsi="Angsana New"/>
                <w:sz w:val="30"/>
                <w:szCs w:val="30"/>
                <w:cs/>
              </w:rPr>
              <w:t>ความเพียงพอของการเปิดเผยข้อมูลตามมาตรฐานการรายงานทางการเงิน</w:t>
            </w:r>
          </w:p>
        </w:tc>
      </w:tr>
    </w:tbl>
    <w:p w14:paraId="5823ABE3" w14:textId="67D1988C" w:rsidR="00AB14D9" w:rsidRDefault="00AB14D9" w:rsidP="00907FD3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24"/>
          <w:szCs w:val="24"/>
        </w:rPr>
      </w:pPr>
    </w:p>
    <w:p w14:paraId="6ED615B0" w14:textId="260AF12F" w:rsidR="0033516A" w:rsidRDefault="003351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2"/>
          <w:sz w:val="24"/>
          <w:szCs w:val="24"/>
        </w:rPr>
      </w:pPr>
      <w:r>
        <w:rPr>
          <w:rFonts w:ascii="Angsana New" w:eastAsia="Calibri" w:hAnsi="Angsana New"/>
          <w:spacing w:val="2"/>
          <w:sz w:val="24"/>
          <w:szCs w:val="24"/>
        </w:rPr>
        <w:br w:type="page"/>
      </w:r>
    </w:p>
    <w:p w14:paraId="38C5EDE4" w14:textId="3FF39FBF" w:rsidR="00D73BE2" w:rsidRPr="00BF780D" w:rsidRDefault="00D73BE2" w:rsidP="00D73BE2">
      <w:pPr>
        <w:spacing w:line="240" w:lineRule="auto"/>
        <w:jc w:val="thaiDistribute"/>
        <w:rPr>
          <w:rFonts w:ascii="Angsana New" w:hAnsi="Angsana New"/>
          <w:i/>
          <w:iCs/>
          <w:spacing w:val="2"/>
          <w:sz w:val="30"/>
          <w:szCs w:val="30"/>
        </w:rPr>
      </w:pPr>
      <w:r w:rsidRPr="00BF780D">
        <w:rPr>
          <w:rFonts w:ascii="Angsana New" w:hAnsi="Angsana New"/>
          <w:i/>
          <w:iCs/>
          <w:spacing w:val="2"/>
          <w:sz w:val="30"/>
          <w:szCs w:val="30"/>
          <w:cs/>
        </w:rPr>
        <w:lastRenderedPageBreak/>
        <w:t>ข้อมูลอื่น</w:t>
      </w:r>
    </w:p>
    <w:p w14:paraId="1C4428AF" w14:textId="77777777" w:rsidR="00D73BE2" w:rsidRPr="0033516A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7DD987C7" w14:textId="77777777" w:rsidR="00D73BE2" w:rsidRPr="00BF780D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4"/>
          <w:sz w:val="30"/>
          <w:szCs w:val="30"/>
        </w:rPr>
      </w:pPr>
      <w:r w:rsidRPr="00BF780D">
        <w:rPr>
          <w:rFonts w:ascii="Angsana New" w:eastAsia="Calibri" w:hAnsi="Angsana New"/>
          <w:spacing w:val="4"/>
          <w:sz w:val="30"/>
          <w:szCs w:val="30"/>
          <w:cs/>
        </w:rPr>
        <w:t>ผู้บริหารเป็นผู้รับผิดชอบต่อข้อมูลอื่น</w:t>
      </w:r>
      <w:r w:rsidRPr="00BF780D">
        <w:rPr>
          <w:rFonts w:ascii="Angsana New" w:eastAsia="Calibri" w:hAnsi="Angsana New"/>
          <w:spacing w:val="4"/>
          <w:sz w:val="30"/>
          <w:szCs w:val="30"/>
        </w:rPr>
        <w:t xml:space="preserve"> </w:t>
      </w:r>
      <w:r w:rsidRPr="00BF780D">
        <w:rPr>
          <w:rFonts w:ascii="Angsana New" w:eastAsia="Calibri" w:hAnsi="Angsana New"/>
          <w:spacing w:val="4"/>
          <w:sz w:val="30"/>
          <w:szCs w:val="30"/>
          <w:cs/>
        </w:rPr>
        <w:t>ข้อมูลอื่นประกอบด้วยข้อมูลซึ่งรวมอยู่ในรายงานประจำปี</w:t>
      </w:r>
      <w:r w:rsidRPr="00BF780D">
        <w:rPr>
          <w:rFonts w:ascii="Angsana New" w:eastAsia="Calibri" w:hAnsi="Angsana New"/>
          <w:spacing w:val="4"/>
          <w:sz w:val="30"/>
          <w:szCs w:val="30"/>
        </w:rPr>
        <w:t xml:space="preserve"> </w:t>
      </w:r>
      <w:r w:rsidRPr="00BF780D">
        <w:rPr>
          <w:rFonts w:ascii="Angsana New" w:eastAsia="Calibri" w:hAnsi="Angsana New"/>
          <w:spacing w:val="4"/>
          <w:sz w:val="30"/>
          <w:szCs w:val="30"/>
          <w:cs/>
        </w:rPr>
        <w:t>แต่ไม่รวมถึงงบการเงิน</w:t>
      </w:r>
      <w:r w:rsidRPr="00BF780D">
        <w:rPr>
          <w:rFonts w:ascii="Angsana New" w:hAnsi="Angsana New"/>
          <w:spacing w:val="4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4"/>
          <w:sz w:val="30"/>
          <w:szCs w:val="30"/>
          <w:cs/>
        </w:rPr>
        <w:t>และรายงานของผู้สอบบัญชีที่อยู่ในรายงานนั้น</w:t>
      </w:r>
      <w:r w:rsidRPr="00BF780D">
        <w:rPr>
          <w:rFonts w:ascii="Angsana New" w:eastAsia="Calibri" w:hAnsi="Angsana New"/>
          <w:spacing w:val="4"/>
          <w:sz w:val="30"/>
          <w:szCs w:val="30"/>
        </w:rPr>
        <w:t xml:space="preserve"> </w:t>
      </w:r>
      <w:r w:rsidRPr="00BF780D">
        <w:rPr>
          <w:rFonts w:ascii="Angsana New" w:eastAsia="Calibri" w:hAnsi="Angsana New"/>
          <w:spacing w:val="4"/>
          <w:sz w:val="30"/>
          <w:szCs w:val="30"/>
          <w:cs/>
        </w:rPr>
        <w:t>ซึ่งคาดว่ารายงานประจำปีจะถูกจัดเตรียมให้ข้าพเจ้าภายหลังวันที่ในรายงานของผู้สอบบัญชีนี้</w:t>
      </w:r>
    </w:p>
    <w:p w14:paraId="1D3AE511" w14:textId="77777777" w:rsidR="00D73BE2" w:rsidRPr="0033516A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777275BE" w14:textId="109E4911" w:rsidR="00D73BE2" w:rsidRPr="00BF780D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ความเห็นของข้าพเจ้าต่องบการเงิน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ไม่ครอบคลุมถึงข้อมูลอื่นและข้าพเจ้าไม่ได้ให้</w:t>
      </w:r>
      <w:r w:rsidR="008B7AFC" w:rsidRPr="00BF780D">
        <w:rPr>
          <w:rFonts w:ascii="Angsana New" w:eastAsia="Calibri" w:hAnsi="Angsana New"/>
          <w:spacing w:val="2"/>
          <w:sz w:val="30"/>
          <w:szCs w:val="30"/>
          <w:cs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ความเชื่อมั่นต่อข้อมูลอื่น</w:t>
      </w:r>
    </w:p>
    <w:p w14:paraId="3F3D2A0D" w14:textId="77777777" w:rsidR="00D73BE2" w:rsidRPr="0033516A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36276BB6" w14:textId="77777777" w:rsidR="00D73BE2" w:rsidRPr="00BF780D" w:rsidRDefault="00D73BE2" w:rsidP="00D73BE2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 xml:space="preserve">รวมและงบการเงินเฉพาะกิจการ 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คือการอ่านข้อมูลอื่นตามที่ระบุข้างต้นเมื่อจัดทำแล้ว และพิจารณาว่าข้อมูลอื่นมีความขัดแย้งที่มีสาระสำคัญกับงบการเงิน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BF780D">
        <w:rPr>
          <w:rFonts w:ascii="Angsana New" w:eastAsia="Calibri" w:hAnsi="Angsana New"/>
          <w:spacing w:val="2"/>
          <w:sz w:val="30"/>
          <w:szCs w:val="30"/>
        </w:rPr>
        <w:t xml:space="preserve"> 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215BF478" w14:textId="77777777" w:rsidR="00D73BE2" w:rsidRPr="0033516A" w:rsidRDefault="00D73BE2" w:rsidP="0033516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46511330" w14:textId="2365C567" w:rsidR="00E15514" w:rsidRPr="00BF780D" w:rsidRDefault="00E15514" w:rsidP="00E15514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 w:hint="cs"/>
          <w:spacing w:val="2"/>
          <w:sz w:val="30"/>
          <w:szCs w:val="30"/>
          <w:cs/>
        </w:rPr>
        <w:t xml:space="preserve"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</w:t>
      </w:r>
      <w:r w:rsidR="008B7AFC" w:rsidRPr="00BF780D">
        <w:rPr>
          <w:rFonts w:ascii="Angsana New" w:eastAsia="Calibri" w:hAnsi="Angsana New"/>
          <w:spacing w:val="2"/>
          <w:sz w:val="30"/>
          <w:szCs w:val="30"/>
          <w:cs/>
        </w:rPr>
        <w:br/>
      </w:r>
      <w:r w:rsidRPr="00BF780D">
        <w:rPr>
          <w:rFonts w:ascii="Angsana New" w:eastAsia="Calibri" w:hAnsi="Angsana New" w:hint="cs"/>
          <w:spacing w:val="2"/>
          <w:sz w:val="30"/>
          <w:szCs w:val="30"/>
          <w:cs/>
        </w:rPr>
        <w:t>ข้าพเจ้าต้องสื่อสารเรื่องดังกล่าวกับผู้มีหน้าที่ในการกำกับดูแลและขอให้ทำการแก้ไข</w:t>
      </w:r>
    </w:p>
    <w:p w14:paraId="2593B38C" w14:textId="77777777" w:rsidR="00D73BE2" w:rsidRPr="0033516A" w:rsidRDefault="00D73BE2" w:rsidP="0033516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2E5BC200" w14:textId="13F3F3E8" w:rsidR="00D73BE2" w:rsidRPr="00BF780D" w:rsidRDefault="00D73BE2" w:rsidP="00D73BE2">
      <w:pPr>
        <w:jc w:val="thaiDistribute"/>
        <w:rPr>
          <w:rFonts w:ascii="Angsana New" w:eastAsia="Calibri" w:hAnsi="Angsana New"/>
          <w:i/>
          <w:iCs/>
          <w:spacing w:val="2"/>
          <w:sz w:val="30"/>
          <w:szCs w:val="30"/>
        </w:rPr>
      </w:pPr>
      <w:r w:rsidRPr="00BF780D">
        <w:rPr>
          <w:rFonts w:ascii="Angsana New" w:eastAsia="Calibri" w:hAnsi="Angsana New"/>
          <w:i/>
          <w:iCs/>
          <w:spacing w:val="2"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</w:t>
      </w:r>
      <w:r w:rsidRPr="00BF780D">
        <w:rPr>
          <w:rFonts w:ascii="Angsana New" w:hAnsi="Angsana New"/>
          <w:i/>
          <w:iCs/>
          <w:spacing w:val="2"/>
          <w:sz w:val="30"/>
          <w:szCs w:val="30"/>
          <w:cs/>
        </w:rPr>
        <w:t>รวมและงบการเงินเฉพาะกิจการ</w:t>
      </w:r>
    </w:p>
    <w:p w14:paraId="112E4010" w14:textId="77777777" w:rsidR="00D73BE2" w:rsidRPr="0033516A" w:rsidRDefault="00D73BE2" w:rsidP="0033516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365C52EC" w14:textId="1252CB0D" w:rsidR="00D73BE2" w:rsidRPr="00BF780D" w:rsidRDefault="00D73BE2" w:rsidP="00D73BE2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ผู้บริหารมีหน้าที่รับผิดชอบในการจัดทำและนำเสนองบการเงิน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เหล่านี้โดยถูกต้องตาม</w:t>
      </w:r>
      <w:r w:rsidR="008B7AFC" w:rsidRPr="00BF780D">
        <w:rPr>
          <w:rFonts w:ascii="Angsana New" w:eastAsia="Calibri" w:hAnsi="Angsana New"/>
          <w:spacing w:val="2"/>
          <w:sz w:val="30"/>
          <w:szCs w:val="30"/>
          <w:cs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0EE5E88D" w14:textId="77777777" w:rsidR="00D73BE2" w:rsidRPr="0033516A" w:rsidRDefault="00D73BE2" w:rsidP="0033516A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25172145" w14:textId="102B53F0" w:rsidR="00D73BE2" w:rsidRPr="00BF780D" w:rsidRDefault="00D73BE2" w:rsidP="00D73BE2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ในการจัดทำงบการเงิน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</w:rPr>
        <w:t xml:space="preserve"> 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ผู้บริหารรับผิดชอบในการประเมินความสามารถของกลุ่มบริษัทและบริษัทในการดำเนินงานต่อเนื่อง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และบริษัท หรือหยุดดำเนินงานหรือไม่สามารถดำเนินงานต่อเนื่องต่อไปได้</w:t>
      </w:r>
    </w:p>
    <w:p w14:paraId="036428D0" w14:textId="77777777" w:rsidR="00D73BE2" w:rsidRPr="0033516A" w:rsidRDefault="00D73BE2" w:rsidP="00D73BE2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347E77C0" w14:textId="4E63D04E" w:rsidR="00D73BE2" w:rsidRPr="00BF780D" w:rsidRDefault="00D73BE2" w:rsidP="00D73BE2">
      <w:pPr>
        <w:jc w:val="thaiDistribute"/>
        <w:rPr>
          <w:rFonts w:ascii="Angsana New" w:hAnsi="Angsana New"/>
          <w:spacing w:val="2"/>
          <w:sz w:val="30"/>
          <w:szCs w:val="30"/>
          <w:cs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ผู้มีหน้าที่ในการกำกับดูแลมีหน้าที่ในการ</w:t>
      </w:r>
      <w:r w:rsidR="002B31F0" w:rsidRPr="00BF780D">
        <w:rPr>
          <w:rFonts w:ascii="Angsana New" w:eastAsia="Calibri" w:hAnsi="Angsana New" w:hint="cs"/>
          <w:spacing w:val="2"/>
          <w:sz w:val="30"/>
          <w:szCs w:val="30"/>
          <w:cs/>
        </w:rPr>
        <w:t>กำกับ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ดูแลกระบวนการในการจัดทำรายงานทางการเงินของ</w:t>
      </w:r>
      <w:r w:rsidRPr="00BF780D">
        <w:rPr>
          <w:rFonts w:ascii="Angsana New" w:hAnsi="Angsana New"/>
          <w:spacing w:val="2"/>
          <w:sz w:val="30"/>
          <w:szCs w:val="30"/>
          <w:cs/>
        </w:rPr>
        <w:t>กลุ่มบริษัทและบริษัท</w:t>
      </w:r>
    </w:p>
    <w:p w14:paraId="2A43426A" w14:textId="0712EC5C" w:rsidR="000409ED" w:rsidRPr="0033516A" w:rsidRDefault="000409ED" w:rsidP="0033516A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00F21359" w14:textId="21E06201" w:rsidR="00D73BE2" w:rsidRPr="00BF780D" w:rsidRDefault="00D73BE2" w:rsidP="00D73BE2">
      <w:pPr>
        <w:jc w:val="thaiDistribute"/>
        <w:rPr>
          <w:rFonts w:ascii="Angsana New" w:hAnsi="Angsana New"/>
          <w:i/>
          <w:iCs/>
          <w:spacing w:val="2"/>
          <w:sz w:val="30"/>
          <w:szCs w:val="30"/>
        </w:rPr>
      </w:pPr>
      <w:r w:rsidRPr="00BF780D">
        <w:rPr>
          <w:rFonts w:ascii="Angsana New" w:hAnsi="Angsana New"/>
          <w:i/>
          <w:iCs/>
          <w:spacing w:val="2"/>
          <w:sz w:val="30"/>
          <w:szCs w:val="30"/>
          <w:cs/>
        </w:rPr>
        <w:lastRenderedPageBreak/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61DCEC03" w14:textId="77777777" w:rsidR="00D73BE2" w:rsidRPr="0033516A" w:rsidRDefault="00D73BE2" w:rsidP="0033516A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73570F25" w14:textId="77777777" w:rsidR="00D73BE2" w:rsidRPr="00BF780D" w:rsidRDefault="00D73BE2" w:rsidP="00D73BE2">
      <w:pPr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รวมและงบการเงินเฉพาะกิจการ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</w:t>
      </w:r>
      <w:r w:rsidRPr="00BF780D">
        <w:rPr>
          <w:rFonts w:ascii="Angsana New" w:hAnsi="Angsana New"/>
          <w:spacing w:val="2"/>
          <w:sz w:val="30"/>
          <w:szCs w:val="30"/>
          <w:cs/>
        </w:rPr>
        <w:t>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</w:t>
      </w:r>
    </w:p>
    <w:p w14:paraId="6DED04DC" w14:textId="77777777" w:rsidR="00D73BE2" w:rsidRPr="0033516A" w:rsidRDefault="00D73BE2" w:rsidP="0033516A">
      <w:pPr>
        <w:jc w:val="thaiDistribute"/>
        <w:rPr>
          <w:rFonts w:ascii="Angsana New" w:eastAsia="Calibri" w:hAnsi="Angsana New"/>
          <w:spacing w:val="2"/>
          <w:sz w:val="30"/>
          <w:szCs w:val="30"/>
          <w:cs/>
        </w:rPr>
      </w:pPr>
    </w:p>
    <w:p w14:paraId="38E06708" w14:textId="3B1E1C88" w:rsidR="00D73BE2" w:rsidRPr="00BF780D" w:rsidRDefault="00D73BE2" w:rsidP="00D73BE2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0D395784" w14:textId="49092949" w:rsidR="006D20B2" w:rsidRPr="00BF780D" w:rsidRDefault="006D20B2" w:rsidP="00D73BE2">
      <w:pPr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13DD622B" w14:textId="2562EDD4" w:rsidR="00D73BE2" w:rsidRPr="00BF780D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BF780D">
        <w:rPr>
          <w:rFonts w:ascii="Angsana New" w:hAnsi="Angsana New"/>
          <w:spacing w:val="2"/>
          <w:sz w:val="30"/>
          <w:szCs w:val="30"/>
          <w:cs/>
        </w:rPr>
        <w:t>รวมแล</w:t>
      </w:r>
      <w:r w:rsidR="008B7AFC" w:rsidRPr="00BF780D">
        <w:rPr>
          <w:rFonts w:ascii="Angsana New" w:hAnsi="Angsana New" w:hint="cs"/>
          <w:spacing w:val="2"/>
          <w:sz w:val="30"/>
          <w:szCs w:val="30"/>
          <w:cs/>
        </w:rPr>
        <w:t>ะ</w:t>
      </w:r>
      <w:r w:rsidR="008B7AFC" w:rsidRPr="00BF780D">
        <w:rPr>
          <w:rFonts w:ascii="Angsana New" w:hAnsi="Angsana New"/>
          <w:spacing w:val="2"/>
          <w:sz w:val="30"/>
          <w:szCs w:val="30"/>
          <w:cs/>
        </w:rPr>
        <w:br/>
      </w:r>
      <w:r w:rsidRPr="00BF780D">
        <w:rPr>
          <w:rFonts w:ascii="Angsana New" w:hAnsi="Angsana New"/>
          <w:spacing w:val="2"/>
          <w:sz w:val="30"/>
          <w:szCs w:val="30"/>
          <w:cs/>
        </w:rPr>
        <w:t>งบการเงินเฉพาะกิจการ</w:t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</w:t>
      </w:r>
      <w:r w:rsidR="008B7AFC" w:rsidRPr="00BF780D">
        <w:rPr>
          <w:rFonts w:ascii="Angsana New" w:eastAsia="Calibri" w:hAnsi="Angsana New"/>
          <w:spacing w:val="2"/>
          <w:sz w:val="30"/>
          <w:szCs w:val="30"/>
          <w:cs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</w:t>
      </w:r>
      <w:r w:rsidR="008B7AFC" w:rsidRPr="00BF780D">
        <w:rPr>
          <w:rFonts w:ascii="Angsana New" w:eastAsia="Calibri" w:hAnsi="Angsana New"/>
          <w:spacing w:val="2"/>
          <w:sz w:val="30"/>
          <w:szCs w:val="30"/>
          <w:cs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การทุจริตจะสูงกว่าความเสี่ยงที่เกิดจากข้อผิดพลาดเนื่องจากการทุจริตอาจเกี่ยวกับการสมรู้ร่วมคิด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BF780D">
        <w:rPr>
          <w:rFonts w:ascii="Angsana New" w:hAnsi="Angsana New"/>
          <w:spacing w:val="2"/>
          <w:sz w:val="30"/>
          <w:szCs w:val="30"/>
          <w:cs/>
        </w:rPr>
        <w:t>ายใน</w:t>
      </w:r>
    </w:p>
    <w:p w14:paraId="1654CC6E" w14:textId="7A0B2F07" w:rsidR="001B5EA5" w:rsidRPr="00BF780D" w:rsidRDefault="00D73BE2" w:rsidP="001B5EA5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pacing w:val="2"/>
          <w:sz w:val="30"/>
          <w:szCs w:val="30"/>
          <w:rtl/>
          <w:cs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และ</w:t>
      </w:r>
      <w:r w:rsidRPr="00BF780D">
        <w:rPr>
          <w:rFonts w:ascii="Angsana New" w:hAnsi="Angsana New"/>
          <w:spacing w:val="2"/>
          <w:sz w:val="30"/>
          <w:szCs w:val="30"/>
          <w:cs/>
        </w:rPr>
        <w:t>บริษัท</w:t>
      </w:r>
    </w:p>
    <w:p w14:paraId="73697453" w14:textId="77777777" w:rsidR="00D73BE2" w:rsidRPr="00BF780D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</w:t>
      </w:r>
      <w:r w:rsidRPr="00BF780D">
        <w:rPr>
          <w:rFonts w:ascii="Angsana New" w:hAnsi="Angsana New"/>
          <w:spacing w:val="2"/>
          <w:sz w:val="30"/>
          <w:szCs w:val="30"/>
          <w:cs/>
        </w:rPr>
        <w:t>ผยข้อมูลที่เกี่ยวข้องซึ่งจัดทำขึ้นโดยผู้บริหาร</w:t>
      </w:r>
    </w:p>
    <w:p w14:paraId="2FA08FEF" w14:textId="36599004" w:rsidR="00D73BE2" w:rsidRPr="00BF780D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200" w:line="240" w:lineRule="auto"/>
        <w:ind w:left="567" w:hanging="567"/>
        <w:contextualSpacing/>
        <w:jc w:val="thaiDistribute"/>
        <w:rPr>
          <w:rFonts w:ascii="Angsana New" w:hAnsi="Angsana New"/>
          <w:spacing w:val="4"/>
          <w:sz w:val="30"/>
          <w:szCs w:val="30"/>
        </w:rPr>
      </w:pPr>
      <w:r w:rsidRPr="00BF780D">
        <w:rPr>
          <w:rFonts w:ascii="Angsana New" w:hAnsi="Angsana New"/>
          <w:spacing w:val="4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และ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</w:t>
      </w:r>
      <w:r w:rsidRPr="00BF780D">
        <w:rPr>
          <w:rFonts w:ascii="Angsana New" w:hAnsi="Angsana New"/>
          <w:spacing w:val="4"/>
          <w:sz w:val="30"/>
          <w:szCs w:val="30"/>
          <w:cs/>
        </w:rPr>
        <w:lastRenderedPageBreak/>
        <w:t>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เหตุการณ์หรือสถานการณ์ในอนาคตอาจเป็นเหตุให้กลุ่มบริษัทและบริษัทต้องหยุดการดำเนินงานต่อเนื่อง</w:t>
      </w:r>
    </w:p>
    <w:p w14:paraId="3DBEA05C" w14:textId="3543E1A9" w:rsidR="00D73BE2" w:rsidRPr="00BF780D" w:rsidRDefault="00D73BE2" w:rsidP="0055569F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hAnsi="Angsana New"/>
          <w:spacing w:val="2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</w:t>
      </w:r>
      <w:r w:rsidR="008B7AFC" w:rsidRPr="00BF780D">
        <w:rPr>
          <w:rFonts w:ascii="Angsana New" w:hAnsi="Angsana New"/>
          <w:spacing w:val="2"/>
          <w:sz w:val="30"/>
          <w:szCs w:val="30"/>
          <w:cs/>
        </w:rPr>
        <w:br/>
      </w:r>
      <w:r w:rsidRPr="00BF780D">
        <w:rPr>
          <w:rFonts w:ascii="Angsana New" w:hAnsi="Angsana New"/>
          <w:spacing w:val="2"/>
          <w:sz w:val="30"/>
          <w:szCs w:val="30"/>
          <w:cs/>
        </w:rPr>
        <w:t>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</w:t>
      </w:r>
      <w:r w:rsidR="008B7AFC" w:rsidRPr="00BF780D">
        <w:rPr>
          <w:rFonts w:ascii="Angsana New" w:hAnsi="Angsana New"/>
          <w:spacing w:val="2"/>
          <w:sz w:val="30"/>
          <w:szCs w:val="30"/>
          <w:cs/>
        </w:rPr>
        <w:br/>
      </w:r>
      <w:r w:rsidRPr="00BF780D">
        <w:rPr>
          <w:rFonts w:ascii="Angsana New" w:hAnsi="Angsana New"/>
          <w:spacing w:val="2"/>
          <w:sz w:val="30"/>
          <w:szCs w:val="30"/>
          <w:cs/>
        </w:rPr>
        <w:t>การนำเสนอข้อมูลโดยถูกต้องตามที่ควรหรือไม่</w:t>
      </w:r>
    </w:p>
    <w:p w14:paraId="551ACFC6" w14:textId="77777777" w:rsidR="00D73BE2" w:rsidRPr="0067788B" w:rsidRDefault="00D73BE2" w:rsidP="008B7AFC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contextualSpacing/>
        <w:jc w:val="thaiDistribute"/>
        <w:rPr>
          <w:rFonts w:ascii="Angsana New" w:hAnsi="Angsana New"/>
          <w:spacing w:val="-4"/>
          <w:sz w:val="30"/>
          <w:szCs w:val="30"/>
        </w:rPr>
      </w:pPr>
      <w:r w:rsidRPr="0067788B">
        <w:rPr>
          <w:rFonts w:ascii="Angsana New" w:hAnsi="Angsana New"/>
          <w:spacing w:val="-4"/>
          <w:sz w:val="30"/>
          <w:szCs w:val="30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</w:t>
      </w:r>
      <w:r w:rsidRPr="0067788B">
        <w:rPr>
          <w:rFonts w:ascii="Angsana New" w:hAnsi="Angsana New"/>
          <w:spacing w:val="-4"/>
          <w:sz w:val="30"/>
          <w:szCs w:val="30"/>
        </w:rPr>
        <w:t xml:space="preserve"> </w:t>
      </w:r>
      <w:r w:rsidRPr="0067788B">
        <w:rPr>
          <w:rFonts w:ascii="Angsana New" w:hAnsi="Angsana New"/>
          <w:spacing w:val="-4"/>
          <w:sz w:val="30"/>
          <w:szCs w:val="30"/>
          <w:cs/>
        </w:rPr>
        <w:t>ข้าพเจ้ารับผิดชอบต่อการกำหนดแนวทาง การควบคุมดูแล และการปฏิบัติงานตรวจสอบกลุ่มบริษัท</w:t>
      </w:r>
      <w:r w:rsidRPr="0067788B">
        <w:rPr>
          <w:rFonts w:ascii="Angsana New" w:hAnsi="Angsana New"/>
          <w:spacing w:val="-4"/>
          <w:sz w:val="30"/>
          <w:szCs w:val="30"/>
        </w:rPr>
        <w:t xml:space="preserve"> </w:t>
      </w:r>
      <w:r w:rsidRPr="0067788B">
        <w:rPr>
          <w:rFonts w:ascii="Angsana New" w:hAnsi="Angsana New"/>
          <w:spacing w:val="-4"/>
          <w:sz w:val="30"/>
          <w:szCs w:val="30"/>
          <w:cs/>
        </w:rPr>
        <w:t>ข้าพเจ้าเป็นผู้รับผิดชอบแต่เพียงผู้เดียวต่อความเห็นของข้าพเจ้า</w:t>
      </w:r>
    </w:p>
    <w:p w14:paraId="00A1BD6B" w14:textId="77777777" w:rsidR="00D73BE2" w:rsidRPr="0067788B" w:rsidRDefault="00D73BE2" w:rsidP="00D73BE2">
      <w:pPr>
        <w:pStyle w:val="ListParagraph"/>
        <w:ind w:left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57EC6738" w14:textId="77777777" w:rsidR="00D73BE2" w:rsidRPr="00BF780D" w:rsidRDefault="00D73BE2" w:rsidP="00D73BE2">
      <w:pPr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ข้าพเจ้าได้สื่อสารกับผู้มีหน้าที่ในการกำกับดูแลในเรื่องต่างๆ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</w:t>
      </w:r>
      <w:r w:rsidRPr="00BF780D">
        <w:rPr>
          <w:rFonts w:ascii="Angsana New" w:hAnsi="Angsana New"/>
          <w:spacing w:val="2"/>
          <w:sz w:val="30"/>
          <w:szCs w:val="30"/>
          <w:cs/>
        </w:rPr>
        <w:t>งข้าพเจ้า</w:t>
      </w:r>
    </w:p>
    <w:p w14:paraId="2340B5C6" w14:textId="77777777" w:rsidR="00D73BE2" w:rsidRPr="0067788B" w:rsidRDefault="00D73BE2" w:rsidP="00D73BE2">
      <w:pPr>
        <w:pStyle w:val="ListParagraph"/>
        <w:ind w:left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048A377D" w14:textId="7D0C1BCD" w:rsidR="00D73BE2" w:rsidRPr="00BF780D" w:rsidRDefault="00D73BE2" w:rsidP="00D73BE2">
      <w:pPr>
        <w:jc w:val="thaiDistribute"/>
        <w:rPr>
          <w:rFonts w:ascii="Angsana New" w:hAnsi="Angsana New"/>
          <w:spacing w:val="2"/>
          <w:sz w:val="30"/>
          <w:szCs w:val="30"/>
        </w:rPr>
      </w:pP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</w:t>
      </w:r>
      <w:r w:rsidR="008B7AFC" w:rsidRPr="00BF780D">
        <w:rPr>
          <w:rFonts w:ascii="Angsana New" w:eastAsia="Calibri" w:hAnsi="Angsana New"/>
          <w:spacing w:val="2"/>
          <w:sz w:val="30"/>
          <w:szCs w:val="30"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</w:t>
      </w:r>
      <w:r w:rsidR="008B7AFC" w:rsidRPr="00BF780D">
        <w:rPr>
          <w:rFonts w:ascii="Angsana New" w:eastAsia="Calibri" w:hAnsi="Angsana New"/>
          <w:spacing w:val="2"/>
          <w:sz w:val="30"/>
          <w:szCs w:val="30"/>
        </w:rPr>
        <w:br/>
      </w:r>
      <w:r w:rsidRPr="00BF780D">
        <w:rPr>
          <w:rFonts w:ascii="Angsana New" w:eastAsia="Calibri" w:hAnsi="Angsana New"/>
          <w:spacing w:val="2"/>
          <w:sz w:val="30"/>
          <w:szCs w:val="30"/>
          <w:cs/>
        </w:rPr>
        <w:t>เชื่อว่ามีเหตุผลที่บุคคลภายนอกอาจพิจารณาว่ากระทบต่อความเป็นอิสระ</w:t>
      </w:r>
      <w:r w:rsidR="00076BAE" w:rsidRPr="00BF780D">
        <w:rPr>
          <w:rFonts w:ascii="Angsana New" w:eastAsia="Calibri" w:hAnsi="Angsana New"/>
          <w:spacing w:val="2"/>
          <w:sz w:val="30"/>
          <w:szCs w:val="30"/>
          <w:cs/>
        </w:rPr>
        <w:t>และการดำเนินการเพื่อขจัดอุปสรรคหรือมาตรการป้องกันของข้าพเจ้า</w:t>
      </w:r>
    </w:p>
    <w:p w14:paraId="457F5F9F" w14:textId="4AF62416" w:rsidR="00D73BE2" w:rsidRPr="0067788B" w:rsidRDefault="00D73BE2" w:rsidP="0067788B">
      <w:pPr>
        <w:pStyle w:val="ListParagraph"/>
        <w:ind w:left="0"/>
        <w:jc w:val="thaiDistribute"/>
        <w:rPr>
          <w:rFonts w:ascii="Angsana New" w:eastAsia="Calibri" w:hAnsi="Angsana New"/>
          <w:spacing w:val="2"/>
          <w:sz w:val="30"/>
          <w:szCs w:val="30"/>
        </w:rPr>
      </w:pPr>
    </w:p>
    <w:p w14:paraId="42842CDB" w14:textId="32D0FFC8" w:rsidR="00D73BE2" w:rsidRPr="0067788B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  <w:r w:rsidRPr="0067788B">
        <w:rPr>
          <w:rFonts w:ascii="Angsana New" w:hAnsi="Angsana New"/>
          <w:spacing w:val="-4"/>
          <w:sz w:val="30"/>
          <w:szCs w:val="30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ข้าพเจ้าได้พิจารณาเรื่องต่างๆ ที่มีนัยสำคัญที่สุดในการตรวจ</w:t>
      </w:r>
      <w:r w:rsidR="008B7AFC" w:rsidRPr="0067788B">
        <w:rPr>
          <w:rFonts w:ascii="Angsana New" w:hAnsi="Angsana New" w:hint="cs"/>
          <w:spacing w:val="-4"/>
          <w:sz w:val="30"/>
          <w:szCs w:val="30"/>
          <w:cs/>
        </w:rPr>
        <w:t>สอบ</w:t>
      </w:r>
      <w:r w:rsidRPr="0067788B">
        <w:rPr>
          <w:rFonts w:ascii="Angsana New" w:hAnsi="Angsana New"/>
          <w:spacing w:val="-4"/>
          <w:sz w:val="30"/>
          <w:szCs w:val="30"/>
          <w:cs/>
        </w:rPr>
        <w:t>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62A5B941" w14:textId="303F5675" w:rsidR="00D73BE2" w:rsidRPr="00BF780D" w:rsidRDefault="00D73BE2" w:rsidP="00D73BE2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spacing w:val="2"/>
          <w:sz w:val="24"/>
          <w:szCs w:val="24"/>
        </w:rPr>
      </w:pPr>
    </w:p>
    <w:p w14:paraId="08E48F0A" w14:textId="69A84DC3" w:rsidR="001B5EA5" w:rsidRDefault="001B5EA5" w:rsidP="00D73BE2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spacing w:val="2"/>
          <w:sz w:val="24"/>
          <w:szCs w:val="24"/>
        </w:rPr>
      </w:pPr>
    </w:p>
    <w:p w14:paraId="78BC2800" w14:textId="655772FF" w:rsidR="0067788B" w:rsidRDefault="0067788B" w:rsidP="00D73BE2">
      <w:pPr>
        <w:tabs>
          <w:tab w:val="clear" w:pos="3742"/>
          <w:tab w:val="left" w:pos="3735"/>
        </w:tabs>
        <w:spacing w:line="240" w:lineRule="auto"/>
        <w:jc w:val="thaiDistribute"/>
        <w:rPr>
          <w:rFonts w:ascii="Angsana New" w:hAnsi="Angsana New"/>
          <w:spacing w:val="2"/>
          <w:sz w:val="24"/>
          <w:szCs w:val="24"/>
        </w:rPr>
      </w:pPr>
    </w:p>
    <w:p w14:paraId="22A3E1FA" w14:textId="6217D6EB" w:rsidR="00D73BE2" w:rsidRPr="00055B32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pacing w:val="2"/>
          <w:cs/>
        </w:rPr>
      </w:pPr>
      <w:r w:rsidRPr="00055B32">
        <w:rPr>
          <w:rFonts w:ascii="Angsana New" w:hAnsi="Angsana New" w:cs="Angsana New"/>
          <w:spacing w:val="2"/>
          <w:cs/>
        </w:rPr>
        <w:t>(</w:t>
      </w:r>
      <w:r w:rsidR="00046FFC" w:rsidRPr="00055B32">
        <w:rPr>
          <w:rFonts w:ascii="Angsana New" w:hAnsi="Angsana New" w:cs="Angsana New" w:hint="cs"/>
          <w:spacing w:val="2"/>
          <w:cs/>
        </w:rPr>
        <w:t>ณัฐพงศ์ ตันติจัตตานนท์</w:t>
      </w:r>
      <w:r w:rsidRPr="00055B32">
        <w:rPr>
          <w:rFonts w:ascii="Angsana New" w:hAnsi="Angsana New" w:cs="Angsana New"/>
          <w:spacing w:val="2"/>
          <w:cs/>
        </w:rPr>
        <w:t>)</w:t>
      </w:r>
    </w:p>
    <w:p w14:paraId="0420FA42" w14:textId="77777777" w:rsidR="00D73BE2" w:rsidRPr="00055B32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pacing w:val="2"/>
          <w:cs/>
        </w:rPr>
      </w:pPr>
      <w:r w:rsidRPr="00055B32">
        <w:rPr>
          <w:rFonts w:ascii="Angsana New" w:hAnsi="Angsana New" w:cs="Angsana New"/>
          <w:spacing w:val="2"/>
          <w:cs/>
        </w:rPr>
        <w:t>ผู้สอบบัญชีรับอนุญาต</w:t>
      </w:r>
    </w:p>
    <w:p w14:paraId="002D5F91" w14:textId="548AF1D8" w:rsidR="00D73BE2" w:rsidRPr="00055B32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pacing w:val="2"/>
          <w:lang w:val="en-US"/>
        </w:rPr>
      </w:pPr>
      <w:r w:rsidRPr="00055B32">
        <w:rPr>
          <w:rFonts w:ascii="Angsana New" w:hAnsi="Angsana New" w:cs="Angsana New"/>
          <w:spacing w:val="2"/>
          <w:cs/>
        </w:rPr>
        <w:t xml:space="preserve">เลขทะเบียน </w:t>
      </w:r>
      <w:r w:rsidR="002E2C86" w:rsidRPr="00055B32">
        <w:rPr>
          <w:rFonts w:ascii="Angsana New" w:hAnsi="Angsana New" w:cs="Angsana New"/>
          <w:spacing w:val="2"/>
          <w:lang w:val="en-US"/>
        </w:rPr>
        <w:t>8829</w:t>
      </w:r>
    </w:p>
    <w:p w14:paraId="67B7E9E2" w14:textId="77777777" w:rsidR="00D73BE2" w:rsidRPr="00055B32" w:rsidRDefault="00D73BE2" w:rsidP="00D73BE2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spacing w:val="2"/>
          <w:sz w:val="24"/>
          <w:szCs w:val="24"/>
          <w:cs/>
          <w:lang w:val="en-US"/>
        </w:rPr>
      </w:pPr>
    </w:p>
    <w:p w14:paraId="15946364" w14:textId="77777777" w:rsidR="00D73BE2" w:rsidRPr="00055B32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pacing w:val="2"/>
          <w:sz w:val="30"/>
          <w:szCs w:val="30"/>
        </w:rPr>
      </w:pPr>
      <w:r w:rsidRPr="00055B32">
        <w:rPr>
          <w:rFonts w:ascii="Angsana New" w:hAnsi="Angsana New"/>
          <w:spacing w:val="2"/>
          <w:sz w:val="30"/>
          <w:szCs w:val="30"/>
          <w:cs/>
        </w:rPr>
        <w:t>บริษัท เคพีเอ็มจี ภูมิไชย สอบบัญชี จำกัด</w:t>
      </w:r>
    </w:p>
    <w:p w14:paraId="78B59E7C" w14:textId="77777777" w:rsidR="00D73BE2" w:rsidRPr="00055B32" w:rsidRDefault="00D73BE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pacing w:val="2"/>
          <w:sz w:val="30"/>
          <w:szCs w:val="30"/>
        </w:rPr>
      </w:pPr>
      <w:r w:rsidRPr="00055B32">
        <w:rPr>
          <w:rFonts w:ascii="Angsana New" w:hAnsi="Angsana New"/>
          <w:spacing w:val="2"/>
          <w:sz w:val="30"/>
          <w:szCs w:val="30"/>
          <w:cs/>
        </w:rPr>
        <w:t>กรุงเทพมหานคร</w:t>
      </w:r>
    </w:p>
    <w:p w14:paraId="7949C04C" w14:textId="339E57A9" w:rsidR="00A10036" w:rsidRPr="00BF780D" w:rsidRDefault="00256332" w:rsidP="00D73BE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alibri" w:hAnsi="Angsana New"/>
          <w:spacing w:val="2"/>
          <w:sz w:val="30"/>
          <w:szCs w:val="30"/>
        </w:rPr>
      </w:pPr>
      <w:r w:rsidRPr="00055B32">
        <w:rPr>
          <w:rFonts w:ascii="Angsana New" w:hAnsi="Angsana New"/>
          <w:spacing w:val="2"/>
          <w:sz w:val="30"/>
          <w:szCs w:val="30"/>
        </w:rPr>
        <w:t>2</w:t>
      </w:r>
      <w:r w:rsidR="00C06DF4">
        <w:rPr>
          <w:rFonts w:ascii="Angsana New" w:hAnsi="Angsana New"/>
          <w:spacing w:val="2"/>
          <w:sz w:val="30"/>
          <w:szCs w:val="30"/>
        </w:rPr>
        <w:t>7</w:t>
      </w:r>
      <w:r w:rsidR="00FE3F1C" w:rsidRPr="00055B32">
        <w:rPr>
          <w:rFonts w:ascii="Angsana New" w:hAnsi="Angsana New"/>
          <w:spacing w:val="2"/>
          <w:sz w:val="30"/>
          <w:szCs w:val="30"/>
        </w:rPr>
        <w:t xml:space="preserve"> </w:t>
      </w:r>
      <w:r w:rsidR="00D73BE2" w:rsidRPr="00055B32">
        <w:rPr>
          <w:rFonts w:ascii="Angsana New" w:hAnsi="Angsana New"/>
          <w:spacing w:val="2"/>
          <w:sz w:val="30"/>
          <w:szCs w:val="30"/>
          <w:cs/>
        </w:rPr>
        <w:t xml:space="preserve">กุมภาพันธ์ </w:t>
      </w:r>
      <w:r w:rsidR="00D73BE2" w:rsidRPr="00055B32">
        <w:rPr>
          <w:rFonts w:ascii="Angsana New" w:hAnsi="Angsana New"/>
          <w:spacing w:val="2"/>
          <w:sz w:val="30"/>
          <w:szCs w:val="30"/>
        </w:rPr>
        <w:t>256</w:t>
      </w:r>
      <w:r w:rsidR="00443337" w:rsidRPr="00055B32">
        <w:rPr>
          <w:rFonts w:ascii="Angsana New" w:hAnsi="Angsana New"/>
          <w:spacing w:val="2"/>
          <w:sz w:val="30"/>
          <w:szCs w:val="30"/>
        </w:rPr>
        <w:t>7</w:t>
      </w:r>
    </w:p>
    <w:sectPr w:rsidR="00A10036" w:rsidRPr="00BF780D" w:rsidSect="00881097">
      <w:headerReference w:type="default" r:id="rId17"/>
      <w:footerReference w:type="default" r:id="rId18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FED63" w14:textId="77777777" w:rsidR="00A3350C" w:rsidRDefault="00A3350C" w:rsidP="004956B4">
      <w:r>
        <w:separator/>
      </w:r>
    </w:p>
  </w:endnote>
  <w:endnote w:type="continuationSeparator" w:id="0">
    <w:p w14:paraId="101193A7" w14:textId="77777777" w:rsidR="00A3350C" w:rsidRDefault="00A3350C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09196" w14:textId="77777777" w:rsidR="00207EDA" w:rsidRDefault="00207EDA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14:paraId="2B1DF4D2" w14:textId="77777777" w:rsidR="00207EDA" w:rsidRDefault="00207EDA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B45E0" w14:textId="0DED3206" w:rsidR="00207EDA" w:rsidRPr="009702ED" w:rsidRDefault="00207EDA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D145867" w14:textId="5919955E" w:rsidR="00207EDA" w:rsidRPr="009702ED" w:rsidRDefault="00207EDA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2D0F9D">
      <w:rPr>
        <w:rFonts w:ascii="Angsana New" w:hAnsi="Angsana New"/>
        <w:i/>
        <w:iCs/>
        <w:noProof/>
        <w:sz w:val="30"/>
        <w:szCs w:val="30"/>
      </w:rPr>
      <w:t>AUDITOR_REPORT RATCH YE2022 test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40FCA" w14:textId="77777777" w:rsidR="00207EDA" w:rsidRPr="00124EE3" w:rsidRDefault="00207EDA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AF9C9" w14:textId="77777777" w:rsidR="00D73BE2" w:rsidRPr="003F20CD" w:rsidRDefault="00D73BE2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293650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0A45AD12" w14:textId="4C263A69" w:rsidR="003D40BB" w:rsidRPr="003D40BB" w:rsidRDefault="003D40BB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D40BB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D40BB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D40BB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914769">
          <w:rPr>
            <w:rFonts w:asciiTheme="majorBidi" w:hAnsiTheme="majorBidi" w:cstheme="majorBidi"/>
            <w:noProof/>
            <w:sz w:val="30"/>
            <w:szCs w:val="30"/>
          </w:rPr>
          <w:t>3</w:t>
        </w:r>
        <w:r w:rsidRPr="003D40BB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D1B38" w14:textId="77777777" w:rsidR="00A3350C" w:rsidRDefault="00A3350C" w:rsidP="004956B4">
      <w:r>
        <w:separator/>
      </w:r>
    </w:p>
  </w:footnote>
  <w:footnote w:type="continuationSeparator" w:id="0">
    <w:p w14:paraId="64A28522" w14:textId="77777777" w:rsidR="00A3350C" w:rsidRDefault="00A3350C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57D5F" w14:textId="77777777" w:rsidR="00207EDA" w:rsidRDefault="00207EDA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14:paraId="3837607B" w14:textId="77777777" w:rsidR="00207EDA" w:rsidRDefault="00207EDA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DF753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575DFC0" w14:textId="77777777" w:rsidR="00207EDA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7615B638" w14:textId="77777777" w:rsidR="00207EDA" w:rsidRPr="004738DB" w:rsidRDefault="00207EDA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B0D3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1C086F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620766CF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0FFF74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06BF3897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70EAB6BE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77719892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5BF71B7D" w14:textId="77777777" w:rsidR="00D73BE2" w:rsidRDefault="00D73BE2">
    <w:pPr>
      <w:pStyle w:val="Header"/>
      <w:rPr>
        <w:rFonts w:ascii="Angsana New" w:hAnsi="Angsana New"/>
        <w:sz w:val="30"/>
        <w:szCs w:val="30"/>
      </w:rPr>
    </w:pPr>
  </w:p>
  <w:p w14:paraId="31E66D64" w14:textId="77777777" w:rsidR="00D73BE2" w:rsidRPr="00B07230" w:rsidRDefault="00D73BE2">
    <w:pPr>
      <w:pStyle w:val="Header"/>
      <w:rPr>
        <w:rFonts w:ascii="Angsana New" w:hAnsi="Angsana New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7C356" w14:textId="627DC3BD" w:rsidR="00D73BE2" w:rsidRDefault="00D73BE2">
    <w:pPr>
      <w:pStyle w:val="Header"/>
      <w:rPr>
        <w:rFonts w:ascii="Angsana New" w:hAnsi="Angsana New"/>
        <w:sz w:val="32"/>
        <w:szCs w:val="32"/>
      </w:rPr>
    </w:pPr>
  </w:p>
  <w:p w14:paraId="0DCB254C" w14:textId="45627CD9" w:rsidR="0033516A" w:rsidRDefault="0033516A">
    <w:pPr>
      <w:pStyle w:val="Header"/>
      <w:rPr>
        <w:rFonts w:ascii="Angsana New" w:hAnsi="Angsana New"/>
        <w:sz w:val="32"/>
        <w:szCs w:val="32"/>
      </w:rPr>
    </w:pPr>
  </w:p>
  <w:p w14:paraId="117E4BD8" w14:textId="77777777" w:rsidR="00BF780D" w:rsidRDefault="00BF780D">
    <w:pPr>
      <w:pStyle w:val="Header"/>
      <w:rPr>
        <w:rFonts w:ascii="Angsana New" w:hAnsi="Angsana New"/>
        <w:sz w:val="32"/>
        <w:szCs w:val="32"/>
      </w:rPr>
    </w:pPr>
  </w:p>
  <w:p w14:paraId="6ECD955A" w14:textId="77777777" w:rsidR="00D73BE2" w:rsidRPr="00B07230" w:rsidRDefault="00D73BE2">
    <w:pPr>
      <w:pStyle w:val="Header"/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17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8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731463884">
    <w:abstractNumId w:val="6"/>
  </w:num>
  <w:num w:numId="2" w16cid:durableId="10497907">
    <w:abstractNumId w:val="5"/>
  </w:num>
  <w:num w:numId="3" w16cid:durableId="790712286">
    <w:abstractNumId w:val="9"/>
  </w:num>
  <w:num w:numId="4" w16cid:durableId="60374270">
    <w:abstractNumId w:val="7"/>
  </w:num>
  <w:num w:numId="5" w16cid:durableId="1696226859">
    <w:abstractNumId w:val="8"/>
  </w:num>
  <w:num w:numId="6" w16cid:durableId="1705789477">
    <w:abstractNumId w:val="3"/>
  </w:num>
  <w:num w:numId="7" w16cid:durableId="198394069">
    <w:abstractNumId w:val="2"/>
  </w:num>
  <w:num w:numId="8" w16cid:durableId="1435326436">
    <w:abstractNumId w:val="0"/>
  </w:num>
  <w:num w:numId="9" w16cid:durableId="242565086">
    <w:abstractNumId w:val="1"/>
  </w:num>
  <w:num w:numId="10" w16cid:durableId="762455036">
    <w:abstractNumId w:val="4"/>
  </w:num>
  <w:num w:numId="11" w16cid:durableId="571278160">
    <w:abstractNumId w:val="13"/>
  </w:num>
  <w:num w:numId="12" w16cid:durableId="1607690891">
    <w:abstractNumId w:val="11"/>
  </w:num>
  <w:num w:numId="13" w16cid:durableId="1514950380">
    <w:abstractNumId w:val="16"/>
  </w:num>
  <w:num w:numId="14" w16cid:durableId="973484031">
    <w:abstractNumId w:val="12"/>
  </w:num>
  <w:num w:numId="15" w16cid:durableId="1236013905">
    <w:abstractNumId w:val="14"/>
  </w:num>
  <w:num w:numId="16" w16cid:durableId="1257790345">
    <w:abstractNumId w:val="17"/>
  </w:num>
  <w:num w:numId="17" w16cid:durableId="1154643342">
    <w:abstractNumId w:val="18"/>
  </w:num>
  <w:num w:numId="18" w16cid:durableId="1599409773">
    <w:abstractNumId w:val="10"/>
  </w:num>
  <w:num w:numId="19" w16cid:durableId="142600315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354"/>
    <w:rsid w:val="0000240E"/>
    <w:rsid w:val="00002AF0"/>
    <w:rsid w:val="000031D3"/>
    <w:rsid w:val="0000384E"/>
    <w:rsid w:val="00003A9F"/>
    <w:rsid w:val="00003ACC"/>
    <w:rsid w:val="00003C49"/>
    <w:rsid w:val="00003CF4"/>
    <w:rsid w:val="00003E88"/>
    <w:rsid w:val="00004D38"/>
    <w:rsid w:val="00004EE5"/>
    <w:rsid w:val="000052FD"/>
    <w:rsid w:val="00005436"/>
    <w:rsid w:val="0000544C"/>
    <w:rsid w:val="000055DD"/>
    <w:rsid w:val="000059D5"/>
    <w:rsid w:val="00005EFE"/>
    <w:rsid w:val="000060ED"/>
    <w:rsid w:val="000063E0"/>
    <w:rsid w:val="00006671"/>
    <w:rsid w:val="00006792"/>
    <w:rsid w:val="00006A56"/>
    <w:rsid w:val="00006C45"/>
    <w:rsid w:val="00006EDD"/>
    <w:rsid w:val="000075CB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1E"/>
    <w:rsid w:val="00015077"/>
    <w:rsid w:val="000150C9"/>
    <w:rsid w:val="00015215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6"/>
    <w:rsid w:val="00016DE4"/>
    <w:rsid w:val="0001700D"/>
    <w:rsid w:val="00017844"/>
    <w:rsid w:val="0001784D"/>
    <w:rsid w:val="00017C07"/>
    <w:rsid w:val="0002016E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69A"/>
    <w:rsid w:val="00023813"/>
    <w:rsid w:val="00023A7E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2EF"/>
    <w:rsid w:val="0002566A"/>
    <w:rsid w:val="00026143"/>
    <w:rsid w:val="00026923"/>
    <w:rsid w:val="000269A7"/>
    <w:rsid w:val="00026B06"/>
    <w:rsid w:val="00026B8B"/>
    <w:rsid w:val="00026C27"/>
    <w:rsid w:val="00026CA3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A1E"/>
    <w:rsid w:val="00031B7A"/>
    <w:rsid w:val="00031DFB"/>
    <w:rsid w:val="00031F31"/>
    <w:rsid w:val="000320CD"/>
    <w:rsid w:val="000321F9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5DA1"/>
    <w:rsid w:val="00036529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9ED"/>
    <w:rsid w:val="00040B4A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BA7"/>
    <w:rsid w:val="00045F1F"/>
    <w:rsid w:val="00045F78"/>
    <w:rsid w:val="000460EC"/>
    <w:rsid w:val="000462BB"/>
    <w:rsid w:val="000466C6"/>
    <w:rsid w:val="00046CB3"/>
    <w:rsid w:val="00046D0B"/>
    <w:rsid w:val="00046FFC"/>
    <w:rsid w:val="0004702B"/>
    <w:rsid w:val="000476B3"/>
    <w:rsid w:val="0004778F"/>
    <w:rsid w:val="000477EA"/>
    <w:rsid w:val="000479BE"/>
    <w:rsid w:val="00047C6D"/>
    <w:rsid w:val="0005037F"/>
    <w:rsid w:val="00050AFE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7C0"/>
    <w:rsid w:val="00052808"/>
    <w:rsid w:val="00052D76"/>
    <w:rsid w:val="00053262"/>
    <w:rsid w:val="0005326C"/>
    <w:rsid w:val="000534E7"/>
    <w:rsid w:val="00053C55"/>
    <w:rsid w:val="00053E19"/>
    <w:rsid w:val="00053ED5"/>
    <w:rsid w:val="00054401"/>
    <w:rsid w:val="000546EE"/>
    <w:rsid w:val="00054892"/>
    <w:rsid w:val="00055234"/>
    <w:rsid w:val="00055468"/>
    <w:rsid w:val="00055482"/>
    <w:rsid w:val="00055528"/>
    <w:rsid w:val="00055546"/>
    <w:rsid w:val="00055960"/>
    <w:rsid w:val="00055B32"/>
    <w:rsid w:val="00055D63"/>
    <w:rsid w:val="00055F8C"/>
    <w:rsid w:val="00056416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6D5"/>
    <w:rsid w:val="00060877"/>
    <w:rsid w:val="000609F1"/>
    <w:rsid w:val="00060C4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6E"/>
    <w:rsid w:val="000646A7"/>
    <w:rsid w:val="0006500F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8DF"/>
    <w:rsid w:val="00066A24"/>
    <w:rsid w:val="00066D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CCD"/>
    <w:rsid w:val="00071D38"/>
    <w:rsid w:val="00071DFC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BAE"/>
    <w:rsid w:val="00076FBF"/>
    <w:rsid w:val="0007725A"/>
    <w:rsid w:val="000772F4"/>
    <w:rsid w:val="000774F0"/>
    <w:rsid w:val="000779C7"/>
    <w:rsid w:val="000802BD"/>
    <w:rsid w:val="00080715"/>
    <w:rsid w:val="000808F4"/>
    <w:rsid w:val="00080972"/>
    <w:rsid w:val="0008138F"/>
    <w:rsid w:val="00081BD6"/>
    <w:rsid w:val="00081FD7"/>
    <w:rsid w:val="00082523"/>
    <w:rsid w:val="00082576"/>
    <w:rsid w:val="00082BA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3258"/>
    <w:rsid w:val="000936D5"/>
    <w:rsid w:val="00093A25"/>
    <w:rsid w:val="00093DFB"/>
    <w:rsid w:val="000940EC"/>
    <w:rsid w:val="00094460"/>
    <w:rsid w:val="0009458D"/>
    <w:rsid w:val="00094891"/>
    <w:rsid w:val="00094A02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0E4"/>
    <w:rsid w:val="000A0369"/>
    <w:rsid w:val="000A036D"/>
    <w:rsid w:val="000A0568"/>
    <w:rsid w:val="000A06B1"/>
    <w:rsid w:val="000A080A"/>
    <w:rsid w:val="000A08C3"/>
    <w:rsid w:val="000A0ACC"/>
    <w:rsid w:val="000A0C9B"/>
    <w:rsid w:val="000A0EA3"/>
    <w:rsid w:val="000A1623"/>
    <w:rsid w:val="000A1719"/>
    <w:rsid w:val="000A18F8"/>
    <w:rsid w:val="000A192A"/>
    <w:rsid w:val="000A1C51"/>
    <w:rsid w:val="000A2079"/>
    <w:rsid w:val="000A23CD"/>
    <w:rsid w:val="000A249C"/>
    <w:rsid w:val="000A259D"/>
    <w:rsid w:val="000A2659"/>
    <w:rsid w:val="000A2B4E"/>
    <w:rsid w:val="000A2CB6"/>
    <w:rsid w:val="000A34F9"/>
    <w:rsid w:val="000A363B"/>
    <w:rsid w:val="000A38C4"/>
    <w:rsid w:val="000A3B93"/>
    <w:rsid w:val="000A3BDE"/>
    <w:rsid w:val="000A3F22"/>
    <w:rsid w:val="000A3FBE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E27"/>
    <w:rsid w:val="000C4178"/>
    <w:rsid w:val="000C4231"/>
    <w:rsid w:val="000C46D4"/>
    <w:rsid w:val="000C4D02"/>
    <w:rsid w:val="000C4F26"/>
    <w:rsid w:val="000C5453"/>
    <w:rsid w:val="000C55D7"/>
    <w:rsid w:val="000C56FF"/>
    <w:rsid w:val="000C5898"/>
    <w:rsid w:val="000C5B66"/>
    <w:rsid w:val="000C5DC6"/>
    <w:rsid w:val="000C5F42"/>
    <w:rsid w:val="000C61C9"/>
    <w:rsid w:val="000C66D7"/>
    <w:rsid w:val="000C693A"/>
    <w:rsid w:val="000C6B43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CA7"/>
    <w:rsid w:val="000D7CB7"/>
    <w:rsid w:val="000D7E2D"/>
    <w:rsid w:val="000E0645"/>
    <w:rsid w:val="000E0809"/>
    <w:rsid w:val="000E0A9D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2F73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767"/>
    <w:rsid w:val="000F2E5D"/>
    <w:rsid w:val="000F2E6E"/>
    <w:rsid w:val="000F3319"/>
    <w:rsid w:val="000F3365"/>
    <w:rsid w:val="000F3401"/>
    <w:rsid w:val="000F3899"/>
    <w:rsid w:val="000F3E52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36"/>
    <w:rsid w:val="001066F4"/>
    <w:rsid w:val="00106986"/>
    <w:rsid w:val="00106B2A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5B3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DFD"/>
    <w:rsid w:val="00112EC0"/>
    <w:rsid w:val="0011349E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581"/>
    <w:rsid w:val="0012070E"/>
    <w:rsid w:val="001208BB"/>
    <w:rsid w:val="00120C22"/>
    <w:rsid w:val="00121317"/>
    <w:rsid w:val="001214D5"/>
    <w:rsid w:val="001219E3"/>
    <w:rsid w:val="00121AD0"/>
    <w:rsid w:val="00121D45"/>
    <w:rsid w:val="00121FA3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127"/>
    <w:rsid w:val="0014137F"/>
    <w:rsid w:val="001419B7"/>
    <w:rsid w:val="00141CFC"/>
    <w:rsid w:val="00141D61"/>
    <w:rsid w:val="00141E3E"/>
    <w:rsid w:val="001423D0"/>
    <w:rsid w:val="001427E2"/>
    <w:rsid w:val="0014291D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AB6"/>
    <w:rsid w:val="00145D94"/>
    <w:rsid w:val="0014612C"/>
    <w:rsid w:val="00146505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063"/>
    <w:rsid w:val="00152214"/>
    <w:rsid w:val="0015267D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8D9"/>
    <w:rsid w:val="001559F5"/>
    <w:rsid w:val="0015645F"/>
    <w:rsid w:val="001569D0"/>
    <w:rsid w:val="00156CF3"/>
    <w:rsid w:val="00156DB8"/>
    <w:rsid w:val="00156DE3"/>
    <w:rsid w:val="001571B6"/>
    <w:rsid w:val="00157857"/>
    <w:rsid w:val="00157861"/>
    <w:rsid w:val="00157A4E"/>
    <w:rsid w:val="00157C74"/>
    <w:rsid w:val="00157CE5"/>
    <w:rsid w:val="00157DB5"/>
    <w:rsid w:val="00157E07"/>
    <w:rsid w:val="00157FD3"/>
    <w:rsid w:val="00160214"/>
    <w:rsid w:val="0016028C"/>
    <w:rsid w:val="0016056B"/>
    <w:rsid w:val="00160B21"/>
    <w:rsid w:val="00160FCF"/>
    <w:rsid w:val="0016110C"/>
    <w:rsid w:val="001618C8"/>
    <w:rsid w:val="00161DBE"/>
    <w:rsid w:val="001620C9"/>
    <w:rsid w:val="001621DA"/>
    <w:rsid w:val="00162AE3"/>
    <w:rsid w:val="00162AE9"/>
    <w:rsid w:val="0016339C"/>
    <w:rsid w:val="0016383F"/>
    <w:rsid w:val="00163F0F"/>
    <w:rsid w:val="00164109"/>
    <w:rsid w:val="0016429C"/>
    <w:rsid w:val="0016432D"/>
    <w:rsid w:val="00164E9D"/>
    <w:rsid w:val="00164F50"/>
    <w:rsid w:val="00165237"/>
    <w:rsid w:val="0016555B"/>
    <w:rsid w:val="001667AB"/>
    <w:rsid w:val="0016711F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1C3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52"/>
    <w:rsid w:val="00175561"/>
    <w:rsid w:val="00175B2F"/>
    <w:rsid w:val="00175C3F"/>
    <w:rsid w:val="00175C59"/>
    <w:rsid w:val="00175EE8"/>
    <w:rsid w:val="001762AD"/>
    <w:rsid w:val="001762F1"/>
    <w:rsid w:val="001766D8"/>
    <w:rsid w:val="001779F4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1C4B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6F12"/>
    <w:rsid w:val="001874C6"/>
    <w:rsid w:val="0018775F"/>
    <w:rsid w:val="00187A66"/>
    <w:rsid w:val="00187CFC"/>
    <w:rsid w:val="00187DD6"/>
    <w:rsid w:val="00187ED0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D6B"/>
    <w:rsid w:val="00191D7F"/>
    <w:rsid w:val="00191F68"/>
    <w:rsid w:val="00192018"/>
    <w:rsid w:val="00192028"/>
    <w:rsid w:val="0019233E"/>
    <w:rsid w:val="001924FB"/>
    <w:rsid w:val="00192CD5"/>
    <w:rsid w:val="00192E65"/>
    <w:rsid w:val="00192FA5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041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1E9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D27"/>
    <w:rsid w:val="001A5F25"/>
    <w:rsid w:val="001A6405"/>
    <w:rsid w:val="001A65C2"/>
    <w:rsid w:val="001A67F1"/>
    <w:rsid w:val="001A6961"/>
    <w:rsid w:val="001A6A4A"/>
    <w:rsid w:val="001A6EBF"/>
    <w:rsid w:val="001A7054"/>
    <w:rsid w:val="001A70EA"/>
    <w:rsid w:val="001A727D"/>
    <w:rsid w:val="001A763A"/>
    <w:rsid w:val="001A793F"/>
    <w:rsid w:val="001A7E45"/>
    <w:rsid w:val="001B018D"/>
    <w:rsid w:val="001B01A7"/>
    <w:rsid w:val="001B02BF"/>
    <w:rsid w:val="001B02E9"/>
    <w:rsid w:val="001B0920"/>
    <w:rsid w:val="001B09D4"/>
    <w:rsid w:val="001B0B13"/>
    <w:rsid w:val="001B0E7A"/>
    <w:rsid w:val="001B101F"/>
    <w:rsid w:val="001B103E"/>
    <w:rsid w:val="001B1600"/>
    <w:rsid w:val="001B1C98"/>
    <w:rsid w:val="001B1C9D"/>
    <w:rsid w:val="001B2355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A5"/>
    <w:rsid w:val="001B5EED"/>
    <w:rsid w:val="001B5F63"/>
    <w:rsid w:val="001B6335"/>
    <w:rsid w:val="001B646D"/>
    <w:rsid w:val="001B68CF"/>
    <w:rsid w:val="001B6A80"/>
    <w:rsid w:val="001B6A8C"/>
    <w:rsid w:val="001B6B58"/>
    <w:rsid w:val="001B6EC9"/>
    <w:rsid w:val="001B6F0F"/>
    <w:rsid w:val="001B768B"/>
    <w:rsid w:val="001B76D1"/>
    <w:rsid w:val="001B7988"/>
    <w:rsid w:val="001B7C64"/>
    <w:rsid w:val="001B7EDE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23D6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78"/>
    <w:rsid w:val="001C5172"/>
    <w:rsid w:val="001C52DE"/>
    <w:rsid w:val="001C5394"/>
    <w:rsid w:val="001C5A5D"/>
    <w:rsid w:val="001C5CF6"/>
    <w:rsid w:val="001C5EAE"/>
    <w:rsid w:val="001C5F1E"/>
    <w:rsid w:val="001C608D"/>
    <w:rsid w:val="001C6523"/>
    <w:rsid w:val="001C6BCF"/>
    <w:rsid w:val="001C6DCF"/>
    <w:rsid w:val="001C6F37"/>
    <w:rsid w:val="001C72AB"/>
    <w:rsid w:val="001C74C0"/>
    <w:rsid w:val="001C74F9"/>
    <w:rsid w:val="001C790F"/>
    <w:rsid w:val="001C7C95"/>
    <w:rsid w:val="001C7D0D"/>
    <w:rsid w:val="001C7E14"/>
    <w:rsid w:val="001C7EC1"/>
    <w:rsid w:val="001D02D0"/>
    <w:rsid w:val="001D0A04"/>
    <w:rsid w:val="001D0AC6"/>
    <w:rsid w:val="001D0B5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BEA"/>
    <w:rsid w:val="001D6EAE"/>
    <w:rsid w:val="001D7275"/>
    <w:rsid w:val="001D7310"/>
    <w:rsid w:val="001D7692"/>
    <w:rsid w:val="001D7728"/>
    <w:rsid w:val="001D7B15"/>
    <w:rsid w:val="001D7C23"/>
    <w:rsid w:val="001D7FCB"/>
    <w:rsid w:val="001E03F6"/>
    <w:rsid w:val="001E0DC1"/>
    <w:rsid w:val="001E0E8D"/>
    <w:rsid w:val="001E14B2"/>
    <w:rsid w:val="001E1AC3"/>
    <w:rsid w:val="001E1BFE"/>
    <w:rsid w:val="001E1C75"/>
    <w:rsid w:val="001E288A"/>
    <w:rsid w:val="001E28DE"/>
    <w:rsid w:val="001E2A4F"/>
    <w:rsid w:val="001E329B"/>
    <w:rsid w:val="001E35A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D72"/>
    <w:rsid w:val="001E7E16"/>
    <w:rsid w:val="001F00C1"/>
    <w:rsid w:val="001F05AF"/>
    <w:rsid w:val="001F0B05"/>
    <w:rsid w:val="001F0D57"/>
    <w:rsid w:val="001F0F18"/>
    <w:rsid w:val="001F1549"/>
    <w:rsid w:val="001F1676"/>
    <w:rsid w:val="001F226F"/>
    <w:rsid w:val="001F22FE"/>
    <w:rsid w:val="001F2349"/>
    <w:rsid w:val="001F257F"/>
    <w:rsid w:val="001F2618"/>
    <w:rsid w:val="001F27A5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B9C"/>
    <w:rsid w:val="001F5C62"/>
    <w:rsid w:val="001F5D92"/>
    <w:rsid w:val="001F600D"/>
    <w:rsid w:val="001F6015"/>
    <w:rsid w:val="001F65C1"/>
    <w:rsid w:val="001F67A8"/>
    <w:rsid w:val="001F726E"/>
    <w:rsid w:val="001F746F"/>
    <w:rsid w:val="001F74F5"/>
    <w:rsid w:val="001F75FA"/>
    <w:rsid w:val="001F7667"/>
    <w:rsid w:val="001F79F9"/>
    <w:rsid w:val="001F7B2A"/>
    <w:rsid w:val="00200093"/>
    <w:rsid w:val="002002CE"/>
    <w:rsid w:val="00200408"/>
    <w:rsid w:val="002006A9"/>
    <w:rsid w:val="00201504"/>
    <w:rsid w:val="0020178D"/>
    <w:rsid w:val="002019E5"/>
    <w:rsid w:val="00202292"/>
    <w:rsid w:val="00202860"/>
    <w:rsid w:val="00202AEC"/>
    <w:rsid w:val="00202D63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724"/>
    <w:rsid w:val="00207AEC"/>
    <w:rsid w:val="00207C55"/>
    <w:rsid w:val="00207CD4"/>
    <w:rsid w:val="00207EDA"/>
    <w:rsid w:val="002101BC"/>
    <w:rsid w:val="0021056F"/>
    <w:rsid w:val="00210605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824"/>
    <w:rsid w:val="00216C6B"/>
    <w:rsid w:val="00217088"/>
    <w:rsid w:val="0021719C"/>
    <w:rsid w:val="00217CAA"/>
    <w:rsid w:val="00217E88"/>
    <w:rsid w:val="00217FE8"/>
    <w:rsid w:val="00220154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072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2"/>
    <w:rsid w:val="002300C6"/>
    <w:rsid w:val="00230204"/>
    <w:rsid w:val="00230B00"/>
    <w:rsid w:val="00230C6D"/>
    <w:rsid w:val="00230DDF"/>
    <w:rsid w:val="00231242"/>
    <w:rsid w:val="002312FD"/>
    <w:rsid w:val="002313C1"/>
    <w:rsid w:val="0023194E"/>
    <w:rsid w:val="00231E9A"/>
    <w:rsid w:val="002321E8"/>
    <w:rsid w:val="00232294"/>
    <w:rsid w:val="0023232F"/>
    <w:rsid w:val="00232755"/>
    <w:rsid w:val="00232760"/>
    <w:rsid w:val="002327D7"/>
    <w:rsid w:val="00232E1B"/>
    <w:rsid w:val="002331D7"/>
    <w:rsid w:val="002331F4"/>
    <w:rsid w:val="00233318"/>
    <w:rsid w:val="002338E8"/>
    <w:rsid w:val="002338FA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4CB"/>
    <w:rsid w:val="00235CB8"/>
    <w:rsid w:val="00236017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8C1"/>
    <w:rsid w:val="002409C8"/>
    <w:rsid w:val="002415E3"/>
    <w:rsid w:val="00241682"/>
    <w:rsid w:val="002417F3"/>
    <w:rsid w:val="00241AF8"/>
    <w:rsid w:val="00241C75"/>
    <w:rsid w:val="00241CB4"/>
    <w:rsid w:val="00242298"/>
    <w:rsid w:val="00242B14"/>
    <w:rsid w:val="00242FC0"/>
    <w:rsid w:val="00243250"/>
    <w:rsid w:val="0024333B"/>
    <w:rsid w:val="0024348E"/>
    <w:rsid w:val="0024377A"/>
    <w:rsid w:val="002438DD"/>
    <w:rsid w:val="002439CB"/>
    <w:rsid w:val="00243D71"/>
    <w:rsid w:val="00243D8D"/>
    <w:rsid w:val="00243EBF"/>
    <w:rsid w:val="00243FAE"/>
    <w:rsid w:val="00244127"/>
    <w:rsid w:val="0024430A"/>
    <w:rsid w:val="0024449E"/>
    <w:rsid w:val="002446B0"/>
    <w:rsid w:val="00244919"/>
    <w:rsid w:val="00244CAE"/>
    <w:rsid w:val="00244F4E"/>
    <w:rsid w:val="002450F9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50164"/>
    <w:rsid w:val="00250205"/>
    <w:rsid w:val="002507CE"/>
    <w:rsid w:val="00250D82"/>
    <w:rsid w:val="00250FAB"/>
    <w:rsid w:val="002510A2"/>
    <w:rsid w:val="00251274"/>
    <w:rsid w:val="00251690"/>
    <w:rsid w:val="00251AD9"/>
    <w:rsid w:val="00251BEF"/>
    <w:rsid w:val="00251C6C"/>
    <w:rsid w:val="00251D0F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22"/>
    <w:rsid w:val="00253B35"/>
    <w:rsid w:val="002542B7"/>
    <w:rsid w:val="002542FE"/>
    <w:rsid w:val="0025461D"/>
    <w:rsid w:val="00254AC7"/>
    <w:rsid w:val="00254AFC"/>
    <w:rsid w:val="00254E92"/>
    <w:rsid w:val="00255613"/>
    <w:rsid w:val="00255B1C"/>
    <w:rsid w:val="00255FE7"/>
    <w:rsid w:val="00256055"/>
    <w:rsid w:val="00256163"/>
    <w:rsid w:val="00256332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B5F"/>
    <w:rsid w:val="00260CCF"/>
    <w:rsid w:val="00261F1B"/>
    <w:rsid w:val="002620AE"/>
    <w:rsid w:val="00262205"/>
    <w:rsid w:val="002622DA"/>
    <w:rsid w:val="002625A6"/>
    <w:rsid w:val="00262BEB"/>
    <w:rsid w:val="00262D7A"/>
    <w:rsid w:val="00262EFE"/>
    <w:rsid w:val="00263365"/>
    <w:rsid w:val="00263606"/>
    <w:rsid w:val="00263900"/>
    <w:rsid w:val="002639F8"/>
    <w:rsid w:val="00263B74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D6"/>
    <w:rsid w:val="00265FFB"/>
    <w:rsid w:val="002666D0"/>
    <w:rsid w:val="00266D6B"/>
    <w:rsid w:val="00266F06"/>
    <w:rsid w:val="002672BB"/>
    <w:rsid w:val="002672EC"/>
    <w:rsid w:val="002674E6"/>
    <w:rsid w:val="00267800"/>
    <w:rsid w:val="00267968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71B"/>
    <w:rsid w:val="00272B15"/>
    <w:rsid w:val="00272BD6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78F"/>
    <w:rsid w:val="0027480F"/>
    <w:rsid w:val="00274E70"/>
    <w:rsid w:val="00274F1F"/>
    <w:rsid w:val="00275011"/>
    <w:rsid w:val="002750B7"/>
    <w:rsid w:val="00275713"/>
    <w:rsid w:val="00275C99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96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B65"/>
    <w:rsid w:val="002810A3"/>
    <w:rsid w:val="00281237"/>
    <w:rsid w:val="0028127E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582"/>
    <w:rsid w:val="00284692"/>
    <w:rsid w:val="002848A4"/>
    <w:rsid w:val="002853D9"/>
    <w:rsid w:val="00285885"/>
    <w:rsid w:val="002859D6"/>
    <w:rsid w:val="00285C4B"/>
    <w:rsid w:val="00285D52"/>
    <w:rsid w:val="00286003"/>
    <w:rsid w:val="00286513"/>
    <w:rsid w:val="002869EF"/>
    <w:rsid w:val="00286C09"/>
    <w:rsid w:val="00286F09"/>
    <w:rsid w:val="0028771E"/>
    <w:rsid w:val="00287924"/>
    <w:rsid w:val="00287C9A"/>
    <w:rsid w:val="00287CB7"/>
    <w:rsid w:val="00287EE4"/>
    <w:rsid w:val="00290074"/>
    <w:rsid w:val="002901F6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DCF"/>
    <w:rsid w:val="00291F7D"/>
    <w:rsid w:val="00292441"/>
    <w:rsid w:val="0029248F"/>
    <w:rsid w:val="002924DC"/>
    <w:rsid w:val="00292D26"/>
    <w:rsid w:val="00292D57"/>
    <w:rsid w:val="00292DF4"/>
    <w:rsid w:val="00293708"/>
    <w:rsid w:val="00293792"/>
    <w:rsid w:val="00293991"/>
    <w:rsid w:val="00293B83"/>
    <w:rsid w:val="00293CE1"/>
    <w:rsid w:val="0029401A"/>
    <w:rsid w:val="002942A6"/>
    <w:rsid w:val="002944D6"/>
    <w:rsid w:val="00294BB1"/>
    <w:rsid w:val="00294C78"/>
    <w:rsid w:val="00294CD3"/>
    <w:rsid w:val="00294F1D"/>
    <w:rsid w:val="00295B46"/>
    <w:rsid w:val="00295F30"/>
    <w:rsid w:val="00296019"/>
    <w:rsid w:val="00296391"/>
    <w:rsid w:val="002963BC"/>
    <w:rsid w:val="00296552"/>
    <w:rsid w:val="00296EA0"/>
    <w:rsid w:val="00297158"/>
    <w:rsid w:val="002972E4"/>
    <w:rsid w:val="0029740E"/>
    <w:rsid w:val="0029752E"/>
    <w:rsid w:val="002976EE"/>
    <w:rsid w:val="002979EE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F4"/>
    <w:rsid w:val="002A26BE"/>
    <w:rsid w:val="002A2796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F0"/>
    <w:rsid w:val="002B373D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47"/>
    <w:rsid w:val="002C21B0"/>
    <w:rsid w:val="002C2511"/>
    <w:rsid w:val="002C26B3"/>
    <w:rsid w:val="002C28EF"/>
    <w:rsid w:val="002C2977"/>
    <w:rsid w:val="002C2A75"/>
    <w:rsid w:val="002C2C4D"/>
    <w:rsid w:val="002C2CD0"/>
    <w:rsid w:val="002C3133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5CC"/>
    <w:rsid w:val="002D09BB"/>
    <w:rsid w:val="002D0A49"/>
    <w:rsid w:val="002D0BFB"/>
    <w:rsid w:val="002D0F9D"/>
    <w:rsid w:val="002D16F2"/>
    <w:rsid w:val="002D1927"/>
    <w:rsid w:val="002D1A6F"/>
    <w:rsid w:val="002D1DF8"/>
    <w:rsid w:val="002D20F2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26E"/>
    <w:rsid w:val="002D599F"/>
    <w:rsid w:val="002D5B0A"/>
    <w:rsid w:val="002D5F76"/>
    <w:rsid w:val="002D6119"/>
    <w:rsid w:val="002D612A"/>
    <w:rsid w:val="002D62EE"/>
    <w:rsid w:val="002D642B"/>
    <w:rsid w:val="002D66EF"/>
    <w:rsid w:val="002D68ED"/>
    <w:rsid w:val="002D6AD6"/>
    <w:rsid w:val="002D706F"/>
    <w:rsid w:val="002D7817"/>
    <w:rsid w:val="002D7F6A"/>
    <w:rsid w:val="002E03AF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86"/>
    <w:rsid w:val="002E2CFD"/>
    <w:rsid w:val="002E2D36"/>
    <w:rsid w:val="002E30E6"/>
    <w:rsid w:val="002E3A45"/>
    <w:rsid w:val="002E4090"/>
    <w:rsid w:val="002E4350"/>
    <w:rsid w:val="002E4D5E"/>
    <w:rsid w:val="002E50AA"/>
    <w:rsid w:val="002E57BD"/>
    <w:rsid w:val="002E595B"/>
    <w:rsid w:val="002E5D1B"/>
    <w:rsid w:val="002E5E13"/>
    <w:rsid w:val="002E6094"/>
    <w:rsid w:val="002E61E4"/>
    <w:rsid w:val="002E6346"/>
    <w:rsid w:val="002E65A3"/>
    <w:rsid w:val="002E6781"/>
    <w:rsid w:val="002E6B5E"/>
    <w:rsid w:val="002E6BA6"/>
    <w:rsid w:val="002E6EA4"/>
    <w:rsid w:val="002E6FD9"/>
    <w:rsid w:val="002E7490"/>
    <w:rsid w:val="002E765B"/>
    <w:rsid w:val="002E7983"/>
    <w:rsid w:val="002E7F6C"/>
    <w:rsid w:val="002E7FE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81E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B9"/>
    <w:rsid w:val="00301497"/>
    <w:rsid w:val="00301B7C"/>
    <w:rsid w:val="00301C19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4DB5"/>
    <w:rsid w:val="00305033"/>
    <w:rsid w:val="00305228"/>
    <w:rsid w:val="003057D6"/>
    <w:rsid w:val="00305961"/>
    <w:rsid w:val="00305AA6"/>
    <w:rsid w:val="00305E08"/>
    <w:rsid w:val="0030612B"/>
    <w:rsid w:val="003063CE"/>
    <w:rsid w:val="00306591"/>
    <w:rsid w:val="003066A6"/>
    <w:rsid w:val="00306750"/>
    <w:rsid w:val="00306A6E"/>
    <w:rsid w:val="00306BF9"/>
    <w:rsid w:val="00306CFA"/>
    <w:rsid w:val="00307114"/>
    <w:rsid w:val="0030724E"/>
    <w:rsid w:val="0030728F"/>
    <w:rsid w:val="003073D1"/>
    <w:rsid w:val="00307994"/>
    <w:rsid w:val="00307AA0"/>
    <w:rsid w:val="00307D09"/>
    <w:rsid w:val="00307DCA"/>
    <w:rsid w:val="003102B5"/>
    <w:rsid w:val="00310731"/>
    <w:rsid w:val="003107B6"/>
    <w:rsid w:val="003109E5"/>
    <w:rsid w:val="00310D5A"/>
    <w:rsid w:val="003110C8"/>
    <w:rsid w:val="0031141D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3076"/>
    <w:rsid w:val="003130D3"/>
    <w:rsid w:val="00313651"/>
    <w:rsid w:val="00313ACB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06C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30F"/>
    <w:rsid w:val="0032095A"/>
    <w:rsid w:val="00320BA5"/>
    <w:rsid w:val="00320C5B"/>
    <w:rsid w:val="00320EA3"/>
    <w:rsid w:val="0032120F"/>
    <w:rsid w:val="003214BD"/>
    <w:rsid w:val="00321A25"/>
    <w:rsid w:val="00321ADE"/>
    <w:rsid w:val="00321CA9"/>
    <w:rsid w:val="003225A9"/>
    <w:rsid w:val="00322BFF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24FE"/>
    <w:rsid w:val="00332A36"/>
    <w:rsid w:val="00332B77"/>
    <w:rsid w:val="00332BF6"/>
    <w:rsid w:val="00332D2F"/>
    <w:rsid w:val="00332D55"/>
    <w:rsid w:val="00332E43"/>
    <w:rsid w:val="00333203"/>
    <w:rsid w:val="00333273"/>
    <w:rsid w:val="003333AA"/>
    <w:rsid w:val="00333C8C"/>
    <w:rsid w:val="00333D31"/>
    <w:rsid w:val="003345A9"/>
    <w:rsid w:val="003346BE"/>
    <w:rsid w:val="003349F2"/>
    <w:rsid w:val="00334ED6"/>
    <w:rsid w:val="0033516A"/>
    <w:rsid w:val="003357B1"/>
    <w:rsid w:val="0033593F"/>
    <w:rsid w:val="00335980"/>
    <w:rsid w:val="00335E13"/>
    <w:rsid w:val="00336218"/>
    <w:rsid w:val="00336265"/>
    <w:rsid w:val="003368FD"/>
    <w:rsid w:val="00336915"/>
    <w:rsid w:val="003369C6"/>
    <w:rsid w:val="00336F91"/>
    <w:rsid w:val="003371DD"/>
    <w:rsid w:val="00337586"/>
    <w:rsid w:val="003377B5"/>
    <w:rsid w:val="0034034F"/>
    <w:rsid w:val="00340642"/>
    <w:rsid w:val="003407E9"/>
    <w:rsid w:val="00340AC2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696"/>
    <w:rsid w:val="00344735"/>
    <w:rsid w:val="003447CA"/>
    <w:rsid w:val="003449FE"/>
    <w:rsid w:val="00344E34"/>
    <w:rsid w:val="003452E9"/>
    <w:rsid w:val="003452F2"/>
    <w:rsid w:val="003458DC"/>
    <w:rsid w:val="00345A4A"/>
    <w:rsid w:val="00345C4A"/>
    <w:rsid w:val="00345CBA"/>
    <w:rsid w:val="00345FD0"/>
    <w:rsid w:val="00346308"/>
    <w:rsid w:val="00346317"/>
    <w:rsid w:val="0034634A"/>
    <w:rsid w:val="00346616"/>
    <w:rsid w:val="00346E00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149C"/>
    <w:rsid w:val="0035153C"/>
    <w:rsid w:val="003516A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E9F"/>
    <w:rsid w:val="00354F31"/>
    <w:rsid w:val="00355252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12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C15"/>
    <w:rsid w:val="00357E55"/>
    <w:rsid w:val="00357F41"/>
    <w:rsid w:val="00360054"/>
    <w:rsid w:val="003600DF"/>
    <w:rsid w:val="00360716"/>
    <w:rsid w:val="0036071C"/>
    <w:rsid w:val="0036077E"/>
    <w:rsid w:val="003608CF"/>
    <w:rsid w:val="00360958"/>
    <w:rsid w:val="00361440"/>
    <w:rsid w:val="00361980"/>
    <w:rsid w:val="0036255A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E27"/>
    <w:rsid w:val="00370007"/>
    <w:rsid w:val="003703EC"/>
    <w:rsid w:val="00370641"/>
    <w:rsid w:val="00370E95"/>
    <w:rsid w:val="003714B6"/>
    <w:rsid w:val="003715A0"/>
    <w:rsid w:val="0037173F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CDE"/>
    <w:rsid w:val="00373DCC"/>
    <w:rsid w:val="00373DD8"/>
    <w:rsid w:val="00373DF0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D0D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80078"/>
    <w:rsid w:val="0038030A"/>
    <w:rsid w:val="00380A0E"/>
    <w:rsid w:val="00380B1E"/>
    <w:rsid w:val="00380B83"/>
    <w:rsid w:val="00380EF3"/>
    <w:rsid w:val="00381154"/>
    <w:rsid w:val="003811D5"/>
    <w:rsid w:val="00381226"/>
    <w:rsid w:val="003812E8"/>
    <w:rsid w:val="00381513"/>
    <w:rsid w:val="0038156F"/>
    <w:rsid w:val="00381ABB"/>
    <w:rsid w:val="00382141"/>
    <w:rsid w:val="003821BA"/>
    <w:rsid w:val="0038239F"/>
    <w:rsid w:val="003825B9"/>
    <w:rsid w:val="003825C5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848"/>
    <w:rsid w:val="00387B04"/>
    <w:rsid w:val="00387BD2"/>
    <w:rsid w:val="00387C18"/>
    <w:rsid w:val="00387CA6"/>
    <w:rsid w:val="00387E3D"/>
    <w:rsid w:val="003900F6"/>
    <w:rsid w:val="003902C4"/>
    <w:rsid w:val="00390482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038"/>
    <w:rsid w:val="003921F5"/>
    <w:rsid w:val="00392381"/>
    <w:rsid w:val="003929A7"/>
    <w:rsid w:val="00392B4D"/>
    <w:rsid w:val="00392B8B"/>
    <w:rsid w:val="00392F8B"/>
    <w:rsid w:val="0039323E"/>
    <w:rsid w:val="003933A2"/>
    <w:rsid w:val="00393736"/>
    <w:rsid w:val="00394C32"/>
    <w:rsid w:val="00394F33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C9A"/>
    <w:rsid w:val="003A3E24"/>
    <w:rsid w:val="003A3EEF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8DE"/>
    <w:rsid w:val="003A5992"/>
    <w:rsid w:val="003A5EC9"/>
    <w:rsid w:val="003A5FD1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B69"/>
    <w:rsid w:val="003A7BE9"/>
    <w:rsid w:val="003A7E0B"/>
    <w:rsid w:val="003A7E20"/>
    <w:rsid w:val="003B01CD"/>
    <w:rsid w:val="003B048E"/>
    <w:rsid w:val="003B05ED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736"/>
    <w:rsid w:val="003B4D02"/>
    <w:rsid w:val="003B4E8C"/>
    <w:rsid w:val="003B4ED9"/>
    <w:rsid w:val="003B515F"/>
    <w:rsid w:val="003B5588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514"/>
    <w:rsid w:val="003B79EF"/>
    <w:rsid w:val="003B7B67"/>
    <w:rsid w:val="003B7C12"/>
    <w:rsid w:val="003C001C"/>
    <w:rsid w:val="003C01C4"/>
    <w:rsid w:val="003C037C"/>
    <w:rsid w:val="003C043E"/>
    <w:rsid w:val="003C0619"/>
    <w:rsid w:val="003C0662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300"/>
    <w:rsid w:val="003C27BB"/>
    <w:rsid w:val="003C294E"/>
    <w:rsid w:val="003C2C34"/>
    <w:rsid w:val="003C2C66"/>
    <w:rsid w:val="003C3759"/>
    <w:rsid w:val="003C380E"/>
    <w:rsid w:val="003C3A28"/>
    <w:rsid w:val="003C3DBF"/>
    <w:rsid w:val="003C3EFF"/>
    <w:rsid w:val="003C3FE8"/>
    <w:rsid w:val="003C4076"/>
    <w:rsid w:val="003C4093"/>
    <w:rsid w:val="003C40A6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AAD"/>
    <w:rsid w:val="003D0DA9"/>
    <w:rsid w:val="003D117B"/>
    <w:rsid w:val="003D139B"/>
    <w:rsid w:val="003D19AB"/>
    <w:rsid w:val="003D1FA7"/>
    <w:rsid w:val="003D2369"/>
    <w:rsid w:val="003D247B"/>
    <w:rsid w:val="003D263B"/>
    <w:rsid w:val="003D3251"/>
    <w:rsid w:val="003D325C"/>
    <w:rsid w:val="003D33EE"/>
    <w:rsid w:val="003D40BB"/>
    <w:rsid w:val="003D4659"/>
    <w:rsid w:val="003D4879"/>
    <w:rsid w:val="003D4A18"/>
    <w:rsid w:val="003D4CC7"/>
    <w:rsid w:val="003D50FC"/>
    <w:rsid w:val="003D55C3"/>
    <w:rsid w:val="003D5740"/>
    <w:rsid w:val="003D58B5"/>
    <w:rsid w:val="003D6504"/>
    <w:rsid w:val="003D6630"/>
    <w:rsid w:val="003D6A17"/>
    <w:rsid w:val="003D6CDC"/>
    <w:rsid w:val="003D73B1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4C0"/>
    <w:rsid w:val="003E171F"/>
    <w:rsid w:val="003E1949"/>
    <w:rsid w:val="003E1A75"/>
    <w:rsid w:val="003E1C2F"/>
    <w:rsid w:val="003E1C96"/>
    <w:rsid w:val="003E1E8E"/>
    <w:rsid w:val="003E1EA4"/>
    <w:rsid w:val="003E2000"/>
    <w:rsid w:val="003E2202"/>
    <w:rsid w:val="003E2473"/>
    <w:rsid w:val="003E24FE"/>
    <w:rsid w:val="003E2931"/>
    <w:rsid w:val="003E30B4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429"/>
    <w:rsid w:val="003E5597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685"/>
    <w:rsid w:val="003F071C"/>
    <w:rsid w:val="003F07A1"/>
    <w:rsid w:val="003F0852"/>
    <w:rsid w:val="003F0B40"/>
    <w:rsid w:val="003F0E8E"/>
    <w:rsid w:val="003F15C2"/>
    <w:rsid w:val="003F1704"/>
    <w:rsid w:val="003F19AA"/>
    <w:rsid w:val="003F1C8C"/>
    <w:rsid w:val="003F1C99"/>
    <w:rsid w:val="003F1D17"/>
    <w:rsid w:val="003F1DCE"/>
    <w:rsid w:val="003F1F20"/>
    <w:rsid w:val="003F1FAD"/>
    <w:rsid w:val="003F20CD"/>
    <w:rsid w:val="003F210B"/>
    <w:rsid w:val="003F2371"/>
    <w:rsid w:val="003F273E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5D1"/>
    <w:rsid w:val="003F4B72"/>
    <w:rsid w:val="003F4DE3"/>
    <w:rsid w:val="003F4E91"/>
    <w:rsid w:val="003F4F02"/>
    <w:rsid w:val="003F5076"/>
    <w:rsid w:val="003F50C1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3F7EF0"/>
    <w:rsid w:val="00400285"/>
    <w:rsid w:val="004002F2"/>
    <w:rsid w:val="00400431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2F4A"/>
    <w:rsid w:val="0041300E"/>
    <w:rsid w:val="0041305F"/>
    <w:rsid w:val="004130C9"/>
    <w:rsid w:val="004132B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886"/>
    <w:rsid w:val="00416A8C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490"/>
    <w:rsid w:val="00423661"/>
    <w:rsid w:val="00424203"/>
    <w:rsid w:val="00424359"/>
    <w:rsid w:val="00424EA3"/>
    <w:rsid w:val="00425227"/>
    <w:rsid w:val="00425A17"/>
    <w:rsid w:val="00425CC4"/>
    <w:rsid w:val="00425D60"/>
    <w:rsid w:val="00425EB0"/>
    <w:rsid w:val="00425F74"/>
    <w:rsid w:val="00426181"/>
    <w:rsid w:val="00426540"/>
    <w:rsid w:val="004268E6"/>
    <w:rsid w:val="00426983"/>
    <w:rsid w:val="00426F43"/>
    <w:rsid w:val="00427184"/>
    <w:rsid w:val="0042745F"/>
    <w:rsid w:val="004276A0"/>
    <w:rsid w:val="00427AF8"/>
    <w:rsid w:val="00427C64"/>
    <w:rsid w:val="00427D0A"/>
    <w:rsid w:val="00427EEA"/>
    <w:rsid w:val="00430A4D"/>
    <w:rsid w:val="00430BC2"/>
    <w:rsid w:val="00430CD0"/>
    <w:rsid w:val="00430CEC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F95"/>
    <w:rsid w:val="00433255"/>
    <w:rsid w:val="0043328F"/>
    <w:rsid w:val="004332ED"/>
    <w:rsid w:val="00433342"/>
    <w:rsid w:val="0043335C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337"/>
    <w:rsid w:val="00443405"/>
    <w:rsid w:val="00443AC1"/>
    <w:rsid w:val="00443C49"/>
    <w:rsid w:val="00443CB6"/>
    <w:rsid w:val="00443F11"/>
    <w:rsid w:val="00444068"/>
    <w:rsid w:val="00444A5C"/>
    <w:rsid w:val="00444AC7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B03"/>
    <w:rsid w:val="00455CF3"/>
    <w:rsid w:val="00455D54"/>
    <w:rsid w:val="00455E26"/>
    <w:rsid w:val="00456146"/>
    <w:rsid w:val="00456A9F"/>
    <w:rsid w:val="00456D9C"/>
    <w:rsid w:val="00456E25"/>
    <w:rsid w:val="00457120"/>
    <w:rsid w:val="004572EC"/>
    <w:rsid w:val="004575C8"/>
    <w:rsid w:val="004576D7"/>
    <w:rsid w:val="004576F3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20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1E01"/>
    <w:rsid w:val="004723C9"/>
    <w:rsid w:val="004725B8"/>
    <w:rsid w:val="004727CB"/>
    <w:rsid w:val="00472939"/>
    <w:rsid w:val="004733BA"/>
    <w:rsid w:val="00473665"/>
    <w:rsid w:val="004736A8"/>
    <w:rsid w:val="00473707"/>
    <w:rsid w:val="004738DB"/>
    <w:rsid w:val="00473961"/>
    <w:rsid w:val="00473C63"/>
    <w:rsid w:val="004742A3"/>
    <w:rsid w:val="00474AC8"/>
    <w:rsid w:val="00474B36"/>
    <w:rsid w:val="0047539A"/>
    <w:rsid w:val="0047593C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14F"/>
    <w:rsid w:val="0047722F"/>
    <w:rsid w:val="0047726D"/>
    <w:rsid w:val="00477742"/>
    <w:rsid w:val="00477783"/>
    <w:rsid w:val="00477AB0"/>
    <w:rsid w:val="00477B20"/>
    <w:rsid w:val="00477C32"/>
    <w:rsid w:val="00477CAD"/>
    <w:rsid w:val="00480011"/>
    <w:rsid w:val="00480015"/>
    <w:rsid w:val="004801DB"/>
    <w:rsid w:val="00480507"/>
    <w:rsid w:val="00480665"/>
    <w:rsid w:val="004809A6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D0B"/>
    <w:rsid w:val="00484F68"/>
    <w:rsid w:val="00486357"/>
    <w:rsid w:val="004864AE"/>
    <w:rsid w:val="00486564"/>
    <w:rsid w:val="004865E6"/>
    <w:rsid w:val="004867EF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261"/>
    <w:rsid w:val="0049342E"/>
    <w:rsid w:val="004939B2"/>
    <w:rsid w:val="004939FA"/>
    <w:rsid w:val="00493BBB"/>
    <w:rsid w:val="00493E23"/>
    <w:rsid w:val="00493EEC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619"/>
    <w:rsid w:val="004A0859"/>
    <w:rsid w:val="004A0B01"/>
    <w:rsid w:val="004A0B56"/>
    <w:rsid w:val="004A0C6B"/>
    <w:rsid w:val="004A11D9"/>
    <w:rsid w:val="004A13F9"/>
    <w:rsid w:val="004A14C9"/>
    <w:rsid w:val="004A15B3"/>
    <w:rsid w:val="004A192C"/>
    <w:rsid w:val="004A19AE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51B"/>
    <w:rsid w:val="004A4701"/>
    <w:rsid w:val="004A472D"/>
    <w:rsid w:val="004A4878"/>
    <w:rsid w:val="004A4BF2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02F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906"/>
    <w:rsid w:val="004C0A80"/>
    <w:rsid w:val="004C0EB7"/>
    <w:rsid w:val="004C107F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6A9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57DB"/>
    <w:rsid w:val="004C677F"/>
    <w:rsid w:val="004C67F2"/>
    <w:rsid w:val="004C689E"/>
    <w:rsid w:val="004C68A5"/>
    <w:rsid w:val="004C6A2C"/>
    <w:rsid w:val="004C6BB0"/>
    <w:rsid w:val="004C6F0A"/>
    <w:rsid w:val="004C776C"/>
    <w:rsid w:val="004C779A"/>
    <w:rsid w:val="004C77C2"/>
    <w:rsid w:val="004D0024"/>
    <w:rsid w:val="004D037F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3FAE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A7"/>
    <w:rsid w:val="004D79FB"/>
    <w:rsid w:val="004D7D55"/>
    <w:rsid w:val="004D7EE3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706A"/>
    <w:rsid w:val="004F7404"/>
    <w:rsid w:val="004F744C"/>
    <w:rsid w:val="004F778F"/>
    <w:rsid w:val="004F79F3"/>
    <w:rsid w:val="004F7CF1"/>
    <w:rsid w:val="004F7E49"/>
    <w:rsid w:val="004F7E84"/>
    <w:rsid w:val="005002DF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50C7"/>
    <w:rsid w:val="0050561D"/>
    <w:rsid w:val="00505938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5B3"/>
    <w:rsid w:val="00507677"/>
    <w:rsid w:val="005079CE"/>
    <w:rsid w:val="005104B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462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153"/>
    <w:rsid w:val="00520466"/>
    <w:rsid w:val="0052063C"/>
    <w:rsid w:val="00520819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70F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86E"/>
    <w:rsid w:val="00535A9D"/>
    <w:rsid w:val="00535AA2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7E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EBA"/>
    <w:rsid w:val="00546F31"/>
    <w:rsid w:val="00547420"/>
    <w:rsid w:val="00547421"/>
    <w:rsid w:val="00547478"/>
    <w:rsid w:val="00547687"/>
    <w:rsid w:val="005476D3"/>
    <w:rsid w:val="005477C4"/>
    <w:rsid w:val="00547D03"/>
    <w:rsid w:val="00547D88"/>
    <w:rsid w:val="00547D99"/>
    <w:rsid w:val="00547F84"/>
    <w:rsid w:val="00550076"/>
    <w:rsid w:val="005503AC"/>
    <w:rsid w:val="005503F2"/>
    <w:rsid w:val="00550784"/>
    <w:rsid w:val="00550843"/>
    <w:rsid w:val="005509C8"/>
    <w:rsid w:val="00550D6F"/>
    <w:rsid w:val="00550F12"/>
    <w:rsid w:val="00550F30"/>
    <w:rsid w:val="00551026"/>
    <w:rsid w:val="005510DA"/>
    <w:rsid w:val="005515BA"/>
    <w:rsid w:val="005516AA"/>
    <w:rsid w:val="0055174D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95"/>
    <w:rsid w:val="00553D54"/>
    <w:rsid w:val="00553DEA"/>
    <w:rsid w:val="00553E01"/>
    <w:rsid w:val="00554500"/>
    <w:rsid w:val="005546C0"/>
    <w:rsid w:val="005549A0"/>
    <w:rsid w:val="00554A42"/>
    <w:rsid w:val="00554D5B"/>
    <w:rsid w:val="00554E05"/>
    <w:rsid w:val="00554F04"/>
    <w:rsid w:val="0055505A"/>
    <w:rsid w:val="0055569F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7086"/>
    <w:rsid w:val="00557975"/>
    <w:rsid w:val="00557B22"/>
    <w:rsid w:val="005600CD"/>
    <w:rsid w:val="005604FC"/>
    <w:rsid w:val="00560559"/>
    <w:rsid w:val="00560726"/>
    <w:rsid w:val="00560BAB"/>
    <w:rsid w:val="00560C17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05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286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A39"/>
    <w:rsid w:val="00570AB5"/>
    <w:rsid w:val="00570ED2"/>
    <w:rsid w:val="00570FE8"/>
    <w:rsid w:val="00571095"/>
    <w:rsid w:val="0057117B"/>
    <w:rsid w:val="00571570"/>
    <w:rsid w:val="00571BD0"/>
    <w:rsid w:val="00571D45"/>
    <w:rsid w:val="00571DB0"/>
    <w:rsid w:val="00572062"/>
    <w:rsid w:val="0057212A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7F"/>
    <w:rsid w:val="005756D1"/>
    <w:rsid w:val="00575A90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0CE"/>
    <w:rsid w:val="00577827"/>
    <w:rsid w:val="0057783E"/>
    <w:rsid w:val="00577CF5"/>
    <w:rsid w:val="0058000D"/>
    <w:rsid w:val="005802DE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62D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40D4"/>
    <w:rsid w:val="00584C12"/>
    <w:rsid w:val="00584D9B"/>
    <w:rsid w:val="00585889"/>
    <w:rsid w:val="00585938"/>
    <w:rsid w:val="0058598F"/>
    <w:rsid w:val="00585B63"/>
    <w:rsid w:val="00586762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47F"/>
    <w:rsid w:val="005935DA"/>
    <w:rsid w:val="0059362D"/>
    <w:rsid w:val="005936A1"/>
    <w:rsid w:val="005936AF"/>
    <w:rsid w:val="00593788"/>
    <w:rsid w:val="00593BB7"/>
    <w:rsid w:val="00593EFA"/>
    <w:rsid w:val="0059428F"/>
    <w:rsid w:val="005948C1"/>
    <w:rsid w:val="00594D5B"/>
    <w:rsid w:val="00595501"/>
    <w:rsid w:val="00595A16"/>
    <w:rsid w:val="005962EE"/>
    <w:rsid w:val="0059653B"/>
    <w:rsid w:val="00596845"/>
    <w:rsid w:val="00596D5A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628"/>
    <w:rsid w:val="005A2963"/>
    <w:rsid w:val="005A29D0"/>
    <w:rsid w:val="005A2AC6"/>
    <w:rsid w:val="005A2D07"/>
    <w:rsid w:val="005A2DB4"/>
    <w:rsid w:val="005A2E49"/>
    <w:rsid w:val="005A30CD"/>
    <w:rsid w:val="005A3612"/>
    <w:rsid w:val="005A3642"/>
    <w:rsid w:val="005A394F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0CB"/>
    <w:rsid w:val="005A72D6"/>
    <w:rsid w:val="005A7351"/>
    <w:rsid w:val="005A7618"/>
    <w:rsid w:val="005A763D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BE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2E7"/>
    <w:rsid w:val="005D6311"/>
    <w:rsid w:val="005D699A"/>
    <w:rsid w:val="005D6C9C"/>
    <w:rsid w:val="005D6D1D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29B"/>
    <w:rsid w:val="005E3750"/>
    <w:rsid w:val="005E378D"/>
    <w:rsid w:val="005E3881"/>
    <w:rsid w:val="005E38CC"/>
    <w:rsid w:val="005E3A37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B22"/>
    <w:rsid w:val="005F1C33"/>
    <w:rsid w:val="005F1C85"/>
    <w:rsid w:val="005F21A7"/>
    <w:rsid w:val="005F22D0"/>
    <w:rsid w:val="005F2812"/>
    <w:rsid w:val="005F2B55"/>
    <w:rsid w:val="005F2C7A"/>
    <w:rsid w:val="005F2FFF"/>
    <w:rsid w:val="005F300E"/>
    <w:rsid w:val="005F3032"/>
    <w:rsid w:val="005F3207"/>
    <w:rsid w:val="005F3818"/>
    <w:rsid w:val="005F3A8A"/>
    <w:rsid w:val="005F3AFE"/>
    <w:rsid w:val="005F3B1F"/>
    <w:rsid w:val="005F3E54"/>
    <w:rsid w:val="005F448E"/>
    <w:rsid w:val="005F45CB"/>
    <w:rsid w:val="005F4751"/>
    <w:rsid w:val="005F4B3B"/>
    <w:rsid w:val="005F4CF0"/>
    <w:rsid w:val="005F4D09"/>
    <w:rsid w:val="005F4EB9"/>
    <w:rsid w:val="005F4F1E"/>
    <w:rsid w:val="005F4F9D"/>
    <w:rsid w:val="005F52B8"/>
    <w:rsid w:val="005F5657"/>
    <w:rsid w:val="005F58BA"/>
    <w:rsid w:val="005F5CE7"/>
    <w:rsid w:val="005F5FF8"/>
    <w:rsid w:val="005F6382"/>
    <w:rsid w:val="005F6445"/>
    <w:rsid w:val="005F6554"/>
    <w:rsid w:val="005F6707"/>
    <w:rsid w:val="005F673A"/>
    <w:rsid w:val="005F702A"/>
    <w:rsid w:val="005F78FD"/>
    <w:rsid w:val="005F791A"/>
    <w:rsid w:val="005F7EBC"/>
    <w:rsid w:val="0060017B"/>
    <w:rsid w:val="00600225"/>
    <w:rsid w:val="006004A7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DBC"/>
    <w:rsid w:val="006064A0"/>
    <w:rsid w:val="00606987"/>
    <w:rsid w:val="00606AF6"/>
    <w:rsid w:val="00606CFB"/>
    <w:rsid w:val="0060740F"/>
    <w:rsid w:val="0060745A"/>
    <w:rsid w:val="00607688"/>
    <w:rsid w:val="00607A6C"/>
    <w:rsid w:val="00607BB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8E4"/>
    <w:rsid w:val="00611DE1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3B8F"/>
    <w:rsid w:val="00613DA6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080"/>
    <w:rsid w:val="00620195"/>
    <w:rsid w:val="00620510"/>
    <w:rsid w:val="00620A41"/>
    <w:rsid w:val="00620AA0"/>
    <w:rsid w:val="00621174"/>
    <w:rsid w:val="0062159F"/>
    <w:rsid w:val="006216FA"/>
    <w:rsid w:val="0062188A"/>
    <w:rsid w:val="00621955"/>
    <w:rsid w:val="0062197A"/>
    <w:rsid w:val="0062229E"/>
    <w:rsid w:val="0062244F"/>
    <w:rsid w:val="006227A2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325"/>
    <w:rsid w:val="006266CB"/>
    <w:rsid w:val="0062671F"/>
    <w:rsid w:val="00626B71"/>
    <w:rsid w:val="00626BB6"/>
    <w:rsid w:val="00626C51"/>
    <w:rsid w:val="00626D64"/>
    <w:rsid w:val="0062757B"/>
    <w:rsid w:val="00627B2D"/>
    <w:rsid w:val="00627BFC"/>
    <w:rsid w:val="00627E75"/>
    <w:rsid w:val="00630157"/>
    <w:rsid w:val="0063060A"/>
    <w:rsid w:val="006307E6"/>
    <w:rsid w:val="0063082B"/>
    <w:rsid w:val="00630DD4"/>
    <w:rsid w:val="00631089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3BC"/>
    <w:rsid w:val="00640502"/>
    <w:rsid w:val="0064068C"/>
    <w:rsid w:val="00640737"/>
    <w:rsid w:val="006408C1"/>
    <w:rsid w:val="00640C30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EC6"/>
    <w:rsid w:val="0064318D"/>
    <w:rsid w:val="006431EA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E03"/>
    <w:rsid w:val="00645F7F"/>
    <w:rsid w:val="00645F8F"/>
    <w:rsid w:val="00646011"/>
    <w:rsid w:val="0064625B"/>
    <w:rsid w:val="006466A1"/>
    <w:rsid w:val="006467ED"/>
    <w:rsid w:val="00646AA6"/>
    <w:rsid w:val="00646B9A"/>
    <w:rsid w:val="00647431"/>
    <w:rsid w:val="006474E9"/>
    <w:rsid w:val="0064750F"/>
    <w:rsid w:val="0064763D"/>
    <w:rsid w:val="00647D26"/>
    <w:rsid w:val="00650187"/>
    <w:rsid w:val="006502BF"/>
    <w:rsid w:val="0065060B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88"/>
    <w:rsid w:val="00653435"/>
    <w:rsid w:val="006538BD"/>
    <w:rsid w:val="00653AF6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0F"/>
    <w:rsid w:val="0066116B"/>
    <w:rsid w:val="00661256"/>
    <w:rsid w:val="00661474"/>
    <w:rsid w:val="00661567"/>
    <w:rsid w:val="006617B5"/>
    <w:rsid w:val="0066188B"/>
    <w:rsid w:val="00661D50"/>
    <w:rsid w:val="006625C7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339"/>
    <w:rsid w:val="00667E5D"/>
    <w:rsid w:val="006700D4"/>
    <w:rsid w:val="006702DE"/>
    <w:rsid w:val="006704E3"/>
    <w:rsid w:val="0067058F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50F"/>
    <w:rsid w:val="006716B8"/>
    <w:rsid w:val="00671D06"/>
    <w:rsid w:val="00671DF7"/>
    <w:rsid w:val="00671E7D"/>
    <w:rsid w:val="00672A4D"/>
    <w:rsid w:val="00672A7B"/>
    <w:rsid w:val="00672A99"/>
    <w:rsid w:val="006730B7"/>
    <w:rsid w:val="0067374C"/>
    <w:rsid w:val="0067375B"/>
    <w:rsid w:val="00673A50"/>
    <w:rsid w:val="00673C86"/>
    <w:rsid w:val="00674932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FB"/>
    <w:rsid w:val="0067763B"/>
    <w:rsid w:val="0067788B"/>
    <w:rsid w:val="00677FA6"/>
    <w:rsid w:val="00677FD1"/>
    <w:rsid w:val="0068003D"/>
    <w:rsid w:val="00680202"/>
    <w:rsid w:val="006804F6"/>
    <w:rsid w:val="00680627"/>
    <w:rsid w:val="00680629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7C8"/>
    <w:rsid w:val="006818E1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416"/>
    <w:rsid w:val="006836CC"/>
    <w:rsid w:val="0068370D"/>
    <w:rsid w:val="006837B2"/>
    <w:rsid w:val="00683818"/>
    <w:rsid w:val="00683E00"/>
    <w:rsid w:val="00683E28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4EB"/>
    <w:rsid w:val="00685589"/>
    <w:rsid w:val="00685638"/>
    <w:rsid w:val="006857A4"/>
    <w:rsid w:val="006858F9"/>
    <w:rsid w:val="00686005"/>
    <w:rsid w:val="00686249"/>
    <w:rsid w:val="00686289"/>
    <w:rsid w:val="00686A7A"/>
    <w:rsid w:val="00686FB7"/>
    <w:rsid w:val="006871A6"/>
    <w:rsid w:val="006872A5"/>
    <w:rsid w:val="006877A0"/>
    <w:rsid w:val="0069011E"/>
    <w:rsid w:val="00690124"/>
    <w:rsid w:val="00690218"/>
    <w:rsid w:val="00690248"/>
    <w:rsid w:val="0069029B"/>
    <w:rsid w:val="00690468"/>
    <w:rsid w:val="00690544"/>
    <w:rsid w:val="00690A54"/>
    <w:rsid w:val="006913A0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26F"/>
    <w:rsid w:val="00693560"/>
    <w:rsid w:val="006935A2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8E6"/>
    <w:rsid w:val="00694B4E"/>
    <w:rsid w:val="00694D0A"/>
    <w:rsid w:val="00694E13"/>
    <w:rsid w:val="00694F76"/>
    <w:rsid w:val="00694F88"/>
    <w:rsid w:val="006954B5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F26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4D5"/>
    <w:rsid w:val="006A27C3"/>
    <w:rsid w:val="006A2BD6"/>
    <w:rsid w:val="006A2CF7"/>
    <w:rsid w:val="006A2E7C"/>
    <w:rsid w:val="006A3033"/>
    <w:rsid w:val="006A3267"/>
    <w:rsid w:val="006A36E0"/>
    <w:rsid w:val="006A38A7"/>
    <w:rsid w:val="006A3935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3E4"/>
    <w:rsid w:val="006A747C"/>
    <w:rsid w:val="006A7AB9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7D3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576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CBC"/>
    <w:rsid w:val="006C30D8"/>
    <w:rsid w:val="006C30F8"/>
    <w:rsid w:val="006C3295"/>
    <w:rsid w:val="006C38CC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564"/>
    <w:rsid w:val="006D20B2"/>
    <w:rsid w:val="006D22DC"/>
    <w:rsid w:val="006D25BE"/>
    <w:rsid w:val="006D28A9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5DF"/>
    <w:rsid w:val="006D48D6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6ECF"/>
    <w:rsid w:val="006D702B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806"/>
    <w:rsid w:val="006E0862"/>
    <w:rsid w:val="006E09E1"/>
    <w:rsid w:val="006E0F60"/>
    <w:rsid w:val="006E1216"/>
    <w:rsid w:val="006E170B"/>
    <w:rsid w:val="006E1A7A"/>
    <w:rsid w:val="006E1B7F"/>
    <w:rsid w:val="006E25B8"/>
    <w:rsid w:val="006E283C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496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458"/>
    <w:rsid w:val="006F352D"/>
    <w:rsid w:val="006F3B4A"/>
    <w:rsid w:val="006F3C16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549A"/>
    <w:rsid w:val="0070562B"/>
    <w:rsid w:val="00705CC1"/>
    <w:rsid w:val="00705EDA"/>
    <w:rsid w:val="0070604A"/>
    <w:rsid w:val="00706261"/>
    <w:rsid w:val="00706858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A70"/>
    <w:rsid w:val="00713C0C"/>
    <w:rsid w:val="00713FF7"/>
    <w:rsid w:val="007142C7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1B6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EAA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4CE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E7B"/>
    <w:rsid w:val="00733F4C"/>
    <w:rsid w:val="0073451B"/>
    <w:rsid w:val="0073456B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287"/>
    <w:rsid w:val="007362B2"/>
    <w:rsid w:val="00736628"/>
    <w:rsid w:val="00736850"/>
    <w:rsid w:val="00736EC4"/>
    <w:rsid w:val="00736EF1"/>
    <w:rsid w:val="00736FFA"/>
    <w:rsid w:val="0073719D"/>
    <w:rsid w:val="00737941"/>
    <w:rsid w:val="00737AE1"/>
    <w:rsid w:val="00737CE0"/>
    <w:rsid w:val="007401BB"/>
    <w:rsid w:val="00740565"/>
    <w:rsid w:val="00740B24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63EE"/>
    <w:rsid w:val="00746779"/>
    <w:rsid w:val="007468D6"/>
    <w:rsid w:val="007468D7"/>
    <w:rsid w:val="00746BC3"/>
    <w:rsid w:val="0074733C"/>
    <w:rsid w:val="007473D9"/>
    <w:rsid w:val="007476D7"/>
    <w:rsid w:val="00747791"/>
    <w:rsid w:val="00747C7F"/>
    <w:rsid w:val="00747FFD"/>
    <w:rsid w:val="00750201"/>
    <w:rsid w:val="00750453"/>
    <w:rsid w:val="00750C8D"/>
    <w:rsid w:val="00750F5A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DB8"/>
    <w:rsid w:val="00752F78"/>
    <w:rsid w:val="007532B1"/>
    <w:rsid w:val="00753439"/>
    <w:rsid w:val="0075349A"/>
    <w:rsid w:val="007539ED"/>
    <w:rsid w:val="00753AC1"/>
    <w:rsid w:val="00753DA5"/>
    <w:rsid w:val="007540FB"/>
    <w:rsid w:val="0075442E"/>
    <w:rsid w:val="00754EA5"/>
    <w:rsid w:val="00754FC7"/>
    <w:rsid w:val="007551CB"/>
    <w:rsid w:val="0075532F"/>
    <w:rsid w:val="00755482"/>
    <w:rsid w:val="007554EE"/>
    <w:rsid w:val="0075553F"/>
    <w:rsid w:val="00755A0F"/>
    <w:rsid w:val="00755E4C"/>
    <w:rsid w:val="0075602A"/>
    <w:rsid w:val="007563F9"/>
    <w:rsid w:val="007564BF"/>
    <w:rsid w:val="00756622"/>
    <w:rsid w:val="00756665"/>
    <w:rsid w:val="00756A3C"/>
    <w:rsid w:val="00756A46"/>
    <w:rsid w:val="00756CBD"/>
    <w:rsid w:val="00757569"/>
    <w:rsid w:val="0075757B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A30"/>
    <w:rsid w:val="00765B34"/>
    <w:rsid w:val="00765CF2"/>
    <w:rsid w:val="00765DBD"/>
    <w:rsid w:val="00765F06"/>
    <w:rsid w:val="00765F3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048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6F5"/>
    <w:rsid w:val="00774DA3"/>
    <w:rsid w:val="007751D9"/>
    <w:rsid w:val="00775903"/>
    <w:rsid w:val="00775BA3"/>
    <w:rsid w:val="0077601E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45"/>
    <w:rsid w:val="00786BC0"/>
    <w:rsid w:val="007871F7"/>
    <w:rsid w:val="00787390"/>
    <w:rsid w:val="00787477"/>
    <w:rsid w:val="00787579"/>
    <w:rsid w:val="00787617"/>
    <w:rsid w:val="00787683"/>
    <w:rsid w:val="007877F7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353"/>
    <w:rsid w:val="007914D1"/>
    <w:rsid w:val="007915C9"/>
    <w:rsid w:val="00791B11"/>
    <w:rsid w:val="00791BBA"/>
    <w:rsid w:val="00791D70"/>
    <w:rsid w:val="00791DD7"/>
    <w:rsid w:val="00791E8C"/>
    <w:rsid w:val="007925AD"/>
    <w:rsid w:val="007925B8"/>
    <w:rsid w:val="00792662"/>
    <w:rsid w:val="007928E7"/>
    <w:rsid w:val="007930BA"/>
    <w:rsid w:val="00793200"/>
    <w:rsid w:val="00793293"/>
    <w:rsid w:val="00793463"/>
    <w:rsid w:val="007937CD"/>
    <w:rsid w:val="00793902"/>
    <w:rsid w:val="0079394E"/>
    <w:rsid w:val="00793C1D"/>
    <w:rsid w:val="00793D9F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61B"/>
    <w:rsid w:val="00795810"/>
    <w:rsid w:val="00795920"/>
    <w:rsid w:val="00796042"/>
    <w:rsid w:val="0079643C"/>
    <w:rsid w:val="00796898"/>
    <w:rsid w:val="007969A2"/>
    <w:rsid w:val="00796C1E"/>
    <w:rsid w:val="00796D5D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5EE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59"/>
    <w:rsid w:val="007A5397"/>
    <w:rsid w:val="007A53FE"/>
    <w:rsid w:val="007A56E8"/>
    <w:rsid w:val="007A57B0"/>
    <w:rsid w:val="007A5B46"/>
    <w:rsid w:val="007A5B4B"/>
    <w:rsid w:val="007A63B1"/>
    <w:rsid w:val="007A6448"/>
    <w:rsid w:val="007A64C9"/>
    <w:rsid w:val="007A6593"/>
    <w:rsid w:val="007A6941"/>
    <w:rsid w:val="007A6AE2"/>
    <w:rsid w:val="007A6CBF"/>
    <w:rsid w:val="007A71DD"/>
    <w:rsid w:val="007A7452"/>
    <w:rsid w:val="007A7562"/>
    <w:rsid w:val="007A7737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2EEA"/>
    <w:rsid w:val="007B34C7"/>
    <w:rsid w:val="007B3D56"/>
    <w:rsid w:val="007B3FF4"/>
    <w:rsid w:val="007B40EA"/>
    <w:rsid w:val="007B449B"/>
    <w:rsid w:val="007B46AF"/>
    <w:rsid w:val="007B48AA"/>
    <w:rsid w:val="007B4B8D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B7D49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1D3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AF4"/>
    <w:rsid w:val="007C4C62"/>
    <w:rsid w:val="007C4C8B"/>
    <w:rsid w:val="007C4F37"/>
    <w:rsid w:val="007C511C"/>
    <w:rsid w:val="007C536A"/>
    <w:rsid w:val="007C543F"/>
    <w:rsid w:val="007C57CD"/>
    <w:rsid w:val="007C5B0E"/>
    <w:rsid w:val="007C5CD0"/>
    <w:rsid w:val="007C5FBD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527"/>
    <w:rsid w:val="007D0668"/>
    <w:rsid w:val="007D0799"/>
    <w:rsid w:val="007D08C6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04"/>
    <w:rsid w:val="007D2415"/>
    <w:rsid w:val="007D26F1"/>
    <w:rsid w:val="007D2CCB"/>
    <w:rsid w:val="007D2E96"/>
    <w:rsid w:val="007D3287"/>
    <w:rsid w:val="007D337C"/>
    <w:rsid w:val="007D34B9"/>
    <w:rsid w:val="007D39D1"/>
    <w:rsid w:val="007D3B09"/>
    <w:rsid w:val="007D3E25"/>
    <w:rsid w:val="007D463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6E05"/>
    <w:rsid w:val="007E709E"/>
    <w:rsid w:val="007E711C"/>
    <w:rsid w:val="007E72B5"/>
    <w:rsid w:val="007E752E"/>
    <w:rsid w:val="007E76B1"/>
    <w:rsid w:val="007E77A4"/>
    <w:rsid w:val="007E7851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8A6"/>
    <w:rsid w:val="007F1912"/>
    <w:rsid w:val="007F1D1C"/>
    <w:rsid w:val="007F1EFC"/>
    <w:rsid w:val="007F217C"/>
    <w:rsid w:val="007F2271"/>
    <w:rsid w:val="007F2470"/>
    <w:rsid w:val="007F3377"/>
    <w:rsid w:val="007F3615"/>
    <w:rsid w:val="007F3DA3"/>
    <w:rsid w:val="007F3DBE"/>
    <w:rsid w:val="007F3F72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AFB"/>
    <w:rsid w:val="007F5BA5"/>
    <w:rsid w:val="007F5BF5"/>
    <w:rsid w:val="007F5CD3"/>
    <w:rsid w:val="007F60AD"/>
    <w:rsid w:val="007F63D7"/>
    <w:rsid w:val="007F640B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180"/>
    <w:rsid w:val="008012F8"/>
    <w:rsid w:val="008015B4"/>
    <w:rsid w:val="00801672"/>
    <w:rsid w:val="00801CC6"/>
    <w:rsid w:val="00801CC9"/>
    <w:rsid w:val="00801F90"/>
    <w:rsid w:val="00802614"/>
    <w:rsid w:val="00802956"/>
    <w:rsid w:val="00802A03"/>
    <w:rsid w:val="00802A06"/>
    <w:rsid w:val="0080314E"/>
    <w:rsid w:val="00803744"/>
    <w:rsid w:val="00803807"/>
    <w:rsid w:val="0080398A"/>
    <w:rsid w:val="00803B91"/>
    <w:rsid w:val="00803C10"/>
    <w:rsid w:val="00804249"/>
    <w:rsid w:val="0080437D"/>
    <w:rsid w:val="008043B1"/>
    <w:rsid w:val="0080453D"/>
    <w:rsid w:val="008047E1"/>
    <w:rsid w:val="00804886"/>
    <w:rsid w:val="00804AE5"/>
    <w:rsid w:val="00804B1C"/>
    <w:rsid w:val="00804BB7"/>
    <w:rsid w:val="00804F53"/>
    <w:rsid w:val="0080522B"/>
    <w:rsid w:val="00805484"/>
    <w:rsid w:val="00805589"/>
    <w:rsid w:val="00805C91"/>
    <w:rsid w:val="00805E6A"/>
    <w:rsid w:val="00805E6E"/>
    <w:rsid w:val="008062CB"/>
    <w:rsid w:val="008064F1"/>
    <w:rsid w:val="008067CF"/>
    <w:rsid w:val="00806A92"/>
    <w:rsid w:val="00806AD9"/>
    <w:rsid w:val="008074CC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C3E"/>
    <w:rsid w:val="00811CC3"/>
    <w:rsid w:val="00811DA4"/>
    <w:rsid w:val="00812104"/>
    <w:rsid w:val="008125C0"/>
    <w:rsid w:val="00812724"/>
    <w:rsid w:val="0081274E"/>
    <w:rsid w:val="0081289C"/>
    <w:rsid w:val="00812C8B"/>
    <w:rsid w:val="00812E72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E95"/>
    <w:rsid w:val="008151C9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1C5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220"/>
    <w:rsid w:val="008232C7"/>
    <w:rsid w:val="008235E9"/>
    <w:rsid w:val="00823D3D"/>
    <w:rsid w:val="00823FA9"/>
    <w:rsid w:val="008244CC"/>
    <w:rsid w:val="0082450A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30B7"/>
    <w:rsid w:val="0083325D"/>
    <w:rsid w:val="00833358"/>
    <w:rsid w:val="0083365C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5C9"/>
    <w:rsid w:val="0083563A"/>
    <w:rsid w:val="008356FC"/>
    <w:rsid w:val="0083572A"/>
    <w:rsid w:val="00835ACB"/>
    <w:rsid w:val="0083610F"/>
    <w:rsid w:val="0083635A"/>
    <w:rsid w:val="00836544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325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6E8"/>
    <w:rsid w:val="00842CFF"/>
    <w:rsid w:val="008431A5"/>
    <w:rsid w:val="00843264"/>
    <w:rsid w:val="008432EB"/>
    <w:rsid w:val="00843314"/>
    <w:rsid w:val="00843724"/>
    <w:rsid w:val="00843885"/>
    <w:rsid w:val="00843C45"/>
    <w:rsid w:val="008445D4"/>
    <w:rsid w:val="0084483B"/>
    <w:rsid w:val="008449EB"/>
    <w:rsid w:val="00844FEC"/>
    <w:rsid w:val="008451F9"/>
    <w:rsid w:val="008455E8"/>
    <w:rsid w:val="008456A5"/>
    <w:rsid w:val="0084583D"/>
    <w:rsid w:val="008459E0"/>
    <w:rsid w:val="0084616D"/>
    <w:rsid w:val="00846351"/>
    <w:rsid w:val="00846B4D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782"/>
    <w:rsid w:val="00850CC8"/>
    <w:rsid w:val="00850E65"/>
    <w:rsid w:val="008514BC"/>
    <w:rsid w:val="00851A2B"/>
    <w:rsid w:val="008527EA"/>
    <w:rsid w:val="00852E4E"/>
    <w:rsid w:val="0085354A"/>
    <w:rsid w:val="008539F8"/>
    <w:rsid w:val="00853A0A"/>
    <w:rsid w:val="00853DB6"/>
    <w:rsid w:val="00853EEE"/>
    <w:rsid w:val="00854543"/>
    <w:rsid w:val="0085460D"/>
    <w:rsid w:val="00854CC9"/>
    <w:rsid w:val="00854CEE"/>
    <w:rsid w:val="00855172"/>
    <w:rsid w:val="008551F8"/>
    <w:rsid w:val="0085534E"/>
    <w:rsid w:val="00855459"/>
    <w:rsid w:val="008554A0"/>
    <w:rsid w:val="0085567F"/>
    <w:rsid w:val="00855FF5"/>
    <w:rsid w:val="00856151"/>
    <w:rsid w:val="00856272"/>
    <w:rsid w:val="0085633E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48E"/>
    <w:rsid w:val="008614F2"/>
    <w:rsid w:val="00861553"/>
    <w:rsid w:val="00861B85"/>
    <w:rsid w:val="00861DD4"/>
    <w:rsid w:val="00861E15"/>
    <w:rsid w:val="00861E8D"/>
    <w:rsid w:val="00861F24"/>
    <w:rsid w:val="008624E5"/>
    <w:rsid w:val="0086270E"/>
    <w:rsid w:val="00862840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A1"/>
    <w:rsid w:val="00863CF8"/>
    <w:rsid w:val="00864130"/>
    <w:rsid w:val="008643D2"/>
    <w:rsid w:val="00864C7B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876"/>
    <w:rsid w:val="00875B60"/>
    <w:rsid w:val="00875D99"/>
    <w:rsid w:val="00876121"/>
    <w:rsid w:val="0087634E"/>
    <w:rsid w:val="00876426"/>
    <w:rsid w:val="008768DF"/>
    <w:rsid w:val="00877002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BB2"/>
    <w:rsid w:val="00883EB0"/>
    <w:rsid w:val="00883F38"/>
    <w:rsid w:val="008842F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4C9E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1D74"/>
    <w:rsid w:val="008A1E7A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5C5"/>
    <w:rsid w:val="008A5E12"/>
    <w:rsid w:val="008A5F3E"/>
    <w:rsid w:val="008A5F7F"/>
    <w:rsid w:val="008A62CD"/>
    <w:rsid w:val="008A67DA"/>
    <w:rsid w:val="008A6E07"/>
    <w:rsid w:val="008A74F0"/>
    <w:rsid w:val="008A7652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134"/>
    <w:rsid w:val="008B233C"/>
    <w:rsid w:val="008B2726"/>
    <w:rsid w:val="008B2E11"/>
    <w:rsid w:val="008B2F64"/>
    <w:rsid w:val="008B2FC9"/>
    <w:rsid w:val="008B33A9"/>
    <w:rsid w:val="008B3746"/>
    <w:rsid w:val="008B3C3B"/>
    <w:rsid w:val="008B3C8A"/>
    <w:rsid w:val="008B3D84"/>
    <w:rsid w:val="008B3F46"/>
    <w:rsid w:val="008B3F6C"/>
    <w:rsid w:val="008B4279"/>
    <w:rsid w:val="008B4590"/>
    <w:rsid w:val="008B47AB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1AD"/>
    <w:rsid w:val="008B6872"/>
    <w:rsid w:val="008B6916"/>
    <w:rsid w:val="008B6E98"/>
    <w:rsid w:val="008B6EF5"/>
    <w:rsid w:val="008B70EA"/>
    <w:rsid w:val="008B7509"/>
    <w:rsid w:val="008B7598"/>
    <w:rsid w:val="008B7AFC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B43"/>
    <w:rsid w:val="008C3DED"/>
    <w:rsid w:val="008C428A"/>
    <w:rsid w:val="008C45BC"/>
    <w:rsid w:val="008C4818"/>
    <w:rsid w:val="008C4B50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C8B"/>
    <w:rsid w:val="008E2D4E"/>
    <w:rsid w:val="008E2DED"/>
    <w:rsid w:val="008E2F2C"/>
    <w:rsid w:val="008E31F1"/>
    <w:rsid w:val="008E3669"/>
    <w:rsid w:val="008E3932"/>
    <w:rsid w:val="008E3D64"/>
    <w:rsid w:val="008E3E7D"/>
    <w:rsid w:val="008E404F"/>
    <w:rsid w:val="008E40EF"/>
    <w:rsid w:val="008E457D"/>
    <w:rsid w:val="008E46B1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6F63"/>
    <w:rsid w:val="008E6FAE"/>
    <w:rsid w:val="008E72A4"/>
    <w:rsid w:val="008E757D"/>
    <w:rsid w:val="008E7659"/>
    <w:rsid w:val="008E7666"/>
    <w:rsid w:val="008E77B4"/>
    <w:rsid w:val="008E7BC5"/>
    <w:rsid w:val="008E7BF7"/>
    <w:rsid w:val="008E7D9E"/>
    <w:rsid w:val="008E7DE5"/>
    <w:rsid w:val="008F0314"/>
    <w:rsid w:val="008F07A2"/>
    <w:rsid w:val="008F0A06"/>
    <w:rsid w:val="008F0BAB"/>
    <w:rsid w:val="008F0C3F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147"/>
    <w:rsid w:val="008F4274"/>
    <w:rsid w:val="008F446F"/>
    <w:rsid w:val="008F45A2"/>
    <w:rsid w:val="008F46FC"/>
    <w:rsid w:val="008F50E2"/>
    <w:rsid w:val="008F53A5"/>
    <w:rsid w:val="008F5826"/>
    <w:rsid w:val="008F5B86"/>
    <w:rsid w:val="008F5E93"/>
    <w:rsid w:val="008F5F3E"/>
    <w:rsid w:val="008F5F44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1D2"/>
    <w:rsid w:val="008F731A"/>
    <w:rsid w:val="008F749E"/>
    <w:rsid w:val="008F75A7"/>
    <w:rsid w:val="008F769E"/>
    <w:rsid w:val="008F7901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409"/>
    <w:rsid w:val="00901449"/>
    <w:rsid w:val="0090168F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705"/>
    <w:rsid w:val="00907998"/>
    <w:rsid w:val="009079C6"/>
    <w:rsid w:val="00907FD3"/>
    <w:rsid w:val="009100A0"/>
    <w:rsid w:val="009100F6"/>
    <w:rsid w:val="009100F8"/>
    <w:rsid w:val="00910113"/>
    <w:rsid w:val="009105DE"/>
    <w:rsid w:val="00910BAA"/>
    <w:rsid w:val="0091127C"/>
    <w:rsid w:val="0091155A"/>
    <w:rsid w:val="00911950"/>
    <w:rsid w:val="009119E8"/>
    <w:rsid w:val="00912170"/>
    <w:rsid w:val="00912650"/>
    <w:rsid w:val="009127FF"/>
    <w:rsid w:val="00912D11"/>
    <w:rsid w:val="00912E66"/>
    <w:rsid w:val="00913867"/>
    <w:rsid w:val="009139C2"/>
    <w:rsid w:val="00913A74"/>
    <w:rsid w:val="00914607"/>
    <w:rsid w:val="0091464F"/>
    <w:rsid w:val="0091475A"/>
    <w:rsid w:val="00914769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2FD"/>
    <w:rsid w:val="00916A1D"/>
    <w:rsid w:val="00916AA3"/>
    <w:rsid w:val="0091741D"/>
    <w:rsid w:val="00917BD2"/>
    <w:rsid w:val="00920767"/>
    <w:rsid w:val="00920A08"/>
    <w:rsid w:val="00920DD9"/>
    <w:rsid w:val="00920EC8"/>
    <w:rsid w:val="00920F45"/>
    <w:rsid w:val="00921341"/>
    <w:rsid w:val="00921539"/>
    <w:rsid w:val="00922328"/>
    <w:rsid w:val="00922338"/>
    <w:rsid w:val="009223D9"/>
    <w:rsid w:val="0092243B"/>
    <w:rsid w:val="00922FCB"/>
    <w:rsid w:val="009230E1"/>
    <w:rsid w:val="00923452"/>
    <w:rsid w:val="00923552"/>
    <w:rsid w:val="0092359E"/>
    <w:rsid w:val="00923B91"/>
    <w:rsid w:val="00923D8D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3B7"/>
    <w:rsid w:val="00934B10"/>
    <w:rsid w:val="00935145"/>
    <w:rsid w:val="0093519D"/>
    <w:rsid w:val="009352C5"/>
    <w:rsid w:val="0093545B"/>
    <w:rsid w:val="0093554F"/>
    <w:rsid w:val="009355CA"/>
    <w:rsid w:val="0093569F"/>
    <w:rsid w:val="0093607D"/>
    <w:rsid w:val="0093639F"/>
    <w:rsid w:val="009365D3"/>
    <w:rsid w:val="009367DF"/>
    <w:rsid w:val="009368AA"/>
    <w:rsid w:val="00936D9E"/>
    <w:rsid w:val="0093745A"/>
    <w:rsid w:val="00937E16"/>
    <w:rsid w:val="009400B3"/>
    <w:rsid w:val="00940207"/>
    <w:rsid w:val="009403A9"/>
    <w:rsid w:val="00940698"/>
    <w:rsid w:val="00940E53"/>
    <w:rsid w:val="009411BE"/>
    <w:rsid w:val="00941ACC"/>
    <w:rsid w:val="00941C26"/>
    <w:rsid w:val="00942320"/>
    <w:rsid w:val="009423A1"/>
    <w:rsid w:val="00942587"/>
    <w:rsid w:val="00942973"/>
    <w:rsid w:val="009429F6"/>
    <w:rsid w:val="00942ABC"/>
    <w:rsid w:val="00942DC2"/>
    <w:rsid w:val="00942EF2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A4"/>
    <w:rsid w:val="00944744"/>
    <w:rsid w:val="00944772"/>
    <w:rsid w:val="00944827"/>
    <w:rsid w:val="00944A8B"/>
    <w:rsid w:val="00944C82"/>
    <w:rsid w:val="00944E8E"/>
    <w:rsid w:val="00945135"/>
    <w:rsid w:val="009452B2"/>
    <w:rsid w:val="009452C0"/>
    <w:rsid w:val="00945466"/>
    <w:rsid w:val="0094568F"/>
    <w:rsid w:val="00945986"/>
    <w:rsid w:val="00945C99"/>
    <w:rsid w:val="009460EE"/>
    <w:rsid w:val="00946175"/>
    <w:rsid w:val="00946233"/>
    <w:rsid w:val="00946686"/>
    <w:rsid w:val="009466D1"/>
    <w:rsid w:val="00946A98"/>
    <w:rsid w:val="009471CF"/>
    <w:rsid w:val="009472D2"/>
    <w:rsid w:val="0094776C"/>
    <w:rsid w:val="00947775"/>
    <w:rsid w:val="00947A99"/>
    <w:rsid w:val="00947EC8"/>
    <w:rsid w:val="0095036E"/>
    <w:rsid w:val="009509B5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BB2"/>
    <w:rsid w:val="0095302C"/>
    <w:rsid w:val="0095350F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361"/>
    <w:rsid w:val="00956543"/>
    <w:rsid w:val="00956760"/>
    <w:rsid w:val="009570D7"/>
    <w:rsid w:val="00957308"/>
    <w:rsid w:val="009573AB"/>
    <w:rsid w:val="009578F3"/>
    <w:rsid w:val="00957BAC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BB8"/>
    <w:rsid w:val="00961CC0"/>
    <w:rsid w:val="00961CE0"/>
    <w:rsid w:val="00961D52"/>
    <w:rsid w:val="00961E25"/>
    <w:rsid w:val="00962649"/>
    <w:rsid w:val="00962833"/>
    <w:rsid w:val="0096283A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401"/>
    <w:rsid w:val="00973DBA"/>
    <w:rsid w:val="00974020"/>
    <w:rsid w:val="00974515"/>
    <w:rsid w:val="0097458D"/>
    <w:rsid w:val="009748D4"/>
    <w:rsid w:val="009748F1"/>
    <w:rsid w:val="00974A17"/>
    <w:rsid w:val="00974AEA"/>
    <w:rsid w:val="00974C01"/>
    <w:rsid w:val="00974E4A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FB"/>
    <w:rsid w:val="00980E8A"/>
    <w:rsid w:val="00980ED5"/>
    <w:rsid w:val="00980F20"/>
    <w:rsid w:val="009813DB"/>
    <w:rsid w:val="0098178C"/>
    <w:rsid w:val="00981852"/>
    <w:rsid w:val="00981883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57A"/>
    <w:rsid w:val="0098571E"/>
    <w:rsid w:val="00985CD8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0A"/>
    <w:rsid w:val="00993E24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666"/>
    <w:rsid w:val="009A00D8"/>
    <w:rsid w:val="009A011B"/>
    <w:rsid w:val="009A02EA"/>
    <w:rsid w:val="009A0355"/>
    <w:rsid w:val="009A036E"/>
    <w:rsid w:val="009A07A7"/>
    <w:rsid w:val="009A0EB6"/>
    <w:rsid w:val="009A10A7"/>
    <w:rsid w:val="009A10FA"/>
    <w:rsid w:val="009A114D"/>
    <w:rsid w:val="009A17FE"/>
    <w:rsid w:val="009A1AA2"/>
    <w:rsid w:val="009A1ED0"/>
    <w:rsid w:val="009A1F98"/>
    <w:rsid w:val="009A1FC2"/>
    <w:rsid w:val="009A2169"/>
    <w:rsid w:val="009A2879"/>
    <w:rsid w:val="009A2A6C"/>
    <w:rsid w:val="009A2B02"/>
    <w:rsid w:val="009A2B93"/>
    <w:rsid w:val="009A3386"/>
    <w:rsid w:val="009A3463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406"/>
    <w:rsid w:val="009B171C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35E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E6A"/>
    <w:rsid w:val="009B5F40"/>
    <w:rsid w:val="009B60E3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BE8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07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22E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30DA"/>
    <w:rsid w:val="009D328F"/>
    <w:rsid w:val="009D32B9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E31"/>
    <w:rsid w:val="009D6092"/>
    <w:rsid w:val="009D61E5"/>
    <w:rsid w:val="009D6253"/>
    <w:rsid w:val="009D631D"/>
    <w:rsid w:val="009D6836"/>
    <w:rsid w:val="009D6B50"/>
    <w:rsid w:val="009D6DFF"/>
    <w:rsid w:val="009D71DA"/>
    <w:rsid w:val="009D783A"/>
    <w:rsid w:val="009D7D4E"/>
    <w:rsid w:val="009D7DA8"/>
    <w:rsid w:val="009D7DC8"/>
    <w:rsid w:val="009E0073"/>
    <w:rsid w:val="009E033C"/>
    <w:rsid w:val="009E0579"/>
    <w:rsid w:val="009E07A7"/>
    <w:rsid w:val="009E105A"/>
    <w:rsid w:val="009E14C7"/>
    <w:rsid w:val="009E1514"/>
    <w:rsid w:val="009E1556"/>
    <w:rsid w:val="009E1771"/>
    <w:rsid w:val="009E17B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F57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469"/>
    <w:rsid w:val="00A02A7E"/>
    <w:rsid w:val="00A0300F"/>
    <w:rsid w:val="00A03123"/>
    <w:rsid w:val="00A031CA"/>
    <w:rsid w:val="00A0338D"/>
    <w:rsid w:val="00A033D0"/>
    <w:rsid w:val="00A03774"/>
    <w:rsid w:val="00A03849"/>
    <w:rsid w:val="00A03EBD"/>
    <w:rsid w:val="00A04081"/>
    <w:rsid w:val="00A04094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036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5BB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A95"/>
    <w:rsid w:val="00A16B40"/>
    <w:rsid w:val="00A16DBB"/>
    <w:rsid w:val="00A170D6"/>
    <w:rsid w:val="00A17506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E49"/>
    <w:rsid w:val="00A25120"/>
    <w:rsid w:val="00A25650"/>
    <w:rsid w:val="00A2589B"/>
    <w:rsid w:val="00A25C11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2F1"/>
    <w:rsid w:val="00A30384"/>
    <w:rsid w:val="00A305BE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50C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5E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B96"/>
    <w:rsid w:val="00A37C3B"/>
    <w:rsid w:val="00A37C40"/>
    <w:rsid w:val="00A37C74"/>
    <w:rsid w:val="00A37CE6"/>
    <w:rsid w:val="00A37EEB"/>
    <w:rsid w:val="00A40329"/>
    <w:rsid w:val="00A40553"/>
    <w:rsid w:val="00A4071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2DE2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3A9"/>
    <w:rsid w:val="00A446AB"/>
    <w:rsid w:val="00A44791"/>
    <w:rsid w:val="00A44883"/>
    <w:rsid w:val="00A448D1"/>
    <w:rsid w:val="00A44ADD"/>
    <w:rsid w:val="00A44D2C"/>
    <w:rsid w:val="00A44FA2"/>
    <w:rsid w:val="00A45518"/>
    <w:rsid w:val="00A4557E"/>
    <w:rsid w:val="00A45B12"/>
    <w:rsid w:val="00A4647A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47D33"/>
    <w:rsid w:val="00A5040D"/>
    <w:rsid w:val="00A50473"/>
    <w:rsid w:val="00A50A94"/>
    <w:rsid w:val="00A5113D"/>
    <w:rsid w:val="00A511E5"/>
    <w:rsid w:val="00A51641"/>
    <w:rsid w:val="00A51FD7"/>
    <w:rsid w:val="00A52836"/>
    <w:rsid w:val="00A5286C"/>
    <w:rsid w:val="00A52908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5CCF"/>
    <w:rsid w:val="00A56583"/>
    <w:rsid w:val="00A56617"/>
    <w:rsid w:val="00A56BE1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6DB"/>
    <w:rsid w:val="00A60821"/>
    <w:rsid w:val="00A6083F"/>
    <w:rsid w:val="00A61318"/>
    <w:rsid w:val="00A61668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34B4"/>
    <w:rsid w:val="00A637D9"/>
    <w:rsid w:val="00A63845"/>
    <w:rsid w:val="00A63B14"/>
    <w:rsid w:val="00A63C2A"/>
    <w:rsid w:val="00A63C9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79E"/>
    <w:rsid w:val="00A669E5"/>
    <w:rsid w:val="00A66B45"/>
    <w:rsid w:val="00A66D78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790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6D"/>
    <w:rsid w:val="00A718FB"/>
    <w:rsid w:val="00A719FB"/>
    <w:rsid w:val="00A71BA4"/>
    <w:rsid w:val="00A71E73"/>
    <w:rsid w:val="00A720C2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4F"/>
    <w:rsid w:val="00A750A0"/>
    <w:rsid w:val="00A7535A"/>
    <w:rsid w:val="00A7567F"/>
    <w:rsid w:val="00A75E24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F7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926"/>
    <w:rsid w:val="00A82E61"/>
    <w:rsid w:val="00A82F20"/>
    <w:rsid w:val="00A82F28"/>
    <w:rsid w:val="00A8374F"/>
    <w:rsid w:val="00A83DAE"/>
    <w:rsid w:val="00A841BD"/>
    <w:rsid w:val="00A8433C"/>
    <w:rsid w:val="00A84761"/>
    <w:rsid w:val="00A848B8"/>
    <w:rsid w:val="00A84AAE"/>
    <w:rsid w:val="00A84DEE"/>
    <w:rsid w:val="00A851E1"/>
    <w:rsid w:val="00A85426"/>
    <w:rsid w:val="00A854AE"/>
    <w:rsid w:val="00A854FE"/>
    <w:rsid w:val="00A857F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246"/>
    <w:rsid w:val="00A90562"/>
    <w:rsid w:val="00A90DE6"/>
    <w:rsid w:val="00A90DEB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FA"/>
    <w:rsid w:val="00A91E71"/>
    <w:rsid w:val="00A92497"/>
    <w:rsid w:val="00A92DF5"/>
    <w:rsid w:val="00A92E94"/>
    <w:rsid w:val="00A933A5"/>
    <w:rsid w:val="00A934B7"/>
    <w:rsid w:val="00A938DF"/>
    <w:rsid w:val="00A93AE5"/>
    <w:rsid w:val="00A94750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DE"/>
    <w:rsid w:val="00A979CE"/>
    <w:rsid w:val="00A97F3C"/>
    <w:rsid w:val="00AA013E"/>
    <w:rsid w:val="00AA028B"/>
    <w:rsid w:val="00AA0823"/>
    <w:rsid w:val="00AA0A09"/>
    <w:rsid w:val="00AA0AC8"/>
    <w:rsid w:val="00AA0B5D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DAB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EF"/>
    <w:rsid w:val="00AA7303"/>
    <w:rsid w:val="00AA7A57"/>
    <w:rsid w:val="00AA7C62"/>
    <w:rsid w:val="00AA7E42"/>
    <w:rsid w:val="00AA7F28"/>
    <w:rsid w:val="00AB037F"/>
    <w:rsid w:val="00AB05FF"/>
    <w:rsid w:val="00AB0905"/>
    <w:rsid w:val="00AB0AEF"/>
    <w:rsid w:val="00AB12F6"/>
    <w:rsid w:val="00AB13D7"/>
    <w:rsid w:val="00AB14D9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254"/>
    <w:rsid w:val="00AB334D"/>
    <w:rsid w:val="00AB33F2"/>
    <w:rsid w:val="00AB385F"/>
    <w:rsid w:val="00AB3961"/>
    <w:rsid w:val="00AB3A8E"/>
    <w:rsid w:val="00AB3F18"/>
    <w:rsid w:val="00AB46F0"/>
    <w:rsid w:val="00AB47B2"/>
    <w:rsid w:val="00AB48FE"/>
    <w:rsid w:val="00AB4A45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D6A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E24"/>
    <w:rsid w:val="00AC4000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B03"/>
    <w:rsid w:val="00AD0BC5"/>
    <w:rsid w:val="00AD0DA5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451"/>
    <w:rsid w:val="00AD3526"/>
    <w:rsid w:val="00AD3538"/>
    <w:rsid w:val="00AD3765"/>
    <w:rsid w:val="00AD38CE"/>
    <w:rsid w:val="00AD42AC"/>
    <w:rsid w:val="00AD48A5"/>
    <w:rsid w:val="00AD4933"/>
    <w:rsid w:val="00AD4955"/>
    <w:rsid w:val="00AD4BE5"/>
    <w:rsid w:val="00AD5112"/>
    <w:rsid w:val="00AD51F4"/>
    <w:rsid w:val="00AD53E4"/>
    <w:rsid w:val="00AD5B4D"/>
    <w:rsid w:val="00AD5B5B"/>
    <w:rsid w:val="00AD63AC"/>
    <w:rsid w:val="00AD6459"/>
    <w:rsid w:val="00AD64CD"/>
    <w:rsid w:val="00AD6A6E"/>
    <w:rsid w:val="00AD6D3A"/>
    <w:rsid w:val="00AD6F74"/>
    <w:rsid w:val="00AD7212"/>
    <w:rsid w:val="00AD75CD"/>
    <w:rsid w:val="00AD772E"/>
    <w:rsid w:val="00AD7C84"/>
    <w:rsid w:val="00AE0572"/>
    <w:rsid w:val="00AE0C7C"/>
    <w:rsid w:val="00AE126B"/>
    <w:rsid w:val="00AE1875"/>
    <w:rsid w:val="00AE199A"/>
    <w:rsid w:val="00AE1C1F"/>
    <w:rsid w:val="00AE228F"/>
    <w:rsid w:val="00AE26A2"/>
    <w:rsid w:val="00AE2983"/>
    <w:rsid w:val="00AE2B9C"/>
    <w:rsid w:val="00AE2C83"/>
    <w:rsid w:val="00AE4000"/>
    <w:rsid w:val="00AE4402"/>
    <w:rsid w:val="00AE463A"/>
    <w:rsid w:val="00AE4A30"/>
    <w:rsid w:val="00AE4A36"/>
    <w:rsid w:val="00AE4D87"/>
    <w:rsid w:val="00AE5046"/>
    <w:rsid w:val="00AE513D"/>
    <w:rsid w:val="00AE51EA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900"/>
    <w:rsid w:val="00AE7A33"/>
    <w:rsid w:val="00AE7A76"/>
    <w:rsid w:val="00AE7E71"/>
    <w:rsid w:val="00AE7EAA"/>
    <w:rsid w:val="00AF019A"/>
    <w:rsid w:val="00AF022B"/>
    <w:rsid w:val="00AF0366"/>
    <w:rsid w:val="00AF055E"/>
    <w:rsid w:val="00AF0EAD"/>
    <w:rsid w:val="00AF1068"/>
    <w:rsid w:val="00AF16AE"/>
    <w:rsid w:val="00AF1790"/>
    <w:rsid w:val="00AF19B2"/>
    <w:rsid w:val="00AF1CAE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8B8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0C8"/>
    <w:rsid w:val="00B0038C"/>
    <w:rsid w:val="00B00426"/>
    <w:rsid w:val="00B007A4"/>
    <w:rsid w:val="00B00852"/>
    <w:rsid w:val="00B00E96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E1"/>
    <w:rsid w:val="00B051FF"/>
    <w:rsid w:val="00B05684"/>
    <w:rsid w:val="00B05E4E"/>
    <w:rsid w:val="00B05FF7"/>
    <w:rsid w:val="00B060F6"/>
    <w:rsid w:val="00B06463"/>
    <w:rsid w:val="00B064E3"/>
    <w:rsid w:val="00B06610"/>
    <w:rsid w:val="00B06645"/>
    <w:rsid w:val="00B0678E"/>
    <w:rsid w:val="00B06A75"/>
    <w:rsid w:val="00B06F85"/>
    <w:rsid w:val="00B07603"/>
    <w:rsid w:val="00B079C6"/>
    <w:rsid w:val="00B1015E"/>
    <w:rsid w:val="00B1056E"/>
    <w:rsid w:val="00B10631"/>
    <w:rsid w:val="00B109E8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26CB"/>
    <w:rsid w:val="00B1296B"/>
    <w:rsid w:val="00B12987"/>
    <w:rsid w:val="00B129A7"/>
    <w:rsid w:val="00B129BA"/>
    <w:rsid w:val="00B12AC5"/>
    <w:rsid w:val="00B12EC2"/>
    <w:rsid w:val="00B12FE2"/>
    <w:rsid w:val="00B13287"/>
    <w:rsid w:val="00B136F6"/>
    <w:rsid w:val="00B138FD"/>
    <w:rsid w:val="00B13B7A"/>
    <w:rsid w:val="00B13DE5"/>
    <w:rsid w:val="00B140A1"/>
    <w:rsid w:val="00B1437F"/>
    <w:rsid w:val="00B143B2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DAD"/>
    <w:rsid w:val="00B15E55"/>
    <w:rsid w:val="00B15EA1"/>
    <w:rsid w:val="00B167A3"/>
    <w:rsid w:val="00B168A3"/>
    <w:rsid w:val="00B16CC2"/>
    <w:rsid w:val="00B16F35"/>
    <w:rsid w:val="00B1769B"/>
    <w:rsid w:val="00B17932"/>
    <w:rsid w:val="00B20478"/>
    <w:rsid w:val="00B205AB"/>
    <w:rsid w:val="00B205B2"/>
    <w:rsid w:val="00B20AA0"/>
    <w:rsid w:val="00B20EBC"/>
    <w:rsid w:val="00B20EE4"/>
    <w:rsid w:val="00B21048"/>
    <w:rsid w:val="00B216A6"/>
    <w:rsid w:val="00B216D6"/>
    <w:rsid w:val="00B21929"/>
    <w:rsid w:val="00B21B39"/>
    <w:rsid w:val="00B21B84"/>
    <w:rsid w:val="00B21E37"/>
    <w:rsid w:val="00B21F09"/>
    <w:rsid w:val="00B21FC7"/>
    <w:rsid w:val="00B22039"/>
    <w:rsid w:val="00B220C1"/>
    <w:rsid w:val="00B22840"/>
    <w:rsid w:val="00B231E5"/>
    <w:rsid w:val="00B23957"/>
    <w:rsid w:val="00B239B0"/>
    <w:rsid w:val="00B23D6E"/>
    <w:rsid w:val="00B23EAF"/>
    <w:rsid w:val="00B240A9"/>
    <w:rsid w:val="00B241F7"/>
    <w:rsid w:val="00B24F33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6B5"/>
    <w:rsid w:val="00B32734"/>
    <w:rsid w:val="00B328C5"/>
    <w:rsid w:val="00B32A4C"/>
    <w:rsid w:val="00B32B13"/>
    <w:rsid w:val="00B330B5"/>
    <w:rsid w:val="00B331AF"/>
    <w:rsid w:val="00B33327"/>
    <w:rsid w:val="00B34114"/>
    <w:rsid w:val="00B345F5"/>
    <w:rsid w:val="00B34B24"/>
    <w:rsid w:val="00B34BBF"/>
    <w:rsid w:val="00B357A6"/>
    <w:rsid w:val="00B35D32"/>
    <w:rsid w:val="00B3610D"/>
    <w:rsid w:val="00B3671B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40"/>
    <w:rsid w:val="00B40082"/>
    <w:rsid w:val="00B40154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D60"/>
    <w:rsid w:val="00B453D7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8D6"/>
    <w:rsid w:val="00B47D7B"/>
    <w:rsid w:val="00B47FB9"/>
    <w:rsid w:val="00B507EF"/>
    <w:rsid w:val="00B50B6B"/>
    <w:rsid w:val="00B50E4E"/>
    <w:rsid w:val="00B50FFC"/>
    <w:rsid w:val="00B51093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D75"/>
    <w:rsid w:val="00B5549C"/>
    <w:rsid w:val="00B5568D"/>
    <w:rsid w:val="00B55D33"/>
    <w:rsid w:val="00B55D47"/>
    <w:rsid w:val="00B566CF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1E73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4D35"/>
    <w:rsid w:val="00B657FE"/>
    <w:rsid w:val="00B65D21"/>
    <w:rsid w:val="00B65E6E"/>
    <w:rsid w:val="00B6615A"/>
    <w:rsid w:val="00B6622E"/>
    <w:rsid w:val="00B66BA1"/>
    <w:rsid w:val="00B66C1E"/>
    <w:rsid w:val="00B66D53"/>
    <w:rsid w:val="00B6739E"/>
    <w:rsid w:val="00B676B1"/>
    <w:rsid w:val="00B676B5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B88"/>
    <w:rsid w:val="00B71DD0"/>
    <w:rsid w:val="00B7214B"/>
    <w:rsid w:val="00B7221B"/>
    <w:rsid w:val="00B72276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84"/>
    <w:rsid w:val="00B761EB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C34"/>
    <w:rsid w:val="00B83F71"/>
    <w:rsid w:val="00B84366"/>
    <w:rsid w:val="00B845AB"/>
    <w:rsid w:val="00B846B4"/>
    <w:rsid w:val="00B84716"/>
    <w:rsid w:val="00B8480A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BE5"/>
    <w:rsid w:val="00B87D05"/>
    <w:rsid w:val="00B87F79"/>
    <w:rsid w:val="00B904C2"/>
    <w:rsid w:val="00B90692"/>
    <w:rsid w:val="00B90D64"/>
    <w:rsid w:val="00B90FAE"/>
    <w:rsid w:val="00B91135"/>
    <w:rsid w:val="00B9160F"/>
    <w:rsid w:val="00B916A0"/>
    <w:rsid w:val="00B91964"/>
    <w:rsid w:val="00B91FBE"/>
    <w:rsid w:val="00B922F1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92B"/>
    <w:rsid w:val="00B93A32"/>
    <w:rsid w:val="00B93C96"/>
    <w:rsid w:val="00B93F30"/>
    <w:rsid w:val="00B9400F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825"/>
    <w:rsid w:val="00BA3CC0"/>
    <w:rsid w:val="00BA3DE5"/>
    <w:rsid w:val="00BA4443"/>
    <w:rsid w:val="00BA4608"/>
    <w:rsid w:val="00BA4611"/>
    <w:rsid w:val="00BA49BD"/>
    <w:rsid w:val="00BA4BA5"/>
    <w:rsid w:val="00BA4F92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2F23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2A"/>
    <w:rsid w:val="00BB6D5E"/>
    <w:rsid w:val="00BB6F52"/>
    <w:rsid w:val="00BB6FF8"/>
    <w:rsid w:val="00BB704C"/>
    <w:rsid w:val="00BB71B4"/>
    <w:rsid w:val="00BB7781"/>
    <w:rsid w:val="00BB790E"/>
    <w:rsid w:val="00BB7DEE"/>
    <w:rsid w:val="00BB7E1F"/>
    <w:rsid w:val="00BC02A5"/>
    <w:rsid w:val="00BC06AF"/>
    <w:rsid w:val="00BC0AB3"/>
    <w:rsid w:val="00BC108C"/>
    <w:rsid w:val="00BC1106"/>
    <w:rsid w:val="00BC1531"/>
    <w:rsid w:val="00BC183B"/>
    <w:rsid w:val="00BC19DE"/>
    <w:rsid w:val="00BC1C9A"/>
    <w:rsid w:val="00BC211E"/>
    <w:rsid w:val="00BC2804"/>
    <w:rsid w:val="00BC2DD6"/>
    <w:rsid w:val="00BC3AE9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4D89"/>
    <w:rsid w:val="00BC5000"/>
    <w:rsid w:val="00BC531D"/>
    <w:rsid w:val="00BC5456"/>
    <w:rsid w:val="00BC56C8"/>
    <w:rsid w:val="00BC5B81"/>
    <w:rsid w:val="00BC5BA6"/>
    <w:rsid w:val="00BC5E6B"/>
    <w:rsid w:val="00BC66E2"/>
    <w:rsid w:val="00BC6782"/>
    <w:rsid w:val="00BC6821"/>
    <w:rsid w:val="00BC6C54"/>
    <w:rsid w:val="00BC6C74"/>
    <w:rsid w:val="00BC6F8E"/>
    <w:rsid w:val="00BC7252"/>
    <w:rsid w:val="00BC72E8"/>
    <w:rsid w:val="00BC7612"/>
    <w:rsid w:val="00BC795E"/>
    <w:rsid w:val="00BC79D4"/>
    <w:rsid w:val="00BD075C"/>
    <w:rsid w:val="00BD07A1"/>
    <w:rsid w:val="00BD0A5B"/>
    <w:rsid w:val="00BD10DF"/>
    <w:rsid w:val="00BD2235"/>
    <w:rsid w:val="00BD2954"/>
    <w:rsid w:val="00BD2F75"/>
    <w:rsid w:val="00BD349C"/>
    <w:rsid w:val="00BD3C0C"/>
    <w:rsid w:val="00BD3CE1"/>
    <w:rsid w:val="00BD3FA4"/>
    <w:rsid w:val="00BD4303"/>
    <w:rsid w:val="00BD47E5"/>
    <w:rsid w:val="00BD487E"/>
    <w:rsid w:val="00BD4A0A"/>
    <w:rsid w:val="00BD4AE1"/>
    <w:rsid w:val="00BD50D6"/>
    <w:rsid w:val="00BD5151"/>
    <w:rsid w:val="00BD52B0"/>
    <w:rsid w:val="00BD5444"/>
    <w:rsid w:val="00BD5678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7F7"/>
    <w:rsid w:val="00BE4830"/>
    <w:rsid w:val="00BE497E"/>
    <w:rsid w:val="00BE514C"/>
    <w:rsid w:val="00BE544D"/>
    <w:rsid w:val="00BE5657"/>
    <w:rsid w:val="00BE5924"/>
    <w:rsid w:val="00BE5B80"/>
    <w:rsid w:val="00BE5BD6"/>
    <w:rsid w:val="00BE5C37"/>
    <w:rsid w:val="00BE5D8A"/>
    <w:rsid w:val="00BE624D"/>
    <w:rsid w:val="00BE63A0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4E"/>
    <w:rsid w:val="00BF518D"/>
    <w:rsid w:val="00BF51AB"/>
    <w:rsid w:val="00BF5639"/>
    <w:rsid w:val="00BF5993"/>
    <w:rsid w:val="00BF639A"/>
    <w:rsid w:val="00BF6F2C"/>
    <w:rsid w:val="00BF72BE"/>
    <w:rsid w:val="00BF7523"/>
    <w:rsid w:val="00BF752E"/>
    <w:rsid w:val="00BF780D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CA8"/>
    <w:rsid w:val="00C03E10"/>
    <w:rsid w:val="00C03F5C"/>
    <w:rsid w:val="00C042B0"/>
    <w:rsid w:val="00C044C8"/>
    <w:rsid w:val="00C047C9"/>
    <w:rsid w:val="00C04A6C"/>
    <w:rsid w:val="00C04B84"/>
    <w:rsid w:val="00C04DAD"/>
    <w:rsid w:val="00C05061"/>
    <w:rsid w:val="00C05795"/>
    <w:rsid w:val="00C057D2"/>
    <w:rsid w:val="00C060C1"/>
    <w:rsid w:val="00C062DF"/>
    <w:rsid w:val="00C06413"/>
    <w:rsid w:val="00C06939"/>
    <w:rsid w:val="00C0696C"/>
    <w:rsid w:val="00C069CC"/>
    <w:rsid w:val="00C06DF4"/>
    <w:rsid w:val="00C06FFB"/>
    <w:rsid w:val="00C072B2"/>
    <w:rsid w:val="00C07337"/>
    <w:rsid w:val="00C0774E"/>
    <w:rsid w:val="00C078E6"/>
    <w:rsid w:val="00C103C1"/>
    <w:rsid w:val="00C107C1"/>
    <w:rsid w:val="00C10B61"/>
    <w:rsid w:val="00C10CD4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DFB"/>
    <w:rsid w:val="00C13E94"/>
    <w:rsid w:val="00C14110"/>
    <w:rsid w:val="00C144B2"/>
    <w:rsid w:val="00C147DD"/>
    <w:rsid w:val="00C1495B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E4E"/>
    <w:rsid w:val="00C16E53"/>
    <w:rsid w:val="00C174D0"/>
    <w:rsid w:val="00C175BF"/>
    <w:rsid w:val="00C176BC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AC8"/>
    <w:rsid w:val="00C21DDA"/>
    <w:rsid w:val="00C21EE4"/>
    <w:rsid w:val="00C221E1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FE"/>
    <w:rsid w:val="00C22F0A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5BC6"/>
    <w:rsid w:val="00C2631A"/>
    <w:rsid w:val="00C26368"/>
    <w:rsid w:val="00C26412"/>
    <w:rsid w:val="00C26612"/>
    <w:rsid w:val="00C2684F"/>
    <w:rsid w:val="00C272B4"/>
    <w:rsid w:val="00C27BBF"/>
    <w:rsid w:val="00C27E64"/>
    <w:rsid w:val="00C3014A"/>
    <w:rsid w:val="00C30656"/>
    <w:rsid w:val="00C30F54"/>
    <w:rsid w:val="00C31033"/>
    <w:rsid w:val="00C310A5"/>
    <w:rsid w:val="00C31AEB"/>
    <w:rsid w:val="00C31CE8"/>
    <w:rsid w:val="00C322F6"/>
    <w:rsid w:val="00C32916"/>
    <w:rsid w:val="00C32CFB"/>
    <w:rsid w:val="00C32F49"/>
    <w:rsid w:val="00C331C9"/>
    <w:rsid w:val="00C331DF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4A4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4097"/>
    <w:rsid w:val="00C442A3"/>
    <w:rsid w:val="00C44456"/>
    <w:rsid w:val="00C446FA"/>
    <w:rsid w:val="00C44722"/>
    <w:rsid w:val="00C44745"/>
    <w:rsid w:val="00C449F3"/>
    <w:rsid w:val="00C4539F"/>
    <w:rsid w:val="00C4547E"/>
    <w:rsid w:val="00C456A4"/>
    <w:rsid w:val="00C45923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0DDE"/>
    <w:rsid w:val="00C51112"/>
    <w:rsid w:val="00C5139E"/>
    <w:rsid w:val="00C51667"/>
    <w:rsid w:val="00C51AB3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4CF8"/>
    <w:rsid w:val="00C5504B"/>
    <w:rsid w:val="00C551C8"/>
    <w:rsid w:val="00C552CD"/>
    <w:rsid w:val="00C555AE"/>
    <w:rsid w:val="00C55863"/>
    <w:rsid w:val="00C55A93"/>
    <w:rsid w:val="00C563BA"/>
    <w:rsid w:val="00C5642D"/>
    <w:rsid w:val="00C56D0A"/>
    <w:rsid w:val="00C56DDD"/>
    <w:rsid w:val="00C56F87"/>
    <w:rsid w:val="00C57166"/>
    <w:rsid w:val="00C5726A"/>
    <w:rsid w:val="00C573F9"/>
    <w:rsid w:val="00C57A90"/>
    <w:rsid w:val="00C6068A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2F48"/>
    <w:rsid w:val="00C630B1"/>
    <w:rsid w:val="00C63340"/>
    <w:rsid w:val="00C633FE"/>
    <w:rsid w:val="00C63A2A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892"/>
    <w:rsid w:val="00C658E2"/>
    <w:rsid w:val="00C6594A"/>
    <w:rsid w:val="00C65BE7"/>
    <w:rsid w:val="00C65D1E"/>
    <w:rsid w:val="00C65F1C"/>
    <w:rsid w:val="00C66950"/>
    <w:rsid w:val="00C66BBA"/>
    <w:rsid w:val="00C66D33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C1"/>
    <w:rsid w:val="00C71DBC"/>
    <w:rsid w:val="00C71DCC"/>
    <w:rsid w:val="00C722E2"/>
    <w:rsid w:val="00C7245A"/>
    <w:rsid w:val="00C72505"/>
    <w:rsid w:val="00C7266B"/>
    <w:rsid w:val="00C7281F"/>
    <w:rsid w:val="00C728D7"/>
    <w:rsid w:val="00C72913"/>
    <w:rsid w:val="00C72A4A"/>
    <w:rsid w:val="00C72BD2"/>
    <w:rsid w:val="00C72F2E"/>
    <w:rsid w:val="00C73012"/>
    <w:rsid w:val="00C733F5"/>
    <w:rsid w:val="00C735C2"/>
    <w:rsid w:val="00C73C31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B48"/>
    <w:rsid w:val="00C75D74"/>
    <w:rsid w:val="00C75F99"/>
    <w:rsid w:val="00C76832"/>
    <w:rsid w:val="00C76A63"/>
    <w:rsid w:val="00C76BB7"/>
    <w:rsid w:val="00C76E4E"/>
    <w:rsid w:val="00C772F2"/>
    <w:rsid w:val="00C77311"/>
    <w:rsid w:val="00C77632"/>
    <w:rsid w:val="00C777C8"/>
    <w:rsid w:val="00C77848"/>
    <w:rsid w:val="00C778C4"/>
    <w:rsid w:val="00C77C04"/>
    <w:rsid w:val="00C77ED6"/>
    <w:rsid w:val="00C80142"/>
    <w:rsid w:val="00C80229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3AE"/>
    <w:rsid w:val="00C85834"/>
    <w:rsid w:val="00C858CD"/>
    <w:rsid w:val="00C85A27"/>
    <w:rsid w:val="00C85AE6"/>
    <w:rsid w:val="00C85B18"/>
    <w:rsid w:val="00C85C30"/>
    <w:rsid w:val="00C85EDF"/>
    <w:rsid w:val="00C8636E"/>
    <w:rsid w:val="00C863E3"/>
    <w:rsid w:val="00C86475"/>
    <w:rsid w:val="00C869FD"/>
    <w:rsid w:val="00C86AAD"/>
    <w:rsid w:val="00C86B8A"/>
    <w:rsid w:val="00C86FF9"/>
    <w:rsid w:val="00C8707C"/>
    <w:rsid w:val="00C8714D"/>
    <w:rsid w:val="00C8722C"/>
    <w:rsid w:val="00C8731D"/>
    <w:rsid w:val="00C878F6"/>
    <w:rsid w:val="00C87D61"/>
    <w:rsid w:val="00C900B7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421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2D0"/>
    <w:rsid w:val="00CA07E8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FB4"/>
    <w:rsid w:val="00CA51B1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B02DE"/>
    <w:rsid w:val="00CB0780"/>
    <w:rsid w:val="00CB0C51"/>
    <w:rsid w:val="00CB0CBF"/>
    <w:rsid w:val="00CB14E7"/>
    <w:rsid w:val="00CB15DE"/>
    <w:rsid w:val="00CB16FA"/>
    <w:rsid w:val="00CB1821"/>
    <w:rsid w:val="00CB186A"/>
    <w:rsid w:val="00CB18C0"/>
    <w:rsid w:val="00CB191D"/>
    <w:rsid w:val="00CB1AD5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2CA"/>
    <w:rsid w:val="00CB4730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6500"/>
    <w:rsid w:val="00CB6A42"/>
    <w:rsid w:val="00CB6AB5"/>
    <w:rsid w:val="00CB6D1E"/>
    <w:rsid w:val="00CB6F11"/>
    <w:rsid w:val="00CB7484"/>
    <w:rsid w:val="00CB754D"/>
    <w:rsid w:val="00CB756F"/>
    <w:rsid w:val="00CB76CC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443"/>
    <w:rsid w:val="00CC7970"/>
    <w:rsid w:val="00CC7B1C"/>
    <w:rsid w:val="00CD00A9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D7838"/>
    <w:rsid w:val="00CD7A1B"/>
    <w:rsid w:val="00CE07FA"/>
    <w:rsid w:val="00CE0EB7"/>
    <w:rsid w:val="00CE10C6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DD0"/>
    <w:rsid w:val="00CE5324"/>
    <w:rsid w:val="00CE55C2"/>
    <w:rsid w:val="00CE58A0"/>
    <w:rsid w:val="00CE59AF"/>
    <w:rsid w:val="00CE6174"/>
    <w:rsid w:val="00CE652C"/>
    <w:rsid w:val="00CE65B0"/>
    <w:rsid w:val="00CE6806"/>
    <w:rsid w:val="00CE68D4"/>
    <w:rsid w:val="00CE6978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AB"/>
    <w:rsid w:val="00CF14B7"/>
    <w:rsid w:val="00CF17E4"/>
    <w:rsid w:val="00CF17E8"/>
    <w:rsid w:val="00CF19AB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AD3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40E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9D4"/>
    <w:rsid w:val="00D02E9D"/>
    <w:rsid w:val="00D03561"/>
    <w:rsid w:val="00D036DF"/>
    <w:rsid w:val="00D036F8"/>
    <w:rsid w:val="00D03C91"/>
    <w:rsid w:val="00D042F2"/>
    <w:rsid w:val="00D04404"/>
    <w:rsid w:val="00D049A1"/>
    <w:rsid w:val="00D04BA3"/>
    <w:rsid w:val="00D04E8B"/>
    <w:rsid w:val="00D04F66"/>
    <w:rsid w:val="00D050F7"/>
    <w:rsid w:val="00D052E2"/>
    <w:rsid w:val="00D05C68"/>
    <w:rsid w:val="00D05CA9"/>
    <w:rsid w:val="00D05E20"/>
    <w:rsid w:val="00D06390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EF3"/>
    <w:rsid w:val="00D16FB9"/>
    <w:rsid w:val="00D171FA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3D7"/>
    <w:rsid w:val="00D214E8"/>
    <w:rsid w:val="00D21B1C"/>
    <w:rsid w:val="00D21CA4"/>
    <w:rsid w:val="00D2205A"/>
    <w:rsid w:val="00D222AA"/>
    <w:rsid w:val="00D22639"/>
    <w:rsid w:val="00D22849"/>
    <w:rsid w:val="00D22954"/>
    <w:rsid w:val="00D22973"/>
    <w:rsid w:val="00D2303E"/>
    <w:rsid w:val="00D23424"/>
    <w:rsid w:val="00D234BA"/>
    <w:rsid w:val="00D238D0"/>
    <w:rsid w:val="00D23A40"/>
    <w:rsid w:val="00D23C8C"/>
    <w:rsid w:val="00D23F86"/>
    <w:rsid w:val="00D24100"/>
    <w:rsid w:val="00D245A4"/>
    <w:rsid w:val="00D245BE"/>
    <w:rsid w:val="00D246B8"/>
    <w:rsid w:val="00D2476A"/>
    <w:rsid w:val="00D250BA"/>
    <w:rsid w:val="00D26348"/>
    <w:rsid w:val="00D2659A"/>
    <w:rsid w:val="00D269FA"/>
    <w:rsid w:val="00D26B38"/>
    <w:rsid w:val="00D26EA6"/>
    <w:rsid w:val="00D27269"/>
    <w:rsid w:val="00D2757A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5186"/>
    <w:rsid w:val="00D35433"/>
    <w:rsid w:val="00D354E7"/>
    <w:rsid w:val="00D3567B"/>
    <w:rsid w:val="00D3603E"/>
    <w:rsid w:val="00D3616F"/>
    <w:rsid w:val="00D363DD"/>
    <w:rsid w:val="00D36439"/>
    <w:rsid w:val="00D3661C"/>
    <w:rsid w:val="00D36771"/>
    <w:rsid w:val="00D369E9"/>
    <w:rsid w:val="00D36AC2"/>
    <w:rsid w:val="00D36E61"/>
    <w:rsid w:val="00D37A97"/>
    <w:rsid w:val="00D37D18"/>
    <w:rsid w:val="00D37D83"/>
    <w:rsid w:val="00D37EE7"/>
    <w:rsid w:val="00D400F3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2D"/>
    <w:rsid w:val="00D43583"/>
    <w:rsid w:val="00D4384C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269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74D"/>
    <w:rsid w:val="00D51921"/>
    <w:rsid w:val="00D521BB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6B1"/>
    <w:rsid w:val="00D53925"/>
    <w:rsid w:val="00D540C4"/>
    <w:rsid w:val="00D54291"/>
    <w:rsid w:val="00D54607"/>
    <w:rsid w:val="00D547A2"/>
    <w:rsid w:val="00D5497D"/>
    <w:rsid w:val="00D54B60"/>
    <w:rsid w:val="00D54C9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820"/>
    <w:rsid w:val="00D5684F"/>
    <w:rsid w:val="00D568D5"/>
    <w:rsid w:val="00D56B41"/>
    <w:rsid w:val="00D56B6E"/>
    <w:rsid w:val="00D56D3B"/>
    <w:rsid w:val="00D56D83"/>
    <w:rsid w:val="00D57644"/>
    <w:rsid w:val="00D577C6"/>
    <w:rsid w:val="00D57AF6"/>
    <w:rsid w:val="00D57C78"/>
    <w:rsid w:val="00D57CB8"/>
    <w:rsid w:val="00D57F23"/>
    <w:rsid w:val="00D6004F"/>
    <w:rsid w:val="00D60109"/>
    <w:rsid w:val="00D60176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A9B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8FB"/>
    <w:rsid w:val="00D64C34"/>
    <w:rsid w:val="00D64E64"/>
    <w:rsid w:val="00D64F9D"/>
    <w:rsid w:val="00D650B6"/>
    <w:rsid w:val="00D65230"/>
    <w:rsid w:val="00D65546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A01"/>
    <w:rsid w:val="00D73BE2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7F6"/>
    <w:rsid w:val="00D759DC"/>
    <w:rsid w:val="00D75E2F"/>
    <w:rsid w:val="00D7629E"/>
    <w:rsid w:val="00D764EA"/>
    <w:rsid w:val="00D76A77"/>
    <w:rsid w:val="00D76ADC"/>
    <w:rsid w:val="00D76DF3"/>
    <w:rsid w:val="00D773D4"/>
    <w:rsid w:val="00D779F0"/>
    <w:rsid w:val="00D77AAD"/>
    <w:rsid w:val="00D77C35"/>
    <w:rsid w:val="00D77DDF"/>
    <w:rsid w:val="00D77F4C"/>
    <w:rsid w:val="00D80239"/>
    <w:rsid w:val="00D80563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4E2"/>
    <w:rsid w:val="00D865FA"/>
    <w:rsid w:val="00D86639"/>
    <w:rsid w:val="00D8665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DA8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5EA0"/>
    <w:rsid w:val="00D962A2"/>
    <w:rsid w:val="00D96644"/>
    <w:rsid w:val="00D966C2"/>
    <w:rsid w:val="00D96888"/>
    <w:rsid w:val="00D969E4"/>
    <w:rsid w:val="00D96EDA"/>
    <w:rsid w:val="00D97010"/>
    <w:rsid w:val="00D970DF"/>
    <w:rsid w:val="00D97356"/>
    <w:rsid w:val="00D9761D"/>
    <w:rsid w:val="00D9787D"/>
    <w:rsid w:val="00D97A69"/>
    <w:rsid w:val="00D97C59"/>
    <w:rsid w:val="00D97E43"/>
    <w:rsid w:val="00DA0716"/>
    <w:rsid w:val="00DA0DCF"/>
    <w:rsid w:val="00DA16EA"/>
    <w:rsid w:val="00DA1A74"/>
    <w:rsid w:val="00DA1D42"/>
    <w:rsid w:val="00DA1DBE"/>
    <w:rsid w:val="00DA214E"/>
    <w:rsid w:val="00DA25B2"/>
    <w:rsid w:val="00DA266A"/>
    <w:rsid w:val="00DA2957"/>
    <w:rsid w:val="00DA29E8"/>
    <w:rsid w:val="00DA2ACD"/>
    <w:rsid w:val="00DA2B4F"/>
    <w:rsid w:val="00DA33B5"/>
    <w:rsid w:val="00DA342C"/>
    <w:rsid w:val="00DA352B"/>
    <w:rsid w:val="00DA4482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70E"/>
    <w:rsid w:val="00DB19E8"/>
    <w:rsid w:val="00DB1F56"/>
    <w:rsid w:val="00DB202E"/>
    <w:rsid w:val="00DB2137"/>
    <w:rsid w:val="00DB23E6"/>
    <w:rsid w:val="00DB24FD"/>
    <w:rsid w:val="00DB28F4"/>
    <w:rsid w:val="00DB2C38"/>
    <w:rsid w:val="00DB3901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4C"/>
    <w:rsid w:val="00DC3594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6B2"/>
    <w:rsid w:val="00DC688A"/>
    <w:rsid w:val="00DC6967"/>
    <w:rsid w:val="00DC6A3C"/>
    <w:rsid w:val="00DC6F6B"/>
    <w:rsid w:val="00DC7011"/>
    <w:rsid w:val="00DC7131"/>
    <w:rsid w:val="00DC7196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2257"/>
    <w:rsid w:val="00DD229F"/>
    <w:rsid w:val="00DD2B28"/>
    <w:rsid w:val="00DD2B8E"/>
    <w:rsid w:val="00DD2C19"/>
    <w:rsid w:val="00DD2FD7"/>
    <w:rsid w:val="00DD37D5"/>
    <w:rsid w:val="00DD3EC4"/>
    <w:rsid w:val="00DD409A"/>
    <w:rsid w:val="00DD40D1"/>
    <w:rsid w:val="00DD4210"/>
    <w:rsid w:val="00DD4686"/>
    <w:rsid w:val="00DD4C53"/>
    <w:rsid w:val="00DD4E20"/>
    <w:rsid w:val="00DD5408"/>
    <w:rsid w:val="00DD5591"/>
    <w:rsid w:val="00DD5597"/>
    <w:rsid w:val="00DD57D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B2E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0E76"/>
    <w:rsid w:val="00DE140B"/>
    <w:rsid w:val="00DE150D"/>
    <w:rsid w:val="00DE1693"/>
    <w:rsid w:val="00DE1AB6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0936"/>
    <w:rsid w:val="00DF1732"/>
    <w:rsid w:val="00DF19C4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39E"/>
    <w:rsid w:val="00DF53A2"/>
    <w:rsid w:val="00DF5493"/>
    <w:rsid w:val="00DF5651"/>
    <w:rsid w:val="00DF5A3F"/>
    <w:rsid w:val="00DF5D7E"/>
    <w:rsid w:val="00DF6EF9"/>
    <w:rsid w:val="00DF701B"/>
    <w:rsid w:val="00DF7087"/>
    <w:rsid w:val="00DF712A"/>
    <w:rsid w:val="00DF7289"/>
    <w:rsid w:val="00DF73C6"/>
    <w:rsid w:val="00DF7546"/>
    <w:rsid w:val="00DF7988"/>
    <w:rsid w:val="00DF7A49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212"/>
    <w:rsid w:val="00E06352"/>
    <w:rsid w:val="00E063E7"/>
    <w:rsid w:val="00E0653B"/>
    <w:rsid w:val="00E06740"/>
    <w:rsid w:val="00E067D8"/>
    <w:rsid w:val="00E069CF"/>
    <w:rsid w:val="00E06BD1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872"/>
    <w:rsid w:val="00E13AC7"/>
    <w:rsid w:val="00E13D18"/>
    <w:rsid w:val="00E14178"/>
    <w:rsid w:val="00E14D63"/>
    <w:rsid w:val="00E14E4B"/>
    <w:rsid w:val="00E154DC"/>
    <w:rsid w:val="00E154FE"/>
    <w:rsid w:val="00E15514"/>
    <w:rsid w:val="00E15651"/>
    <w:rsid w:val="00E157A6"/>
    <w:rsid w:val="00E1599F"/>
    <w:rsid w:val="00E15C19"/>
    <w:rsid w:val="00E15C77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4DD"/>
    <w:rsid w:val="00E1757D"/>
    <w:rsid w:val="00E176CC"/>
    <w:rsid w:val="00E179A4"/>
    <w:rsid w:val="00E17A07"/>
    <w:rsid w:val="00E17B38"/>
    <w:rsid w:val="00E204BE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A2"/>
    <w:rsid w:val="00E213EC"/>
    <w:rsid w:val="00E21450"/>
    <w:rsid w:val="00E21489"/>
    <w:rsid w:val="00E214AF"/>
    <w:rsid w:val="00E21862"/>
    <w:rsid w:val="00E21AD7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41CA"/>
    <w:rsid w:val="00E242E3"/>
    <w:rsid w:val="00E243B0"/>
    <w:rsid w:val="00E243BF"/>
    <w:rsid w:val="00E24508"/>
    <w:rsid w:val="00E24BEF"/>
    <w:rsid w:val="00E24DBE"/>
    <w:rsid w:val="00E24F66"/>
    <w:rsid w:val="00E24F7A"/>
    <w:rsid w:val="00E25264"/>
    <w:rsid w:val="00E255B6"/>
    <w:rsid w:val="00E259F6"/>
    <w:rsid w:val="00E259F8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91"/>
    <w:rsid w:val="00E270D7"/>
    <w:rsid w:val="00E2787A"/>
    <w:rsid w:val="00E27A34"/>
    <w:rsid w:val="00E27CBF"/>
    <w:rsid w:val="00E27EA6"/>
    <w:rsid w:val="00E30623"/>
    <w:rsid w:val="00E30734"/>
    <w:rsid w:val="00E30831"/>
    <w:rsid w:val="00E3097D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2D8"/>
    <w:rsid w:val="00E33337"/>
    <w:rsid w:val="00E333F9"/>
    <w:rsid w:val="00E33785"/>
    <w:rsid w:val="00E33899"/>
    <w:rsid w:val="00E33A0F"/>
    <w:rsid w:val="00E33F25"/>
    <w:rsid w:val="00E33FD7"/>
    <w:rsid w:val="00E341D2"/>
    <w:rsid w:val="00E346F2"/>
    <w:rsid w:val="00E34E2E"/>
    <w:rsid w:val="00E35197"/>
    <w:rsid w:val="00E3534A"/>
    <w:rsid w:val="00E3536F"/>
    <w:rsid w:val="00E359FD"/>
    <w:rsid w:val="00E35C8B"/>
    <w:rsid w:val="00E364F0"/>
    <w:rsid w:val="00E3659C"/>
    <w:rsid w:val="00E36C67"/>
    <w:rsid w:val="00E36D95"/>
    <w:rsid w:val="00E36F76"/>
    <w:rsid w:val="00E37193"/>
    <w:rsid w:val="00E372D9"/>
    <w:rsid w:val="00E375A1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1FE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2F6A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7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0E6"/>
    <w:rsid w:val="00E53D04"/>
    <w:rsid w:val="00E5413F"/>
    <w:rsid w:val="00E54657"/>
    <w:rsid w:val="00E54AB8"/>
    <w:rsid w:val="00E54AE4"/>
    <w:rsid w:val="00E54CF3"/>
    <w:rsid w:val="00E54D05"/>
    <w:rsid w:val="00E54D2E"/>
    <w:rsid w:val="00E552F7"/>
    <w:rsid w:val="00E55D51"/>
    <w:rsid w:val="00E55FEC"/>
    <w:rsid w:val="00E5652C"/>
    <w:rsid w:val="00E56594"/>
    <w:rsid w:val="00E5660A"/>
    <w:rsid w:val="00E569D8"/>
    <w:rsid w:val="00E56CB2"/>
    <w:rsid w:val="00E56DD3"/>
    <w:rsid w:val="00E57134"/>
    <w:rsid w:val="00E5720C"/>
    <w:rsid w:val="00E57552"/>
    <w:rsid w:val="00E575C5"/>
    <w:rsid w:val="00E57673"/>
    <w:rsid w:val="00E5768F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0C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679"/>
    <w:rsid w:val="00E67874"/>
    <w:rsid w:val="00E67A04"/>
    <w:rsid w:val="00E67A63"/>
    <w:rsid w:val="00E67B3B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3317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6ADD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B70"/>
    <w:rsid w:val="00E80CE8"/>
    <w:rsid w:val="00E80CF6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91D"/>
    <w:rsid w:val="00E82C1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6014"/>
    <w:rsid w:val="00E860FF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350"/>
    <w:rsid w:val="00E92426"/>
    <w:rsid w:val="00E92552"/>
    <w:rsid w:val="00E92A65"/>
    <w:rsid w:val="00E92F1C"/>
    <w:rsid w:val="00E93379"/>
    <w:rsid w:val="00E9344D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565"/>
    <w:rsid w:val="00E9663F"/>
    <w:rsid w:val="00E967B6"/>
    <w:rsid w:val="00E9691B"/>
    <w:rsid w:val="00E96C54"/>
    <w:rsid w:val="00E96F4E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9B6"/>
    <w:rsid w:val="00EA4F74"/>
    <w:rsid w:val="00EA4FD1"/>
    <w:rsid w:val="00EA51F0"/>
    <w:rsid w:val="00EA525F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06BA"/>
    <w:rsid w:val="00EB148D"/>
    <w:rsid w:val="00EB1723"/>
    <w:rsid w:val="00EB1AFA"/>
    <w:rsid w:val="00EB1D8E"/>
    <w:rsid w:val="00EB20CC"/>
    <w:rsid w:val="00EB2138"/>
    <w:rsid w:val="00EB21B5"/>
    <w:rsid w:val="00EB2950"/>
    <w:rsid w:val="00EB2A9E"/>
    <w:rsid w:val="00EB307E"/>
    <w:rsid w:val="00EB36F1"/>
    <w:rsid w:val="00EB3A12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F9"/>
    <w:rsid w:val="00EC07D7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67E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61FE"/>
    <w:rsid w:val="00EC6240"/>
    <w:rsid w:val="00EC67E3"/>
    <w:rsid w:val="00EC6A59"/>
    <w:rsid w:val="00EC6D76"/>
    <w:rsid w:val="00EC6F91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879"/>
    <w:rsid w:val="00ED1C45"/>
    <w:rsid w:val="00ED1DED"/>
    <w:rsid w:val="00ED1E66"/>
    <w:rsid w:val="00ED1E95"/>
    <w:rsid w:val="00ED1EFB"/>
    <w:rsid w:val="00ED2358"/>
    <w:rsid w:val="00ED26AC"/>
    <w:rsid w:val="00ED287E"/>
    <w:rsid w:val="00ED29ED"/>
    <w:rsid w:val="00ED2CA8"/>
    <w:rsid w:val="00ED2E4A"/>
    <w:rsid w:val="00ED330C"/>
    <w:rsid w:val="00ED394D"/>
    <w:rsid w:val="00ED39B9"/>
    <w:rsid w:val="00ED3AA8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08D"/>
    <w:rsid w:val="00EE2198"/>
    <w:rsid w:val="00EE256C"/>
    <w:rsid w:val="00EE2AC7"/>
    <w:rsid w:val="00EE2CCA"/>
    <w:rsid w:val="00EE2F58"/>
    <w:rsid w:val="00EE2F5B"/>
    <w:rsid w:val="00EE3095"/>
    <w:rsid w:val="00EE3239"/>
    <w:rsid w:val="00EE333E"/>
    <w:rsid w:val="00EE3476"/>
    <w:rsid w:val="00EE3CB2"/>
    <w:rsid w:val="00EE3FD6"/>
    <w:rsid w:val="00EE404B"/>
    <w:rsid w:val="00EE43BE"/>
    <w:rsid w:val="00EE481E"/>
    <w:rsid w:val="00EE48F7"/>
    <w:rsid w:val="00EE4A2B"/>
    <w:rsid w:val="00EE4DFA"/>
    <w:rsid w:val="00EE50CA"/>
    <w:rsid w:val="00EE525C"/>
    <w:rsid w:val="00EE54ED"/>
    <w:rsid w:val="00EE5540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09AE"/>
    <w:rsid w:val="00EF1889"/>
    <w:rsid w:val="00EF19DB"/>
    <w:rsid w:val="00EF261B"/>
    <w:rsid w:val="00EF2711"/>
    <w:rsid w:val="00EF2945"/>
    <w:rsid w:val="00EF3471"/>
    <w:rsid w:val="00EF36F3"/>
    <w:rsid w:val="00EF3700"/>
    <w:rsid w:val="00EF3B64"/>
    <w:rsid w:val="00EF3B69"/>
    <w:rsid w:val="00EF3CAA"/>
    <w:rsid w:val="00EF44B4"/>
    <w:rsid w:val="00EF4CCC"/>
    <w:rsid w:val="00EF51DF"/>
    <w:rsid w:val="00EF522A"/>
    <w:rsid w:val="00EF59C2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92E"/>
    <w:rsid w:val="00EF7C7C"/>
    <w:rsid w:val="00EF7CEF"/>
    <w:rsid w:val="00EF7EF9"/>
    <w:rsid w:val="00F0041B"/>
    <w:rsid w:val="00F00486"/>
    <w:rsid w:val="00F0049A"/>
    <w:rsid w:val="00F008A4"/>
    <w:rsid w:val="00F00D2B"/>
    <w:rsid w:val="00F01430"/>
    <w:rsid w:val="00F01677"/>
    <w:rsid w:val="00F01CA0"/>
    <w:rsid w:val="00F02E4A"/>
    <w:rsid w:val="00F02F84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28E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B3"/>
    <w:rsid w:val="00F10239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835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4AE"/>
    <w:rsid w:val="00F23914"/>
    <w:rsid w:val="00F239E3"/>
    <w:rsid w:val="00F23A6C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53"/>
    <w:rsid w:val="00F31DAB"/>
    <w:rsid w:val="00F32076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3B"/>
    <w:rsid w:val="00F3604A"/>
    <w:rsid w:val="00F36190"/>
    <w:rsid w:val="00F361C3"/>
    <w:rsid w:val="00F36254"/>
    <w:rsid w:val="00F36945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25"/>
    <w:rsid w:val="00F43F95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4D1"/>
    <w:rsid w:val="00F47877"/>
    <w:rsid w:val="00F478DF"/>
    <w:rsid w:val="00F47BE8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3E"/>
    <w:rsid w:val="00F524AE"/>
    <w:rsid w:val="00F524E3"/>
    <w:rsid w:val="00F5258D"/>
    <w:rsid w:val="00F529F6"/>
    <w:rsid w:val="00F52A33"/>
    <w:rsid w:val="00F52BD5"/>
    <w:rsid w:val="00F52C10"/>
    <w:rsid w:val="00F53055"/>
    <w:rsid w:val="00F5354B"/>
    <w:rsid w:val="00F53A35"/>
    <w:rsid w:val="00F53C39"/>
    <w:rsid w:val="00F53C4C"/>
    <w:rsid w:val="00F53E29"/>
    <w:rsid w:val="00F549DA"/>
    <w:rsid w:val="00F5529D"/>
    <w:rsid w:val="00F553CA"/>
    <w:rsid w:val="00F5547E"/>
    <w:rsid w:val="00F55956"/>
    <w:rsid w:val="00F55A95"/>
    <w:rsid w:val="00F56409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983"/>
    <w:rsid w:val="00F619A8"/>
    <w:rsid w:val="00F61D87"/>
    <w:rsid w:val="00F61DAE"/>
    <w:rsid w:val="00F6211E"/>
    <w:rsid w:val="00F6242D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3ED"/>
    <w:rsid w:val="00F6666C"/>
    <w:rsid w:val="00F66BE8"/>
    <w:rsid w:val="00F66E0A"/>
    <w:rsid w:val="00F678C9"/>
    <w:rsid w:val="00F67935"/>
    <w:rsid w:val="00F67ECA"/>
    <w:rsid w:val="00F67F24"/>
    <w:rsid w:val="00F701E3"/>
    <w:rsid w:val="00F70231"/>
    <w:rsid w:val="00F70360"/>
    <w:rsid w:val="00F70BA7"/>
    <w:rsid w:val="00F710E4"/>
    <w:rsid w:val="00F715FA"/>
    <w:rsid w:val="00F71858"/>
    <w:rsid w:val="00F718D0"/>
    <w:rsid w:val="00F71969"/>
    <w:rsid w:val="00F71BE3"/>
    <w:rsid w:val="00F71F6D"/>
    <w:rsid w:val="00F724BB"/>
    <w:rsid w:val="00F7281D"/>
    <w:rsid w:val="00F72AF7"/>
    <w:rsid w:val="00F72D77"/>
    <w:rsid w:val="00F72DFC"/>
    <w:rsid w:val="00F73758"/>
    <w:rsid w:val="00F739D1"/>
    <w:rsid w:val="00F73B80"/>
    <w:rsid w:val="00F73BA1"/>
    <w:rsid w:val="00F73E48"/>
    <w:rsid w:val="00F747C6"/>
    <w:rsid w:val="00F74806"/>
    <w:rsid w:val="00F74A76"/>
    <w:rsid w:val="00F74D6D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0E90"/>
    <w:rsid w:val="00F810FF"/>
    <w:rsid w:val="00F8111B"/>
    <w:rsid w:val="00F8149A"/>
    <w:rsid w:val="00F8194A"/>
    <w:rsid w:val="00F819C6"/>
    <w:rsid w:val="00F81AD2"/>
    <w:rsid w:val="00F81AE7"/>
    <w:rsid w:val="00F81DD4"/>
    <w:rsid w:val="00F81EAA"/>
    <w:rsid w:val="00F8211D"/>
    <w:rsid w:val="00F8224D"/>
    <w:rsid w:val="00F82842"/>
    <w:rsid w:val="00F8289B"/>
    <w:rsid w:val="00F82A66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5269"/>
    <w:rsid w:val="00F852BF"/>
    <w:rsid w:val="00F85327"/>
    <w:rsid w:val="00F855C1"/>
    <w:rsid w:val="00F85870"/>
    <w:rsid w:val="00F858EE"/>
    <w:rsid w:val="00F8598D"/>
    <w:rsid w:val="00F85DAD"/>
    <w:rsid w:val="00F863E4"/>
    <w:rsid w:val="00F864E1"/>
    <w:rsid w:val="00F86754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337"/>
    <w:rsid w:val="00F965F1"/>
    <w:rsid w:val="00F96B56"/>
    <w:rsid w:val="00F96DA6"/>
    <w:rsid w:val="00F971AC"/>
    <w:rsid w:val="00F976B7"/>
    <w:rsid w:val="00F97712"/>
    <w:rsid w:val="00FA0160"/>
    <w:rsid w:val="00FA01F3"/>
    <w:rsid w:val="00FA0372"/>
    <w:rsid w:val="00FA03A0"/>
    <w:rsid w:val="00FA08DE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242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99"/>
    <w:rsid w:val="00FB59F6"/>
    <w:rsid w:val="00FB5B09"/>
    <w:rsid w:val="00FB61DF"/>
    <w:rsid w:val="00FB61FB"/>
    <w:rsid w:val="00FB62ED"/>
    <w:rsid w:val="00FB676C"/>
    <w:rsid w:val="00FB68FC"/>
    <w:rsid w:val="00FB6D27"/>
    <w:rsid w:val="00FB6F55"/>
    <w:rsid w:val="00FB75AA"/>
    <w:rsid w:val="00FB7AB1"/>
    <w:rsid w:val="00FB7BDC"/>
    <w:rsid w:val="00FB7EF8"/>
    <w:rsid w:val="00FC008D"/>
    <w:rsid w:val="00FC0833"/>
    <w:rsid w:val="00FC0D0B"/>
    <w:rsid w:val="00FC10BC"/>
    <w:rsid w:val="00FC119B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E"/>
    <w:rsid w:val="00FC4E16"/>
    <w:rsid w:val="00FC51C5"/>
    <w:rsid w:val="00FC51F4"/>
    <w:rsid w:val="00FC56B1"/>
    <w:rsid w:val="00FC5C78"/>
    <w:rsid w:val="00FC64BC"/>
    <w:rsid w:val="00FC69AA"/>
    <w:rsid w:val="00FC6A4E"/>
    <w:rsid w:val="00FC6A4F"/>
    <w:rsid w:val="00FC6A57"/>
    <w:rsid w:val="00FC713B"/>
    <w:rsid w:val="00FC7831"/>
    <w:rsid w:val="00FC7B9F"/>
    <w:rsid w:val="00FC7E69"/>
    <w:rsid w:val="00FC7FB9"/>
    <w:rsid w:val="00FD0180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1FBA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542"/>
    <w:rsid w:val="00FD7BE3"/>
    <w:rsid w:val="00FE00D8"/>
    <w:rsid w:val="00FE04A7"/>
    <w:rsid w:val="00FE067E"/>
    <w:rsid w:val="00FE095D"/>
    <w:rsid w:val="00FE0AB9"/>
    <w:rsid w:val="00FE1245"/>
    <w:rsid w:val="00FE129D"/>
    <w:rsid w:val="00FE12A9"/>
    <w:rsid w:val="00FE130D"/>
    <w:rsid w:val="00FE18C0"/>
    <w:rsid w:val="00FE1993"/>
    <w:rsid w:val="00FE1A50"/>
    <w:rsid w:val="00FE1D37"/>
    <w:rsid w:val="00FE1EBE"/>
    <w:rsid w:val="00FE26DB"/>
    <w:rsid w:val="00FE2A45"/>
    <w:rsid w:val="00FE2CCD"/>
    <w:rsid w:val="00FE30CF"/>
    <w:rsid w:val="00FE31BE"/>
    <w:rsid w:val="00FE332A"/>
    <w:rsid w:val="00FE3BBB"/>
    <w:rsid w:val="00FE3DD3"/>
    <w:rsid w:val="00FE3F1C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B9"/>
    <w:rsid w:val="00FF5FCC"/>
    <w:rsid w:val="00FF615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2A100F61"/>
  <w15:docId w15:val="{B04DDC55-5EC4-4572-AE5D-710EA8221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ListParagraphChar">
    <w:name w:val="List Paragraph Char"/>
    <w:link w:val="ListParagraph"/>
    <w:uiPriority w:val="34"/>
    <w:locked/>
    <w:rsid w:val="00152063"/>
    <w:rPr>
      <w:rFonts w:ascii="Arial" w:hAnsi="Arial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6" ma:contentTypeDescription="Create a new document." ma:contentTypeScope="" ma:versionID="0ba993d9eb45a2c10d3ad218f1e9b9d3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d5b86c4601498e99444bfdcc881b6fd6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4F565-049B-40F5-BF39-87733F826A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D6995-0FAE-4F39-8BDD-1AD1338E3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F6BA08-C90E-4A29-9D0B-C5E551C0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185</TotalTime>
  <Pages>7</Pages>
  <Words>1733</Words>
  <Characters>9881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tadsong_h22</dc:creator>
  <cp:keywords/>
  <dc:description/>
  <cp:lastModifiedBy>Tatiya, Anucha</cp:lastModifiedBy>
  <cp:revision>101</cp:revision>
  <cp:lastPrinted>2023-02-27T14:48:00Z</cp:lastPrinted>
  <dcterms:created xsi:type="dcterms:W3CDTF">2023-02-27T07:17:00Z</dcterms:created>
  <dcterms:modified xsi:type="dcterms:W3CDTF">2024-02-26T07:51:00Z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