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20B193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25494732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073D0722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4B475F25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0C19E656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rPr>
          <w:rFonts w:ascii="Angsana New" w:hAnsi="Angsana New" w:cs="Angsana New"/>
          <w:b w:val="0"/>
          <w:bCs w:val="0"/>
          <w:sz w:val="30"/>
          <w:szCs w:val="30"/>
        </w:rPr>
      </w:pPr>
    </w:p>
    <w:p w14:paraId="58A62730" w14:textId="77777777" w:rsidR="00300D6F" w:rsidRDefault="00300D6F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793A543F" w14:textId="77777777" w:rsidR="00300D6F" w:rsidRDefault="00300D6F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</w:p>
    <w:p w14:paraId="4DBEDFBC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spacing w:line="240" w:lineRule="atLeast"/>
        <w:ind w:right="-45"/>
        <w:jc w:val="center"/>
        <w:rPr>
          <w:rFonts w:ascii="Angsana New" w:hAnsi="Angsana New" w:cs="Angsana New"/>
          <w:sz w:val="52"/>
          <w:szCs w:val="52"/>
        </w:rPr>
      </w:pPr>
      <w:r w:rsidRPr="000A06B1">
        <w:rPr>
          <w:rFonts w:ascii="Angsana New" w:hAnsi="Angsana New" w:cs="Angsana New"/>
          <w:sz w:val="52"/>
          <w:szCs w:val="52"/>
          <w:cs/>
        </w:rPr>
        <w:t>บริษัท ราช</w:t>
      </w:r>
      <w:r w:rsidRPr="000A06B1">
        <w:rPr>
          <w:rFonts w:ascii="Angsana New" w:hAnsi="Angsana New" w:cs="Angsana New"/>
          <w:sz w:val="52"/>
          <w:szCs w:val="52"/>
        </w:rPr>
        <w:t xml:space="preserve"> </w:t>
      </w:r>
      <w:r w:rsidRPr="000A06B1">
        <w:rPr>
          <w:rFonts w:ascii="Angsana New" w:hAnsi="Angsana New" w:cs="Angsana New"/>
          <w:sz w:val="52"/>
          <w:szCs w:val="52"/>
          <w:cs/>
        </w:rPr>
        <w:t xml:space="preserve">กรุ๊ป จำกัด </w:t>
      </w:r>
      <w:r w:rsidRPr="000A06B1">
        <w:rPr>
          <w:rFonts w:ascii="Angsana New" w:hAnsi="Angsana New" w:cs="Angsana New"/>
          <w:sz w:val="52"/>
          <w:szCs w:val="52"/>
        </w:rPr>
        <w:t>(</w:t>
      </w:r>
      <w:r w:rsidRPr="000A06B1">
        <w:rPr>
          <w:rFonts w:ascii="Angsana New" w:hAnsi="Angsana New" w:cs="Angsana New"/>
          <w:sz w:val="52"/>
          <w:szCs w:val="52"/>
          <w:cs/>
        </w:rPr>
        <w:t>มหาชน</w:t>
      </w:r>
      <w:r w:rsidRPr="000A06B1">
        <w:rPr>
          <w:rFonts w:ascii="Angsana New" w:hAnsi="Angsana New" w:cs="Angsana New"/>
          <w:sz w:val="52"/>
          <w:szCs w:val="52"/>
        </w:rPr>
        <w:t xml:space="preserve">) </w:t>
      </w:r>
      <w:r w:rsidRPr="000A06B1">
        <w:rPr>
          <w:rFonts w:ascii="Angsana New" w:hAnsi="Angsana New" w:cs="Angsana New"/>
          <w:sz w:val="52"/>
          <w:szCs w:val="52"/>
          <w:cs/>
        </w:rPr>
        <w:t>และบริษัทย่อย</w:t>
      </w:r>
    </w:p>
    <w:p w14:paraId="2E9A0A09" w14:textId="77777777" w:rsidR="00300D6F" w:rsidRPr="001B7F2B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712E3C76" w14:textId="77777777" w:rsidR="00373A23" w:rsidRPr="001B7F2B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งบการเงินระหว่างกาลแบบย่อ</w:t>
      </w:r>
    </w:p>
    <w:p w14:paraId="15D25D53" w14:textId="424C740D" w:rsidR="00373A23" w:rsidRPr="001B7F2B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งวดสามเดือนและเก้า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เดือนสิ้นสุดวันที่ </w:t>
      </w:r>
      <w:r>
        <w:rPr>
          <w:rFonts w:ascii="Angsana New" w:hAnsi="Angsana New" w:cs="Angsana New"/>
          <w:b w:val="0"/>
          <w:bCs w:val="0"/>
          <w:sz w:val="32"/>
          <w:szCs w:val="32"/>
        </w:rPr>
        <w:t xml:space="preserve">30 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 </w:t>
      </w:r>
      <w:r w:rsidRPr="00492DC5">
        <w:rPr>
          <w:rFonts w:ascii="Angsana New" w:hAnsi="Angsana New" w:cs="Angsana New"/>
          <w:b w:val="0"/>
          <w:bCs w:val="0"/>
          <w:sz w:val="32"/>
          <w:szCs w:val="32"/>
        </w:rPr>
        <w:t>256</w:t>
      </w:r>
      <w:r>
        <w:rPr>
          <w:rFonts w:ascii="Angsana New" w:hAnsi="Angsana New" w:cs="Angsana New"/>
          <w:b w:val="0"/>
          <w:bCs w:val="0"/>
          <w:sz w:val="32"/>
          <w:szCs w:val="32"/>
        </w:rPr>
        <w:t>6</w:t>
      </w:r>
    </w:p>
    <w:p w14:paraId="425306B4" w14:textId="77777777" w:rsidR="00373A23" w:rsidRPr="004D6A47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1B7F2B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06350129" w14:textId="77777777" w:rsidR="00373A23" w:rsidRPr="00745AAA" w:rsidRDefault="00373A23" w:rsidP="00373A23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</w:t>
      </w:r>
      <w:r w:rsidRPr="00745AAA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ของ</w:t>
      </w:r>
      <w:r w:rsidRPr="00745AAA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1E414149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</w:pPr>
    </w:p>
    <w:p w14:paraId="48725EAB" w14:textId="77777777" w:rsidR="00300D6F" w:rsidRPr="000A06B1" w:rsidRDefault="00300D6F" w:rsidP="00300D6F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left" w:pos="3735"/>
        </w:tabs>
        <w:spacing w:line="240" w:lineRule="atLeast"/>
        <w:rPr>
          <w:rFonts w:ascii="Angsana New" w:hAnsi="Angsana New" w:cs="Angsana New"/>
          <w:b w:val="0"/>
          <w:bCs w:val="0"/>
          <w:sz w:val="32"/>
          <w:szCs w:val="32"/>
        </w:rPr>
        <w:sectPr w:rsidR="00300D6F" w:rsidRPr="000A06B1" w:rsidSect="00F901FA">
          <w:headerReference w:type="even" r:id="rId8"/>
          <w:footerReference w:type="even" r:id="rId9"/>
          <w:footerReference w:type="default" r:id="rId10"/>
          <w:headerReference w:type="first" r:id="rId11"/>
          <w:footerReference w:type="first" r:id="rId12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05EF1E02" w14:textId="77777777" w:rsidR="00300D6F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415EE408" w14:textId="77777777" w:rsidR="00300D6F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705ECE4F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2"/>
          <w:szCs w:val="32"/>
        </w:rPr>
      </w:pPr>
      <w:r w:rsidRPr="000A06B1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01DB0E0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0E1744BD" w14:textId="77777777" w:rsidR="00300D6F" w:rsidRPr="001B7F2B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b/>
          <w:bCs/>
          <w:sz w:val="30"/>
          <w:szCs w:val="30"/>
        </w:rPr>
      </w:pPr>
      <w:r w:rsidRPr="000A06B1">
        <w:rPr>
          <w:rFonts w:ascii="Angsana New" w:hAnsi="Angsana New"/>
          <w:b/>
          <w:bCs/>
          <w:sz w:val="30"/>
          <w:szCs w:val="30"/>
          <w:cs/>
        </w:rPr>
        <w:t>เสนอ คณะกรรมการบริษัท ราช กรุ๊ป จำกัด (มหาชน)</w:t>
      </w:r>
    </w:p>
    <w:p w14:paraId="2DB4C574" w14:textId="77777777" w:rsidR="00300D6F" w:rsidRPr="000A06B1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</w:p>
    <w:p w14:paraId="2B05D20D" w14:textId="3DD875D3" w:rsidR="00373A23" w:rsidRPr="001B7F2B" w:rsidRDefault="00373A23" w:rsidP="00373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ข้าพเจ้าได้สอบทานงบแสดงฐานะการเงินรวมและงบแสดงฐานะการเงินเฉพาะกิจการ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ณ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วันที่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1B7F2B">
        <w:rPr>
          <w:rFonts w:ascii="Angsana New" w:hAnsi="Angsana New"/>
          <w:sz w:val="30"/>
          <w:szCs w:val="30"/>
          <w:cs/>
        </w:rPr>
        <w:t xml:space="preserve"> </w:t>
      </w:r>
      <w:r w:rsidRPr="00492DC5">
        <w:rPr>
          <w:rFonts w:ascii="Angsana New" w:hAnsi="Angsana New"/>
          <w:sz w:val="30"/>
          <w:szCs w:val="30"/>
        </w:rPr>
        <w:t>256</w:t>
      </w:r>
      <w:r>
        <w:rPr>
          <w:rFonts w:ascii="Angsana New" w:hAnsi="Angsana New"/>
          <w:sz w:val="30"/>
          <w:szCs w:val="30"/>
        </w:rPr>
        <w:t>6</w:t>
      </w:r>
      <w:r w:rsidRPr="001B7F2B">
        <w:rPr>
          <w:rFonts w:ascii="Angsana New" w:hAnsi="Angsana New"/>
          <w:sz w:val="30"/>
          <w:szCs w:val="30"/>
        </w:rPr>
        <w:br/>
      </w:r>
      <w:r w:rsidRPr="001B7F2B">
        <w:rPr>
          <w:rFonts w:ascii="Angsana New" w:hAnsi="Angsana New"/>
          <w:sz w:val="30"/>
          <w:szCs w:val="30"/>
          <w:cs/>
        </w:rPr>
        <w:t>งบกำไร</w:t>
      </w:r>
      <w:r w:rsidRPr="001B7F2B">
        <w:rPr>
          <w:rFonts w:ascii="Angsana New" w:hAnsi="Angsana New"/>
          <w:spacing w:val="2"/>
          <w:sz w:val="30"/>
          <w:szCs w:val="30"/>
          <w:cs/>
        </w:rPr>
        <w:t>ขาดทุนเบ็ดเสร็จรวมและงบกำไรขาดทุนเบ็ดเสร็จเฉพาะกิจการ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 สำหรับงวดสามเดือนและเก้าเดือนสิ้นสุดวันที่ </w:t>
      </w:r>
      <w:r>
        <w:rPr>
          <w:rFonts w:ascii="Angsana New" w:hAnsi="Angsana New"/>
          <w:spacing w:val="2"/>
          <w:sz w:val="30"/>
          <w:szCs w:val="30"/>
          <w:cs/>
        </w:rPr>
        <w:br/>
      </w:r>
      <w:r>
        <w:rPr>
          <w:rFonts w:ascii="Angsana New" w:hAnsi="Angsana New"/>
          <w:spacing w:val="2"/>
          <w:sz w:val="30"/>
          <w:szCs w:val="30"/>
        </w:rPr>
        <w:t xml:space="preserve">30 </w:t>
      </w:r>
      <w:r>
        <w:rPr>
          <w:rFonts w:ascii="Angsana New" w:hAnsi="Angsana New" w:hint="cs"/>
          <w:spacing w:val="2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pacing w:val="2"/>
          <w:sz w:val="30"/>
          <w:szCs w:val="30"/>
        </w:rPr>
        <w:t>2566</w:t>
      </w:r>
      <w:r w:rsidRPr="001B7F2B">
        <w:rPr>
          <w:rFonts w:ascii="Angsana New" w:hAnsi="Angsana New"/>
          <w:spacing w:val="2"/>
          <w:sz w:val="30"/>
          <w:szCs w:val="30"/>
        </w:rPr>
        <w:t xml:space="preserve"> </w:t>
      </w:r>
      <w:r w:rsidRPr="001B7F2B">
        <w:rPr>
          <w:rFonts w:ascii="Angsana New" w:hAnsi="Angsana New"/>
          <w:spacing w:val="2"/>
          <w:sz w:val="30"/>
          <w:szCs w:val="30"/>
          <w:cs/>
        </w:rPr>
        <w:t>งบแสดงการ</w:t>
      </w:r>
      <w:r w:rsidRPr="001B7F2B">
        <w:rPr>
          <w:rFonts w:ascii="Angsana New" w:hAnsi="Angsana New"/>
          <w:sz w:val="30"/>
          <w:szCs w:val="30"/>
          <w:cs/>
        </w:rPr>
        <w:t xml:space="preserve">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 </w:t>
      </w:r>
      <w:r w:rsidRPr="001B7F2B">
        <w:rPr>
          <w:rFonts w:ascii="Angsana New" w:hAnsi="Angsana New"/>
          <w:spacing w:val="-5"/>
          <w:sz w:val="30"/>
          <w:szCs w:val="30"/>
          <w:cs/>
        </w:rPr>
        <w:t>สำหรับงวด</w:t>
      </w:r>
      <w:r>
        <w:rPr>
          <w:rFonts w:ascii="Angsana New" w:hAnsi="Angsana New" w:hint="cs"/>
          <w:spacing w:val="-5"/>
          <w:sz w:val="30"/>
          <w:szCs w:val="30"/>
          <w:cs/>
        </w:rPr>
        <w:t>เก้า</w:t>
      </w:r>
      <w:r w:rsidRPr="001B7F2B">
        <w:rPr>
          <w:rFonts w:ascii="Angsana New" w:hAnsi="Angsana New"/>
          <w:spacing w:val="-5"/>
          <w:sz w:val="30"/>
          <w:szCs w:val="30"/>
          <w:cs/>
        </w:rPr>
        <w:t xml:space="preserve">เดือนสิ้นสุดวันที่ </w:t>
      </w:r>
      <w:r>
        <w:rPr>
          <w:rFonts w:ascii="Angsana New" w:hAnsi="Angsana New"/>
          <w:spacing w:val="-5"/>
          <w:sz w:val="30"/>
          <w:szCs w:val="30"/>
        </w:rPr>
        <w:t xml:space="preserve">30 </w:t>
      </w:r>
      <w:r>
        <w:rPr>
          <w:rFonts w:ascii="Angsana New" w:hAnsi="Angsana New" w:hint="cs"/>
          <w:spacing w:val="-5"/>
          <w:sz w:val="30"/>
          <w:szCs w:val="30"/>
          <w:cs/>
        </w:rPr>
        <w:t>กันยายน</w:t>
      </w:r>
      <w:r w:rsidRPr="001B7F2B">
        <w:rPr>
          <w:rFonts w:ascii="Angsana New" w:hAnsi="Angsana New"/>
          <w:spacing w:val="-5"/>
          <w:sz w:val="30"/>
          <w:szCs w:val="30"/>
          <w:cs/>
        </w:rPr>
        <w:t xml:space="preserve"> </w:t>
      </w:r>
      <w:r w:rsidRPr="00492DC5">
        <w:rPr>
          <w:rFonts w:ascii="Angsana New" w:hAnsi="Angsana New"/>
          <w:spacing w:val="-5"/>
          <w:sz w:val="30"/>
          <w:szCs w:val="30"/>
        </w:rPr>
        <w:t>256</w:t>
      </w:r>
      <w:r>
        <w:rPr>
          <w:rFonts w:ascii="Angsana New" w:hAnsi="Angsana New"/>
          <w:spacing w:val="-5"/>
          <w:sz w:val="30"/>
          <w:szCs w:val="30"/>
        </w:rPr>
        <w:t>6</w:t>
      </w:r>
      <w:r w:rsidRPr="001B7F2B">
        <w:rPr>
          <w:rFonts w:ascii="Angsana New" w:hAnsi="Angsana New"/>
          <w:spacing w:val="-5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และหมายเหตุประกอบงบการเงินแบบย่อ </w:t>
      </w:r>
      <w:r w:rsidRPr="001B7F2B">
        <w:rPr>
          <w:rFonts w:ascii="Angsana New" w:hAnsi="Angsana New"/>
          <w:sz w:val="30"/>
          <w:szCs w:val="30"/>
        </w:rPr>
        <w:t>(</w:t>
      </w:r>
      <w:r w:rsidRPr="001B7F2B">
        <w:rPr>
          <w:rFonts w:ascii="Angsana New" w:hAnsi="Angsana New"/>
          <w:sz w:val="30"/>
          <w:szCs w:val="30"/>
          <w:cs/>
        </w:rPr>
        <w:t>ข้อมูลทางการเงินระหว่างกาล) ของบริษัท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ราช กรุ๊ป จำกัด (มหาชน)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และบริษัทย่อยและของเฉพาะบริษัท ราช กรุ๊ป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จำกัด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(มหาชน) ตามลำดับ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492DC5">
        <w:rPr>
          <w:rFonts w:ascii="Angsana New" w:hAnsi="Angsana New"/>
          <w:sz w:val="30"/>
          <w:szCs w:val="30"/>
        </w:rPr>
        <w:t>34</w:t>
      </w:r>
      <w:r w:rsidRPr="001B7F2B">
        <w:rPr>
          <w:rFonts w:ascii="Angsana New" w:hAnsi="Angsana New"/>
          <w:sz w:val="30"/>
          <w:szCs w:val="30"/>
          <w:cs/>
        </w:rPr>
        <w:t xml:space="preserve"> เรื่อง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42F32E11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063B0D6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i/>
          <w:iCs/>
          <w:sz w:val="30"/>
          <w:szCs w:val="30"/>
          <w:cs/>
        </w:rPr>
        <w:t>ขอบเขตการสอบทาน</w:t>
      </w:r>
    </w:p>
    <w:p w14:paraId="227E1058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5945D755" w14:textId="77777777" w:rsidR="00300D6F" w:rsidRPr="001B7F2B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1B7F2B">
        <w:rPr>
          <w:rFonts w:ascii="Angsana New" w:hAnsi="Angsana New"/>
          <w:sz w:val="30"/>
          <w:szCs w:val="30"/>
          <w:cs/>
        </w:rPr>
        <w:t>ข้าพเจ้าได้ปฏิบัติงานสอบทานตามมาตรฐานงานสอบทาน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รหัส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A3AFF">
        <w:rPr>
          <w:rFonts w:ascii="Angsana New" w:hAnsi="Angsana New"/>
          <w:sz w:val="30"/>
          <w:szCs w:val="30"/>
        </w:rPr>
        <w:t>2410</w:t>
      </w:r>
      <w:r w:rsidRPr="001B7F2B">
        <w:rPr>
          <w:rFonts w:ascii="Angsana New" w:hAnsi="Angsana New"/>
          <w:sz w:val="30"/>
          <w:szCs w:val="30"/>
        </w:rPr>
        <w:t xml:space="preserve"> “</w:t>
      </w:r>
      <w:r w:rsidRPr="001B7F2B">
        <w:rPr>
          <w:rFonts w:ascii="Angsana New" w:hAnsi="Angsana New"/>
          <w:sz w:val="30"/>
          <w:szCs w:val="30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B7F2B">
        <w:rPr>
          <w:rFonts w:ascii="Angsana New" w:hAnsi="Angsana New"/>
          <w:sz w:val="30"/>
          <w:szCs w:val="30"/>
        </w:rPr>
        <w:t>”</w:t>
      </w:r>
      <w:r w:rsidRPr="001B7F2B">
        <w:rPr>
          <w:rFonts w:ascii="Angsana New" w:hAnsi="Angsana New"/>
          <w:sz w:val="30"/>
          <w:szCs w:val="30"/>
          <w:cs/>
        </w:rPr>
        <w:t xml:space="preserve"> การสอบทานดังกล่าวประกอบด้วย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>
        <w:rPr>
          <w:rFonts w:ascii="Angsana New" w:hAnsi="Angsana New"/>
          <w:sz w:val="30"/>
          <w:szCs w:val="30"/>
        </w:rPr>
        <w:br/>
      </w:r>
      <w:r w:rsidRPr="001B7F2B">
        <w:rPr>
          <w:rFonts w:ascii="Angsana New" w:hAnsi="Angsana New"/>
          <w:sz w:val="30"/>
          <w:szCs w:val="30"/>
          <w:cs/>
        </w:rPr>
        <w:t>ซึ่งอาจพบได้จากการตรวจสอบ</w:t>
      </w:r>
      <w:r w:rsidRPr="001B7F2B">
        <w:rPr>
          <w:rFonts w:ascii="Angsana New" w:hAnsi="Angsana New"/>
          <w:sz w:val="30"/>
          <w:szCs w:val="30"/>
        </w:rPr>
        <w:t xml:space="preserve"> </w:t>
      </w:r>
      <w:r w:rsidRPr="001B7F2B">
        <w:rPr>
          <w:rFonts w:ascii="Angsana New" w:hAnsi="Angsana New"/>
          <w:sz w:val="30"/>
          <w:szCs w:val="30"/>
          <w:cs/>
        </w:rPr>
        <w:t>ดังนั้นข้าพเจ้าจึงไม่แสดงความเห็นต่อข้อมูลทางการเงินระหว่างกาลที่สอบทาน</w:t>
      </w:r>
    </w:p>
    <w:p w14:paraId="6762D023" w14:textId="77777777" w:rsidR="00300D6F" w:rsidRPr="001B02E9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54D7BD02" w14:textId="77777777" w:rsidR="00300D6F" w:rsidRPr="001B02E9" w:rsidRDefault="00300D6F" w:rsidP="00300D6F">
      <w:pPr>
        <w:autoSpaceDE w:val="0"/>
        <w:autoSpaceDN w:val="0"/>
        <w:adjustRightInd w:val="0"/>
        <w:spacing w:before="240" w:line="240" w:lineRule="auto"/>
        <w:jc w:val="thaiDistribute"/>
        <w:rPr>
          <w:rFonts w:ascii="Angsana New" w:hAnsi="Angsana New"/>
          <w:sz w:val="30"/>
          <w:szCs w:val="30"/>
        </w:rPr>
        <w:sectPr w:rsidR="00300D6F" w:rsidRPr="001B02E9" w:rsidSect="00FD53C8"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691" w:right="1152" w:bottom="576" w:left="1152" w:header="720" w:footer="720" w:gutter="0"/>
          <w:cols w:space="708"/>
          <w:titlePg/>
          <w:docGrid w:linePitch="360"/>
        </w:sectPr>
      </w:pPr>
    </w:p>
    <w:p w14:paraId="737ADDF3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i/>
          <w:iCs/>
          <w:sz w:val="30"/>
          <w:szCs w:val="30"/>
        </w:rPr>
      </w:pPr>
      <w:r w:rsidRPr="009E20EC">
        <w:rPr>
          <w:rFonts w:ascii="Angsana New" w:hAnsi="Angsana New" w:hint="cs"/>
          <w:i/>
          <w:iCs/>
          <w:sz w:val="30"/>
          <w:szCs w:val="30"/>
          <w:cs/>
        </w:rPr>
        <w:lastRenderedPageBreak/>
        <w:t>ข้อสรุป</w:t>
      </w:r>
    </w:p>
    <w:p w14:paraId="4BA1A684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137DFDE2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9E20EC">
        <w:rPr>
          <w:rFonts w:ascii="Angsana New" w:hAnsi="Angsana New" w:hint="cs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</w:t>
      </w:r>
      <w:r w:rsidRPr="009E20EC">
        <w:rPr>
          <w:rFonts w:ascii="Angsana New" w:hAnsi="Angsana New" w:hint="cs"/>
          <w:sz w:val="30"/>
          <w:szCs w:val="30"/>
        </w:rPr>
        <w:br/>
      </w:r>
      <w:r w:rsidRPr="009E20EC">
        <w:rPr>
          <w:rFonts w:ascii="Angsana New" w:hAnsi="Angsana New" w:hint="cs"/>
          <w:sz w:val="30"/>
          <w:szCs w:val="30"/>
          <w:cs/>
        </w:rPr>
        <w:t xml:space="preserve">ฉบับที่ </w:t>
      </w:r>
      <w:r w:rsidRPr="009E20EC">
        <w:rPr>
          <w:rFonts w:ascii="Angsana New" w:hAnsi="Angsana New" w:hint="cs"/>
          <w:sz w:val="30"/>
          <w:szCs w:val="30"/>
        </w:rPr>
        <w:t>34</w:t>
      </w:r>
      <w:r w:rsidRPr="009E20EC">
        <w:rPr>
          <w:rFonts w:ascii="Angsana New" w:hAnsi="Angsana New" w:hint="cs"/>
          <w:sz w:val="30"/>
          <w:szCs w:val="30"/>
          <w:cs/>
        </w:rPr>
        <w:t xml:space="preserve"> เรื่อง การรายงานทางการเงินระหว่างกาล</w:t>
      </w:r>
      <w:r w:rsidRPr="009E20EC">
        <w:rPr>
          <w:rFonts w:ascii="Angsana New" w:hAnsi="Angsana New" w:hint="cs"/>
          <w:sz w:val="30"/>
          <w:szCs w:val="30"/>
        </w:rPr>
        <w:t xml:space="preserve"> </w:t>
      </w:r>
      <w:r w:rsidRPr="009E20EC">
        <w:rPr>
          <w:rFonts w:ascii="Angsana New" w:hAnsi="Angsana New" w:hint="cs"/>
          <w:sz w:val="30"/>
          <w:szCs w:val="30"/>
          <w:cs/>
        </w:rPr>
        <w:t>ในสาระสำคัญจากการสอบทานของข้าพเจ้า</w:t>
      </w:r>
    </w:p>
    <w:p w14:paraId="6381781A" w14:textId="77777777" w:rsidR="00300D6F" w:rsidRPr="009E20EC" w:rsidRDefault="00300D6F" w:rsidP="00300D6F">
      <w:pPr>
        <w:autoSpaceDE w:val="0"/>
        <w:autoSpaceDN w:val="0"/>
        <w:adjustRightInd w:val="0"/>
        <w:spacing w:line="240" w:lineRule="auto"/>
        <w:rPr>
          <w:rFonts w:ascii="Angsana New" w:hAnsi="Angsana New"/>
          <w:sz w:val="30"/>
          <w:szCs w:val="30"/>
        </w:rPr>
      </w:pPr>
    </w:p>
    <w:p w14:paraId="78E975B4" w14:textId="77777777" w:rsidR="00300D6F" w:rsidRPr="001428E0" w:rsidRDefault="00300D6F" w:rsidP="00300D6F">
      <w:pPr>
        <w:tabs>
          <w:tab w:val="left" w:pos="567"/>
        </w:tabs>
        <w:jc w:val="thaiDistribute"/>
        <w:rPr>
          <w:rFonts w:ascii="Angsana New" w:eastAsia="Calibri" w:hAnsi="Angsana New"/>
          <w:i/>
          <w:iCs/>
          <w:sz w:val="30"/>
          <w:szCs w:val="30"/>
        </w:rPr>
      </w:pPr>
      <w:r w:rsidRPr="001428E0">
        <w:rPr>
          <w:rFonts w:ascii="Angsana New" w:eastAsia="Calibri" w:hAnsi="Angsana New" w:hint="cs"/>
          <w:i/>
          <w:iCs/>
          <w:sz w:val="30"/>
          <w:szCs w:val="30"/>
          <w:cs/>
        </w:rPr>
        <w:t>ข้อมูลและเหตุการณ์ที่เน้น</w:t>
      </w:r>
    </w:p>
    <w:p w14:paraId="2F5568B0" w14:textId="77777777" w:rsidR="00300D6F" w:rsidRPr="001428E0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right="29"/>
        <w:jc w:val="thaiDistribute"/>
        <w:rPr>
          <w:rFonts w:ascii="Angsana New" w:eastAsia="Calibri" w:hAnsi="Angsana New"/>
          <w:i/>
          <w:iCs/>
          <w:sz w:val="30"/>
          <w:szCs w:val="30"/>
        </w:rPr>
      </w:pPr>
    </w:p>
    <w:p w14:paraId="5A3B11DF" w14:textId="77777777" w:rsidR="00BF10DB" w:rsidRDefault="00BF10DB" w:rsidP="00BF10DB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</w:rPr>
      </w:pPr>
      <w:r>
        <w:rPr>
          <w:rFonts w:ascii="Angsana New" w:eastAsia="Calibri" w:hAnsi="Angsana New"/>
          <w:spacing w:val="4"/>
          <w:sz w:val="30"/>
          <w:szCs w:val="30"/>
          <w:cs/>
        </w:rPr>
        <w:t xml:space="preserve">ข้าพเจ้าขอให้สังเกตหมายเหตุประกอบงบการเงินระหว่างกาลข้อ </w:t>
      </w:r>
      <w:r>
        <w:rPr>
          <w:rFonts w:ascii="Angsana New" w:eastAsia="Calibri" w:hAnsi="Angsana New"/>
          <w:spacing w:val="4"/>
          <w:sz w:val="30"/>
          <w:szCs w:val="30"/>
        </w:rPr>
        <w:t xml:space="preserve">4 </w:t>
      </w:r>
      <w:r>
        <w:rPr>
          <w:rFonts w:ascii="Angsana New" w:eastAsia="Calibri" w:hAnsi="Angsana New" w:hint="cs"/>
          <w:spacing w:val="4"/>
          <w:sz w:val="30"/>
          <w:szCs w:val="30"/>
          <w:cs/>
        </w:rPr>
        <w:t xml:space="preserve">และข้อ </w:t>
      </w:r>
      <w:r>
        <w:rPr>
          <w:rFonts w:ascii="Angsana New" w:eastAsia="Calibri" w:hAnsi="Angsana New"/>
          <w:spacing w:val="4"/>
          <w:sz w:val="30"/>
          <w:szCs w:val="30"/>
        </w:rPr>
        <w:t>5</w:t>
      </w:r>
      <w:r>
        <w:rPr>
          <w:rFonts w:ascii="Angsana New" w:eastAsia="Calibri" w:hAnsi="Angsana New" w:hint="cs"/>
          <w:spacing w:val="4"/>
          <w:sz w:val="30"/>
          <w:szCs w:val="30"/>
          <w:cs/>
        </w:rPr>
        <w:t xml:space="preserve"> กลุ่มบริษัทได้เข้าซื้อธุรกิจในระหว่างปีสิ้นสุดวันที่</w:t>
      </w:r>
      <w:r>
        <w:rPr>
          <w:rFonts w:ascii="Angsana New" w:eastAsia="Calibri" w:hAnsi="Angsana New"/>
          <w:spacing w:val="4"/>
          <w:sz w:val="30"/>
          <w:szCs w:val="30"/>
        </w:rPr>
        <w:t xml:space="preserve"> 31</w:t>
      </w:r>
      <w:r>
        <w:rPr>
          <w:rFonts w:ascii="Angsana New" w:eastAsia="Calibri" w:hAnsi="Angsana New" w:hint="cs"/>
          <w:spacing w:val="4"/>
          <w:sz w:val="30"/>
          <w:szCs w:val="30"/>
          <w:cs/>
        </w:rPr>
        <w:t xml:space="preserve"> ธันวาคม </w:t>
      </w:r>
      <w:r>
        <w:rPr>
          <w:rFonts w:ascii="Angsana New" w:eastAsia="Calibri" w:hAnsi="Angsana New"/>
          <w:spacing w:val="4"/>
          <w:sz w:val="30"/>
          <w:szCs w:val="30"/>
        </w:rPr>
        <w:t>2565</w:t>
      </w:r>
      <w:r>
        <w:rPr>
          <w:rFonts w:ascii="Angsana New" w:eastAsia="Calibri" w:hAnsi="Angsana New" w:hint="cs"/>
          <w:spacing w:val="4"/>
          <w:sz w:val="30"/>
          <w:szCs w:val="30"/>
          <w:cs/>
        </w:rPr>
        <w:t xml:space="preserve"> และมีการใช้ผู้ประเมินราคาอิสระเพื่อหามูลค่ายุติธรรมของสินทรัพย์ที่ได้มาที่ระบุได้และหนี้สินที่รับมาจากการซื้อธุรกิจ โดย ณ วันที่รายงาน การประเมินราคายังไม่เสร็จสมบูรณ์ ดังนั้น มูลค่ายุติธรรมที่รับรู้เป็นมูลค่าที่ประมาณการและอาจมีการปรับปรุง </w:t>
      </w:r>
      <w:r>
        <w:rPr>
          <w:rFonts w:ascii="Angsana New" w:eastAsia="Calibri" w:hAnsi="Angsana New"/>
          <w:sz w:val="30"/>
          <w:szCs w:val="30"/>
          <w:cs/>
        </w:rPr>
        <w:t>ทั้งนี้ข้อสรุปของข้าพเจ้าไม่ได้เปลี่ยนแปลงไปเนื่องจากเรื่องนี้</w:t>
      </w:r>
    </w:p>
    <w:p w14:paraId="7AF6C3CE" w14:textId="77777777" w:rsidR="008C750F" w:rsidRPr="001428E0" w:rsidRDefault="008C750F" w:rsidP="00300D6F">
      <w:pPr>
        <w:autoSpaceDE w:val="0"/>
        <w:autoSpaceDN w:val="0"/>
        <w:adjustRightInd w:val="0"/>
        <w:jc w:val="thaiDistribute"/>
        <w:rPr>
          <w:rFonts w:ascii="Angsana New" w:eastAsia="Calibri" w:hAnsi="Angsana New"/>
          <w:sz w:val="30"/>
          <w:szCs w:val="30"/>
          <w:cs/>
        </w:rPr>
      </w:pPr>
    </w:p>
    <w:p w14:paraId="171F2A5A" w14:textId="77777777" w:rsidR="00300D6F" w:rsidRPr="001B02E9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21A88042" w14:textId="770875D4" w:rsidR="00300D6F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1A9D4BFD" w14:textId="77777777" w:rsidR="00300D6F" w:rsidRPr="001B02E9" w:rsidRDefault="00300D6F" w:rsidP="00300D6F">
      <w:pPr>
        <w:tabs>
          <w:tab w:val="clear" w:pos="3742"/>
          <w:tab w:val="left" w:pos="3735"/>
        </w:tabs>
        <w:spacing w:line="240" w:lineRule="auto"/>
        <w:rPr>
          <w:rFonts w:ascii="Angsana New" w:hAnsi="Angsana New"/>
          <w:sz w:val="30"/>
          <w:szCs w:val="30"/>
        </w:rPr>
      </w:pPr>
    </w:p>
    <w:p w14:paraId="584D3B5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25EA70DE" w14:textId="081E2702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(</w:t>
      </w:r>
      <w:r w:rsidR="00B43E17">
        <w:rPr>
          <w:rFonts w:ascii="Angsana New" w:hAnsi="Angsana New" w:cs="Angsana New" w:hint="cs"/>
          <w:cs/>
        </w:rPr>
        <w:t>ณัฐพงศ์ ตันติจัตตานนท์</w:t>
      </w:r>
      <w:r w:rsidRPr="001B02E9">
        <w:rPr>
          <w:rFonts w:ascii="Angsana New" w:hAnsi="Angsana New" w:cs="Angsana New"/>
          <w:cs/>
        </w:rPr>
        <w:t>)</w:t>
      </w:r>
    </w:p>
    <w:p w14:paraId="2DF8BC95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  <w:r w:rsidRPr="001B02E9">
        <w:rPr>
          <w:rFonts w:ascii="Angsana New" w:hAnsi="Angsana New" w:cs="Angsana New"/>
          <w:cs/>
        </w:rPr>
        <w:t>ผู้สอบบัญชีรับอนุญาต</w:t>
      </w:r>
    </w:p>
    <w:p w14:paraId="3A6761FE" w14:textId="0E2E45E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  <w:lang w:val="en-US"/>
        </w:rPr>
      </w:pPr>
      <w:r w:rsidRPr="001B02E9">
        <w:rPr>
          <w:rFonts w:ascii="Angsana New" w:hAnsi="Angsana New" w:cs="Angsana New"/>
          <w:cs/>
        </w:rPr>
        <w:t xml:space="preserve">เลขทะเบียน </w:t>
      </w:r>
      <w:r w:rsidR="00B43E17">
        <w:rPr>
          <w:rFonts w:ascii="Angsana New" w:hAnsi="Angsana New" w:cs="Angsana New"/>
          <w:lang w:val="en-US"/>
        </w:rPr>
        <w:t>8829</w:t>
      </w:r>
    </w:p>
    <w:p w14:paraId="2B271A27" w14:textId="77777777" w:rsidR="00300D6F" w:rsidRPr="001B02E9" w:rsidRDefault="00300D6F" w:rsidP="00300D6F">
      <w:pPr>
        <w:pStyle w:val="T"/>
        <w:tabs>
          <w:tab w:val="left" w:pos="540"/>
        </w:tabs>
        <w:ind w:left="0" w:right="-45"/>
        <w:jc w:val="thaiDistribute"/>
        <w:rPr>
          <w:rFonts w:ascii="Angsana New" w:hAnsi="Angsana New" w:cs="Angsana New"/>
          <w:cs/>
        </w:rPr>
      </w:pPr>
    </w:p>
    <w:p w14:paraId="16230B95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59801C8F" w14:textId="77777777" w:rsidR="00300D6F" w:rsidRPr="001B02E9" w:rsidRDefault="00300D6F" w:rsidP="00300D6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 w:rsidRPr="001B02E9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3938ED4E" w14:textId="0F64C5C7" w:rsidR="00373A23" w:rsidRPr="00016040" w:rsidRDefault="008C750F" w:rsidP="00373A2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right="-45"/>
        <w:jc w:val="thaiDistribute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13</w:t>
      </w:r>
      <w:r w:rsidR="00373A23" w:rsidRPr="003E7B81">
        <w:rPr>
          <w:rFonts w:ascii="Angsana New" w:hAnsi="Angsana New"/>
          <w:sz w:val="30"/>
          <w:szCs w:val="30"/>
        </w:rPr>
        <w:t xml:space="preserve"> </w:t>
      </w:r>
      <w:r w:rsidR="00373A23" w:rsidRPr="003E7B81">
        <w:rPr>
          <w:rFonts w:ascii="Angsana New" w:hAnsi="Angsana New" w:hint="cs"/>
          <w:sz w:val="30"/>
          <w:szCs w:val="30"/>
          <w:cs/>
        </w:rPr>
        <w:t>พฤศจิกายน</w:t>
      </w:r>
      <w:r w:rsidR="00373A23" w:rsidRPr="003E7B81">
        <w:rPr>
          <w:rFonts w:ascii="Angsana New" w:hAnsi="Angsana New"/>
          <w:sz w:val="30"/>
          <w:szCs w:val="30"/>
          <w:cs/>
        </w:rPr>
        <w:t xml:space="preserve"> </w:t>
      </w:r>
      <w:r w:rsidR="00373A23" w:rsidRPr="003E7B81">
        <w:rPr>
          <w:rFonts w:ascii="Angsana New" w:hAnsi="Angsana New"/>
          <w:sz w:val="30"/>
          <w:szCs w:val="30"/>
        </w:rPr>
        <w:t>256</w:t>
      </w:r>
      <w:r w:rsidR="00373A23">
        <w:rPr>
          <w:rFonts w:ascii="Angsana New" w:hAnsi="Angsana New"/>
          <w:sz w:val="30"/>
          <w:szCs w:val="30"/>
        </w:rPr>
        <w:t>6</w:t>
      </w:r>
    </w:p>
    <w:p w14:paraId="409E4208" w14:textId="77777777" w:rsidR="007B12F0" w:rsidRDefault="007B12F0" w:rsidP="005414B5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sz w:val="30"/>
          <w:szCs w:val="30"/>
          <w:lang w:bidi="th-TH"/>
        </w:rPr>
      </w:pPr>
    </w:p>
    <w:p w14:paraId="3CF0EA53" w14:textId="77777777" w:rsidR="003D1A31" w:rsidRPr="003D1A31" w:rsidRDefault="003D1A31" w:rsidP="0016192A">
      <w:pPr>
        <w:pStyle w:val="IndexHeading1"/>
        <w:tabs>
          <w:tab w:val="left" w:pos="3735"/>
        </w:tabs>
        <w:spacing w:after="0" w:line="240" w:lineRule="atLeast"/>
        <w:ind w:left="1080" w:hanging="1080"/>
        <w:outlineLvl w:val="0"/>
        <w:rPr>
          <w:rFonts w:ascii="Angsana New" w:hAnsi="Angsana New"/>
          <w:b w:val="0"/>
          <w:bCs/>
          <w:cs/>
        </w:rPr>
      </w:pPr>
    </w:p>
    <w:sectPr w:rsidR="003D1A31" w:rsidRPr="003D1A31" w:rsidSect="0016192A">
      <w:headerReference w:type="default" r:id="rId18"/>
      <w:pgSz w:w="11907" w:h="16840" w:code="9"/>
      <w:pgMar w:top="691" w:right="1152" w:bottom="576" w:left="1152" w:header="720" w:footer="720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72586C" w14:textId="77777777" w:rsidR="00A17663" w:rsidRDefault="00A17663" w:rsidP="004956B4">
      <w:r>
        <w:separator/>
      </w:r>
    </w:p>
  </w:endnote>
  <w:endnote w:type="continuationSeparator" w:id="0">
    <w:p w14:paraId="2A66A1F5" w14:textId="77777777" w:rsidR="00A17663" w:rsidRDefault="00A17663" w:rsidP="004956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altName w:val="EucrosiaUPC"/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altName w:val="Calibri"/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A57C0" w14:textId="77777777" w:rsidR="00300D6F" w:rsidRDefault="00300D6F" w:rsidP="0095285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392527C8" w14:textId="77777777" w:rsidR="00300D6F" w:rsidRDefault="00300D6F" w:rsidP="001E3D8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F035E0" w14:textId="77777777" w:rsidR="00300D6F" w:rsidRPr="009702ED" w:rsidRDefault="00300D6F" w:rsidP="009F1F22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9702ED">
      <w:rPr>
        <w:rStyle w:val="PageNumber"/>
        <w:rFonts w:ascii="Angsana New" w:hAnsi="Angsana New"/>
        <w:sz w:val="30"/>
        <w:szCs w:val="30"/>
        <w:cs/>
      </w:rPr>
      <w:fldChar w:fldCharType="begin"/>
    </w:r>
    <w:r w:rsidRPr="009702ED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separate"/>
    </w:r>
    <w:r w:rsidRPr="001A3AFF">
      <w:rPr>
        <w:rStyle w:val="PageNumber"/>
        <w:rFonts w:ascii="Angsana New" w:hAnsi="Angsana New"/>
        <w:noProof/>
        <w:sz w:val="30"/>
        <w:szCs w:val="30"/>
      </w:rPr>
      <w:t>0</w:t>
    </w:r>
    <w:r w:rsidRPr="009702ED">
      <w:rPr>
        <w:rStyle w:val="PageNumber"/>
        <w:rFonts w:ascii="Angsana New" w:hAnsi="Angsana New"/>
        <w:sz w:val="30"/>
        <w:szCs w:val="30"/>
        <w:cs/>
      </w:rPr>
      <w:fldChar w:fldCharType="end"/>
    </w:r>
  </w:p>
  <w:p w14:paraId="2C4FB5A8" w14:textId="2B112DC0" w:rsidR="00300D6F" w:rsidRPr="009702ED" w:rsidRDefault="00300D6F">
    <w:pPr>
      <w:pStyle w:val="Footer"/>
      <w:rPr>
        <w:rFonts w:ascii="Angsana New" w:hAnsi="Angsana New"/>
        <w:i/>
        <w:iCs/>
        <w:sz w:val="30"/>
        <w:szCs w:val="30"/>
      </w:rPr>
    </w:pPr>
    <w:r w:rsidRPr="009702ED">
      <w:rPr>
        <w:rFonts w:ascii="Angsana New" w:hAnsi="Angsana New"/>
        <w:i/>
        <w:iCs/>
        <w:sz w:val="30"/>
        <w:szCs w:val="30"/>
      </w:rPr>
      <w:fldChar w:fldCharType="begin"/>
    </w:r>
    <w:r w:rsidRPr="009702ED">
      <w:rPr>
        <w:rFonts w:ascii="Angsana New" w:hAnsi="Angsana New"/>
        <w:i/>
        <w:iCs/>
        <w:sz w:val="30"/>
        <w:szCs w:val="30"/>
      </w:rPr>
      <w:instrText xml:space="preserve"> FILENAME </w:instrText>
    </w:r>
    <w:r w:rsidRPr="009702ED">
      <w:rPr>
        <w:rFonts w:ascii="Angsana New" w:hAnsi="Angsana New"/>
        <w:i/>
        <w:iCs/>
        <w:sz w:val="30"/>
        <w:szCs w:val="30"/>
      </w:rPr>
      <w:fldChar w:fldCharType="separate"/>
    </w:r>
    <w:r w:rsidR="00F8322A">
      <w:rPr>
        <w:rFonts w:ascii="Angsana New" w:hAnsi="Angsana New"/>
        <w:i/>
        <w:iCs/>
        <w:noProof/>
        <w:sz w:val="30"/>
        <w:szCs w:val="30"/>
      </w:rPr>
      <w:t>RATCH Q2-2023 TH AUDIT REPORT.docx</w:t>
    </w:r>
    <w:r w:rsidRPr="009702ED">
      <w:rPr>
        <w:rFonts w:ascii="Angsana New" w:hAnsi="Angsana New"/>
        <w:i/>
        <w:iCs/>
        <w:sz w:val="30"/>
        <w:szCs w:val="30"/>
      </w:rPr>
      <w:fldChar w:fldCharType="end"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  <w:r w:rsidRPr="009702ED">
      <w:rPr>
        <w:rFonts w:ascii="Angsana New" w:hAnsi="Angsana New"/>
        <w:i/>
        <w:iCs/>
        <w:sz w:val="30"/>
        <w:szCs w:val="3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511D15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7D7CC" w14:textId="77777777" w:rsidR="00300D6F" w:rsidRDefault="00300D6F" w:rsidP="00FD11A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</w:rPr>
      <w:fldChar w:fldCharType="end"/>
    </w:r>
  </w:p>
  <w:p w14:paraId="173EA692" w14:textId="77777777" w:rsidR="00300D6F" w:rsidRDefault="00300D6F" w:rsidP="007C095B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F05665" w14:textId="04F2627C" w:rsidR="00300D6F" w:rsidRPr="009702ED" w:rsidRDefault="0016192A" w:rsidP="009702ED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>
      <w:rPr>
        <w:rStyle w:val="PageNumber"/>
        <w:rFonts w:ascii="Angsana New" w:hAnsi="Angsana New"/>
        <w:sz w:val="30"/>
        <w:szCs w:val="30"/>
      </w:rPr>
      <w:t>2</w:t>
    </w:r>
  </w:p>
  <w:p w14:paraId="202F55CE" w14:textId="77777777" w:rsidR="00300D6F" w:rsidRPr="009702ED" w:rsidRDefault="00300D6F" w:rsidP="00066538">
    <w:pPr>
      <w:pStyle w:val="Footer"/>
      <w:ind w:right="360"/>
      <w:rPr>
        <w:rFonts w:ascii="Angsana New" w:hAnsi="Angsana New"/>
        <w:i/>
        <w:iCs/>
        <w:sz w:val="30"/>
        <w:szCs w:val="3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AA4BEE" w14:textId="77777777" w:rsidR="00300D6F" w:rsidRPr="00124EE3" w:rsidRDefault="00300D6F" w:rsidP="00414066">
    <w:pPr>
      <w:pStyle w:val="Footer"/>
      <w:jc w:val="center"/>
      <w:rPr>
        <w:rFonts w:asciiTheme="majorBidi" w:hAnsiTheme="majorBidi" w:cstheme="majorBidi"/>
        <w:sz w:val="30"/>
        <w:szCs w:val="3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4C5E6" w14:textId="77777777" w:rsidR="00A17663" w:rsidRDefault="00A17663" w:rsidP="004956B4">
      <w:r>
        <w:separator/>
      </w:r>
    </w:p>
  </w:footnote>
  <w:footnote w:type="continuationSeparator" w:id="0">
    <w:p w14:paraId="2D64318B" w14:textId="77777777" w:rsidR="00A17663" w:rsidRDefault="00A17663" w:rsidP="004956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788F5B" w14:textId="77777777" w:rsidR="00300D6F" w:rsidRDefault="00300D6F" w:rsidP="009F1F22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 w:rsidRPr="001A3AFF">
      <w:rPr>
        <w:rStyle w:val="PageNumber"/>
        <w:noProof/>
      </w:rPr>
      <w:t>0</w:t>
    </w:r>
    <w:r>
      <w:rPr>
        <w:rStyle w:val="PageNumber"/>
        <w:cs/>
      </w:rPr>
      <w:fldChar w:fldCharType="end"/>
    </w:r>
  </w:p>
  <w:p w14:paraId="73207A16" w14:textId="77777777" w:rsidR="00300D6F" w:rsidRDefault="00300D6F" w:rsidP="009702ED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387D48" w14:textId="77777777" w:rsidR="00300D6F" w:rsidRDefault="00300D6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172B0A3A" w14:textId="77777777" w:rsidR="00300D6F" w:rsidRDefault="00300D6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9340917" w14:textId="77777777" w:rsidR="00300D6F" w:rsidRPr="004738DB" w:rsidRDefault="00300D6F" w:rsidP="004738DB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4C958B" w14:textId="77777777" w:rsidR="00300D6F" w:rsidRPr="003D40BB" w:rsidRDefault="00300D6F" w:rsidP="00CA0645">
    <w:pPr>
      <w:autoSpaceDE w:val="0"/>
      <w:autoSpaceDN w:val="0"/>
      <w:adjustRightInd w:val="0"/>
      <w:spacing w:line="240" w:lineRule="auto"/>
      <w:rPr>
        <w:rFonts w:asciiTheme="majorBidi" w:hAnsiTheme="majorBidi" w:cstheme="majorBidi"/>
        <w:sz w:val="30"/>
        <w:szCs w:val="30"/>
      </w:rPr>
    </w:pPr>
  </w:p>
  <w:p w14:paraId="1411B783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  <w:p w14:paraId="06B9D10B" w14:textId="77777777" w:rsidR="00300D6F" w:rsidRPr="003D40BB" w:rsidRDefault="00300D6F" w:rsidP="00CA0645">
    <w:pPr>
      <w:pStyle w:val="Header"/>
      <w:rPr>
        <w:rFonts w:asciiTheme="majorBidi" w:hAnsiTheme="majorBidi" w:cstheme="majorBidi"/>
        <w:sz w:val="30"/>
        <w:szCs w:val="3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959BB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19B413F5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2C6E5A3F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2088FE3A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428DBAA8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  <w:p w14:paraId="523E92BA" w14:textId="77777777" w:rsidR="00300D6F" w:rsidRPr="00E56CB2" w:rsidRDefault="00300D6F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Theme="majorBidi" w:hAnsiTheme="majorBidi" w:cstheme="majorBidi"/>
        <w:bCs/>
        <w:sz w:val="32"/>
        <w:szCs w:val="32"/>
        <w:lang w:val="en-GB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2E67B" w14:textId="724B0272" w:rsidR="00556DBA" w:rsidRDefault="00556DB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42A9CCEB" w14:textId="072736CE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6E31BD" w14:textId="4C76DC47" w:rsid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  <w:p w14:paraId="06ED679D" w14:textId="77777777" w:rsidR="0016192A" w:rsidRPr="0016192A" w:rsidRDefault="0016192A" w:rsidP="00952853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2A4BCF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4E33973"/>
    <w:multiLevelType w:val="hybridMultilevel"/>
    <w:tmpl w:val="661219F6"/>
    <w:lvl w:ilvl="0" w:tplc="81F40FA4">
      <w:start w:val="25"/>
      <w:numFmt w:val="bullet"/>
      <w:lvlText w:val="-"/>
      <w:lvlJc w:val="left"/>
      <w:pPr>
        <w:ind w:left="9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05DC0631"/>
    <w:multiLevelType w:val="hybridMultilevel"/>
    <w:tmpl w:val="48FC509E"/>
    <w:lvl w:ilvl="0" w:tplc="3A10E4E2">
      <w:start w:val="1"/>
      <w:numFmt w:val="thaiLetters"/>
      <w:lvlText w:val="(%1)"/>
      <w:lvlJc w:val="left"/>
      <w:pPr>
        <w:ind w:left="360" w:hanging="360"/>
      </w:pPr>
      <w:rPr>
        <w:rFonts w:hint="default"/>
        <w:b w:val="0"/>
        <w:bCs w:val="0"/>
        <w:i/>
        <w:i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7A749E8"/>
    <w:multiLevelType w:val="hybridMultilevel"/>
    <w:tmpl w:val="6C72D40C"/>
    <w:lvl w:ilvl="0" w:tplc="5EA20606">
      <w:start w:val="7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0B642EE0"/>
    <w:multiLevelType w:val="hybridMultilevel"/>
    <w:tmpl w:val="69682458"/>
    <w:lvl w:ilvl="0" w:tplc="D112303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40B2A"/>
    <w:multiLevelType w:val="multilevel"/>
    <w:tmpl w:val="C4FED456"/>
    <w:lvl w:ilvl="0">
      <w:start w:val="1"/>
      <w:numFmt w:val="decimal"/>
      <w:lvlText w:val="%1"/>
      <w:lvlJc w:val="left"/>
      <w:pPr>
        <w:tabs>
          <w:tab w:val="num" w:pos="880"/>
        </w:tabs>
        <w:ind w:left="880" w:hanging="340"/>
      </w:pPr>
      <w:rPr>
        <w:rFonts w:ascii="Angsana New" w:hAnsi="Angsana New" w:cs="Angsana New" w:hint="default"/>
        <w:b w:val="0"/>
        <w:bCs/>
        <w:sz w:val="30"/>
        <w:szCs w:val="30"/>
      </w:rPr>
    </w:lvl>
    <w:lvl w:ilvl="1">
      <w:start w:val="1"/>
      <w:numFmt w:val="bullet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sz w:val="22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Angsana New" w:hAnsi="Angsana New" w:cs="Angsana New" w:hint="default"/>
      </w:rPr>
    </w:lvl>
    <w:lvl w:ilvl="3">
      <w:start w:val="1"/>
      <w:numFmt w:val="bullet"/>
      <w:lvlText w:val=""/>
      <w:lvlJc w:val="left"/>
      <w:pPr>
        <w:tabs>
          <w:tab w:val="num" w:pos="1361"/>
        </w:tabs>
        <w:ind w:left="1361" w:hanging="341"/>
      </w:pPr>
      <w:rPr>
        <w:rFonts w:ascii="Symbol" w:hAnsi="Symbol" w:hint="default"/>
        <w:sz w:val="22"/>
      </w:rPr>
    </w:lvl>
    <w:lvl w:ilvl="4">
      <w:start w:val="1"/>
      <w:numFmt w:val="bullet"/>
      <w:lvlText w:val=""/>
      <w:lvlJc w:val="left"/>
      <w:pPr>
        <w:tabs>
          <w:tab w:val="num" w:pos="1701"/>
        </w:tabs>
        <w:ind w:left="1701" w:hanging="34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041"/>
        </w:tabs>
        <w:ind w:left="2041" w:hanging="34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381"/>
        </w:tabs>
        <w:ind w:left="2381" w:hanging="34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721"/>
        </w:tabs>
        <w:ind w:left="2721" w:hanging="34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061"/>
        </w:tabs>
        <w:ind w:left="3061" w:hanging="340"/>
      </w:pPr>
      <w:rPr>
        <w:rFonts w:ascii="Symbol" w:hAnsi="Symbol" w:hint="default"/>
      </w:rPr>
    </w:lvl>
  </w:abstractNum>
  <w:abstractNum w:abstractNumId="16" w15:restartNumberingAfterBreak="0">
    <w:nsid w:val="1BA716B7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9" w15:restartNumberingAfterBreak="0">
    <w:nsid w:val="2A7507CF"/>
    <w:multiLevelType w:val="hybridMultilevel"/>
    <w:tmpl w:val="89EA572A"/>
    <w:lvl w:ilvl="0" w:tplc="D1AAEB4C">
      <w:start w:val="9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 w15:restartNumberingAfterBreak="0">
    <w:nsid w:val="310A17A6"/>
    <w:multiLevelType w:val="hybridMultilevel"/>
    <w:tmpl w:val="1AE2C9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acctstatementheading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2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3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24" w15:restartNumberingAfterBreak="0">
    <w:nsid w:val="3FC94AA7"/>
    <w:multiLevelType w:val="hybridMultilevel"/>
    <w:tmpl w:val="61100F2E"/>
    <w:lvl w:ilvl="0" w:tplc="EC369504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5C548A76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60703AB6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3A89818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3BD829E2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64E340C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2C16BB0A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18AE4F3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40182594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46F60A98"/>
    <w:multiLevelType w:val="singleLevel"/>
    <w:tmpl w:val="BDC820C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47263C93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7" w15:restartNumberingAfterBreak="0">
    <w:nsid w:val="47BE1946"/>
    <w:multiLevelType w:val="hybridMultilevel"/>
    <w:tmpl w:val="C30AEA56"/>
    <w:lvl w:ilvl="0" w:tplc="143E0BEC">
      <w:start w:val="32"/>
      <w:numFmt w:val="bullet"/>
      <w:lvlText w:val="﷐"/>
      <w:lvlJc w:val="left"/>
      <w:pPr>
        <w:ind w:left="72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2C5891"/>
    <w:multiLevelType w:val="hybridMultilevel"/>
    <w:tmpl w:val="93001052"/>
    <w:lvl w:ilvl="0" w:tplc="B922EE8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1A7BEA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0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 w15:restartNumberingAfterBreak="0">
    <w:nsid w:val="4F135D2E"/>
    <w:multiLevelType w:val="hybridMultilevel"/>
    <w:tmpl w:val="D9AAFCC6"/>
    <w:lvl w:ilvl="0" w:tplc="C4FA2286">
      <w:start w:val="1"/>
      <w:numFmt w:val="bullet"/>
      <w:lvlText w:val="-"/>
      <w:lvlJc w:val="left"/>
      <w:pPr>
        <w:ind w:left="1260" w:hanging="360"/>
      </w:pPr>
      <w:rPr>
        <w:rFonts w:asciiTheme="majorBidi" w:eastAsia="Times New Roman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501E57DD"/>
    <w:multiLevelType w:val="singleLevel"/>
    <w:tmpl w:val="AA38AC62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33" w15:restartNumberingAfterBreak="0">
    <w:nsid w:val="59057056"/>
    <w:multiLevelType w:val="multilevel"/>
    <w:tmpl w:val="43CC5348"/>
    <w:lvl w:ilvl="0">
      <w:start w:val="1"/>
      <w:numFmt w:val="decimal"/>
      <w:lvlText w:val="%1"/>
      <w:lvlJc w:val="left"/>
      <w:pPr>
        <w:tabs>
          <w:tab w:val="num" w:pos="518"/>
        </w:tabs>
        <w:ind w:left="518" w:hanging="518"/>
      </w:pPr>
      <w:rPr>
        <w:rFonts w:hint="default"/>
        <w:b/>
        <w:i w:val="0"/>
      </w:rPr>
    </w:lvl>
    <w:lvl w:ilvl="1">
      <w:start w:val="1"/>
      <w:numFmt w:val="thaiLetters"/>
      <w:lvlText w:val="(%2)"/>
      <w:lvlJc w:val="left"/>
      <w:pPr>
        <w:tabs>
          <w:tab w:val="num" w:pos="504"/>
        </w:tabs>
        <w:ind w:left="504" w:hanging="504"/>
      </w:pPr>
      <w:rPr>
        <w:rFonts w:cs="Angsana New" w:hint="default"/>
        <w:b w:val="0"/>
        <w:bCs/>
        <w:i/>
        <w:iCs/>
        <w:szCs w:val="3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4" w15:restartNumberingAfterBreak="0">
    <w:nsid w:val="6567742B"/>
    <w:multiLevelType w:val="multilevel"/>
    <w:tmpl w:val="71F2C03E"/>
    <w:lvl w:ilvl="0">
      <w:start w:val="4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abstractNum w:abstractNumId="3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37" w15:restartNumberingAfterBreak="0">
    <w:nsid w:val="66BD3268"/>
    <w:multiLevelType w:val="hybridMultilevel"/>
    <w:tmpl w:val="E0629398"/>
    <w:lvl w:ilvl="0" w:tplc="E9DE83B8">
      <w:numFmt w:val="bullet"/>
      <w:lvlText w:val="•"/>
      <w:lvlJc w:val="left"/>
      <w:pPr>
        <w:ind w:left="1287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6D5C3CFB"/>
    <w:multiLevelType w:val="hybridMultilevel"/>
    <w:tmpl w:val="3348B8F4"/>
    <w:lvl w:ilvl="0" w:tplc="F40AE0F6">
      <w:start w:val="1"/>
      <w:numFmt w:val="decimal"/>
      <w:lvlText w:val="%1)"/>
      <w:lvlJc w:val="left"/>
      <w:pPr>
        <w:ind w:left="1361" w:hanging="360"/>
      </w:pPr>
      <w:rPr>
        <w:b w:val="0"/>
        <w:bCs/>
      </w:rPr>
    </w:lvl>
    <w:lvl w:ilvl="1" w:tplc="04090019">
      <w:start w:val="1"/>
      <w:numFmt w:val="lowerLetter"/>
      <w:lvlText w:val="%2."/>
      <w:lvlJc w:val="left"/>
      <w:pPr>
        <w:ind w:left="2081" w:hanging="360"/>
      </w:pPr>
    </w:lvl>
    <w:lvl w:ilvl="2" w:tplc="0409001B">
      <w:start w:val="1"/>
      <w:numFmt w:val="lowerRoman"/>
      <w:lvlText w:val="%3."/>
      <w:lvlJc w:val="right"/>
      <w:pPr>
        <w:ind w:left="2801" w:hanging="180"/>
      </w:pPr>
    </w:lvl>
    <w:lvl w:ilvl="3" w:tplc="0409000F">
      <w:start w:val="1"/>
      <w:numFmt w:val="decimal"/>
      <w:lvlText w:val="%4."/>
      <w:lvlJc w:val="left"/>
      <w:pPr>
        <w:ind w:left="3521" w:hanging="360"/>
      </w:pPr>
    </w:lvl>
    <w:lvl w:ilvl="4" w:tplc="04090019">
      <w:start w:val="1"/>
      <w:numFmt w:val="lowerLetter"/>
      <w:lvlText w:val="%5."/>
      <w:lvlJc w:val="left"/>
      <w:pPr>
        <w:ind w:left="4241" w:hanging="360"/>
      </w:pPr>
    </w:lvl>
    <w:lvl w:ilvl="5" w:tplc="0409001B">
      <w:start w:val="1"/>
      <w:numFmt w:val="lowerRoman"/>
      <w:lvlText w:val="%6."/>
      <w:lvlJc w:val="right"/>
      <w:pPr>
        <w:ind w:left="4961" w:hanging="180"/>
      </w:pPr>
    </w:lvl>
    <w:lvl w:ilvl="6" w:tplc="0409000F">
      <w:start w:val="1"/>
      <w:numFmt w:val="decimal"/>
      <w:lvlText w:val="%7."/>
      <w:lvlJc w:val="left"/>
      <w:pPr>
        <w:ind w:left="5681" w:hanging="360"/>
      </w:pPr>
    </w:lvl>
    <w:lvl w:ilvl="7" w:tplc="04090019">
      <w:start w:val="1"/>
      <w:numFmt w:val="lowerLetter"/>
      <w:lvlText w:val="%8."/>
      <w:lvlJc w:val="left"/>
      <w:pPr>
        <w:ind w:left="6401" w:hanging="360"/>
      </w:pPr>
    </w:lvl>
    <w:lvl w:ilvl="8" w:tplc="0409001B">
      <w:start w:val="1"/>
      <w:numFmt w:val="lowerRoman"/>
      <w:lvlText w:val="%9."/>
      <w:lvlJc w:val="right"/>
      <w:pPr>
        <w:ind w:left="7121" w:hanging="180"/>
      </w:pPr>
    </w:lvl>
  </w:abstractNum>
  <w:abstractNum w:abstractNumId="39" w15:restartNumberingAfterBreak="0">
    <w:nsid w:val="6D6E5F9A"/>
    <w:multiLevelType w:val="singleLevel"/>
    <w:tmpl w:val="19D2D304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40" w15:restartNumberingAfterBreak="0">
    <w:nsid w:val="6F706D0A"/>
    <w:multiLevelType w:val="hybridMultilevel"/>
    <w:tmpl w:val="AEAEB6CA"/>
    <w:lvl w:ilvl="0" w:tplc="1786C160">
      <w:start w:val="2"/>
      <w:numFmt w:val="bullet"/>
      <w:lvlText w:val="-"/>
      <w:lvlJc w:val="left"/>
      <w:pPr>
        <w:ind w:left="5940" w:hanging="360"/>
      </w:pPr>
      <w:rPr>
        <w:rFonts w:asciiTheme="majorBidi" w:eastAsiaTheme="minorHAnsi" w:hAnsiTheme="majorBidi" w:cstheme="maj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863273"/>
    <w:multiLevelType w:val="singleLevel"/>
    <w:tmpl w:val="3AC4EF86"/>
    <w:lvl w:ilvl="0">
      <w:start w:val="1"/>
      <w:numFmt w:val="bullet"/>
      <w:pStyle w:val="block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color w:val="auto"/>
        <w:sz w:val="18"/>
      </w:rPr>
    </w:lvl>
  </w:abstractNum>
  <w:abstractNum w:abstractNumId="42" w15:restartNumberingAfterBreak="0">
    <w:nsid w:val="76C65C30"/>
    <w:multiLevelType w:val="hybridMultilevel"/>
    <w:tmpl w:val="20304DDE"/>
    <w:lvl w:ilvl="0" w:tplc="A89619AC">
      <w:start w:val="1"/>
      <w:numFmt w:val="bullet"/>
      <w:pStyle w:val="BodyText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63E021BC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A052E38A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B6E6379E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27DA2D8C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DFDCAB56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7EC0292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4922ED02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210AC6B6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abstractNum w:abstractNumId="44" w15:restartNumberingAfterBreak="0">
    <w:nsid w:val="78C27FF0"/>
    <w:multiLevelType w:val="hybridMultilevel"/>
    <w:tmpl w:val="0268C9F4"/>
    <w:lvl w:ilvl="0" w:tplc="A4C6CBA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1436236">
    <w:abstractNumId w:val="6"/>
  </w:num>
  <w:num w:numId="2" w16cid:durableId="1086150213">
    <w:abstractNumId w:val="5"/>
  </w:num>
  <w:num w:numId="3" w16cid:durableId="53549428">
    <w:abstractNumId w:val="9"/>
  </w:num>
  <w:num w:numId="4" w16cid:durableId="1876428474">
    <w:abstractNumId w:val="7"/>
  </w:num>
  <w:num w:numId="5" w16cid:durableId="255098252">
    <w:abstractNumId w:val="8"/>
  </w:num>
  <w:num w:numId="6" w16cid:durableId="594480873">
    <w:abstractNumId w:val="3"/>
  </w:num>
  <w:num w:numId="7" w16cid:durableId="1653367043">
    <w:abstractNumId w:val="2"/>
  </w:num>
  <w:num w:numId="8" w16cid:durableId="573125722">
    <w:abstractNumId w:val="0"/>
  </w:num>
  <w:num w:numId="9" w16cid:durableId="1061367853">
    <w:abstractNumId w:val="1"/>
  </w:num>
  <w:num w:numId="10" w16cid:durableId="627122988">
    <w:abstractNumId w:val="4"/>
  </w:num>
  <w:num w:numId="11" w16cid:durableId="577372399">
    <w:abstractNumId w:val="22"/>
  </w:num>
  <w:num w:numId="12" w16cid:durableId="647826077">
    <w:abstractNumId w:val="18"/>
  </w:num>
  <w:num w:numId="13" w16cid:durableId="1851022401">
    <w:abstractNumId w:val="36"/>
  </w:num>
  <w:num w:numId="14" w16cid:durableId="181286400">
    <w:abstractNumId w:val="21"/>
  </w:num>
  <w:num w:numId="15" w16cid:durableId="1628584710">
    <w:abstractNumId w:val="23"/>
  </w:num>
  <w:num w:numId="16" w16cid:durableId="153037106">
    <w:abstractNumId w:val="41"/>
  </w:num>
  <w:num w:numId="17" w16cid:durableId="544023893">
    <w:abstractNumId w:val="42"/>
  </w:num>
  <w:num w:numId="18" w16cid:durableId="1960604579">
    <w:abstractNumId w:val="26"/>
  </w:num>
  <w:num w:numId="19" w16cid:durableId="495606549">
    <w:abstractNumId w:val="15"/>
  </w:num>
  <w:num w:numId="20" w16cid:durableId="471795874">
    <w:abstractNumId w:val="11"/>
  </w:num>
  <w:num w:numId="21" w16cid:durableId="2004432530">
    <w:abstractNumId w:val="13"/>
  </w:num>
  <w:num w:numId="22" w16cid:durableId="1666281206">
    <w:abstractNumId w:val="33"/>
  </w:num>
  <w:num w:numId="23" w16cid:durableId="2107117742">
    <w:abstractNumId w:val="30"/>
  </w:num>
  <w:num w:numId="24" w16cid:durableId="716979262">
    <w:abstractNumId w:val="17"/>
  </w:num>
  <w:num w:numId="25" w16cid:durableId="989208243">
    <w:abstractNumId w:val="44"/>
  </w:num>
  <w:num w:numId="26" w16cid:durableId="1128624319">
    <w:abstractNumId w:val="21"/>
  </w:num>
  <w:num w:numId="27" w16cid:durableId="1374305785">
    <w:abstractNumId w:val="35"/>
  </w:num>
  <w:num w:numId="28" w16cid:durableId="506865414">
    <w:abstractNumId w:val="40"/>
  </w:num>
  <w:num w:numId="29" w16cid:durableId="504907980">
    <w:abstractNumId w:val="31"/>
  </w:num>
  <w:num w:numId="30" w16cid:durableId="32509570">
    <w:abstractNumId w:val="34"/>
  </w:num>
  <w:num w:numId="31" w16cid:durableId="382103497">
    <w:abstractNumId w:val="27"/>
  </w:num>
  <w:num w:numId="32" w16cid:durableId="2038315622">
    <w:abstractNumId w:val="10"/>
  </w:num>
  <w:num w:numId="33" w16cid:durableId="1666087286">
    <w:abstractNumId w:val="43"/>
  </w:num>
  <w:num w:numId="34" w16cid:durableId="1336148846">
    <w:abstractNumId w:val="29"/>
  </w:num>
  <w:num w:numId="35" w16cid:durableId="1953516480">
    <w:abstractNumId w:val="12"/>
  </w:num>
  <w:num w:numId="36" w16cid:durableId="1226448447">
    <w:abstractNumId w:val="28"/>
  </w:num>
  <w:num w:numId="37" w16cid:durableId="2074693097">
    <w:abstractNumId w:val="19"/>
  </w:num>
  <w:num w:numId="38" w16cid:durableId="526137466">
    <w:abstractNumId w:val="14"/>
  </w:num>
  <w:num w:numId="39" w16cid:durableId="209153195">
    <w:abstractNumId w:val="39"/>
  </w:num>
  <w:num w:numId="40" w16cid:durableId="1617040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881750282">
    <w:abstractNumId w:val="20"/>
  </w:num>
  <w:num w:numId="42" w16cid:durableId="1251112883">
    <w:abstractNumId w:val="25"/>
  </w:num>
  <w:num w:numId="43" w16cid:durableId="1159805657">
    <w:abstractNumId w:val="37"/>
  </w:num>
  <w:num w:numId="44" w16cid:durableId="216092473">
    <w:abstractNumId w:val="32"/>
  </w:num>
  <w:num w:numId="45" w16cid:durableId="1485897910">
    <w:abstractNumId w:val="24"/>
  </w:num>
  <w:num w:numId="46" w16cid:durableId="1242713964">
    <w:abstractNumId w:val="1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50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raftWatermark" w:val="橄姭佨ധԕ찔嫀"/>
  </w:docVars>
  <w:rsids>
    <w:rsidRoot w:val="00127299"/>
    <w:rsid w:val="000005ED"/>
    <w:rsid w:val="0000063D"/>
    <w:rsid w:val="000007A2"/>
    <w:rsid w:val="000008D5"/>
    <w:rsid w:val="00000BB5"/>
    <w:rsid w:val="00000CE7"/>
    <w:rsid w:val="00000D56"/>
    <w:rsid w:val="00000D62"/>
    <w:rsid w:val="00000F5E"/>
    <w:rsid w:val="00000FCD"/>
    <w:rsid w:val="0000104D"/>
    <w:rsid w:val="00001260"/>
    <w:rsid w:val="000013D1"/>
    <w:rsid w:val="0000176B"/>
    <w:rsid w:val="000017C7"/>
    <w:rsid w:val="0000183C"/>
    <w:rsid w:val="000019C7"/>
    <w:rsid w:val="00001E81"/>
    <w:rsid w:val="0000229C"/>
    <w:rsid w:val="00002354"/>
    <w:rsid w:val="0000240E"/>
    <w:rsid w:val="0000270A"/>
    <w:rsid w:val="00002AF0"/>
    <w:rsid w:val="00002BC6"/>
    <w:rsid w:val="00002EC7"/>
    <w:rsid w:val="000031D3"/>
    <w:rsid w:val="000036B5"/>
    <w:rsid w:val="0000384E"/>
    <w:rsid w:val="00003A38"/>
    <w:rsid w:val="00003A9F"/>
    <w:rsid w:val="00003ACC"/>
    <w:rsid w:val="00003C49"/>
    <w:rsid w:val="00003CF4"/>
    <w:rsid w:val="00003E88"/>
    <w:rsid w:val="000049DF"/>
    <w:rsid w:val="00004D38"/>
    <w:rsid w:val="00004EE5"/>
    <w:rsid w:val="000050FD"/>
    <w:rsid w:val="000052FD"/>
    <w:rsid w:val="00005436"/>
    <w:rsid w:val="0000544C"/>
    <w:rsid w:val="00005554"/>
    <w:rsid w:val="000055DD"/>
    <w:rsid w:val="000059D5"/>
    <w:rsid w:val="00005CE3"/>
    <w:rsid w:val="00005EFE"/>
    <w:rsid w:val="000060ED"/>
    <w:rsid w:val="000063D8"/>
    <w:rsid w:val="000063E0"/>
    <w:rsid w:val="00006671"/>
    <w:rsid w:val="00006792"/>
    <w:rsid w:val="00006934"/>
    <w:rsid w:val="000069C0"/>
    <w:rsid w:val="00006A56"/>
    <w:rsid w:val="00006AA8"/>
    <w:rsid w:val="00006C45"/>
    <w:rsid w:val="00006EDD"/>
    <w:rsid w:val="000075CB"/>
    <w:rsid w:val="00007766"/>
    <w:rsid w:val="00007770"/>
    <w:rsid w:val="00007DC7"/>
    <w:rsid w:val="00007F9B"/>
    <w:rsid w:val="00010549"/>
    <w:rsid w:val="00010665"/>
    <w:rsid w:val="0001071E"/>
    <w:rsid w:val="000107E1"/>
    <w:rsid w:val="00010D91"/>
    <w:rsid w:val="00010DBC"/>
    <w:rsid w:val="00010E08"/>
    <w:rsid w:val="00010F72"/>
    <w:rsid w:val="00011155"/>
    <w:rsid w:val="000113DC"/>
    <w:rsid w:val="0001194A"/>
    <w:rsid w:val="00011A6B"/>
    <w:rsid w:val="00011E5D"/>
    <w:rsid w:val="00011F46"/>
    <w:rsid w:val="00012064"/>
    <w:rsid w:val="00012358"/>
    <w:rsid w:val="00012397"/>
    <w:rsid w:val="00012528"/>
    <w:rsid w:val="00012B85"/>
    <w:rsid w:val="00012BA4"/>
    <w:rsid w:val="00012EF3"/>
    <w:rsid w:val="00012FBF"/>
    <w:rsid w:val="000132EA"/>
    <w:rsid w:val="0001342C"/>
    <w:rsid w:val="00013616"/>
    <w:rsid w:val="000136AF"/>
    <w:rsid w:val="00013704"/>
    <w:rsid w:val="00013A54"/>
    <w:rsid w:val="00013BD8"/>
    <w:rsid w:val="000142B5"/>
    <w:rsid w:val="0001435A"/>
    <w:rsid w:val="000143E8"/>
    <w:rsid w:val="0001449E"/>
    <w:rsid w:val="00014B96"/>
    <w:rsid w:val="00014BBD"/>
    <w:rsid w:val="00014CD6"/>
    <w:rsid w:val="00014E03"/>
    <w:rsid w:val="00014E5B"/>
    <w:rsid w:val="0001501E"/>
    <w:rsid w:val="00015077"/>
    <w:rsid w:val="000150C9"/>
    <w:rsid w:val="000152A3"/>
    <w:rsid w:val="000152C1"/>
    <w:rsid w:val="000154D2"/>
    <w:rsid w:val="0001581F"/>
    <w:rsid w:val="00015860"/>
    <w:rsid w:val="00015C27"/>
    <w:rsid w:val="00015E6D"/>
    <w:rsid w:val="00015F1A"/>
    <w:rsid w:val="00015FAA"/>
    <w:rsid w:val="00016256"/>
    <w:rsid w:val="0001635D"/>
    <w:rsid w:val="00016633"/>
    <w:rsid w:val="00016742"/>
    <w:rsid w:val="000167C6"/>
    <w:rsid w:val="000169F4"/>
    <w:rsid w:val="000169F6"/>
    <w:rsid w:val="00016DE4"/>
    <w:rsid w:val="0001700D"/>
    <w:rsid w:val="00017844"/>
    <w:rsid w:val="00017C07"/>
    <w:rsid w:val="0002016E"/>
    <w:rsid w:val="00020295"/>
    <w:rsid w:val="0002058D"/>
    <w:rsid w:val="00020898"/>
    <w:rsid w:val="000208C6"/>
    <w:rsid w:val="00020955"/>
    <w:rsid w:val="00020C6D"/>
    <w:rsid w:val="0002110F"/>
    <w:rsid w:val="000212D4"/>
    <w:rsid w:val="000213E2"/>
    <w:rsid w:val="00021442"/>
    <w:rsid w:val="00021566"/>
    <w:rsid w:val="00021CC7"/>
    <w:rsid w:val="00021D6B"/>
    <w:rsid w:val="00021E28"/>
    <w:rsid w:val="00021F91"/>
    <w:rsid w:val="000223E4"/>
    <w:rsid w:val="0002277D"/>
    <w:rsid w:val="00022861"/>
    <w:rsid w:val="00022944"/>
    <w:rsid w:val="00022B7B"/>
    <w:rsid w:val="00022CCA"/>
    <w:rsid w:val="00022E65"/>
    <w:rsid w:val="00022F48"/>
    <w:rsid w:val="0002318D"/>
    <w:rsid w:val="00023541"/>
    <w:rsid w:val="000235BD"/>
    <w:rsid w:val="0002369A"/>
    <w:rsid w:val="00023813"/>
    <w:rsid w:val="00023912"/>
    <w:rsid w:val="00023A7E"/>
    <w:rsid w:val="00023E11"/>
    <w:rsid w:val="00023E63"/>
    <w:rsid w:val="00023ED3"/>
    <w:rsid w:val="00023FEB"/>
    <w:rsid w:val="00024234"/>
    <w:rsid w:val="00024258"/>
    <w:rsid w:val="0002426A"/>
    <w:rsid w:val="0002428B"/>
    <w:rsid w:val="000242C9"/>
    <w:rsid w:val="000242F0"/>
    <w:rsid w:val="0002442B"/>
    <w:rsid w:val="0002455A"/>
    <w:rsid w:val="000246F2"/>
    <w:rsid w:val="00024960"/>
    <w:rsid w:val="00024B6C"/>
    <w:rsid w:val="00024B70"/>
    <w:rsid w:val="00024C24"/>
    <w:rsid w:val="00024E83"/>
    <w:rsid w:val="00025093"/>
    <w:rsid w:val="000250BF"/>
    <w:rsid w:val="000250F2"/>
    <w:rsid w:val="0002566A"/>
    <w:rsid w:val="000258F4"/>
    <w:rsid w:val="00025989"/>
    <w:rsid w:val="00025EE6"/>
    <w:rsid w:val="00026143"/>
    <w:rsid w:val="0002641B"/>
    <w:rsid w:val="000265CC"/>
    <w:rsid w:val="000267CD"/>
    <w:rsid w:val="00026923"/>
    <w:rsid w:val="00026952"/>
    <w:rsid w:val="000269A7"/>
    <w:rsid w:val="00026B06"/>
    <w:rsid w:val="00026B8B"/>
    <w:rsid w:val="00026C27"/>
    <w:rsid w:val="00026CA3"/>
    <w:rsid w:val="00026D2A"/>
    <w:rsid w:val="00026D5E"/>
    <w:rsid w:val="00026E0D"/>
    <w:rsid w:val="000271C5"/>
    <w:rsid w:val="00027356"/>
    <w:rsid w:val="00027395"/>
    <w:rsid w:val="0002775A"/>
    <w:rsid w:val="00027796"/>
    <w:rsid w:val="000277ED"/>
    <w:rsid w:val="0002797D"/>
    <w:rsid w:val="00027A78"/>
    <w:rsid w:val="00027BB3"/>
    <w:rsid w:val="00027C1D"/>
    <w:rsid w:val="00027C5A"/>
    <w:rsid w:val="00027C8C"/>
    <w:rsid w:val="0003011D"/>
    <w:rsid w:val="000301A8"/>
    <w:rsid w:val="000301F2"/>
    <w:rsid w:val="00030551"/>
    <w:rsid w:val="000308D0"/>
    <w:rsid w:val="000309F0"/>
    <w:rsid w:val="0003102B"/>
    <w:rsid w:val="00031110"/>
    <w:rsid w:val="00031A1E"/>
    <w:rsid w:val="00031B7A"/>
    <w:rsid w:val="00031DFB"/>
    <w:rsid w:val="00031F31"/>
    <w:rsid w:val="00031F89"/>
    <w:rsid w:val="000320CD"/>
    <w:rsid w:val="000321F9"/>
    <w:rsid w:val="00032255"/>
    <w:rsid w:val="000323CB"/>
    <w:rsid w:val="000324F0"/>
    <w:rsid w:val="00032675"/>
    <w:rsid w:val="000326F5"/>
    <w:rsid w:val="0003353C"/>
    <w:rsid w:val="000339B8"/>
    <w:rsid w:val="000339E3"/>
    <w:rsid w:val="00033D45"/>
    <w:rsid w:val="00033E0D"/>
    <w:rsid w:val="00033F70"/>
    <w:rsid w:val="00033FCC"/>
    <w:rsid w:val="0003422E"/>
    <w:rsid w:val="000346A2"/>
    <w:rsid w:val="0003483C"/>
    <w:rsid w:val="000348C9"/>
    <w:rsid w:val="00034A55"/>
    <w:rsid w:val="00034BEA"/>
    <w:rsid w:val="00034DFD"/>
    <w:rsid w:val="00034F3E"/>
    <w:rsid w:val="00034FA7"/>
    <w:rsid w:val="0003508B"/>
    <w:rsid w:val="00035149"/>
    <w:rsid w:val="00035AA5"/>
    <w:rsid w:val="00035C3E"/>
    <w:rsid w:val="00035D98"/>
    <w:rsid w:val="00036529"/>
    <w:rsid w:val="000369D6"/>
    <w:rsid w:val="00036C19"/>
    <w:rsid w:val="00036CA0"/>
    <w:rsid w:val="00036E08"/>
    <w:rsid w:val="0003707F"/>
    <w:rsid w:val="000372E8"/>
    <w:rsid w:val="000375B7"/>
    <w:rsid w:val="0003782E"/>
    <w:rsid w:val="0003793F"/>
    <w:rsid w:val="00037A5C"/>
    <w:rsid w:val="00037B04"/>
    <w:rsid w:val="00037CF6"/>
    <w:rsid w:val="00037F1A"/>
    <w:rsid w:val="00040077"/>
    <w:rsid w:val="0004022C"/>
    <w:rsid w:val="0004081C"/>
    <w:rsid w:val="00040B4A"/>
    <w:rsid w:val="00040BCC"/>
    <w:rsid w:val="00041159"/>
    <w:rsid w:val="0004129F"/>
    <w:rsid w:val="000412E6"/>
    <w:rsid w:val="00041576"/>
    <w:rsid w:val="0004162C"/>
    <w:rsid w:val="00041E41"/>
    <w:rsid w:val="00042059"/>
    <w:rsid w:val="0004263F"/>
    <w:rsid w:val="00042E2F"/>
    <w:rsid w:val="00042FE9"/>
    <w:rsid w:val="000431BB"/>
    <w:rsid w:val="00043297"/>
    <w:rsid w:val="00043334"/>
    <w:rsid w:val="000437D4"/>
    <w:rsid w:val="00043856"/>
    <w:rsid w:val="00043B82"/>
    <w:rsid w:val="00043F2F"/>
    <w:rsid w:val="00043FBA"/>
    <w:rsid w:val="00044312"/>
    <w:rsid w:val="000448C5"/>
    <w:rsid w:val="00044DC9"/>
    <w:rsid w:val="000458DE"/>
    <w:rsid w:val="00045BC5"/>
    <w:rsid w:val="00045F1F"/>
    <w:rsid w:val="00045F78"/>
    <w:rsid w:val="000463D7"/>
    <w:rsid w:val="000466C6"/>
    <w:rsid w:val="00046CB3"/>
    <w:rsid w:val="00046D0B"/>
    <w:rsid w:val="0004702B"/>
    <w:rsid w:val="0004709F"/>
    <w:rsid w:val="000476B3"/>
    <w:rsid w:val="0004778F"/>
    <w:rsid w:val="000477EA"/>
    <w:rsid w:val="000479BE"/>
    <w:rsid w:val="00047C6D"/>
    <w:rsid w:val="00047CA3"/>
    <w:rsid w:val="0005037F"/>
    <w:rsid w:val="000507A6"/>
    <w:rsid w:val="00050AFE"/>
    <w:rsid w:val="00050BAB"/>
    <w:rsid w:val="00050BE6"/>
    <w:rsid w:val="00050DF0"/>
    <w:rsid w:val="000512F9"/>
    <w:rsid w:val="00051307"/>
    <w:rsid w:val="0005163C"/>
    <w:rsid w:val="000516EB"/>
    <w:rsid w:val="0005172F"/>
    <w:rsid w:val="00051A69"/>
    <w:rsid w:val="000520A3"/>
    <w:rsid w:val="0005210C"/>
    <w:rsid w:val="00052408"/>
    <w:rsid w:val="000525DD"/>
    <w:rsid w:val="000527C0"/>
    <w:rsid w:val="00052808"/>
    <w:rsid w:val="0005295F"/>
    <w:rsid w:val="00052D76"/>
    <w:rsid w:val="00053262"/>
    <w:rsid w:val="0005326C"/>
    <w:rsid w:val="00053331"/>
    <w:rsid w:val="000533EE"/>
    <w:rsid w:val="000534E7"/>
    <w:rsid w:val="00053C55"/>
    <w:rsid w:val="00053E19"/>
    <w:rsid w:val="00053ED5"/>
    <w:rsid w:val="00054401"/>
    <w:rsid w:val="0005461D"/>
    <w:rsid w:val="000546EE"/>
    <w:rsid w:val="00054892"/>
    <w:rsid w:val="00054FD2"/>
    <w:rsid w:val="00055234"/>
    <w:rsid w:val="00055468"/>
    <w:rsid w:val="00055482"/>
    <w:rsid w:val="00055528"/>
    <w:rsid w:val="00055546"/>
    <w:rsid w:val="00055960"/>
    <w:rsid w:val="000559B2"/>
    <w:rsid w:val="00055A1B"/>
    <w:rsid w:val="00055D63"/>
    <w:rsid w:val="00055F8C"/>
    <w:rsid w:val="00056116"/>
    <w:rsid w:val="000563CA"/>
    <w:rsid w:val="00056416"/>
    <w:rsid w:val="00056740"/>
    <w:rsid w:val="000568F0"/>
    <w:rsid w:val="00056906"/>
    <w:rsid w:val="00056C53"/>
    <w:rsid w:val="00056E66"/>
    <w:rsid w:val="00056EAC"/>
    <w:rsid w:val="000571CF"/>
    <w:rsid w:val="000573F1"/>
    <w:rsid w:val="000574DA"/>
    <w:rsid w:val="000576E6"/>
    <w:rsid w:val="0005790E"/>
    <w:rsid w:val="00057B31"/>
    <w:rsid w:val="00057C6E"/>
    <w:rsid w:val="000603B8"/>
    <w:rsid w:val="00060457"/>
    <w:rsid w:val="000606D5"/>
    <w:rsid w:val="00060877"/>
    <w:rsid w:val="000609F1"/>
    <w:rsid w:val="00060C4D"/>
    <w:rsid w:val="00060CB8"/>
    <w:rsid w:val="00060EFD"/>
    <w:rsid w:val="00061145"/>
    <w:rsid w:val="00061335"/>
    <w:rsid w:val="00061359"/>
    <w:rsid w:val="00061415"/>
    <w:rsid w:val="00061AAE"/>
    <w:rsid w:val="00061D45"/>
    <w:rsid w:val="00061F0B"/>
    <w:rsid w:val="00062009"/>
    <w:rsid w:val="000622B0"/>
    <w:rsid w:val="0006264E"/>
    <w:rsid w:val="00062EE4"/>
    <w:rsid w:val="00062F3E"/>
    <w:rsid w:val="00062F6B"/>
    <w:rsid w:val="0006354B"/>
    <w:rsid w:val="00063C92"/>
    <w:rsid w:val="00063FDE"/>
    <w:rsid w:val="00063FFA"/>
    <w:rsid w:val="000640A0"/>
    <w:rsid w:val="00064500"/>
    <w:rsid w:val="0006456E"/>
    <w:rsid w:val="00064641"/>
    <w:rsid w:val="000646A7"/>
    <w:rsid w:val="00064D57"/>
    <w:rsid w:val="0006500F"/>
    <w:rsid w:val="0006526D"/>
    <w:rsid w:val="0006549F"/>
    <w:rsid w:val="0006552B"/>
    <w:rsid w:val="000656D4"/>
    <w:rsid w:val="000656E1"/>
    <w:rsid w:val="0006573E"/>
    <w:rsid w:val="000658B2"/>
    <w:rsid w:val="00065ADE"/>
    <w:rsid w:val="00065C28"/>
    <w:rsid w:val="00065C80"/>
    <w:rsid w:val="00065EE4"/>
    <w:rsid w:val="000663F9"/>
    <w:rsid w:val="00066403"/>
    <w:rsid w:val="0006640C"/>
    <w:rsid w:val="00066538"/>
    <w:rsid w:val="000666CA"/>
    <w:rsid w:val="00066730"/>
    <w:rsid w:val="000668DF"/>
    <w:rsid w:val="00066A24"/>
    <w:rsid w:val="00066D24"/>
    <w:rsid w:val="00067412"/>
    <w:rsid w:val="00067554"/>
    <w:rsid w:val="00067906"/>
    <w:rsid w:val="00067D22"/>
    <w:rsid w:val="00067F09"/>
    <w:rsid w:val="00070119"/>
    <w:rsid w:val="00070443"/>
    <w:rsid w:val="00070C1C"/>
    <w:rsid w:val="00070E4A"/>
    <w:rsid w:val="00070ED0"/>
    <w:rsid w:val="00070F50"/>
    <w:rsid w:val="0007101C"/>
    <w:rsid w:val="00071261"/>
    <w:rsid w:val="000712AB"/>
    <w:rsid w:val="00071670"/>
    <w:rsid w:val="00071B10"/>
    <w:rsid w:val="00071B2A"/>
    <w:rsid w:val="00071B79"/>
    <w:rsid w:val="00071CCD"/>
    <w:rsid w:val="00071D38"/>
    <w:rsid w:val="00071FBA"/>
    <w:rsid w:val="000722E1"/>
    <w:rsid w:val="000725C1"/>
    <w:rsid w:val="000726F4"/>
    <w:rsid w:val="0007277C"/>
    <w:rsid w:val="000730CF"/>
    <w:rsid w:val="000738D8"/>
    <w:rsid w:val="00073E77"/>
    <w:rsid w:val="00073F9A"/>
    <w:rsid w:val="000742FD"/>
    <w:rsid w:val="00074301"/>
    <w:rsid w:val="000744FA"/>
    <w:rsid w:val="000748D0"/>
    <w:rsid w:val="00074D89"/>
    <w:rsid w:val="00074FA8"/>
    <w:rsid w:val="0007509B"/>
    <w:rsid w:val="000751B4"/>
    <w:rsid w:val="000754D3"/>
    <w:rsid w:val="0007557D"/>
    <w:rsid w:val="000757CB"/>
    <w:rsid w:val="00075915"/>
    <w:rsid w:val="00075990"/>
    <w:rsid w:val="000759B4"/>
    <w:rsid w:val="00075A71"/>
    <w:rsid w:val="00075A8B"/>
    <w:rsid w:val="00075C8C"/>
    <w:rsid w:val="00075C9B"/>
    <w:rsid w:val="00076366"/>
    <w:rsid w:val="000763A9"/>
    <w:rsid w:val="00076495"/>
    <w:rsid w:val="000766A2"/>
    <w:rsid w:val="0007679B"/>
    <w:rsid w:val="00076B13"/>
    <w:rsid w:val="00076D0C"/>
    <w:rsid w:val="00076FBF"/>
    <w:rsid w:val="0007725A"/>
    <w:rsid w:val="000772F4"/>
    <w:rsid w:val="000779C7"/>
    <w:rsid w:val="00077D53"/>
    <w:rsid w:val="000802BD"/>
    <w:rsid w:val="00080577"/>
    <w:rsid w:val="00080715"/>
    <w:rsid w:val="000808F4"/>
    <w:rsid w:val="00080972"/>
    <w:rsid w:val="0008138F"/>
    <w:rsid w:val="00081A59"/>
    <w:rsid w:val="00081BD6"/>
    <w:rsid w:val="00081FD7"/>
    <w:rsid w:val="00082523"/>
    <w:rsid w:val="00082576"/>
    <w:rsid w:val="00082BA6"/>
    <w:rsid w:val="00082F02"/>
    <w:rsid w:val="00082F55"/>
    <w:rsid w:val="000832F2"/>
    <w:rsid w:val="000834DF"/>
    <w:rsid w:val="0008356D"/>
    <w:rsid w:val="00083673"/>
    <w:rsid w:val="000838F4"/>
    <w:rsid w:val="00083D69"/>
    <w:rsid w:val="00083F7F"/>
    <w:rsid w:val="0008445F"/>
    <w:rsid w:val="00084539"/>
    <w:rsid w:val="00084563"/>
    <w:rsid w:val="00084CB7"/>
    <w:rsid w:val="000851AB"/>
    <w:rsid w:val="00085345"/>
    <w:rsid w:val="00085373"/>
    <w:rsid w:val="0008537C"/>
    <w:rsid w:val="00085548"/>
    <w:rsid w:val="00085726"/>
    <w:rsid w:val="00085F9E"/>
    <w:rsid w:val="00086280"/>
    <w:rsid w:val="0008635F"/>
    <w:rsid w:val="000864C3"/>
    <w:rsid w:val="00086A5B"/>
    <w:rsid w:val="00087576"/>
    <w:rsid w:val="000877F1"/>
    <w:rsid w:val="00087832"/>
    <w:rsid w:val="000878A2"/>
    <w:rsid w:val="00087B4B"/>
    <w:rsid w:val="00087BCE"/>
    <w:rsid w:val="00087C6D"/>
    <w:rsid w:val="00087C9A"/>
    <w:rsid w:val="00087D46"/>
    <w:rsid w:val="0009004B"/>
    <w:rsid w:val="000903F5"/>
    <w:rsid w:val="000905B0"/>
    <w:rsid w:val="0009074D"/>
    <w:rsid w:val="00090C74"/>
    <w:rsid w:val="00090EA4"/>
    <w:rsid w:val="0009103D"/>
    <w:rsid w:val="000910E9"/>
    <w:rsid w:val="00091116"/>
    <w:rsid w:val="0009119A"/>
    <w:rsid w:val="000915D5"/>
    <w:rsid w:val="000915E7"/>
    <w:rsid w:val="0009173D"/>
    <w:rsid w:val="0009182F"/>
    <w:rsid w:val="00091874"/>
    <w:rsid w:val="00091943"/>
    <w:rsid w:val="00091C62"/>
    <w:rsid w:val="00091D45"/>
    <w:rsid w:val="00091F31"/>
    <w:rsid w:val="00092641"/>
    <w:rsid w:val="000926C1"/>
    <w:rsid w:val="0009279D"/>
    <w:rsid w:val="00092820"/>
    <w:rsid w:val="00092CF8"/>
    <w:rsid w:val="00092E52"/>
    <w:rsid w:val="00092F14"/>
    <w:rsid w:val="00093258"/>
    <w:rsid w:val="000935F0"/>
    <w:rsid w:val="00093684"/>
    <w:rsid w:val="000936D5"/>
    <w:rsid w:val="00093900"/>
    <w:rsid w:val="00093A25"/>
    <w:rsid w:val="00093B7D"/>
    <w:rsid w:val="00093DFB"/>
    <w:rsid w:val="000940EC"/>
    <w:rsid w:val="00094460"/>
    <w:rsid w:val="0009447D"/>
    <w:rsid w:val="0009458D"/>
    <w:rsid w:val="00094891"/>
    <w:rsid w:val="00094A02"/>
    <w:rsid w:val="00094BDB"/>
    <w:rsid w:val="00094C20"/>
    <w:rsid w:val="00094E2C"/>
    <w:rsid w:val="00094EB9"/>
    <w:rsid w:val="0009515F"/>
    <w:rsid w:val="00095505"/>
    <w:rsid w:val="000957CE"/>
    <w:rsid w:val="00095847"/>
    <w:rsid w:val="00096568"/>
    <w:rsid w:val="00096694"/>
    <w:rsid w:val="00096700"/>
    <w:rsid w:val="00096712"/>
    <w:rsid w:val="000967C8"/>
    <w:rsid w:val="000968E5"/>
    <w:rsid w:val="00096A05"/>
    <w:rsid w:val="00096E14"/>
    <w:rsid w:val="0009727B"/>
    <w:rsid w:val="000973DB"/>
    <w:rsid w:val="000974F3"/>
    <w:rsid w:val="0009756E"/>
    <w:rsid w:val="0009759B"/>
    <w:rsid w:val="0009763D"/>
    <w:rsid w:val="000977BF"/>
    <w:rsid w:val="000979CA"/>
    <w:rsid w:val="00097A19"/>
    <w:rsid w:val="00097B55"/>
    <w:rsid w:val="00097BFD"/>
    <w:rsid w:val="000A0034"/>
    <w:rsid w:val="000A00E4"/>
    <w:rsid w:val="000A0369"/>
    <w:rsid w:val="000A036D"/>
    <w:rsid w:val="000A0568"/>
    <w:rsid w:val="000A080A"/>
    <w:rsid w:val="000A08C3"/>
    <w:rsid w:val="000A0ACC"/>
    <w:rsid w:val="000A0C9B"/>
    <w:rsid w:val="000A0EA3"/>
    <w:rsid w:val="000A0F72"/>
    <w:rsid w:val="000A1623"/>
    <w:rsid w:val="000A1719"/>
    <w:rsid w:val="000A18F8"/>
    <w:rsid w:val="000A192A"/>
    <w:rsid w:val="000A1BF8"/>
    <w:rsid w:val="000A1C51"/>
    <w:rsid w:val="000A2079"/>
    <w:rsid w:val="000A23CD"/>
    <w:rsid w:val="000A249C"/>
    <w:rsid w:val="000A259D"/>
    <w:rsid w:val="000A2659"/>
    <w:rsid w:val="000A2B4E"/>
    <w:rsid w:val="000A2CAF"/>
    <w:rsid w:val="000A2CB6"/>
    <w:rsid w:val="000A2F6E"/>
    <w:rsid w:val="000A34F9"/>
    <w:rsid w:val="000A363B"/>
    <w:rsid w:val="000A38C4"/>
    <w:rsid w:val="000A3A71"/>
    <w:rsid w:val="000A3B93"/>
    <w:rsid w:val="000A3BDE"/>
    <w:rsid w:val="000A3F22"/>
    <w:rsid w:val="000A3FBE"/>
    <w:rsid w:val="000A43D0"/>
    <w:rsid w:val="000A4A06"/>
    <w:rsid w:val="000A4C89"/>
    <w:rsid w:val="000A4DA6"/>
    <w:rsid w:val="000A4DAB"/>
    <w:rsid w:val="000A4EFE"/>
    <w:rsid w:val="000A50CC"/>
    <w:rsid w:val="000A54F5"/>
    <w:rsid w:val="000A5583"/>
    <w:rsid w:val="000A5694"/>
    <w:rsid w:val="000A57C8"/>
    <w:rsid w:val="000A5807"/>
    <w:rsid w:val="000A58A2"/>
    <w:rsid w:val="000A5C37"/>
    <w:rsid w:val="000A5D77"/>
    <w:rsid w:val="000A608F"/>
    <w:rsid w:val="000A62C5"/>
    <w:rsid w:val="000A64B4"/>
    <w:rsid w:val="000A64EC"/>
    <w:rsid w:val="000A6627"/>
    <w:rsid w:val="000A67A9"/>
    <w:rsid w:val="000A67F9"/>
    <w:rsid w:val="000A6B9E"/>
    <w:rsid w:val="000A6BE1"/>
    <w:rsid w:val="000A6BE6"/>
    <w:rsid w:val="000A6C35"/>
    <w:rsid w:val="000A6D38"/>
    <w:rsid w:val="000A6FC3"/>
    <w:rsid w:val="000A71EC"/>
    <w:rsid w:val="000A71FF"/>
    <w:rsid w:val="000A7206"/>
    <w:rsid w:val="000A75BF"/>
    <w:rsid w:val="000A77C3"/>
    <w:rsid w:val="000A7CDE"/>
    <w:rsid w:val="000A7D06"/>
    <w:rsid w:val="000A7E53"/>
    <w:rsid w:val="000B018B"/>
    <w:rsid w:val="000B0720"/>
    <w:rsid w:val="000B0BE6"/>
    <w:rsid w:val="000B0E74"/>
    <w:rsid w:val="000B13CC"/>
    <w:rsid w:val="000B1511"/>
    <w:rsid w:val="000B16F0"/>
    <w:rsid w:val="000B184F"/>
    <w:rsid w:val="000B1B44"/>
    <w:rsid w:val="000B21DC"/>
    <w:rsid w:val="000B21FA"/>
    <w:rsid w:val="000B220F"/>
    <w:rsid w:val="000B23AC"/>
    <w:rsid w:val="000B2485"/>
    <w:rsid w:val="000B27A1"/>
    <w:rsid w:val="000B2A85"/>
    <w:rsid w:val="000B2E70"/>
    <w:rsid w:val="000B2F90"/>
    <w:rsid w:val="000B2FCB"/>
    <w:rsid w:val="000B3193"/>
    <w:rsid w:val="000B34DA"/>
    <w:rsid w:val="000B36B2"/>
    <w:rsid w:val="000B3AAD"/>
    <w:rsid w:val="000B3B58"/>
    <w:rsid w:val="000B3C59"/>
    <w:rsid w:val="000B41EF"/>
    <w:rsid w:val="000B438E"/>
    <w:rsid w:val="000B447B"/>
    <w:rsid w:val="000B4621"/>
    <w:rsid w:val="000B4690"/>
    <w:rsid w:val="000B47C8"/>
    <w:rsid w:val="000B4934"/>
    <w:rsid w:val="000B4AD5"/>
    <w:rsid w:val="000B4B62"/>
    <w:rsid w:val="000B4C86"/>
    <w:rsid w:val="000B4E23"/>
    <w:rsid w:val="000B5088"/>
    <w:rsid w:val="000B5147"/>
    <w:rsid w:val="000B5708"/>
    <w:rsid w:val="000B62AC"/>
    <w:rsid w:val="000B6837"/>
    <w:rsid w:val="000B695E"/>
    <w:rsid w:val="000B6998"/>
    <w:rsid w:val="000B6AF9"/>
    <w:rsid w:val="000B6AFD"/>
    <w:rsid w:val="000B6BDA"/>
    <w:rsid w:val="000B6E22"/>
    <w:rsid w:val="000B71B2"/>
    <w:rsid w:val="000B777C"/>
    <w:rsid w:val="000B78AD"/>
    <w:rsid w:val="000B7A60"/>
    <w:rsid w:val="000B7BB2"/>
    <w:rsid w:val="000B7D61"/>
    <w:rsid w:val="000B7F82"/>
    <w:rsid w:val="000C0088"/>
    <w:rsid w:val="000C01D6"/>
    <w:rsid w:val="000C0365"/>
    <w:rsid w:val="000C03C5"/>
    <w:rsid w:val="000C08E1"/>
    <w:rsid w:val="000C0946"/>
    <w:rsid w:val="000C0BFB"/>
    <w:rsid w:val="000C0C26"/>
    <w:rsid w:val="000C0C99"/>
    <w:rsid w:val="000C0CF2"/>
    <w:rsid w:val="000C0D2D"/>
    <w:rsid w:val="000C1079"/>
    <w:rsid w:val="000C129B"/>
    <w:rsid w:val="000C14F6"/>
    <w:rsid w:val="000C1635"/>
    <w:rsid w:val="000C1822"/>
    <w:rsid w:val="000C19ED"/>
    <w:rsid w:val="000C1A68"/>
    <w:rsid w:val="000C2123"/>
    <w:rsid w:val="000C222A"/>
    <w:rsid w:val="000C2275"/>
    <w:rsid w:val="000C26F3"/>
    <w:rsid w:val="000C2F8C"/>
    <w:rsid w:val="000C3201"/>
    <w:rsid w:val="000C3576"/>
    <w:rsid w:val="000C35C8"/>
    <w:rsid w:val="000C3C20"/>
    <w:rsid w:val="000C3E27"/>
    <w:rsid w:val="000C4097"/>
    <w:rsid w:val="000C4178"/>
    <w:rsid w:val="000C4231"/>
    <w:rsid w:val="000C48CB"/>
    <w:rsid w:val="000C4D02"/>
    <w:rsid w:val="000C4F26"/>
    <w:rsid w:val="000C4F69"/>
    <w:rsid w:val="000C5453"/>
    <w:rsid w:val="000C55D7"/>
    <w:rsid w:val="000C56FF"/>
    <w:rsid w:val="000C5898"/>
    <w:rsid w:val="000C5B66"/>
    <w:rsid w:val="000C5DC6"/>
    <w:rsid w:val="000C5F42"/>
    <w:rsid w:val="000C61C9"/>
    <w:rsid w:val="000C6262"/>
    <w:rsid w:val="000C66D7"/>
    <w:rsid w:val="000C693A"/>
    <w:rsid w:val="000C6B43"/>
    <w:rsid w:val="000C6C83"/>
    <w:rsid w:val="000C6D34"/>
    <w:rsid w:val="000C6E5B"/>
    <w:rsid w:val="000C6F1B"/>
    <w:rsid w:val="000C71B2"/>
    <w:rsid w:val="000C74A7"/>
    <w:rsid w:val="000C75BD"/>
    <w:rsid w:val="000C7827"/>
    <w:rsid w:val="000C7A7D"/>
    <w:rsid w:val="000C7C75"/>
    <w:rsid w:val="000C7D2E"/>
    <w:rsid w:val="000D03D6"/>
    <w:rsid w:val="000D05B1"/>
    <w:rsid w:val="000D0913"/>
    <w:rsid w:val="000D0AC3"/>
    <w:rsid w:val="000D0B08"/>
    <w:rsid w:val="000D0B83"/>
    <w:rsid w:val="000D0DE0"/>
    <w:rsid w:val="000D104A"/>
    <w:rsid w:val="000D1453"/>
    <w:rsid w:val="000D15F7"/>
    <w:rsid w:val="000D1636"/>
    <w:rsid w:val="000D191D"/>
    <w:rsid w:val="000D19F0"/>
    <w:rsid w:val="000D1AB9"/>
    <w:rsid w:val="000D1CA0"/>
    <w:rsid w:val="000D1D16"/>
    <w:rsid w:val="000D1D38"/>
    <w:rsid w:val="000D1F19"/>
    <w:rsid w:val="000D1F87"/>
    <w:rsid w:val="000D2210"/>
    <w:rsid w:val="000D2357"/>
    <w:rsid w:val="000D2780"/>
    <w:rsid w:val="000D29FC"/>
    <w:rsid w:val="000D2A64"/>
    <w:rsid w:val="000D2A68"/>
    <w:rsid w:val="000D2C08"/>
    <w:rsid w:val="000D2DF1"/>
    <w:rsid w:val="000D3186"/>
    <w:rsid w:val="000D33B4"/>
    <w:rsid w:val="000D38EC"/>
    <w:rsid w:val="000D3ED5"/>
    <w:rsid w:val="000D41FB"/>
    <w:rsid w:val="000D435D"/>
    <w:rsid w:val="000D45D4"/>
    <w:rsid w:val="000D4901"/>
    <w:rsid w:val="000D4B9B"/>
    <w:rsid w:val="000D5152"/>
    <w:rsid w:val="000D5189"/>
    <w:rsid w:val="000D535A"/>
    <w:rsid w:val="000D581D"/>
    <w:rsid w:val="000D5B22"/>
    <w:rsid w:val="000D5E76"/>
    <w:rsid w:val="000D5F8C"/>
    <w:rsid w:val="000D5FDB"/>
    <w:rsid w:val="000D6056"/>
    <w:rsid w:val="000D6157"/>
    <w:rsid w:val="000D6266"/>
    <w:rsid w:val="000D63C1"/>
    <w:rsid w:val="000D65FE"/>
    <w:rsid w:val="000D6ABB"/>
    <w:rsid w:val="000D6FC6"/>
    <w:rsid w:val="000D7143"/>
    <w:rsid w:val="000D778F"/>
    <w:rsid w:val="000D79B8"/>
    <w:rsid w:val="000D79DC"/>
    <w:rsid w:val="000D7B69"/>
    <w:rsid w:val="000D7B7A"/>
    <w:rsid w:val="000D7B80"/>
    <w:rsid w:val="000D7CB7"/>
    <w:rsid w:val="000D7E2D"/>
    <w:rsid w:val="000E046F"/>
    <w:rsid w:val="000E0645"/>
    <w:rsid w:val="000E0809"/>
    <w:rsid w:val="000E0B9C"/>
    <w:rsid w:val="000E0BDD"/>
    <w:rsid w:val="000E0DD0"/>
    <w:rsid w:val="000E0EEE"/>
    <w:rsid w:val="000E0FB3"/>
    <w:rsid w:val="000E11F9"/>
    <w:rsid w:val="000E13A4"/>
    <w:rsid w:val="000E14B1"/>
    <w:rsid w:val="000E25F5"/>
    <w:rsid w:val="000E280D"/>
    <w:rsid w:val="000E2A26"/>
    <w:rsid w:val="000E2B53"/>
    <w:rsid w:val="000E2CF3"/>
    <w:rsid w:val="000E2E18"/>
    <w:rsid w:val="000E2F73"/>
    <w:rsid w:val="000E302C"/>
    <w:rsid w:val="000E33BB"/>
    <w:rsid w:val="000E340C"/>
    <w:rsid w:val="000E38A8"/>
    <w:rsid w:val="000E38D5"/>
    <w:rsid w:val="000E3AD4"/>
    <w:rsid w:val="000E3E5A"/>
    <w:rsid w:val="000E3F37"/>
    <w:rsid w:val="000E407D"/>
    <w:rsid w:val="000E4629"/>
    <w:rsid w:val="000E47D0"/>
    <w:rsid w:val="000E482D"/>
    <w:rsid w:val="000E49CB"/>
    <w:rsid w:val="000E511E"/>
    <w:rsid w:val="000E5549"/>
    <w:rsid w:val="000E57F4"/>
    <w:rsid w:val="000E5EB1"/>
    <w:rsid w:val="000E5F8F"/>
    <w:rsid w:val="000E61CC"/>
    <w:rsid w:val="000E640C"/>
    <w:rsid w:val="000E64A5"/>
    <w:rsid w:val="000E652E"/>
    <w:rsid w:val="000E6757"/>
    <w:rsid w:val="000E6A6E"/>
    <w:rsid w:val="000E6B4E"/>
    <w:rsid w:val="000E6CD9"/>
    <w:rsid w:val="000E6CEA"/>
    <w:rsid w:val="000E6E34"/>
    <w:rsid w:val="000E6FD0"/>
    <w:rsid w:val="000E7073"/>
    <w:rsid w:val="000E72D9"/>
    <w:rsid w:val="000E74E0"/>
    <w:rsid w:val="000E7583"/>
    <w:rsid w:val="000E7BDB"/>
    <w:rsid w:val="000E7D00"/>
    <w:rsid w:val="000E7DAE"/>
    <w:rsid w:val="000E7E13"/>
    <w:rsid w:val="000F0A9B"/>
    <w:rsid w:val="000F0F72"/>
    <w:rsid w:val="000F101E"/>
    <w:rsid w:val="000F11B6"/>
    <w:rsid w:val="000F1580"/>
    <w:rsid w:val="000F17F0"/>
    <w:rsid w:val="000F18D7"/>
    <w:rsid w:val="000F1B01"/>
    <w:rsid w:val="000F1B1B"/>
    <w:rsid w:val="000F1CA9"/>
    <w:rsid w:val="000F2577"/>
    <w:rsid w:val="000F2767"/>
    <w:rsid w:val="000F2CBC"/>
    <w:rsid w:val="000F2E5D"/>
    <w:rsid w:val="000F2E6E"/>
    <w:rsid w:val="000F3319"/>
    <w:rsid w:val="000F3365"/>
    <w:rsid w:val="000F3401"/>
    <w:rsid w:val="000F3899"/>
    <w:rsid w:val="000F3E52"/>
    <w:rsid w:val="000F403A"/>
    <w:rsid w:val="000F480A"/>
    <w:rsid w:val="000F4C7A"/>
    <w:rsid w:val="000F4D1A"/>
    <w:rsid w:val="000F4F11"/>
    <w:rsid w:val="000F4FDD"/>
    <w:rsid w:val="000F511D"/>
    <w:rsid w:val="000F52B1"/>
    <w:rsid w:val="000F52CD"/>
    <w:rsid w:val="000F5851"/>
    <w:rsid w:val="000F5897"/>
    <w:rsid w:val="000F5C3C"/>
    <w:rsid w:val="000F5E98"/>
    <w:rsid w:val="000F5F15"/>
    <w:rsid w:val="000F607B"/>
    <w:rsid w:val="000F6126"/>
    <w:rsid w:val="000F6235"/>
    <w:rsid w:val="000F6375"/>
    <w:rsid w:val="000F639B"/>
    <w:rsid w:val="000F64DA"/>
    <w:rsid w:val="000F69E2"/>
    <w:rsid w:val="000F6BCA"/>
    <w:rsid w:val="000F6CFE"/>
    <w:rsid w:val="000F72B3"/>
    <w:rsid w:val="000F7393"/>
    <w:rsid w:val="000F7503"/>
    <w:rsid w:val="000F75DF"/>
    <w:rsid w:val="000F7920"/>
    <w:rsid w:val="000F7B42"/>
    <w:rsid w:val="000F7C16"/>
    <w:rsid w:val="000F7CD6"/>
    <w:rsid w:val="000F7E9A"/>
    <w:rsid w:val="000F7F49"/>
    <w:rsid w:val="00100573"/>
    <w:rsid w:val="00100666"/>
    <w:rsid w:val="00100C2F"/>
    <w:rsid w:val="00100FD0"/>
    <w:rsid w:val="00100FFF"/>
    <w:rsid w:val="001012F2"/>
    <w:rsid w:val="001014D0"/>
    <w:rsid w:val="00101600"/>
    <w:rsid w:val="00101B3F"/>
    <w:rsid w:val="00101B62"/>
    <w:rsid w:val="00101BC9"/>
    <w:rsid w:val="00101E70"/>
    <w:rsid w:val="0010205F"/>
    <w:rsid w:val="001022EB"/>
    <w:rsid w:val="001023A6"/>
    <w:rsid w:val="00102612"/>
    <w:rsid w:val="00102960"/>
    <w:rsid w:val="001029A7"/>
    <w:rsid w:val="00102CD6"/>
    <w:rsid w:val="00102D69"/>
    <w:rsid w:val="001031E6"/>
    <w:rsid w:val="0010337C"/>
    <w:rsid w:val="00103521"/>
    <w:rsid w:val="0010352B"/>
    <w:rsid w:val="0010370B"/>
    <w:rsid w:val="0010376D"/>
    <w:rsid w:val="00103B37"/>
    <w:rsid w:val="00103C5C"/>
    <w:rsid w:val="00103DD1"/>
    <w:rsid w:val="00103FD7"/>
    <w:rsid w:val="00104406"/>
    <w:rsid w:val="00104539"/>
    <w:rsid w:val="001045D0"/>
    <w:rsid w:val="001048AD"/>
    <w:rsid w:val="001049B3"/>
    <w:rsid w:val="00104DDE"/>
    <w:rsid w:val="00104EAD"/>
    <w:rsid w:val="00105648"/>
    <w:rsid w:val="00105795"/>
    <w:rsid w:val="0010597C"/>
    <w:rsid w:val="001059DD"/>
    <w:rsid w:val="00105CB6"/>
    <w:rsid w:val="00106168"/>
    <w:rsid w:val="0010633F"/>
    <w:rsid w:val="001063D8"/>
    <w:rsid w:val="00106514"/>
    <w:rsid w:val="0010654F"/>
    <w:rsid w:val="00106636"/>
    <w:rsid w:val="001066F4"/>
    <w:rsid w:val="00106986"/>
    <w:rsid w:val="00106B2A"/>
    <w:rsid w:val="00106B2D"/>
    <w:rsid w:val="00106BB0"/>
    <w:rsid w:val="00106ED1"/>
    <w:rsid w:val="001071D1"/>
    <w:rsid w:val="00107594"/>
    <w:rsid w:val="00107655"/>
    <w:rsid w:val="0010775C"/>
    <w:rsid w:val="001077C4"/>
    <w:rsid w:val="00107886"/>
    <w:rsid w:val="00107B27"/>
    <w:rsid w:val="00107EF7"/>
    <w:rsid w:val="00107FAD"/>
    <w:rsid w:val="001101AE"/>
    <w:rsid w:val="001102F8"/>
    <w:rsid w:val="0011053B"/>
    <w:rsid w:val="001105B3"/>
    <w:rsid w:val="00110942"/>
    <w:rsid w:val="00110AAD"/>
    <w:rsid w:val="00110CE0"/>
    <w:rsid w:val="00110CE2"/>
    <w:rsid w:val="001110FC"/>
    <w:rsid w:val="0011122B"/>
    <w:rsid w:val="0011137C"/>
    <w:rsid w:val="00111467"/>
    <w:rsid w:val="00111B77"/>
    <w:rsid w:val="0011228A"/>
    <w:rsid w:val="00112301"/>
    <w:rsid w:val="0011248E"/>
    <w:rsid w:val="001125BB"/>
    <w:rsid w:val="001127E5"/>
    <w:rsid w:val="00112819"/>
    <w:rsid w:val="0011283C"/>
    <w:rsid w:val="00112DFD"/>
    <w:rsid w:val="00112EC0"/>
    <w:rsid w:val="0011354A"/>
    <w:rsid w:val="0011378F"/>
    <w:rsid w:val="00113E1F"/>
    <w:rsid w:val="00113F6C"/>
    <w:rsid w:val="00113F99"/>
    <w:rsid w:val="00114430"/>
    <w:rsid w:val="00114450"/>
    <w:rsid w:val="001146FB"/>
    <w:rsid w:val="001147FB"/>
    <w:rsid w:val="001148B4"/>
    <w:rsid w:val="001149A6"/>
    <w:rsid w:val="00114B96"/>
    <w:rsid w:val="001153E5"/>
    <w:rsid w:val="001154B2"/>
    <w:rsid w:val="001155DE"/>
    <w:rsid w:val="001156F6"/>
    <w:rsid w:val="00115A74"/>
    <w:rsid w:val="00115DFC"/>
    <w:rsid w:val="00115E89"/>
    <w:rsid w:val="0011618F"/>
    <w:rsid w:val="00116261"/>
    <w:rsid w:val="001164B9"/>
    <w:rsid w:val="001164C2"/>
    <w:rsid w:val="00116574"/>
    <w:rsid w:val="001170DE"/>
    <w:rsid w:val="0011739C"/>
    <w:rsid w:val="001174EC"/>
    <w:rsid w:val="00117582"/>
    <w:rsid w:val="0011770A"/>
    <w:rsid w:val="00117909"/>
    <w:rsid w:val="00117B23"/>
    <w:rsid w:val="00117B78"/>
    <w:rsid w:val="00117C37"/>
    <w:rsid w:val="00117D6F"/>
    <w:rsid w:val="001200B5"/>
    <w:rsid w:val="001202E8"/>
    <w:rsid w:val="00120302"/>
    <w:rsid w:val="001204B8"/>
    <w:rsid w:val="0012070E"/>
    <w:rsid w:val="001208B2"/>
    <w:rsid w:val="001208BB"/>
    <w:rsid w:val="001209FE"/>
    <w:rsid w:val="00120C22"/>
    <w:rsid w:val="00121317"/>
    <w:rsid w:val="001214D5"/>
    <w:rsid w:val="001219E3"/>
    <w:rsid w:val="00121AD0"/>
    <w:rsid w:val="00121D45"/>
    <w:rsid w:val="00121ED3"/>
    <w:rsid w:val="00121EDA"/>
    <w:rsid w:val="00121FA3"/>
    <w:rsid w:val="00122AB7"/>
    <w:rsid w:val="00122B8F"/>
    <w:rsid w:val="00122D79"/>
    <w:rsid w:val="00122E79"/>
    <w:rsid w:val="00122E9F"/>
    <w:rsid w:val="001231CC"/>
    <w:rsid w:val="001231D5"/>
    <w:rsid w:val="00123336"/>
    <w:rsid w:val="001234A3"/>
    <w:rsid w:val="001236F5"/>
    <w:rsid w:val="00123737"/>
    <w:rsid w:val="00123AC4"/>
    <w:rsid w:val="00123DF2"/>
    <w:rsid w:val="0012447F"/>
    <w:rsid w:val="001245E6"/>
    <w:rsid w:val="001245F1"/>
    <w:rsid w:val="00124623"/>
    <w:rsid w:val="00124B92"/>
    <w:rsid w:val="00124BFC"/>
    <w:rsid w:val="0012508E"/>
    <w:rsid w:val="001254B0"/>
    <w:rsid w:val="00125885"/>
    <w:rsid w:val="001258DE"/>
    <w:rsid w:val="00125939"/>
    <w:rsid w:val="00125980"/>
    <w:rsid w:val="00125982"/>
    <w:rsid w:val="001259A1"/>
    <w:rsid w:val="00125C02"/>
    <w:rsid w:val="00126259"/>
    <w:rsid w:val="0012668E"/>
    <w:rsid w:val="0012675B"/>
    <w:rsid w:val="0012683E"/>
    <w:rsid w:val="00126A30"/>
    <w:rsid w:val="00126C10"/>
    <w:rsid w:val="00126C68"/>
    <w:rsid w:val="00126D02"/>
    <w:rsid w:val="00127299"/>
    <w:rsid w:val="001272A0"/>
    <w:rsid w:val="00130144"/>
    <w:rsid w:val="0013014E"/>
    <w:rsid w:val="001303C0"/>
    <w:rsid w:val="00130442"/>
    <w:rsid w:val="00130564"/>
    <w:rsid w:val="001306EF"/>
    <w:rsid w:val="00130776"/>
    <w:rsid w:val="0013098E"/>
    <w:rsid w:val="00130AF4"/>
    <w:rsid w:val="00130B26"/>
    <w:rsid w:val="00130BE7"/>
    <w:rsid w:val="00130CB5"/>
    <w:rsid w:val="00130D37"/>
    <w:rsid w:val="00130DBC"/>
    <w:rsid w:val="00130E4C"/>
    <w:rsid w:val="00130EE2"/>
    <w:rsid w:val="0013123A"/>
    <w:rsid w:val="00131345"/>
    <w:rsid w:val="00131392"/>
    <w:rsid w:val="0013142A"/>
    <w:rsid w:val="001314C0"/>
    <w:rsid w:val="001315F1"/>
    <w:rsid w:val="0013174E"/>
    <w:rsid w:val="00131BD3"/>
    <w:rsid w:val="00131DED"/>
    <w:rsid w:val="00131E5C"/>
    <w:rsid w:val="00131E85"/>
    <w:rsid w:val="00131EBE"/>
    <w:rsid w:val="00132190"/>
    <w:rsid w:val="00132225"/>
    <w:rsid w:val="00132249"/>
    <w:rsid w:val="001325E0"/>
    <w:rsid w:val="001326EC"/>
    <w:rsid w:val="0013280C"/>
    <w:rsid w:val="001328F9"/>
    <w:rsid w:val="00132D52"/>
    <w:rsid w:val="00132F28"/>
    <w:rsid w:val="00132FE0"/>
    <w:rsid w:val="00133335"/>
    <w:rsid w:val="00133635"/>
    <w:rsid w:val="00133844"/>
    <w:rsid w:val="00133973"/>
    <w:rsid w:val="00133D6A"/>
    <w:rsid w:val="00133E02"/>
    <w:rsid w:val="00133F1E"/>
    <w:rsid w:val="001341D9"/>
    <w:rsid w:val="001341DF"/>
    <w:rsid w:val="0013526B"/>
    <w:rsid w:val="001352C8"/>
    <w:rsid w:val="001354F3"/>
    <w:rsid w:val="001357DA"/>
    <w:rsid w:val="00135BE1"/>
    <w:rsid w:val="00135C33"/>
    <w:rsid w:val="00135D4C"/>
    <w:rsid w:val="00136471"/>
    <w:rsid w:val="00136657"/>
    <w:rsid w:val="00136A81"/>
    <w:rsid w:val="001372E4"/>
    <w:rsid w:val="00137413"/>
    <w:rsid w:val="00137742"/>
    <w:rsid w:val="00137780"/>
    <w:rsid w:val="00137C9A"/>
    <w:rsid w:val="00137CFC"/>
    <w:rsid w:val="00137D57"/>
    <w:rsid w:val="001400ED"/>
    <w:rsid w:val="0014058B"/>
    <w:rsid w:val="001407B8"/>
    <w:rsid w:val="00140C7C"/>
    <w:rsid w:val="00140FB7"/>
    <w:rsid w:val="00141092"/>
    <w:rsid w:val="0014111E"/>
    <w:rsid w:val="00141127"/>
    <w:rsid w:val="0014137F"/>
    <w:rsid w:val="001413F4"/>
    <w:rsid w:val="001419B7"/>
    <w:rsid w:val="00141CFC"/>
    <w:rsid w:val="00141E3E"/>
    <w:rsid w:val="001423D0"/>
    <w:rsid w:val="001427E2"/>
    <w:rsid w:val="001428E0"/>
    <w:rsid w:val="00142925"/>
    <w:rsid w:val="0014298D"/>
    <w:rsid w:val="00143430"/>
    <w:rsid w:val="001434A2"/>
    <w:rsid w:val="0014359A"/>
    <w:rsid w:val="001436AF"/>
    <w:rsid w:val="001439E9"/>
    <w:rsid w:val="00143C41"/>
    <w:rsid w:val="00143D1F"/>
    <w:rsid w:val="00144425"/>
    <w:rsid w:val="00144E19"/>
    <w:rsid w:val="00144EFC"/>
    <w:rsid w:val="001452BB"/>
    <w:rsid w:val="001453F2"/>
    <w:rsid w:val="001457B1"/>
    <w:rsid w:val="00145954"/>
    <w:rsid w:val="00145AB6"/>
    <w:rsid w:val="00145D94"/>
    <w:rsid w:val="0014612C"/>
    <w:rsid w:val="00146505"/>
    <w:rsid w:val="001465D3"/>
    <w:rsid w:val="00146600"/>
    <w:rsid w:val="00146856"/>
    <w:rsid w:val="00146857"/>
    <w:rsid w:val="00146971"/>
    <w:rsid w:val="00146E02"/>
    <w:rsid w:val="00146E63"/>
    <w:rsid w:val="00146E97"/>
    <w:rsid w:val="001471BB"/>
    <w:rsid w:val="001472BD"/>
    <w:rsid w:val="00147412"/>
    <w:rsid w:val="00147905"/>
    <w:rsid w:val="0014791F"/>
    <w:rsid w:val="00147FB3"/>
    <w:rsid w:val="00147FC5"/>
    <w:rsid w:val="0015007F"/>
    <w:rsid w:val="001502C5"/>
    <w:rsid w:val="001503B3"/>
    <w:rsid w:val="00150501"/>
    <w:rsid w:val="00150803"/>
    <w:rsid w:val="00150A2B"/>
    <w:rsid w:val="00150BCA"/>
    <w:rsid w:val="00150E9F"/>
    <w:rsid w:val="00150EC2"/>
    <w:rsid w:val="00150FD7"/>
    <w:rsid w:val="0015119E"/>
    <w:rsid w:val="00151345"/>
    <w:rsid w:val="00151693"/>
    <w:rsid w:val="001516F0"/>
    <w:rsid w:val="001519A5"/>
    <w:rsid w:val="00151F14"/>
    <w:rsid w:val="00152214"/>
    <w:rsid w:val="0015267D"/>
    <w:rsid w:val="00152B69"/>
    <w:rsid w:val="00153470"/>
    <w:rsid w:val="00153BED"/>
    <w:rsid w:val="00153C41"/>
    <w:rsid w:val="00153DCA"/>
    <w:rsid w:val="00153E32"/>
    <w:rsid w:val="001544F1"/>
    <w:rsid w:val="00154626"/>
    <w:rsid w:val="00154633"/>
    <w:rsid w:val="00154842"/>
    <w:rsid w:val="00154989"/>
    <w:rsid w:val="00154FB1"/>
    <w:rsid w:val="00154FF0"/>
    <w:rsid w:val="00155116"/>
    <w:rsid w:val="001551DB"/>
    <w:rsid w:val="001558D9"/>
    <w:rsid w:val="001559F5"/>
    <w:rsid w:val="00155AB2"/>
    <w:rsid w:val="00155E4C"/>
    <w:rsid w:val="0015645F"/>
    <w:rsid w:val="001569D0"/>
    <w:rsid w:val="00156C26"/>
    <w:rsid w:val="00156CD7"/>
    <w:rsid w:val="00156CF3"/>
    <w:rsid w:val="00156DB8"/>
    <w:rsid w:val="00156DE3"/>
    <w:rsid w:val="001571B6"/>
    <w:rsid w:val="00157857"/>
    <w:rsid w:val="00157A4E"/>
    <w:rsid w:val="00157C74"/>
    <w:rsid w:val="00157CE5"/>
    <w:rsid w:val="00157DB5"/>
    <w:rsid w:val="00157E07"/>
    <w:rsid w:val="00157F30"/>
    <w:rsid w:val="00157FD3"/>
    <w:rsid w:val="001601B2"/>
    <w:rsid w:val="00160214"/>
    <w:rsid w:val="0016028C"/>
    <w:rsid w:val="0016056B"/>
    <w:rsid w:val="0016091A"/>
    <w:rsid w:val="00160B21"/>
    <w:rsid w:val="00160B28"/>
    <w:rsid w:val="00160D31"/>
    <w:rsid w:val="00160E30"/>
    <w:rsid w:val="00160FCF"/>
    <w:rsid w:val="0016110C"/>
    <w:rsid w:val="00161627"/>
    <w:rsid w:val="001618C8"/>
    <w:rsid w:val="0016192A"/>
    <w:rsid w:val="00161DBE"/>
    <w:rsid w:val="00161F65"/>
    <w:rsid w:val="001620C9"/>
    <w:rsid w:val="001621DA"/>
    <w:rsid w:val="00162AE3"/>
    <w:rsid w:val="00162AE9"/>
    <w:rsid w:val="0016339C"/>
    <w:rsid w:val="0016383F"/>
    <w:rsid w:val="00163F0F"/>
    <w:rsid w:val="00163F9A"/>
    <w:rsid w:val="00164109"/>
    <w:rsid w:val="0016429C"/>
    <w:rsid w:val="0016432D"/>
    <w:rsid w:val="00164603"/>
    <w:rsid w:val="00164E1C"/>
    <w:rsid w:val="00164E9D"/>
    <w:rsid w:val="00165223"/>
    <w:rsid w:val="00165237"/>
    <w:rsid w:val="001652C1"/>
    <w:rsid w:val="0016555B"/>
    <w:rsid w:val="001657FE"/>
    <w:rsid w:val="00165BB2"/>
    <w:rsid w:val="001667AB"/>
    <w:rsid w:val="0016711F"/>
    <w:rsid w:val="00167225"/>
    <w:rsid w:val="00167293"/>
    <w:rsid w:val="00167955"/>
    <w:rsid w:val="00167AC3"/>
    <w:rsid w:val="00167EC2"/>
    <w:rsid w:val="00167EE1"/>
    <w:rsid w:val="00167FF2"/>
    <w:rsid w:val="0017007F"/>
    <w:rsid w:val="001708ED"/>
    <w:rsid w:val="00170913"/>
    <w:rsid w:val="00170E05"/>
    <w:rsid w:val="00171079"/>
    <w:rsid w:val="001710E4"/>
    <w:rsid w:val="001711F3"/>
    <w:rsid w:val="00171478"/>
    <w:rsid w:val="001715C8"/>
    <w:rsid w:val="0017192F"/>
    <w:rsid w:val="00171A8D"/>
    <w:rsid w:val="00171D05"/>
    <w:rsid w:val="00171E67"/>
    <w:rsid w:val="00171F4F"/>
    <w:rsid w:val="00171FE3"/>
    <w:rsid w:val="00172046"/>
    <w:rsid w:val="001721C3"/>
    <w:rsid w:val="001721FC"/>
    <w:rsid w:val="001722DF"/>
    <w:rsid w:val="00172914"/>
    <w:rsid w:val="00172CF2"/>
    <w:rsid w:val="00172F9F"/>
    <w:rsid w:val="001730B7"/>
    <w:rsid w:val="00173342"/>
    <w:rsid w:val="00173C0F"/>
    <w:rsid w:val="00173ED1"/>
    <w:rsid w:val="00174171"/>
    <w:rsid w:val="00174217"/>
    <w:rsid w:val="00174254"/>
    <w:rsid w:val="0017429F"/>
    <w:rsid w:val="001746C9"/>
    <w:rsid w:val="001748A6"/>
    <w:rsid w:val="001748BB"/>
    <w:rsid w:val="00174BBF"/>
    <w:rsid w:val="00174C01"/>
    <w:rsid w:val="00174E60"/>
    <w:rsid w:val="00174EAD"/>
    <w:rsid w:val="0017522D"/>
    <w:rsid w:val="00175552"/>
    <w:rsid w:val="00175561"/>
    <w:rsid w:val="0017561B"/>
    <w:rsid w:val="0017565A"/>
    <w:rsid w:val="001758A1"/>
    <w:rsid w:val="00175B2F"/>
    <w:rsid w:val="00175C3F"/>
    <w:rsid w:val="00175C59"/>
    <w:rsid w:val="00175EE8"/>
    <w:rsid w:val="001762AD"/>
    <w:rsid w:val="001762F1"/>
    <w:rsid w:val="001766D8"/>
    <w:rsid w:val="00176AE7"/>
    <w:rsid w:val="00177070"/>
    <w:rsid w:val="001771F9"/>
    <w:rsid w:val="001777C4"/>
    <w:rsid w:val="001779F4"/>
    <w:rsid w:val="00177A43"/>
    <w:rsid w:val="00177A73"/>
    <w:rsid w:val="00177A91"/>
    <w:rsid w:val="00177C93"/>
    <w:rsid w:val="00177D03"/>
    <w:rsid w:val="00180187"/>
    <w:rsid w:val="00180434"/>
    <w:rsid w:val="0018055F"/>
    <w:rsid w:val="00180863"/>
    <w:rsid w:val="00180865"/>
    <w:rsid w:val="001808BE"/>
    <w:rsid w:val="001808C6"/>
    <w:rsid w:val="00180A97"/>
    <w:rsid w:val="00180DBE"/>
    <w:rsid w:val="00180F65"/>
    <w:rsid w:val="00180FF1"/>
    <w:rsid w:val="00181176"/>
    <w:rsid w:val="00181182"/>
    <w:rsid w:val="0018159A"/>
    <w:rsid w:val="00181691"/>
    <w:rsid w:val="001819F8"/>
    <w:rsid w:val="00181A61"/>
    <w:rsid w:val="00181A9D"/>
    <w:rsid w:val="00181B71"/>
    <w:rsid w:val="00181C4B"/>
    <w:rsid w:val="00182605"/>
    <w:rsid w:val="001829C5"/>
    <w:rsid w:val="00182A2A"/>
    <w:rsid w:val="00182DC4"/>
    <w:rsid w:val="00182F4C"/>
    <w:rsid w:val="00182FD4"/>
    <w:rsid w:val="001833FE"/>
    <w:rsid w:val="00183770"/>
    <w:rsid w:val="00183941"/>
    <w:rsid w:val="00183C4D"/>
    <w:rsid w:val="00183DDE"/>
    <w:rsid w:val="00183F59"/>
    <w:rsid w:val="00183FAE"/>
    <w:rsid w:val="00184022"/>
    <w:rsid w:val="001842AB"/>
    <w:rsid w:val="001846A4"/>
    <w:rsid w:val="001847A0"/>
    <w:rsid w:val="001847E2"/>
    <w:rsid w:val="00184878"/>
    <w:rsid w:val="0018495D"/>
    <w:rsid w:val="0018497D"/>
    <w:rsid w:val="00184AB3"/>
    <w:rsid w:val="00184B97"/>
    <w:rsid w:val="00184D6D"/>
    <w:rsid w:val="00184DAA"/>
    <w:rsid w:val="0018524F"/>
    <w:rsid w:val="00185392"/>
    <w:rsid w:val="001853F3"/>
    <w:rsid w:val="001859C7"/>
    <w:rsid w:val="001859E7"/>
    <w:rsid w:val="00185E1F"/>
    <w:rsid w:val="00185EED"/>
    <w:rsid w:val="00185EF5"/>
    <w:rsid w:val="001861F1"/>
    <w:rsid w:val="00186283"/>
    <w:rsid w:val="00186379"/>
    <w:rsid w:val="001863A1"/>
    <w:rsid w:val="001868AA"/>
    <w:rsid w:val="00186EA6"/>
    <w:rsid w:val="00186F12"/>
    <w:rsid w:val="001874C6"/>
    <w:rsid w:val="0018775F"/>
    <w:rsid w:val="00187870"/>
    <w:rsid w:val="00187A66"/>
    <w:rsid w:val="00187CFC"/>
    <w:rsid w:val="00187DD6"/>
    <w:rsid w:val="00187ED0"/>
    <w:rsid w:val="00190055"/>
    <w:rsid w:val="0019009C"/>
    <w:rsid w:val="001904CA"/>
    <w:rsid w:val="00190953"/>
    <w:rsid w:val="001909D4"/>
    <w:rsid w:val="00190B60"/>
    <w:rsid w:val="00190FE5"/>
    <w:rsid w:val="001910CB"/>
    <w:rsid w:val="001912E1"/>
    <w:rsid w:val="001914EC"/>
    <w:rsid w:val="001915BA"/>
    <w:rsid w:val="001915BD"/>
    <w:rsid w:val="001916F0"/>
    <w:rsid w:val="001919A8"/>
    <w:rsid w:val="00191B63"/>
    <w:rsid w:val="00191C01"/>
    <w:rsid w:val="00191CCD"/>
    <w:rsid w:val="00191D6B"/>
    <w:rsid w:val="00191DC1"/>
    <w:rsid w:val="00191F68"/>
    <w:rsid w:val="00192018"/>
    <w:rsid w:val="0019233E"/>
    <w:rsid w:val="001924FB"/>
    <w:rsid w:val="0019290C"/>
    <w:rsid w:val="00192BAD"/>
    <w:rsid w:val="00192CD5"/>
    <w:rsid w:val="00192E65"/>
    <w:rsid w:val="00192E7C"/>
    <w:rsid w:val="00192FA5"/>
    <w:rsid w:val="001933C0"/>
    <w:rsid w:val="001936D3"/>
    <w:rsid w:val="00193822"/>
    <w:rsid w:val="001938B6"/>
    <w:rsid w:val="00193BD8"/>
    <w:rsid w:val="00193D18"/>
    <w:rsid w:val="00193F8D"/>
    <w:rsid w:val="0019442F"/>
    <w:rsid w:val="00194593"/>
    <w:rsid w:val="001946EA"/>
    <w:rsid w:val="001947C3"/>
    <w:rsid w:val="001947FB"/>
    <w:rsid w:val="0019498E"/>
    <w:rsid w:val="001949E8"/>
    <w:rsid w:val="00194AC9"/>
    <w:rsid w:val="00194BD3"/>
    <w:rsid w:val="00194F4C"/>
    <w:rsid w:val="00194F63"/>
    <w:rsid w:val="00195071"/>
    <w:rsid w:val="001950B0"/>
    <w:rsid w:val="001950BC"/>
    <w:rsid w:val="001953AE"/>
    <w:rsid w:val="001953D9"/>
    <w:rsid w:val="001955B6"/>
    <w:rsid w:val="00195D3D"/>
    <w:rsid w:val="00195E5F"/>
    <w:rsid w:val="00196041"/>
    <w:rsid w:val="001961AA"/>
    <w:rsid w:val="001967D1"/>
    <w:rsid w:val="00196C58"/>
    <w:rsid w:val="00196FBB"/>
    <w:rsid w:val="001971E4"/>
    <w:rsid w:val="001971F6"/>
    <w:rsid w:val="00197219"/>
    <w:rsid w:val="00197279"/>
    <w:rsid w:val="0019727B"/>
    <w:rsid w:val="001973CF"/>
    <w:rsid w:val="00197517"/>
    <w:rsid w:val="00197967"/>
    <w:rsid w:val="00197A64"/>
    <w:rsid w:val="00197B50"/>
    <w:rsid w:val="00197BA8"/>
    <w:rsid w:val="00197EC9"/>
    <w:rsid w:val="00197FF6"/>
    <w:rsid w:val="001A021F"/>
    <w:rsid w:val="001A029C"/>
    <w:rsid w:val="001A0369"/>
    <w:rsid w:val="001A0487"/>
    <w:rsid w:val="001A0C6F"/>
    <w:rsid w:val="001A0CB9"/>
    <w:rsid w:val="001A116F"/>
    <w:rsid w:val="001A1171"/>
    <w:rsid w:val="001A1712"/>
    <w:rsid w:val="001A18BF"/>
    <w:rsid w:val="001A1BC8"/>
    <w:rsid w:val="001A2627"/>
    <w:rsid w:val="001A29E3"/>
    <w:rsid w:val="001A2A1C"/>
    <w:rsid w:val="001A2CE3"/>
    <w:rsid w:val="001A2E51"/>
    <w:rsid w:val="001A2EB1"/>
    <w:rsid w:val="001A301C"/>
    <w:rsid w:val="001A304D"/>
    <w:rsid w:val="001A31E9"/>
    <w:rsid w:val="001A3358"/>
    <w:rsid w:val="001A34AA"/>
    <w:rsid w:val="001A350F"/>
    <w:rsid w:val="001A35EB"/>
    <w:rsid w:val="001A3A74"/>
    <w:rsid w:val="001A3B52"/>
    <w:rsid w:val="001A3D0A"/>
    <w:rsid w:val="001A3DF2"/>
    <w:rsid w:val="001A3F68"/>
    <w:rsid w:val="001A4280"/>
    <w:rsid w:val="001A4530"/>
    <w:rsid w:val="001A462E"/>
    <w:rsid w:val="001A4684"/>
    <w:rsid w:val="001A4ADA"/>
    <w:rsid w:val="001A4C35"/>
    <w:rsid w:val="001A4C4C"/>
    <w:rsid w:val="001A4E1C"/>
    <w:rsid w:val="001A4F0F"/>
    <w:rsid w:val="001A4F75"/>
    <w:rsid w:val="001A50A1"/>
    <w:rsid w:val="001A5100"/>
    <w:rsid w:val="001A51D4"/>
    <w:rsid w:val="001A580F"/>
    <w:rsid w:val="001A583F"/>
    <w:rsid w:val="001A5D27"/>
    <w:rsid w:val="001A5ED1"/>
    <w:rsid w:val="001A5F25"/>
    <w:rsid w:val="001A6405"/>
    <w:rsid w:val="001A65C2"/>
    <w:rsid w:val="001A65FF"/>
    <w:rsid w:val="001A67F1"/>
    <w:rsid w:val="001A6961"/>
    <w:rsid w:val="001A6A4A"/>
    <w:rsid w:val="001A6EBF"/>
    <w:rsid w:val="001A70EA"/>
    <w:rsid w:val="001A727D"/>
    <w:rsid w:val="001A763A"/>
    <w:rsid w:val="001A793F"/>
    <w:rsid w:val="001A7CF0"/>
    <w:rsid w:val="001A7E45"/>
    <w:rsid w:val="001B018D"/>
    <w:rsid w:val="001B01A7"/>
    <w:rsid w:val="001B02BF"/>
    <w:rsid w:val="001B068F"/>
    <w:rsid w:val="001B0920"/>
    <w:rsid w:val="001B09D4"/>
    <w:rsid w:val="001B0B13"/>
    <w:rsid w:val="001B0E7A"/>
    <w:rsid w:val="001B101F"/>
    <w:rsid w:val="001B103E"/>
    <w:rsid w:val="001B1600"/>
    <w:rsid w:val="001B166C"/>
    <w:rsid w:val="001B1AB3"/>
    <w:rsid w:val="001B1AFC"/>
    <w:rsid w:val="001B1C98"/>
    <w:rsid w:val="001B1C9D"/>
    <w:rsid w:val="001B1CC1"/>
    <w:rsid w:val="001B2355"/>
    <w:rsid w:val="001B244F"/>
    <w:rsid w:val="001B26B7"/>
    <w:rsid w:val="001B27D6"/>
    <w:rsid w:val="001B28D7"/>
    <w:rsid w:val="001B2F03"/>
    <w:rsid w:val="001B3029"/>
    <w:rsid w:val="001B3638"/>
    <w:rsid w:val="001B3CF9"/>
    <w:rsid w:val="001B461D"/>
    <w:rsid w:val="001B474A"/>
    <w:rsid w:val="001B47A8"/>
    <w:rsid w:val="001B4BA1"/>
    <w:rsid w:val="001B4F27"/>
    <w:rsid w:val="001B529A"/>
    <w:rsid w:val="001B535D"/>
    <w:rsid w:val="001B5569"/>
    <w:rsid w:val="001B5B39"/>
    <w:rsid w:val="001B5D0C"/>
    <w:rsid w:val="001B5D9F"/>
    <w:rsid w:val="001B5EED"/>
    <w:rsid w:val="001B5EF8"/>
    <w:rsid w:val="001B5F63"/>
    <w:rsid w:val="001B5FD7"/>
    <w:rsid w:val="001B6335"/>
    <w:rsid w:val="001B646D"/>
    <w:rsid w:val="001B68CF"/>
    <w:rsid w:val="001B6A80"/>
    <w:rsid w:val="001B6A8C"/>
    <w:rsid w:val="001B6B11"/>
    <w:rsid w:val="001B6B58"/>
    <w:rsid w:val="001B6EC9"/>
    <w:rsid w:val="001B6F0F"/>
    <w:rsid w:val="001B739C"/>
    <w:rsid w:val="001B73E5"/>
    <w:rsid w:val="001B768B"/>
    <w:rsid w:val="001B76D1"/>
    <w:rsid w:val="001B7988"/>
    <w:rsid w:val="001B7C95"/>
    <w:rsid w:val="001B7EDE"/>
    <w:rsid w:val="001B7EDF"/>
    <w:rsid w:val="001C017F"/>
    <w:rsid w:val="001C01A2"/>
    <w:rsid w:val="001C054D"/>
    <w:rsid w:val="001C058A"/>
    <w:rsid w:val="001C0663"/>
    <w:rsid w:val="001C075D"/>
    <w:rsid w:val="001C0764"/>
    <w:rsid w:val="001C07F6"/>
    <w:rsid w:val="001C0A29"/>
    <w:rsid w:val="001C0C3E"/>
    <w:rsid w:val="001C1078"/>
    <w:rsid w:val="001C15FF"/>
    <w:rsid w:val="001C16DA"/>
    <w:rsid w:val="001C1747"/>
    <w:rsid w:val="001C176A"/>
    <w:rsid w:val="001C1810"/>
    <w:rsid w:val="001C1943"/>
    <w:rsid w:val="001C1F60"/>
    <w:rsid w:val="001C23D6"/>
    <w:rsid w:val="001C273A"/>
    <w:rsid w:val="001C2950"/>
    <w:rsid w:val="001C2A20"/>
    <w:rsid w:val="001C2A75"/>
    <w:rsid w:val="001C2CE5"/>
    <w:rsid w:val="001C2D3A"/>
    <w:rsid w:val="001C2EB2"/>
    <w:rsid w:val="001C2FE9"/>
    <w:rsid w:val="001C377C"/>
    <w:rsid w:val="001C39E8"/>
    <w:rsid w:val="001C3CBD"/>
    <w:rsid w:val="001C3DB6"/>
    <w:rsid w:val="001C3F3F"/>
    <w:rsid w:val="001C47EB"/>
    <w:rsid w:val="001C4BFB"/>
    <w:rsid w:val="001C4DB6"/>
    <w:rsid w:val="001C5078"/>
    <w:rsid w:val="001C50FE"/>
    <w:rsid w:val="001C5172"/>
    <w:rsid w:val="001C52DE"/>
    <w:rsid w:val="001C5394"/>
    <w:rsid w:val="001C5501"/>
    <w:rsid w:val="001C5A5D"/>
    <w:rsid w:val="001C5CF6"/>
    <w:rsid w:val="001C5D99"/>
    <w:rsid w:val="001C5DD2"/>
    <w:rsid w:val="001C5EAE"/>
    <w:rsid w:val="001C6523"/>
    <w:rsid w:val="001C69C8"/>
    <w:rsid w:val="001C6BCF"/>
    <w:rsid w:val="001C6DCF"/>
    <w:rsid w:val="001C6F37"/>
    <w:rsid w:val="001C7119"/>
    <w:rsid w:val="001C71C2"/>
    <w:rsid w:val="001C72AB"/>
    <w:rsid w:val="001C74F9"/>
    <w:rsid w:val="001C790F"/>
    <w:rsid w:val="001C7C95"/>
    <w:rsid w:val="001C7D0D"/>
    <w:rsid w:val="001C7E14"/>
    <w:rsid w:val="001C7EC1"/>
    <w:rsid w:val="001D02D0"/>
    <w:rsid w:val="001D040D"/>
    <w:rsid w:val="001D051D"/>
    <w:rsid w:val="001D098B"/>
    <w:rsid w:val="001D0A04"/>
    <w:rsid w:val="001D0AC6"/>
    <w:rsid w:val="001D0B59"/>
    <w:rsid w:val="001D116D"/>
    <w:rsid w:val="001D1694"/>
    <w:rsid w:val="001D16D9"/>
    <w:rsid w:val="001D17CC"/>
    <w:rsid w:val="001D17D2"/>
    <w:rsid w:val="001D1A0B"/>
    <w:rsid w:val="001D1B85"/>
    <w:rsid w:val="001D1BE7"/>
    <w:rsid w:val="001D1C2A"/>
    <w:rsid w:val="001D1DAD"/>
    <w:rsid w:val="001D221D"/>
    <w:rsid w:val="001D274D"/>
    <w:rsid w:val="001D2791"/>
    <w:rsid w:val="001D2BE1"/>
    <w:rsid w:val="001D2DF9"/>
    <w:rsid w:val="001D2EB6"/>
    <w:rsid w:val="001D2F18"/>
    <w:rsid w:val="001D30B0"/>
    <w:rsid w:val="001D326A"/>
    <w:rsid w:val="001D34F0"/>
    <w:rsid w:val="001D3784"/>
    <w:rsid w:val="001D37E6"/>
    <w:rsid w:val="001D3B6C"/>
    <w:rsid w:val="001D3C2B"/>
    <w:rsid w:val="001D3DBD"/>
    <w:rsid w:val="001D3EB0"/>
    <w:rsid w:val="001D4213"/>
    <w:rsid w:val="001D43E6"/>
    <w:rsid w:val="001D4550"/>
    <w:rsid w:val="001D4D81"/>
    <w:rsid w:val="001D5312"/>
    <w:rsid w:val="001D576E"/>
    <w:rsid w:val="001D5943"/>
    <w:rsid w:val="001D5F4C"/>
    <w:rsid w:val="001D6173"/>
    <w:rsid w:val="001D61A6"/>
    <w:rsid w:val="001D61ED"/>
    <w:rsid w:val="001D6667"/>
    <w:rsid w:val="001D6801"/>
    <w:rsid w:val="001D6AF3"/>
    <w:rsid w:val="001D6BEA"/>
    <w:rsid w:val="001D6EAE"/>
    <w:rsid w:val="001D70CD"/>
    <w:rsid w:val="001D7275"/>
    <w:rsid w:val="001D7310"/>
    <w:rsid w:val="001D74BD"/>
    <w:rsid w:val="001D7692"/>
    <w:rsid w:val="001D7728"/>
    <w:rsid w:val="001D7B15"/>
    <w:rsid w:val="001D7C23"/>
    <w:rsid w:val="001D7FCB"/>
    <w:rsid w:val="001E0251"/>
    <w:rsid w:val="001E03F6"/>
    <w:rsid w:val="001E0DC1"/>
    <w:rsid w:val="001E0E8D"/>
    <w:rsid w:val="001E12B2"/>
    <w:rsid w:val="001E14B2"/>
    <w:rsid w:val="001E1AC3"/>
    <w:rsid w:val="001E1BFE"/>
    <w:rsid w:val="001E1C75"/>
    <w:rsid w:val="001E2824"/>
    <w:rsid w:val="001E288A"/>
    <w:rsid w:val="001E28DE"/>
    <w:rsid w:val="001E2A4F"/>
    <w:rsid w:val="001E2B23"/>
    <w:rsid w:val="001E329B"/>
    <w:rsid w:val="001E3460"/>
    <w:rsid w:val="001E35A0"/>
    <w:rsid w:val="001E36AA"/>
    <w:rsid w:val="001E3CAB"/>
    <w:rsid w:val="001E3D8B"/>
    <w:rsid w:val="001E3DD2"/>
    <w:rsid w:val="001E3E14"/>
    <w:rsid w:val="001E400A"/>
    <w:rsid w:val="001E40D9"/>
    <w:rsid w:val="001E415A"/>
    <w:rsid w:val="001E43A8"/>
    <w:rsid w:val="001E465A"/>
    <w:rsid w:val="001E4D76"/>
    <w:rsid w:val="001E4E87"/>
    <w:rsid w:val="001E4F80"/>
    <w:rsid w:val="001E51B6"/>
    <w:rsid w:val="001E58BC"/>
    <w:rsid w:val="001E59BD"/>
    <w:rsid w:val="001E6013"/>
    <w:rsid w:val="001E60E4"/>
    <w:rsid w:val="001E62AA"/>
    <w:rsid w:val="001E6408"/>
    <w:rsid w:val="001E68CE"/>
    <w:rsid w:val="001E6D68"/>
    <w:rsid w:val="001E6D7E"/>
    <w:rsid w:val="001E6EFB"/>
    <w:rsid w:val="001E700D"/>
    <w:rsid w:val="001E70C9"/>
    <w:rsid w:val="001E7238"/>
    <w:rsid w:val="001E76A4"/>
    <w:rsid w:val="001E7807"/>
    <w:rsid w:val="001E789C"/>
    <w:rsid w:val="001E7CA5"/>
    <w:rsid w:val="001E7E16"/>
    <w:rsid w:val="001F00C1"/>
    <w:rsid w:val="001F05AF"/>
    <w:rsid w:val="001F05BD"/>
    <w:rsid w:val="001F0965"/>
    <w:rsid w:val="001F0B05"/>
    <w:rsid w:val="001F0D57"/>
    <w:rsid w:val="001F0F18"/>
    <w:rsid w:val="001F150C"/>
    <w:rsid w:val="001F1549"/>
    <w:rsid w:val="001F1676"/>
    <w:rsid w:val="001F1967"/>
    <w:rsid w:val="001F226F"/>
    <w:rsid w:val="001F22FE"/>
    <w:rsid w:val="001F2349"/>
    <w:rsid w:val="001F257F"/>
    <w:rsid w:val="001F2618"/>
    <w:rsid w:val="001F26DB"/>
    <w:rsid w:val="001F27A5"/>
    <w:rsid w:val="001F27FF"/>
    <w:rsid w:val="001F2B5D"/>
    <w:rsid w:val="001F2C59"/>
    <w:rsid w:val="001F33D6"/>
    <w:rsid w:val="001F3544"/>
    <w:rsid w:val="001F35C9"/>
    <w:rsid w:val="001F374C"/>
    <w:rsid w:val="001F3857"/>
    <w:rsid w:val="001F397C"/>
    <w:rsid w:val="001F3986"/>
    <w:rsid w:val="001F3E12"/>
    <w:rsid w:val="001F41EF"/>
    <w:rsid w:val="001F493D"/>
    <w:rsid w:val="001F499D"/>
    <w:rsid w:val="001F4B72"/>
    <w:rsid w:val="001F4DDD"/>
    <w:rsid w:val="001F4ED8"/>
    <w:rsid w:val="001F4FEA"/>
    <w:rsid w:val="001F50FD"/>
    <w:rsid w:val="001F5492"/>
    <w:rsid w:val="001F55B6"/>
    <w:rsid w:val="001F56B3"/>
    <w:rsid w:val="001F56BE"/>
    <w:rsid w:val="001F5AF7"/>
    <w:rsid w:val="001F5B9C"/>
    <w:rsid w:val="001F5C62"/>
    <w:rsid w:val="001F5D92"/>
    <w:rsid w:val="001F5DFF"/>
    <w:rsid w:val="001F600D"/>
    <w:rsid w:val="001F6015"/>
    <w:rsid w:val="001F65C1"/>
    <w:rsid w:val="001F67A8"/>
    <w:rsid w:val="001F6DF4"/>
    <w:rsid w:val="001F746F"/>
    <w:rsid w:val="001F74F5"/>
    <w:rsid w:val="001F75FA"/>
    <w:rsid w:val="001F7667"/>
    <w:rsid w:val="001F79F9"/>
    <w:rsid w:val="001F7A85"/>
    <w:rsid w:val="001F7B2A"/>
    <w:rsid w:val="00200093"/>
    <w:rsid w:val="002002CE"/>
    <w:rsid w:val="002003E3"/>
    <w:rsid w:val="00200408"/>
    <w:rsid w:val="002004FB"/>
    <w:rsid w:val="002006A9"/>
    <w:rsid w:val="002009E6"/>
    <w:rsid w:val="00201504"/>
    <w:rsid w:val="0020178D"/>
    <w:rsid w:val="002019E5"/>
    <w:rsid w:val="00201D77"/>
    <w:rsid w:val="00202292"/>
    <w:rsid w:val="00202377"/>
    <w:rsid w:val="00202860"/>
    <w:rsid w:val="00202AEC"/>
    <w:rsid w:val="00202D63"/>
    <w:rsid w:val="00202FC5"/>
    <w:rsid w:val="002035DE"/>
    <w:rsid w:val="00203633"/>
    <w:rsid w:val="002037AB"/>
    <w:rsid w:val="00203DF7"/>
    <w:rsid w:val="0020440B"/>
    <w:rsid w:val="00204744"/>
    <w:rsid w:val="002047CB"/>
    <w:rsid w:val="002048D6"/>
    <w:rsid w:val="00204B6D"/>
    <w:rsid w:val="00204C5D"/>
    <w:rsid w:val="00204D9D"/>
    <w:rsid w:val="00205050"/>
    <w:rsid w:val="002052A9"/>
    <w:rsid w:val="002056B7"/>
    <w:rsid w:val="00205893"/>
    <w:rsid w:val="00205934"/>
    <w:rsid w:val="002059E9"/>
    <w:rsid w:val="00205B41"/>
    <w:rsid w:val="00205DAF"/>
    <w:rsid w:val="002060BB"/>
    <w:rsid w:val="0020635E"/>
    <w:rsid w:val="00206569"/>
    <w:rsid w:val="0020679D"/>
    <w:rsid w:val="00206A4F"/>
    <w:rsid w:val="00206CBD"/>
    <w:rsid w:val="00206EFC"/>
    <w:rsid w:val="002071DC"/>
    <w:rsid w:val="00207260"/>
    <w:rsid w:val="00207724"/>
    <w:rsid w:val="00207AEC"/>
    <w:rsid w:val="00207C15"/>
    <w:rsid w:val="00207C55"/>
    <w:rsid w:val="00207CD4"/>
    <w:rsid w:val="00207EDA"/>
    <w:rsid w:val="002101BC"/>
    <w:rsid w:val="0021056F"/>
    <w:rsid w:val="00210605"/>
    <w:rsid w:val="0021064D"/>
    <w:rsid w:val="002106EC"/>
    <w:rsid w:val="00210791"/>
    <w:rsid w:val="00210822"/>
    <w:rsid w:val="00210900"/>
    <w:rsid w:val="00210A36"/>
    <w:rsid w:val="00210B6C"/>
    <w:rsid w:val="00210DE1"/>
    <w:rsid w:val="002112FB"/>
    <w:rsid w:val="00211394"/>
    <w:rsid w:val="00211981"/>
    <w:rsid w:val="00211CD0"/>
    <w:rsid w:val="00212112"/>
    <w:rsid w:val="00212115"/>
    <w:rsid w:val="00212377"/>
    <w:rsid w:val="002127E2"/>
    <w:rsid w:val="0021308B"/>
    <w:rsid w:val="0021308C"/>
    <w:rsid w:val="00213435"/>
    <w:rsid w:val="002134D3"/>
    <w:rsid w:val="00213BBB"/>
    <w:rsid w:val="00213D71"/>
    <w:rsid w:val="00213E26"/>
    <w:rsid w:val="00213EC2"/>
    <w:rsid w:val="00214001"/>
    <w:rsid w:val="00214398"/>
    <w:rsid w:val="002143B1"/>
    <w:rsid w:val="002143BE"/>
    <w:rsid w:val="002146A0"/>
    <w:rsid w:val="002146F5"/>
    <w:rsid w:val="00214A07"/>
    <w:rsid w:val="00214AD9"/>
    <w:rsid w:val="00214EF0"/>
    <w:rsid w:val="00214FF6"/>
    <w:rsid w:val="00215008"/>
    <w:rsid w:val="00215153"/>
    <w:rsid w:val="002151E8"/>
    <w:rsid w:val="00215243"/>
    <w:rsid w:val="00215368"/>
    <w:rsid w:val="00215546"/>
    <w:rsid w:val="00215838"/>
    <w:rsid w:val="00215B43"/>
    <w:rsid w:val="00215C16"/>
    <w:rsid w:val="00215D05"/>
    <w:rsid w:val="00215E40"/>
    <w:rsid w:val="0021634C"/>
    <w:rsid w:val="002163FD"/>
    <w:rsid w:val="0021671D"/>
    <w:rsid w:val="00216822"/>
    <w:rsid w:val="00216824"/>
    <w:rsid w:val="00216C6B"/>
    <w:rsid w:val="00216D05"/>
    <w:rsid w:val="00217088"/>
    <w:rsid w:val="0021719C"/>
    <w:rsid w:val="00217C6A"/>
    <w:rsid w:val="00217CAA"/>
    <w:rsid w:val="00217E88"/>
    <w:rsid w:val="00217FE8"/>
    <w:rsid w:val="00220154"/>
    <w:rsid w:val="00220163"/>
    <w:rsid w:val="00220226"/>
    <w:rsid w:val="00220290"/>
    <w:rsid w:val="002206F4"/>
    <w:rsid w:val="002207A2"/>
    <w:rsid w:val="0022086F"/>
    <w:rsid w:val="0022107A"/>
    <w:rsid w:val="0022151E"/>
    <w:rsid w:val="00221929"/>
    <w:rsid w:val="00221EE6"/>
    <w:rsid w:val="00222122"/>
    <w:rsid w:val="00222144"/>
    <w:rsid w:val="00222240"/>
    <w:rsid w:val="002224A5"/>
    <w:rsid w:val="0022349F"/>
    <w:rsid w:val="002234DC"/>
    <w:rsid w:val="002235E3"/>
    <w:rsid w:val="0022370C"/>
    <w:rsid w:val="002242B3"/>
    <w:rsid w:val="002243CB"/>
    <w:rsid w:val="00224795"/>
    <w:rsid w:val="002248FE"/>
    <w:rsid w:val="00224B3A"/>
    <w:rsid w:val="00224C4D"/>
    <w:rsid w:val="00224F3B"/>
    <w:rsid w:val="0022516B"/>
    <w:rsid w:val="00225A5E"/>
    <w:rsid w:val="00225A77"/>
    <w:rsid w:val="00225D3D"/>
    <w:rsid w:val="00225DF2"/>
    <w:rsid w:val="0022627C"/>
    <w:rsid w:val="002264FA"/>
    <w:rsid w:val="0022651C"/>
    <w:rsid w:val="00226840"/>
    <w:rsid w:val="002268BB"/>
    <w:rsid w:val="00226B6B"/>
    <w:rsid w:val="00226FBC"/>
    <w:rsid w:val="002270F5"/>
    <w:rsid w:val="002274F8"/>
    <w:rsid w:val="00227595"/>
    <w:rsid w:val="002277BE"/>
    <w:rsid w:val="0022789B"/>
    <w:rsid w:val="00227A85"/>
    <w:rsid w:val="00227DC8"/>
    <w:rsid w:val="00227E9E"/>
    <w:rsid w:val="00227F0A"/>
    <w:rsid w:val="002300C6"/>
    <w:rsid w:val="00230204"/>
    <w:rsid w:val="00230B00"/>
    <w:rsid w:val="00230C6D"/>
    <w:rsid w:val="00230DDF"/>
    <w:rsid w:val="00231242"/>
    <w:rsid w:val="002312FD"/>
    <w:rsid w:val="002313C1"/>
    <w:rsid w:val="002314BE"/>
    <w:rsid w:val="0023194E"/>
    <w:rsid w:val="00231E9A"/>
    <w:rsid w:val="002321E8"/>
    <w:rsid w:val="00232294"/>
    <w:rsid w:val="0023232F"/>
    <w:rsid w:val="00232511"/>
    <w:rsid w:val="00232755"/>
    <w:rsid w:val="00232760"/>
    <w:rsid w:val="002327D7"/>
    <w:rsid w:val="00232B73"/>
    <w:rsid w:val="00232E1B"/>
    <w:rsid w:val="002331D7"/>
    <w:rsid w:val="002331F4"/>
    <w:rsid w:val="00233318"/>
    <w:rsid w:val="002338E8"/>
    <w:rsid w:val="002338FA"/>
    <w:rsid w:val="00233979"/>
    <w:rsid w:val="00233A10"/>
    <w:rsid w:val="00233F1A"/>
    <w:rsid w:val="00233F73"/>
    <w:rsid w:val="0023412E"/>
    <w:rsid w:val="00234193"/>
    <w:rsid w:val="002342C0"/>
    <w:rsid w:val="0023430C"/>
    <w:rsid w:val="00234391"/>
    <w:rsid w:val="002343D2"/>
    <w:rsid w:val="00234405"/>
    <w:rsid w:val="00234485"/>
    <w:rsid w:val="00234B19"/>
    <w:rsid w:val="002350CC"/>
    <w:rsid w:val="002350F8"/>
    <w:rsid w:val="0023512F"/>
    <w:rsid w:val="00235246"/>
    <w:rsid w:val="002354CB"/>
    <w:rsid w:val="002359B3"/>
    <w:rsid w:val="00235CB8"/>
    <w:rsid w:val="00235F5F"/>
    <w:rsid w:val="00236017"/>
    <w:rsid w:val="002362FB"/>
    <w:rsid w:val="00236A33"/>
    <w:rsid w:val="00236AEC"/>
    <w:rsid w:val="00236EE1"/>
    <w:rsid w:val="002371F4"/>
    <w:rsid w:val="002373D1"/>
    <w:rsid w:val="002374BB"/>
    <w:rsid w:val="002374F9"/>
    <w:rsid w:val="002379A9"/>
    <w:rsid w:val="00237B69"/>
    <w:rsid w:val="002400BF"/>
    <w:rsid w:val="002401A9"/>
    <w:rsid w:val="002401CA"/>
    <w:rsid w:val="00240217"/>
    <w:rsid w:val="002405CE"/>
    <w:rsid w:val="00240816"/>
    <w:rsid w:val="002409C8"/>
    <w:rsid w:val="00241361"/>
    <w:rsid w:val="002415E3"/>
    <w:rsid w:val="00241682"/>
    <w:rsid w:val="002416EB"/>
    <w:rsid w:val="002417F3"/>
    <w:rsid w:val="00241AF8"/>
    <w:rsid w:val="00241C75"/>
    <w:rsid w:val="00241CB4"/>
    <w:rsid w:val="00241D33"/>
    <w:rsid w:val="00242298"/>
    <w:rsid w:val="00242B14"/>
    <w:rsid w:val="00242CD5"/>
    <w:rsid w:val="00242FC0"/>
    <w:rsid w:val="00243250"/>
    <w:rsid w:val="00243318"/>
    <w:rsid w:val="0024333B"/>
    <w:rsid w:val="0024348E"/>
    <w:rsid w:val="00243502"/>
    <w:rsid w:val="00243712"/>
    <w:rsid w:val="0024377A"/>
    <w:rsid w:val="002438DD"/>
    <w:rsid w:val="002439CB"/>
    <w:rsid w:val="00243D71"/>
    <w:rsid w:val="00243D8D"/>
    <w:rsid w:val="00243EBF"/>
    <w:rsid w:val="00243F45"/>
    <w:rsid w:val="00243FAE"/>
    <w:rsid w:val="00244127"/>
    <w:rsid w:val="002441FD"/>
    <w:rsid w:val="0024430A"/>
    <w:rsid w:val="0024449E"/>
    <w:rsid w:val="002446B0"/>
    <w:rsid w:val="002447E0"/>
    <w:rsid w:val="00244919"/>
    <w:rsid w:val="00244CAE"/>
    <w:rsid w:val="00244CE8"/>
    <w:rsid w:val="00244F4E"/>
    <w:rsid w:val="002450F9"/>
    <w:rsid w:val="0024524F"/>
    <w:rsid w:val="00245C20"/>
    <w:rsid w:val="00245CA1"/>
    <w:rsid w:val="00246025"/>
    <w:rsid w:val="002460B1"/>
    <w:rsid w:val="00246242"/>
    <w:rsid w:val="002462BC"/>
    <w:rsid w:val="00246630"/>
    <w:rsid w:val="002468CC"/>
    <w:rsid w:val="00246CCB"/>
    <w:rsid w:val="00246D7B"/>
    <w:rsid w:val="002470EB"/>
    <w:rsid w:val="00247173"/>
    <w:rsid w:val="00247393"/>
    <w:rsid w:val="00247C20"/>
    <w:rsid w:val="00247F55"/>
    <w:rsid w:val="00250164"/>
    <w:rsid w:val="00250205"/>
    <w:rsid w:val="002507CE"/>
    <w:rsid w:val="00250D82"/>
    <w:rsid w:val="00250FAB"/>
    <w:rsid w:val="002510A2"/>
    <w:rsid w:val="00251274"/>
    <w:rsid w:val="00251690"/>
    <w:rsid w:val="0025195C"/>
    <w:rsid w:val="00251AD9"/>
    <w:rsid w:val="00251B2C"/>
    <w:rsid w:val="00251BEF"/>
    <w:rsid w:val="00251C6C"/>
    <w:rsid w:val="00251D0F"/>
    <w:rsid w:val="00252778"/>
    <w:rsid w:val="002527F3"/>
    <w:rsid w:val="002529DB"/>
    <w:rsid w:val="00252A1C"/>
    <w:rsid w:val="00252D56"/>
    <w:rsid w:val="00253042"/>
    <w:rsid w:val="00253535"/>
    <w:rsid w:val="002535D9"/>
    <w:rsid w:val="00253671"/>
    <w:rsid w:val="002538E6"/>
    <w:rsid w:val="002538EB"/>
    <w:rsid w:val="00253A2F"/>
    <w:rsid w:val="00253B35"/>
    <w:rsid w:val="002542B7"/>
    <w:rsid w:val="002542FE"/>
    <w:rsid w:val="0025461D"/>
    <w:rsid w:val="00254AC7"/>
    <w:rsid w:val="00254AFC"/>
    <w:rsid w:val="00254E92"/>
    <w:rsid w:val="00255613"/>
    <w:rsid w:val="00255AA3"/>
    <w:rsid w:val="00255B1C"/>
    <w:rsid w:val="00255FE7"/>
    <w:rsid w:val="00256055"/>
    <w:rsid w:val="002560D5"/>
    <w:rsid w:val="00256163"/>
    <w:rsid w:val="0025621D"/>
    <w:rsid w:val="002564C9"/>
    <w:rsid w:val="0025655E"/>
    <w:rsid w:val="002565CA"/>
    <w:rsid w:val="002565EE"/>
    <w:rsid w:val="002565FE"/>
    <w:rsid w:val="002566A6"/>
    <w:rsid w:val="00256701"/>
    <w:rsid w:val="00256A9C"/>
    <w:rsid w:val="00256D62"/>
    <w:rsid w:val="00256DE8"/>
    <w:rsid w:val="0025723D"/>
    <w:rsid w:val="0025733D"/>
    <w:rsid w:val="00257436"/>
    <w:rsid w:val="00257BF5"/>
    <w:rsid w:val="00257C82"/>
    <w:rsid w:val="00257C99"/>
    <w:rsid w:val="00257E2F"/>
    <w:rsid w:val="002604EB"/>
    <w:rsid w:val="00260B1B"/>
    <w:rsid w:val="00260CC0"/>
    <w:rsid w:val="00260CCF"/>
    <w:rsid w:val="0026150F"/>
    <w:rsid w:val="00261F1B"/>
    <w:rsid w:val="002620AE"/>
    <w:rsid w:val="00262205"/>
    <w:rsid w:val="00262284"/>
    <w:rsid w:val="002622DA"/>
    <w:rsid w:val="002625A6"/>
    <w:rsid w:val="00262A92"/>
    <w:rsid w:val="00262D7A"/>
    <w:rsid w:val="00262EFE"/>
    <w:rsid w:val="00262F3E"/>
    <w:rsid w:val="00263365"/>
    <w:rsid w:val="002634A8"/>
    <w:rsid w:val="00263606"/>
    <w:rsid w:val="00263900"/>
    <w:rsid w:val="002639F8"/>
    <w:rsid w:val="00263D4F"/>
    <w:rsid w:val="00263F8E"/>
    <w:rsid w:val="00264148"/>
    <w:rsid w:val="00264465"/>
    <w:rsid w:val="002647B3"/>
    <w:rsid w:val="00264854"/>
    <w:rsid w:val="00264878"/>
    <w:rsid w:val="002648B7"/>
    <w:rsid w:val="00264BE8"/>
    <w:rsid w:val="00264D7D"/>
    <w:rsid w:val="002651BE"/>
    <w:rsid w:val="0026533D"/>
    <w:rsid w:val="002655D6"/>
    <w:rsid w:val="00265A63"/>
    <w:rsid w:val="00265BDB"/>
    <w:rsid w:val="00265DE1"/>
    <w:rsid w:val="00265F4B"/>
    <w:rsid w:val="00265FD6"/>
    <w:rsid w:val="00265FFB"/>
    <w:rsid w:val="002666D0"/>
    <w:rsid w:val="00266A3D"/>
    <w:rsid w:val="00266D6B"/>
    <w:rsid w:val="00266F06"/>
    <w:rsid w:val="002672BB"/>
    <w:rsid w:val="002672EC"/>
    <w:rsid w:val="002674E6"/>
    <w:rsid w:val="00267800"/>
    <w:rsid w:val="00267C54"/>
    <w:rsid w:val="00267EA8"/>
    <w:rsid w:val="00267F7D"/>
    <w:rsid w:val="00267FE8"/>
    <w:rsid w:val="0027010B"/>
    <w:rsid w:val="002702F8"/>
    <w:rsid w:val="002707C6"/>
    <w:rsid w:val="002707FD"/>
    <w:rsid w:val="00270AD3"/>
    <w:rsid w:val="00270C0D"/>
    <w:rsid w:val="00270E4F"/>
    <w:rsid w:val="00271180"/>
    <w:rsid w:val="00271285"/>
    <w:rsid w:val="00271A00"/>
    <w:rsid w:val="00271D89"/>
    <w:rsid w:val="00271DFE"/>
    <w:rsid w:val="00271E85"/>
    <w:rsid w:val="00271F45"/>
    <w:rsid w:val="002721A5"/>
    <w:rsid w:val="002721E1"/>
    <w:rsid w:val="0027240A"/>
    <w:rsid w:val="0027271B"/>
    <w:rsid w:val="00272B15"/>
    <w:rsid w:val="00272BD6"/>
    <w:rsid w:val="00272DBF"/>
    <w:rsid w:val="00272ED0"/>
    <w:rsid w:val="00272F69"/>
    <w:rsid w:val="0027321B"/>
    <w:rsid w:val="00273443"/>
    <w:rsid w:val="002734E9"/>
    <w:rsid w:val="002736A6"/>
    <w:rsid w:val="002736F8"/>
    <w:rsid w:val="002738BC"/>
    <w:rsid w:val="00273A78"/>
    <w:rsid w:val="00273EF5"/>
    <w:rsid w:val="00274314"/>
    <w:rsid w:val="0027437E"/>
    <w:rsid w:val="0027447B"/>
    <w:rsid w:val="0027478F"/>
    <w:rsid w:val="0027480F"/>
    <w:rsid w:val="00274E70"/>
    <w:rsid w:val="00274F1F"/>
    <w:rsid w:val="00275011"/>
    <w:rsid w:val="00275085"/>
    <w:rsid w:val="002750B7"/>
    <w:rsid w:val="0027547B"/>
    <w:rsid w:val="00275713"/>
    <w:rsid w:val="0027596E"/>
    <w:rsid w:val="00275C99"/>
    <w:rsid w:val="00275E1D"/>
    <w:rsid w:val="00275E5D"/>
    <w:rsid w:val="00275F08"/>
    <w:rsid w:val="00275F65"/>
    <w:rsid w:val="00276092"/>
    <w:rsid w:val="0027629F"/>
    <w:rsid w:val="0027656E"/>
    <w:rsid w:val="00276874"/>
    <w:rsid w:val="00276B17"/>
    <w:rsid w:val="00276BC9"/>
    <w:rsid w:val="00276C34"/>
    <w:rsid w:val="00276CBD"/>
    <w:rsid w:val="00276D51"/>
    <w:rsid w:val="0027701E"/>
    <w:rsid w:val="0027709B"/>
    <w:rsid w:val="002770D5"/>
    <w:rsid w:val="002772AA"/>
    <w:rsid w:val="00277394"/>
    <w:rsid w:val="00277402"/>
    <w:rsid w:val="002774C4"/>
    <w:rsid w:val="00277962"/>
    <w:rsid w:val="00277AA4"/>
    <w:rsid w:val="00277AD8"/>
    <w:rsid w:val="00277C63"/>
    <w:rsid w:val="00277CB8"/>
    <w:rsid w:val="00277D10"/>
    <w:rsid w:val="00277D46"/>
    <w:rsid w:val="00277EF7"/>
    <w:rsid w:val="00277F51"/>
    <w:rsid w:val="00277FC9"/>
    <w:rsid w:val="002802EC"/>
    <w:rsid w:val="00280379"/>
    <w:rsid w:val="002804F6"/>
    <w:rsid w:val="002806E8"/>
    <w:rsid w:val="002807A5"/>
    <w:rsid w:val="00280B65"/>
    <w:rsid w:val="00280D2B"/>
    <w:rsid w:val="0028109A"/>
    <w:rsid w:val="002810A3"/>
    <w:rsid w:val="002810DB"/>
    <w:rsid w:val="00281237"/>
    <w:rsid w:val="0028127E"/>
    <w:rsid w:val="00281F6D"/>
    <w:rsid w:val="00282243"/>
    <w:rsid w:val="00282335"/>
    <w:rsid w:val="002823FE"/>
    <w:rsid w:val="00282570"/>
    <w:rsid w:val="002828E5"/>
    <w:rsid w:val="00282A55"/>
    <w:rsid w:val="00283109"/>
    <w:rsid w:val="00283373"/>
    <w:rsid w:val="00283549"/>
    <w:rsid w:val="002835B3"/>
    <w:rsid w:val="00283608"/>
    <w:rsid w:val="00283640"/>
    <w:rsid w:val="00283668"/>
    <w:rsid w:val="00283917"/>
    <w:rsid w:val="00283BA5"/>
    <w:rsid w:val="00283CCA"/>
    <w:rsid w:val="00283EA2"/>
    <w:rsid w:val="00283EEF"/>
    <w:rsid w:val="002840F0"/>
    <w:rsid w:val="00284463"/>
    <w:rsid w:val="00284582"/>
    <w:rsid w:val="00284692"/>
    <w:rsid w:val="002848A4"/>
    <w:rsid w:val="00284F85"/>
    <w:rsid w:val="00284FA2"/>
    <w:rsid w:val="002853D9"/>
    <w:rsid w:val="00285885"/>
    <w:rsid w:val="002859D6"/>
    <w:rsid w:val="00285D52"/>
    <w:rsid w:val="00285F0D"/>
    <w:rsid w:val="00286003"/>
    <w:rsid w:val="002860D0"/>
    <w:rsid w:val="00286513"/>
    <w:rsid w:val="00286518"/>
    <w:rsid w:val="00286956"/>
    <w:rsid w:val="002869EF"/>
    <w:rsid w:val="00286C09"/>
    <w:rsid w:val="00286E81"/>
    <w:rsid w:val="00286F09"/>
    <w:rsid w:val="00286F6D"/>
    <w:rsid w:val="002875A0"/>
    <w:rsid w:val="0028771E"/>
    <w:rsid w:val="00287924"/>
    <w:rsid w:val="0028795A"/>
    <w:rsid w:val="00287C9A"/>
    <w:rsid w:val="00287CB7"/>
    <w:rsid w:val="00287EE4"/>
    <w:rsid w:val="00287F8A"/>
    <w:rsid w:val="00290074"/>
    <w:rsid w:val="002901F6"/>
    <w:rsid w:val="0029029B"/>
    <w:rsid w:val="0029055A"/>
    <w:rsid w:val="00290F78"/>
    <w:rsid w:val="00291176"/>
    <w:rsid w:val="002913B6"/>
    <w:rsid w:val="002914AC"/>
    <w:rsid w:val="00291546"/>
    <w:rsid w:val="002917F3"/>
    <w:rsid w:val="00291880"/>
    <w:rsid w:val="00291A93"/>
    <w:rsid w:val="00291C63"/>
    <w:rsid w:val="00291C98"/>
    <w:rsid w:val="00291DCF"/>
    <w:rsid w:val="00291F7D"/>
    <w:rsid w:val="002920C1"/>
    <w:rsid w:val="00292441"/>
    <w:rsid w:val="0029248F"/>
    <w:rsid w:val="002924DC"/>
    <w:rsid w:val="00292740"/>
    <w:rsid w:val="00292D26"/>
    <w:rsid w:val="00292D57"/>
    <w:rsid w:val="00292DF4"/>
    <w:rsid w:val="00292E78"/>
    <w:rsid w:val="00293708"/>
    <w:rsid w:val="00293792"/>
    <w:rsid w:val="00293991"/>
    <w:rsid w:val="00293B83"/>
    <w:rsid w:val="00293CE1"/>
    <w:rsid w:val="00293FBB"/>
    <w:rsid w:val="0029401A"/>
    <w:rsid w:val="002942A6"/>
    <w:rsid w:val="002944D6"/>
    <w:rsid w:val="00294B02"/>
    <w:rsid w:val="00294BB1"/>
    <w:rsid w:val="00294C78"/>
    <w:rsid w:val="00294CD3"/>
    <w:rsid w:val="00294F1D"/>
    <w:rsid w:val="0029583A"/>
    <w:rsid w:val="002959D7"/>
    <w:rsid w:val="00295B46"/>
    <w:rsid w:val="00295F30"/>
    <w:rsid w:val="00296019"/>
    <w:rsid w:val="00296391"/>
    <w:rsid w:val="002963BC"/>
    <w:rsid w:val="00296552"/>
    <w:rsid w:val="00296EA0"/>
    <w:rsid w:val="00296F90"/>
    <w:rsid w:val="002972E4"/>
    <w:rsid w:val="0029740E"/>
    <w:rsid w:val="00297486"/>
    <w:rsid w:val="0029752E"/>
    <w:rsid w:val="002976EE"/>
    <w:rsid w:val="002979EE"/>
    <w:rsid w:val="00297F27"/>
    <w:rsid w:val="002A03E7"/>
    <w:rsid w:val="002A0481"/>
    <w:rsid w:val="002A0E89"/>
    <w:rsid w:val="002A0F20"/>
    <w:rsid w:val="002A117C"/>
    <w:rsid w:val="002A11D7"/>
    <w:rsid w:val="002A1295"/>
    <w:rsid w:val="002A13CB"/>
    <w:rsid w:val="002A1524"/>
    <w:rsid w:val="002A15DF"/>
    <w:rsid w:val="002A19C1"/>
    <w:rsid w:val="002A1B15"/>
    <w:rsid w:val="002A1CEC"/>
    <w:rsid w:val="002A1DD0"/>
    <w:rsid w:val="002A1DF4"/>
    <w:rsid w:val="002A24F1"/>
    <w:rsid w:val="002A26BE"/>
    <w:rsid w:val="002A2796"/>
    <w:rsid w:val="002A2C74"/>
    <w:rsid w:val="002A2CFE"/>
    <w:rsid w:val="002A2DBC"/>
    <w:rsid w:val="002A3117"/>
    <w:rsid w:val="002A3335"/>
    <w:rsid w:val="002A33D2"/>
    <w:rsid w:val="002A361B"/>
    <w:rsid w:val="002A3845"/>
    <w:rsid w:val="002A3848"/>
    <w:rsid w:val="002A3BB0"/>
    <w:rsid w:val="002A3CE8"/>
    <w:rsid w:val="002A41B0"/>
    <w:rsid w:val="002A4262"/>
    <w:rsid w:val="002A443F"/>
    <w:rsid w:val="002A44C6"/>
    <w:rsid w:val="002A4A19"/>
    <w:rsid w:val="002A4C10"/>
    <w:rsid w:val="002A4CE3"/>
    <w:rsid w:val="002A4D48"/>
    <w:rsid w:val="002A4D8B"/>
    <w:rsid w:val="002A4F72"/>
    <w:rsid w:val="002A4FBD"/>
    <w:rsid w:val="002A5303"/>
    <w:rsid w:val="002A55C8"/>
    <w:rsid w:val="002A5A79"/>
    <w:rsid w:val="002A5D42"/>
    <w:rsid w:val="002A5EA5"/>
    <w:rsid w:val="002A62E2"/>
    <w:rsid w:val="002A62F4"/>
    <w:rsid w:val="002A6570"/>
    <w:rsid w:val="002A65CD"/>
    <w:rsid w:val="002A6C6A"/>
    <w:rsid w:val="002A7324"/>
    <w:rsid w:val="002A748E"/>
    <w:rsid w:val="002A76FB"/>
    <w:rsid w:val="002A785C"/>
    <w:rsid w:val="002A79F8"/>
    <w:rsid w:val="002A7CC9"/>
    <w:rsid w:val="002A7E08"/>
    <w:rsid w:val="002A7F7E"/>
    <w:rsid w:val="002B04F0"/>
    <w:rsid w:val="002B068B"/>
    <w:rsid w:val="002B0757"/>
    <w:rsid w:val="002B090D"/>
    <w:rsid w:val="002B0BA0"/>
    <w:rsid w:val="002B0C8D"/>
    <w:rsid w:val="002B0D30"/>
    <w:rsid w:val="002B0E04"/>
    <w:rsid w:val="002B13EC"/>
    <w:rsid w:val="002B1497"/>
    <w:rsid w:val="002B19A0"/>
    <w:rsid w:val="002B1A11"/>
    <w:rsid w:val="002B1E6B"/>
    <w:rsid w:val="002B2365"/>
    <w:rsid w:val="002B26A7"/>
    <w:rsid w:val="002B30E0"/>
    <w:rsid w:val="002B3142"/>
    <w:rsid w:val="002B373D"/>
    <w:rsid w:val="002B451E"/>
    <w:rsid w:val="002B47B2"/>
    <w:rsid w:val="002B47F2"/>
    <w:rsid w:val="002B4891"/>
    <w:rsid w:val="002B49CC"/>
    <w:rsid w:val="002B4A40"/>
    <w:rsid w:val="002B4D77"/>
    <w:rsid w:val="002B4EC8"/>
    <w:rsid w:val="002B4FB7"/>
    <w:rsid w:val="002B5488"/>
    <w:rsid w:val="002B5708"/>
    <w:rsid w:val="002B5796"/>
    <w:rsid w:val="002B58AA"/>
    <w:rsid w:val="002B59AD"/>
    <w:rsid w:val="002B5D2D"/>
    <w:rsid w:val="002B5EE2"/>
    <w:rsid w:val="002B5EF8"/>
    <w:rsid w:val="002B608C"/>
    <w:rsid w:val="002B62A2"/>
    <w:rsid w:val="002B6516"/>
    <w:rsid w:val="002B6661"/>
    <w:rsid w:val="002B681F"/>
    <w:rsid w:val="002B684A"/>
    <w:rsid w:val="002B6ACD"/>
    <w:rsid w:val="002B6BB9"/>
    <w:rsid w:val="002B72C0"/>
    <w:rsid w:val="002B7316"/>
    <w:rsid w:val="002B757A"/>
    <w:rsid w:val="002B76BF"/>
    <w:rsid w:val="002B7802"/>
    <w:rsid w:val="002B7855"/>
    <w:rsid w:val="002B799A"/>
    <w:rsid w:val="002B7DCC"/>
    <w:rsid w:val="002C039A"/>
    <w:rsid w:val="002C03E0"/>
    <w:rsid w:val="002C042C"/>
    <w:rsid w:val="002C0476"/>
    <w:rsid w:val="002C06CF"/>
    <w:rsid w:val="002C0713"/>
    <w:rsid w:val="002C0C39"/>
    <w:rsid w:val="002C0F85"/>
    <w:rsid w:val="002C1318"/>
    <w:rsid w:val="002C13BE"/>
    <w:rsid w:val="002C1549"/>
    <w:rsid w:val="002C15C1"/>
    <w:rsid w:val="002C1698"/>
    <w:rsid w:val="002C16B2"/>
    <w:rsid w:val="002C1759"/>
    <w:rsid w:val="002C1A18"/>
    <w:rsid w:val="002C1D2B"/>
    <w:rsid w:val="002C1D2F"/>
    <w:rsid w:val="002C1E3F"/>
    <w:rsid w:val="002C1E96"/>
    <w:rsid w:val="002C1F0D"/>
    <w:rsid w:val="002C201E"/>
    <w:rsid w:val="002C21B0"/>
    <w:rsid w:val="002C2511"/>
    <w:rsid w:val="002C26B3"/>
    <w:rsid w:val="002C28EF"/>
    <w:rsid w:val="002C2977"/>
    <w:rsid w:val="002C2A75"/>
    <w:rsid w:val="002C2C4D"/>
    <w:rsid w:val="002C2CD0"/>
    <w:rsid w:val="002C2DD8"/>
    <w:rsid w:val="002C2EEB"/>
    <w:rsid w:val="002C3133"/>
    <w:rsid w:val="002C358B"/>
    <w:rsid w:val="002C368C"/>
    <w:rsid w:val="002C3B1A"/>
    <w:rsid w:val="002C3D36"/>
    <w:rsid w:val="002C3E41"/>
    <w:rsid w:val="002C3F89"/>
    <w:rsid w:val="002C40ED"/>
    <w:rsid w:val="002C420D"/>
    <w:rsid w:val="002C452B"/>
    <w:rsid w:val="002C4A3D"/>
    <w:rsid w:val="002C4CC5"/>
    <w:rsid w:val="002C4EA7"/>
    <w:rsid w:val="002C4F62"/>
    <w:rsid w:val="002C5460"/>
    <w:rsid w:val="002C5465"/>
    <w:rsid w:val="002C56D8"/>
    <w:rsid w:val="002C5728"/>
    <w:rsid w:val="002C57BD"/>
    <w:rsid w:val="002C5A05"/>
    <w:rsid w:val="002C5C17"/>
    <w:rsid w:val="002C5C74"/>
    <w:rsid w:val="002C6009"/>
    <w:rsid w:val="002C6245"/>
    <w:rsid w:val="002C6320"/>
    <w:rsid w:val="002C6386"/>
    <w:rsid w:val="002C653B"/>
    <w:rsid w:val="002C67CA"/>
    <w:rsid w:val="002C70DC"/>
    <w:rsid w:val="002C70EA"/>
    <w:rsid w:val="002C7121"/>
    <w:rsid w:val="002C7351"/>
    <w:rsid w:val="002C751A"/>
    <w:rsid w:val="002C796E"/>
    <w:rsid w:val="002C7DC7"/>
    <w:rsid w:val="002C7DE1"/>
    <w:rsid w:val="002C7FC6"/>
    <w:rsid w:val="002D000E"/>
    <w:rsid w:val="002D024A"/>
    <w:rsid w:val="002D045B"/>
    <w:rsid w:val="002D09BB"/>
    <w:rsid w:val="002D0A49"/>
    <w:rsid w:val="002D0BFB"/>
    <w:rsid w:val="002D1069"/>
    <w:rsid w:val="002D141F"/>
    <w:rsid w:val="002D16F2"/>
    <w:rsid w:val="002D1927"/>
    <w:rsid w:val="002D1A6F"/>
    <w:rsid w:val="002D1DF8"/>
    <w:rsid w:val="002D22EC"/>
    <w:rsid w:val="002D23D2"/>
    <w:rsid w:val="002D24C5"/>
    <w:rsid w:val="002D2511"/>
    <w:rsid w:val="002D27D7"/>
    <w:rsid w:val="002D296A"/>
    <w:rsid w:val="002D2E10"/>
    <w:rsid w:val="002D2FCE"/>
    <w:rsid w:val="002D3006"/>
    <w:rsid w:val="002D339B"/>
    <w:rsid w:val="002D34DF"/>
    <w:rsid w:val="002D3540"/>
    <w:rsid w:val="002D3E3C"/>
    <w:rsid w:val="002D41B9"/>
    <w:rsid w:val="002D437F"/>
    <w:rsid w:val="002D4565"/>
    <w:rsid w:val="002D463B"/>
    <w:rsid w:val="002D479A"/>
    <w:rsid w:val="002D488F"/>
    <w:rsid w:val="002D4F12"/>
    <w:rsid w:val="002D51C9"/>
    <w:rsid w:val="002D5229"/>
    <w:rsid w:val="002D526E"/>
    <w:rsid w:val="002D599F"/>
    <w:rsid w:val="002D5B0A"/>
    <w:rsid w:val="002D5BB4"/>
    <w:rsid w:val="002D5F76"/>
    <w:rsid w:val="002D6119"/>
    <w:rsid w:val="002D612A"/>
    <w:rsid w:val="002D6216"/>
    <w:rsid w:val="002D62EE"/>
    <w:rsid w:val="002D642B"/>
    <w:rsid w:val="002D66EF"/>
    <w:rsid w:val="002D68ED"/>
    <w:rsid w:val="002D6AD6"/>
    <w:rsid w:val="002D6E30"/>
    <w:rsid w:val="002D6FD5"/>
    <w:rsid w:val="002D706F"/>
    <w:rsid w:val="002D751D"/>
    <w:rsid w:val="002D7817"/>
    <w:rsid w:val="002D7F6A"/>
    <w:rsid w:val="002E03AF"/>
    <w:rsid w:val="002E0630"/>
    <w:rsid w:val="002E0631"/>
    <w:rsid w:val="002E0731"/>
    <w:rsid w:val="002E0821"/>
    <w:rsid w:val="002E0A99"/>
    <w:rsid w:val="002E0C7B"/>
    <w:rsid w:val="002E0D6A"/>
    <w:rsid w:val="002E0F92"/>
    <w:rsid w:val="002E10D2"/>
    <w:rsid w:val="002E1326"/>
    <w:rsid w:val="002E188D"/>
    <w:rsid w:val="002E1D7D"/>
    <w:rsid w:val="002E1EFF"/>
    <w:rsid w:val="002E1F1D"/>
    <w:rsid w:val="002E214D"/>
    <w:rsid w:val="002E2301"/>
    <w:rsid w:val="002E2783"/>
    <w:rsid w:val="002E29AC"/>
    <w:rsid w:val="002E2A9E"/>
    <w:rsid w:val="002E2AD3"/>
    <w:rsid w:val="002E2CFD"/>
    <w:rsid w:val="002E2D36"/>
    <w:rsid w:val="002E2EEC"/>
    <w:rsid w:val="002E30DF"/>
    <w:rsid w:val="002E30E6"/>
    <w:rsid w:val="002E38E3"/>
    <w:rsid w:val="002E3A45"/>
    <w:rsid w:val="002E4090"/>
    <w:rsid w:val="002E41A8"/>
    <w:rsid w:val="002E4350"/>
    <w:rsid w:val="002E4D5E"/>
    <w:rsid w:val="002E50AA"/>
    <w:rsid w:val="002E57BD"/>
    <w:rsid w:val="002E595B"/>
    <w:rsid w:val="002E5CEE"/>
    <w:rsid w:val="002E5D1B"/>
    <w:rsid w:val="002E5E13"/>
    <w:rsid w:val="002E5F33"/>
    <w:rsid w:val="002E6094"/>
    <w:rsid w:val="002E61E4"/>
    <w:rsid w:val="002E6346"/>
    <w:rsid w:val="002E64CC"/>
    <w:rsid w:val="002E65A3"/>
    <w:rsid w:val="002E6781"/>
    <w:rsid w:val="002E6AE6"/>
    <w:rsid w:val="002E6B5A"/>
    <w:rsid w:val="002E6B5E"/>
    <w:rsid w:val="002E6BA6"/>
    <w:rsid w:val="002E6EA4"/>
    <w:rsid w:val="002E6FD9"/>
    <w:rsid w:val="002E7490"/>
    <w:rsid w:val="002E765B"/>
    <w:rsid w:val="002E77DB"/>
    <w:rsid w:val="002E7983"/>
    <w:rsid w:val="002E7F6C"/>
    <w:rsid w:val="002E7FE3"/>
    <w:rsid w:val="002F0015"/>
    <w:rsid w:val="002F0133"/>
    <w:rsid w:val="002F01AC"/>
    <w:rsid w:val="002F0425"/>
    <w:rsid w:val="002F0529"/>
    <w:rsid w:val="002F0572"/>
    <w:rsid w:val="002F06C8"/>
    <w:rsid w:val="002F06D6"/>
    <w:rsid w:val="002F0718"/>
    <w:rsid w:val="002F074F"/>
    <w:rsid w:val="002F081A"/>
    <w:rsid w:val="002F09E7"/>
    <w:rsid w:val="002F0CFE"/>
    <w:rsid w:val="002F0F2C"/>
    <w:rsid w:val="002F137E"/>
    <w:rsid w:val="002F13DF"/>
    <w:rsid w:val="002F16C8"/>
    <w:rsid w:val="002F1B8C"/>
    <w:rsid w:val="002F1BB2"/>
    <w:rsid w:val="002F1C7E"/>
    <w:rsid w:val="002F1CA2"/>
    <w:rsid w:val="002F1CD1"/>
    <w:rsid w:val="002F1CF0"/>
    <w:rsid w:val="002F1CFF"/>
    <w:rsid w:val="002F1F99"/>
    <w:rsid w:val="002F20BA"/>
    <w:rsid w:val="002F25CF"/>
    <w:rsid w:val="002F2638"/>
    <w:rsid w:val="002F2860"/>
    <w:rsid w:val="002F295D"/>
    <w:rsid w:val="002F29E0"/>
    <w:rsid w:val="002F2A8D"/>
    <w:rsid w:val="002F2C7D"/>
    <w:rsid w:val="002F2E59"/>
    <w:rsid w:val="002F2EB3"/>
    <w:rsid w:val="002F2EBD"/>
    <w:rsid w:val="002F33B5"/>
    <w:rsid w:val="002F35C8"/>
    <w:rsid w:val="002F3D01"/>
    <w:rsid w:val="002F414D"/>
    <w:rsid w:val="002F4340"/>
    <w:rsid w:val="002F4602"/>
    <w:rsid w:val="002F4DE8"/>
    <w:rsid w:val="002F4DFF"/>
    <w:rsid w:val="002F4F3A"/>
    <w:rsid w:val="002F53BB"/>
    <w:rsid w:val="002F549B"/>
    <w:rsid w:val="002F556A"/>
    <w:rsid w:val="002F5D32"/>
    <w:rsid w:val="002F60B1"/>
    <w:rsid w:val="002F60B9"/>
    <w:rsid w:val="002F62A0"/>
    <w:rsid w:val="002F649C"/>
    <w:rsid w:val="002F6EC0"/>
    <w:rsid w:val="002F71F4"/>
    <w:rsid w:val="002F72E9"/>
    <w:rsid w:val="002F73C9"/>
    <w:rsid w:val="002F7412"/>
    <w:rsid w:val="002F7529"/>
    <w:rsid w:val="002F7861"/>
    <w:rsid w:val="002F7943"/>
    <w:rsid w:val="002F79D2"/>
    <w:rsid w:val="002F7AB4"/>
    <w:rsid w:val="00300069"/>
    <w:rsid w:val="003000CD"/>
    <w:rsid w:val="00300116"/>
    <w:rsid w:val="00300121"/>
    <w:rsid w:val="0030012F"/>
    <w:rsid w:val="003002E3"/>
    <w:rsid w:val="003004E1"/>
    <w:rsid w:val="003007FC"/>
    <w:rsid w:val="00300D6F"/>
    <w:rsid w:val="00300EB9"/>
    <w:rsid w:val="00300FD4"/>
    <w:rsid w:val="00301497"/>
    <w:rsid w:val="00301B7C"/>
    <w:rsid w:val="00301C19"/>
    <w:rsid w:val="00301E03"/>
    <w:rsid w:val="00302038"/>
    <w:rsid w:val="0030208F"/>
    <w:rsid w:val="00302259"/>
    <w:rsid w:val="00302291"/>
    <w:rsid w:val="0030235C"/>
    <w:rsid w:val="003024DF"/>
    <w:rsid w:val="003024F3"/>
    <w:rsid w:val="0030257D"/>
    <w:rsid w:val="00302912"/>
    <w:rsid w:val="003029CC"/>
    <w:rsid w:val="00302EF5"/>
    <w:rsid w:val="00302FA8"/>
    <w:rsid w:val="00303183"/>
    <w:rsid w:val="00303220"/>
    <w:rsid w:val="00303497"/>
    <w:rsid w:val="00303A0A"/>
    <w:rsid w:val="00303D6B"/>
    <w:rsid w:val="00303F09"/>
    <w:rsid w:val="00304AE3"/>
    <w:rsid w:val="00304D26"/>
    <w:rsid w:val="00304DB5"/>
    <w:rsid w:val="00304DBE"/>
    <w:rsid w:val="00305033"/>
    <w:rsid w:val="00305228"/>
    <w:rsid w:val="003057D6"/>
    <w:rsid w:val="00305961"/>
    <w:rsid w:val="00305AA6"/>
    <w:rsid w:val="00305E08"/>
    <w:rsid w:val="00306121"/>
    <w:rsid w:val="0030612B"/>
    <w:rsid w:val="003063CE"/>
    <w:rsid w:val="00306591"/>
    <w:rsid w:val="003066A6"/>
    <w:rsid w:val="00306750"/>
    <w:rsid w:val="00306A6E"/>
    <w:rsid w:val="00306BF9"/>
    <w:rsid w:val="00306C11"/>
    <w:rsid w:val="00306CFA"/>
    <w:rsid w:val="00307003"/>
    <w:rsid w:val="00307114"/>
    <w:rsid w:val="0030724E"/>
    <w:rsid w:val="0030728F"/>
    <w:rsid w:val="003073D1"/>
    <w:rsid w:val="003074FE"/>
    <w:rsid w:val="00307994"/>
    <w:rsid w:val="003079D5"/>
    <w:rsid w:val="00307D09"/>
    <w:rsid w:val="00307DCA"/>
    <w:rsid w:val="00307E02"/>
    <w:rsid w:val="00310224"/>
    <w:rsid w:val="003102B5"/>
    <w:rsid w:val="00310725"/>
    <w:rsid w:val="00310731"/>
    <w:rsid w:val="003107B6"/>
    <w:rsid w:val="00310D5A"/>
    <w:rsid w:val="00310E87"/>
    <w:rsid w:val="003110C8"/>
    <w:rsid w:val="00311211"/>
    <w:rsid w:val="0031141D"/>
    <w:rsid w:val="00311790"/>
    <w:rsid w:val="00311ABB"/>
    <w:rsid w:val="00311E87"/>
    <w:rsid w:val="00312028"/>
    <w:rsid w:val="003120B4"/>
    <w:rsid w:val="00312162"/>
    <w:rsid w:val="00312239"/>
    <w:rsid w:val="00312380"/>
    <w:rsid w:val="003126D3"/>
    <w:rsid w:val="0031296F"/>
    <w:rsid w:val="00312AC5"/>
    <w:rsid w:val="00312B77"/>
    <w:rsid w:val="00312BD1"/>
    <w:rsid w:val="00312E1C"/>
    <w:rsid w:val="00312F1F"/>
    <w:rsid w:val="00313076"/>
    <w:rsid w:val="003130D3"/>
    <w:rsid w:val="0031360E"/>
    <w:rsid w:val="00313651"/>
    <w:rsid w:val="00313ACB"/>
    <w:rsid w:val="00313C10"/>
    <w:rsid w:val="0031404D"/>
    <w:rsid w:val="003142AD"/>
    <w:rsid w:val="00314390"/>
    <w:rsid w:val="00314781"/>
    <w:rsid w:val="003148D5"/>
    <w:rsid w:val="00314BDD"/>
    <w:rsid w:val="00314D84"/>
    <w:rsid w:val="00314E14"/>
    <w:rsid w:val="00314F79"/>
    <w:rsid w:val="00314FD3"/>
    <w:rsid w:val="00315674"/>
    <w:rsid w:val="00315720"/>
    <w:rsid w:val="00315999"/>
    <w:rsid w:val="00315C83"/>
    <w:rsid w:val="00315CEE"/>
    <w:rsid w:val="00315EB0"/>
    <w:rsid w:val="00316054"/>
    <w:rsid w:val="00316059"/>
    <w:rsid w:val="003161D3"/>
    <w:rsid w:val="003162A2"/>
    <w:rsid w:val="003167AD"/>
    <w:rsid w:val="00316B2E"/>
    <w:rsid w:val="00316C2F"/>
    <w:rsid w:val="00316F2F"/>
    <w:rsid w:val="00316F61"/>
    <w:rsid w:val="00316FDF"/>
    <w:rsid w:val="00317173"/>
    <w:rsid w:val="00317668"/>
    <w:rsid w:val="003178C0"/>
    <w:rsid w:val="00317A89"/>
    <w:rsid w:val="00317AD9"/>
    <w:rsid w:val="00317B65"/>
    <w:rsid w:val="00317BEF"/>
    <w:rsid w:val="00317BFF"/>
    <w:rsid w:val="00317D60"/>
    <w:rsid w:val="00317DAF"/>
    <w:rsid w:val="00317F97"/>
    <w:rsid w:val="00317FE7"/>
    <w:rsid w:val="003200BC"/>
    <w:rsid w:val="003203A1"/>
    <w:rsid w:val="003207B2"/>
    <w:rsid w:val="003208CB"/>
    <w:rsid w:val="0032095A"/>
    <w:rsid w:val="00320BA5"/>
    <w:rsid w:val="00320C5B"/>
    <w:rsid w:val="00320D17"/>
    <w:rsid w:val="00320EA3"/>
    <w:rsid w:val="00321009"/>
    <w:rsid w:val="0032120F"/>
    <w:rsid w:val="003214BD"/>
    <w:rsid w:val="00321A25"/>
    <w:rsid w:val="00321ADE"/>
    <w:rsid w:val="00321CA9"/>
    <w:rsid w:val="00321F64"/>
    <w:rsid w:val="00322851"/>
    <w:rsid w:val="00322BFF"/>
    <w:rsid w:val="00322EA1"/>
    <w:rsid w:val="00323069"/>
    <w:rsid w:val="00323094"/>
    <w:rsid w:val="003234DE"/>
    <w:rsid w:val="0032374C"/>
    <w:rsid w:val="003238FC"/>
    <w:rsid w:val="00323CC9"/>
    <w:rsid w:val="00323E38"/>
    <w:rsid w:val="0032401F"/>
    <w:rsid w:val="0032418B"/>
    <w:rsid w:val="00324255"/>
    <w:rsid w:val="00324833"/>
    <w:rsid w:val="00324B77"/>
    <w:rsid w:val="00324CC3"/>
    <w:rsid w:val="00324E58"/>
    <w:rsid w:val="00324E8B"/>
    <w:rsid w:val="003250D5"/>
    <w:rsid w:val="003251F6"/>
    <w:rsid w:val="00325261"/>
    <w:rsid w:val="00325502"/>
    <w:rsid w:val="00325ADD"/>
    <w:rsid w:val="00325CC4"/>
    <w:rsid w:val="0032609C"/>
    <w:rsid w:val="003261D5"/>
    <w:rsid w:val="0032679C"/>
    <w:rsid w:val="0032696B"/>
    <w:rsid w:val="00326C49"/>
    <w:rsid w:val="00326DEF"/>
    <w:rsid w:val="00326E35"/>
    <w:rsid w:val="00326EE5"/>
    <w:rsid w:val="00327120"/>
    <w:rsid w:val="00327177"/>
    <w:rsid w:val="003271AC"/>
    <w:rsid w:val="003271F2"/>
    <w:rsid w:val="003274BB"/>
    <w:rsid w:val="003274E3"/>
    <w:rsid w:val="00327870"/>
    <w:rsid w:val="00327ABA"/>
    <w:rsid w:val="00327AE6"/>
    <w:rsid w:val="00327CE9"/>
    <w:rsid w:val="00327F6A"/>
    <w:rsid w:val="00327FFA"/>
    <w:rsid w:val="00330022"/>
    <w:rsid w:val="00330227"/>
    <w:rsid w:val="003308BC"/>
    <w:rsid w:val="00330940"/>
    <w:rsid w:val="00330A96"/>
    <w:rsid w:val="00330DD0"/>
    <w:rsid w:val="00330F7A"/>
    <w:rsid w:val="00331274"/>
    <w:rsid w:val="00331301"/>
    <w:rsid w:val="00331A74"/>
    <w:rsid w:val="00331BFC"/>
    <w:rsid w:val="00331D7B"/>
    <w:rsid w:val="00331DBB"/>
    <w:rsid w:val="003324FE"/>
    <w:rsid w:val="0033258C"/>
    <w:rsid w:val="0033262C"/>
    <w:rsid w:val="00332A36"/>
    <w:rsid w:val="00332B77"/>
    <w:rsid w:val="00332BF6"/>
    <w:rsid w:val="00332D2F"/>
    <w:rsid w:val="00332D55"/>
    <w:rsid w:val="00332E43"/>
    <w:rsid w:val="00333273"/>
    <w:rsid w:val="003333AA"/>
    <w:rsid w:val="00333C8C"/>
    <w:rsid w:val="00333D31"/>
    <w:rsid w:val="003342B7"/>
    <w:rsid w:val="003345A9"/>
    <w:rsid w:val="003346BE"/>
    <w:rsid w:val="003349F2"/>
    <w:rsid w:val="00334ED6"/>
    <w:rsid w:val="00334F46"/>
    <w:rsid w:val="003355C0"/>
    <w:rsid w:val="003357B1"/>
    <w:rsid w:val="0033593F"/>
    <w:rsid w:val="00335980"/>
    <w:rsid w:val="00335B5B"/>
    <w:rsid w:val="00335D80"/>
    <w:rsid w:val="00335E13"/>
    <w:rsid w:val="00336218"/>
    <w:rsid w:val="0033624B"/>
    <w:rsid w:val="00336265"/>
    <w:rsid w:val="003368FD"/>
    <w:rsid w:val="00336915"/>
    <w:rsid w:val="003369C6"/>
    <w:rsid w:val="00336F91"/>
    <w:rsid w:val="003371DD"/>
    <w:rsid w:val="003373C3"/>
    <w:rsid w:val="00337586"/>
    <w:rsid w:val="003376E9"/>
    <w:rsid w:val="003377B5"/>
    <w:rsid w:val="0034034F"/>
    <w:rsid w:val="00340642"/>
    <w:rsid w:val="003407E9"/>
    <w:rsid w:val="00340AC2"/>
    <w:rsid w:val="003411D7"/>
    <w:rsid w:val="003413AF"/>
    <w:rsid w:val="0034172B"/>
    <w:rsid w:val="00341745"/>
    <w:rsid w:val="00341E79"/>
    <w:rsid w:val="0034204B"/>
    <w:rsid w:val="00342270"/>
    <w:rsid w:val="00342274"/>
    <w:rsid w:val="003424D2"/>
    <w:rsid w:val="00342649"/>
    <w:rsid w:val="00342B13"/>
    <w:rsid w:val="0034307E"/>
    <w:rsid w:val="003430F2"/>
    <w:rsid w:val="003431C1"/>
    <w:rsid w:val="00343274"/>
    <w:rsid w:val="0034336E"/>
    <w:rsid w:val="003433CC"/>
    <w:rsid w:val="003435F3"/>
    <w:rsid w:val="00343637"/>
    <w:rsid w:val="00343A3F"/>
    <w:rsid w:val="00343B33"/>
    <w:rsid w:val="00343D74"/>
    <w:rsid w:val="00343DD0"/>
    <w:rsid w:val="00343FF2"/>
    <w:rsid w:val="0034431D"/>
    <w:rsid w:val="00344533"/>
    <w:rsid w:val="0034457C"/>
    <w:rsid w:val="00344735"/>
    <w:rsid w:val="003447CA"/>
    <w:rsid w:val="003449FE"/>
    <w:rsid w:val="00344E34"/>
    <w:rsid w:val="00345020"/>
    <w:rsid w:val="003452E9"/>
    <w:rsid w:val="003452F2"/>
    <w:rsid w:val="0034540C"/>
    <w:rsid w:val="00345709"/>
    <w:rsid w:val="003458DC"/>
    <w:rsid w:val="00345A4A"/>
    <w:rsid w:val="00345C4A"/>
    <w:rsid w:val="00345CBA"/>
    <w:rsid w:val="00345FD0"/>
    <w:rsid w:val="003460F2"/>
    <w:rsid w:val="00346189"/>
    <w:rsid w:val="00346308"/>
    <w:rsid w:val="00346317"/>
    <w:rsid w:val="0034634A"/>
    <w:rsid w:val="00346616"/>
    <w:rsid w:val="00346E00"/>
    <w:rsid w:val="00347107"/>
    <w:rsid w:val="003471E8"/>
    <w:rsid w:val="00347477"/>
    <w:rsid w:val="0034761E"/>
    <w:rsid w:val="003477AD"/>
    <w:rsid w:val="00347B5A"/>
    <w:rsid w:val="00347D38"/>
    <w:rsid w:val="00347D4F"/>
    <w:rsid w:val="00347E66"/>
    <w:rsid w:val="00347EC9"/>
    <w:rsid w:val="00350783"/>
    <w:rsid w:val="00350FDA"/>
    <w:rsid w:val="00351317"/>
    <w:rsid w:val="0035149C"/>
    <w:rsid w:val="0035153C"/>
    <w:rsid w:val="00351621"/>
    <w:rsid w:val="003516A5"/>
    <w:rsid w:val="00351711"/>
    <w:rsid w:val="0035173D"/>
    <w:rsid w:val="00351754"/>
    <w:rsid w:val="003517B5"/>
    <w:rsid w:val="00351874"/>
    <w:rsid w:val="00351928"/>
    <w:rsid w:val="00351BE8"/>
    <w:rsid w:val="00351C6D"/>
    <w:rsid w:val="0035266D"/>
    <w:rsid w:val="0035270E"/>
    <w:rsid w:val="0035292C"/>
    <w:rsid w:val="00352CF6"/>
    <w:rsid w:val="00352D9F"/>
    <w:rsid w:val="0035348C"/>
    <w:rsid w:val="003534CE"/>
    <w:rsid w:val="003535C4"/>
    <w:rsid w:val="00353789"/>
    <w:rsid w:val="003539F8"/>
    <w:rsid w:val="00353A27"/>
    <w:rsid w:val="00353B76"/>
    <w:rsid w:val="003545A8"/>
    <w:rsid w:val="00354CD9"/>
    <w:rsid w:val="00354CED"/>
    <w:rsid w:val="00354D6D"/>
    <w:rsid w:val="00354E9F"/>
    <w:rsid w:val="00354F31"/>
    <w:rsid w:val="00355252"/>
    <w:rsid w:val="003552B8"/>
    <w:rsid w:val="00355603"/>
    <w:rsid w:val="00355787"/>
    <w:rsid w:val="0035585D"/>
    <w:rsid w:val="00355870"/>
    <w:rsid w:val="00355D76"/>
    <w:rsid w:val="00355E08"/>
    <w:rsid w:val="0035604B"/>
    <w:rsid w:val="003560D1"/>
    <w:rsid w:val="0035615A"/>
    <w:rsid w:val="0035631A"/>
    <w:rsid w:val="003569B5"/>
    <w:rsid w:val="00356A46"/>
    <w:rsid w:val="00356ACA"/>
    <w:rsid w:val="00356BEC"/>
    <w:rsid w:val="003574C4"/>
    <w:rsid w:val="00357670"/>
    <w:rsid w:val="003576E4"/>
    <w:rsid w:val="0035779C"/>
    <w:rsid w:val="00357975"/>
    <w:rsid w:val="003579AA"/>
    <w:rsid w:val="00357A4F"/>
    <w:rsid w:val="00357B33"/>
    <w:rsid w:val="00357BCB"/>
    <w:rsid w:val="00357C07"/>
    <w:rsid w:val="00357E55"/>
    <w:rsid w:val="00357F41"/>
    <w:rsid w:val="00360054"/>
    <w:rsid w:val="003600DF"/>
    <w:rsid w:val="0036071C"/>
    <w:rsid w:val="0036077E"/>
    <w:rsid w:val="0036088F"/>
    <w:rsid w:val="003608CF"/>
    <w:rsid w:val="00360958"/>
    <w:rsid w:val="00360BC8"/>
    <w:rsid w:val="00361327"/>
    <w:rsid w:val="00361440"/>
    <w:rsid w:val="00361572"/>
    <w:rsid w:val="00361974"/>
    <w:rsid w:val="00361980"/>
    <w:rsid w:val="00361B92"/>
    <w:rsid w:val="0036255A"/>
    <w:rsid w:val="003625CB"/>
    <w:rsid w:val="003626EA"/>
    <w:rsid w:val="00362892"/>
    <w:rsid w:val="00362E10"/>
    <w:rsid w:val="00363080"/>
    <w:rsid w:val="003632F5"/>
    <w:rsid w:val="00363367"/>
    <w:rsid w:val="00363693"/>
    <w:rsid w:val="003640DF"/>
    <w:rsid w:val="003640F4"/>
    <w:rsid w:val="00364123"/>
    <w:rsid w:val="0036422D"/>
    <w:rsid w:val="00364251"/>
    <w:rsid w:val="0036438C"/>
    <w:rsid w:val="00364513"/>
    <w:rsid w:val="0036452A"/>
    <w:rsid w:val="00364805"/>
    <w:rsid w:val="0036484E"/>
    <w:rsid w:val="00364CD0"/>
    <w:rsid w:val="00364ED8"/>
    <w:rsid w:val="00365EEE"/>
    <w:rsid w:val="00365F2D"/>
    <w:rsid w:val="00365FC5"/>
    <w:rsid w:val="0036625F"/>
    <w:rsid w:val="003664F2"/>
    <w:rsid w:val="00366562"/>
    <w:rsid w:val="00366CFE"/>
    <w:rsid w:val="003679F1"/>
    <w:rsid w:val="003679FD"/>
    <w:rsid w:val="00367BDA"/>
    <w:rsid w:val="00367D11"/>
    <w:rsid w:val="00367E27"/>
    <w:rsid w:val="00367E6E"/>
    <w:rsid w:val="00367EBC"/>
    <w:rsid w:val="00370007"/>
    <w:rsid w:val="00370341"/>
    <w:rsid w:val="003703EC"/>
    <w:rsid w:val="003705BF"/>
    <w:rsid w:val="00370641"/>
    <w:rsid w:val="00370742"/>
    <w:rsid w:val="0037093B"/>
    <w:rsid w:val="00370DE1"/>
    <w:rsid w:val="00370E95"/>
    <w:rsid w:val="003714B6"/>
    <w:rsid w:val="003715A0"/>
    <w:rsid w:val="0037173F"/>
    <w:rsid w:val="00371890"/>
    <w:rsid w:val="00371904"/>
    <w:rsid w:val="0037198E"/>
    <w:rsid w:val="00372031"/>
    <w:rsid w:val="003720E6"/>
    <w:rsid w:val="003720EF"/>
    <w:rsid w:val="003721E4"/>
    <w:rsid w:val="00372276"/>
    <w:rsid w:val="00372278"/>
    <w:rsid w:val="003722B9"/>
    <w:rsid w:val="003722FF"/>
    <w:rsid w:val="00372626"/>
    <w:rsid w:val="00372733"/>
    <w:rsid w:val="003727E6"/>
    <w:rsid w:val="003727F8"/>
    <w:rsid w:val="00372BE6"/>
    <w:rsid w:val="00372C02"/>
    <w:rsid w:val="00372EE0"/>
    <w:rsid w:val="00372FAB"/>
    <w:rsid w:val="003733F8"/>
    <w:rsid w:val="0037344B"/>
    <w:rsid w:val="0037349E"/>
    <w:rsid w:val="003736D1"/>
    <w:rsid w:val="0037389C"/>
    <w:rsid w:val="00373A23"/>
    <w:rsid w:val="00373A47"/>
    <w:rsid w:val="00373B1B"/>
    <w:rsid w:val="00373CDE"/>
    <w:rsid w:val="00373DCC"/>
    <w:rsid w:val="00373DD8"/>
    <w:rsid w:val="00373DF0"/>
    <w:rsid w:val="003741B4"/>
    <w:rsid w:val="003745A1"/>
    <w:rsid w:val="003745E9"/>
    <w:rsid w:val="0037466F"/>
    <w:rsid w:val="00374A94"/>
    <w:rsid w:val="00374A96"/>
    <w:rsid w:val="00374AFA"/>
    <w:rsid w:val="00374B46"/>
    <w:rsid w:val="00374B7C"/>
    <w:rsid w:val="003750CF"/>
    <w:rsid w:val="00375300"/>
    <w:rsid w:val="00375334"/>
    <w:rsid w:val="00375A20"/>
    <w:rsid w:val="00375C14"/>
    <w:rsid w:val="00375D0D"/>
    <w:rsid w:val="00375F5C"/>
    <w:rsid w:val="00376245"/>
    <w:rsid w:val="00376302"/>
    <w:rsid w:val="003766F4"/>
    <w:rsid w:val="0037676B"/>
    <w:rsid w:val="00376805"/>
    <w:rsid w:val="00376D42"/>
    <w:rsid w:val="00376D49"/>
    <w:rsid w:val="00376F88"/>
    <w:rsid w:val="00377080"/>
    <w:rsid w:val="0037709E"/>
    <w:rsid w:val="00377290"/>
    <w:rsid w:val="00377356"/>
    <w:rsid w:val="0037760B"/>
    <w:rsid w:val="00377A8B"/>
    <w:rsid w:val="00377EA1"/>
    <w:rsid w:val="00377F1F"/>
    <w:rsid w:val="00380078"/>
    <w:rsid w:val="0038030A"/>
    <w:rsid w:val="00380335"/>
    <w:rsid w:val="00380A0E"/>
    <w:rsid w:val="00380A54"/>
    <w:rsid w:val="00380B1E"/>
    <w:rsid w:val="00380B83"/>
    <w:rsid w:val="00380D23"/>
    <w:rsid w:val="00380EF3"/>
    <w:rsid w:val="00381154"/>
    <w:rsid w:val="00381226"/>
    <w:rsid w:val="003812E8"/>
    <w:rsid w:val="00381513"/>
    <w:rsid w:val="0038156F"/>
    <w:rsid w:val="00381ABB"/>
    <w:rsid w:val="003820DB"/>
    <w:rsid w:val="00382141"/>
    <w:rsid w:val="003821BA"/>
    <w:rsid w:val="0038239F"/>
    <w:rsid w:val="003825A1"/>
    <w:rsid w:val="003825B9"/>
    <w:rsid w:val="003825C5"/>
    <w:rsid w:val="00382794"/>
    <w:rsid w:val="0038284D"/>
    <w:rsid w:val="0038285C"/>
    <w:rsid w:val="0038287A"/>
    <w:rsid w:val="00382A2D"/>
    <w:rsid w:val="00382F2C"/>
    <w:rsid w:val="00383036"/>
    <w:rsid w:val="00383061"/>
    <w:rsid w:val="003834A6"/>
    <w:rsid w:val="00383835"/>
    <w:rsid w:val="00383D18"/>
    <w:rsid w:val="00383E06"/>
    <w:rsid w:val="00383E7C"/>
    <w:rsid w:val="00383E9C"/>
    <w:rsid w:val="00384057"/>
    <w:rsid w:val="00384328"/>
    <w:rsid w:val="00384411"/>
    <w:rsid w:val="00384851"/>
    <w:rsid w:val="00384CAC"/>
    <w:rsid w:val="00385477"/>
    <w:rsid w:val="0038576B"/>
    <w:rsid w:val="00385967"/>
    <w:rsid w:val="00385D48"/>
    <w:rsid w:val="00385E3D"/>
    <w:rsid w:val="00386415"/>
    <w:rsid w:val="00386831"/>
    <w:rsid w:val="0038693D"/>
    <w:rsid w:val="003869F1"/>
    <w:rsid w:val="00386B05"/>
    <w:rsid w:val="00386B4D"/>
    <w:rsid w:val="00386B94"/>
    <w:rsid w:val="00386F9A"/>
    <w:rsid w:val="00386FA1"/>
    <w:rsid w:val="003870AD"/>
    <w:rsid w:val="00387484"/>
    <w:rsid w:val="0038749F"/>
    <w:rsid w:val="00387848"/>
    <w:rsid w:val="00387B04"/>
    <w:rsid w:val="00387BD2"/>
    <w:rsid w:val="00387C18"/>
    <w:rsid w:val="00387CA6"/>
    <w:rsid w:val="00387D31"/>
    <w:rsid w:val="00387E3D"/>
    <w:rsid w:val="003900F6"/>
    <w:rsid w:val="003902C4"/>
    <w:rsid w:val="00390613"/>
    <w:rsid w:val="003906D8"/>
    <w:rsid w:val="00390A92"/>
    <w:rsid w:val="00390CAD"/>
    <w:rsid w:val="00390CB0"/>
    <w:rsid w:val="0039114B"/>
    <w:rsid w:val="003912B7"/>
    <w:rsid w:val="00391580"/>
    <w:rsid w:val="003916E9"/>
    <w:rsid w:val="0039178C"/>
    <w:rsid w:val="003918A9"/>
    <w:rsid w:val="00391D76"/>
    <w:rsid w:val="00391F3D"/>
    <w:rsid w:val="00391F85"/>
    <w:rsid w:val="00391FA3"/>
    <w:rsid w:val="00391FB7"/>
    <w:rsid w:val="00392038"/>
    <w:rsid w:val="003921F5"/>
    <w:rsid w:val="0039237A"/>
    <w:rsid w:val="00392381"/>
    <w:rsid w:val="00392932"/>
    <w:rsid w:val="00392B4D"/>
    <w:rsid w:val="00392B8B"/>
    <w:rsid w:val="00392F8B"/>
    <w:rsid w:val="0039323E"/>
    <w:rsid w:val="003933A2"/>
    <w:rsid w:val="00393736"/>
    <w:rsid w:val="0039399F"/>
    <w:rsid w:val="0039438D"/>
    <w:rsid w:val="00394BBB"/>
    <w:rsid w:val="00394C32"/>
    <w:rsid w:val="00394F33"/>
    <w:rsid w:val="003950DC"/>
    <w:rsid w:val="003950FD"/>
    <w:rsid w:val="00395128"/>
    <w:rsid w:val="003951CA"/>
    <w:rsid w:val="003951D7"/>
    <w:rsid w:val="003952CA"/>
    <w:rsid w:val="003953FE"/>
    <w:rsid w:val="00395558"/>
    <w:rsid w:val="00395A41"/>
    <w:rsid w:val="00395A62"/>
    <w:rsid w:val="00395AFF"/>
    <w:rsid w:val="00395B6F"/>
    <w:rsid w:val="00395C6D"/>
    <w:rsid w:val="00395D96"/>
    <w:rsid w:val="00395E1C"/>
    <w:rsid w:val="00395FC8"/>
    <w:rsid w:val="00395FD1"/>
    <w:rsid w:val="003962E4"/>
    <w:rsid w:val="00396302"/>
    <w:rsid w:val="003965D2"/>
    <w:rsid w:val="003966FB"/>
    <w:rsid w:val="00396968"/>
    <w:rsid w:val="00396C9B"/>
    <w:rsid w:val="00396E1C"/>
    <w:rsid w:val="00396E97"/>
    <w:rsid w:val="003974D1"/>
    <w:rsid w:val="00397518"/>
    <w:rsid w:val="00397B54"/>
    <w:rsid w:val="00397B61"/>
    <w:rsid w:val="00397C74"/>
    <w:rsid w:val="00397D8F"/>
    <w:rsid w:val="00397F91"/>
    <w:rsid w:val="003A0184"/>
    <w:rsid w:val="003A04D5"/>
    <w:rsid w:val="003A0886"/>
    <w:rsid w:val="003A0A5C"/>
    <w:rsid w:val="003A0C7D"/>
    <w:rsid w:val="003A0C8E"/>
    <w:rsid w:val="003A131C"/>
    <w:rsid w:val="003A1668"/>
    <w:rsid w:val="003A18CF"/>
    <w:rsid w:val="003A1CFC"/>
    <w:rsid w:val="003A1E61"/>
    <w:rsid w:val="003A1EF3"/>
    <w:rsid w:val="003A1EFF"/>
    <w:rsid w:val="003A2141"/>
    <w:rsid w:val="003A23A3"/>
    <w:rsid w:val="003A277C"/>
    <w:rsid w:val="003A299D"/>
    <w:rsid w:val="003A2BC8"/>
    <w:rsid w:val="003A2D1B"/>
    <w:rsid w:val="003A3154"/>
    <w:rsid w:val="003A3315"/>
    <w:rsid w:val="003A3B59"/>
    <w:rsid w:val="003A3C9A"/>
    <w:rsid w:val="003A3E24"/>
    <w:rsid w:val="003A3F23"/>
    <w:rsid w:val="003A3F91"/>
    <w:rsid w:val="003A40FA"/>
    <w:rsid w:val="003A42A5"/>
    <w:rsid w:val="003A442E"/>
    <w:rsid w:val="003A46C1"/>
    <w:rsid w:val="003A4AEB"/>
    <w:rsid w:val="003A4C7B"/>
    <w:rsid w:val="003A4D5D"/>
    <w:rsid w:val="003A4FD8"/>
    <w:rsid w:val="003A4FEE"/>
    <w:rsid w:val="003A51AC"/>
    <w:rsid w:val="003A529B"/>
    <w:rsid w:val="003A5491"/>
    <w:rsid w:val="003A57EA"/>
    <w:rsid w:val="003A58DA"/>
    <w:rsid w:val="003A58DE"/>
    <w:rsid w:val="003A5992"/>
    <w:rsid w:val="003A5A0D"/>
    <w:rsid w:val="003A5AC1"/>
    <w:rsid w:val="003A5B04"/>
    <w:rsid w:val="003A5EC9"/>
    <w:rsid w:val="003A5FD1"/>
    <w:rsid w:val="003A6367"/>
    <w:rsid w:val="003A6455"/>
    <w:rsid w:val="003A6854"/>
    <w:rsid w:val="003A68EC"/>
    <w:rsid w:val="003A6A92"/>
    <w:rsid w:val="003A6D57"/>
    <w:rsid w:val="003A6F0C"/>
    <w:rsid w:val="003A7034"/>
    <w:rsid w:val="003A722E"/>
    <w:rsid w:val="003A76C1"/>
    <w:rsid w:val="003A77DE"/>
    <w:rsid w:val="003A7B69"/>
    <w:rsid w:val="003A7BE9"/>
    <w:rsid w:val="003A7C24"/>
    <w:rsid w:val="003A7E0B"/>
    <w:rsid w:val="003B01CD"/>
    <w:rsid w:val="003B048E"/>
    <w:rsid w:val="003B0562"/>
    <w:rsid w:val="003B05ED"/>
    <w:rsid w:val="003B0644"/>
    <w:rsid w:val="003B07E1"/>
    <w:rsid w:val="003B09E5"/>
    <w:rsid w:val="003B0A65"/>
    <w:rsid w:val="003B0B32"/>
    <w:rsid w:val="003B0BE9"/>
    <w:rsid w:val="003B102F"/>
    <w:rsid w:val="003B107C"/>
    <w:rsid w:val="003B13E9"/>
    <w:rsid w:val="003B14DE"/>
    <w:rsid w:val="003B1805"/>
    <w:rsid w:val="003B1CE1"/>
    <w:rsid w:val="003B2059"/>
    <w:rsid w:val="003B225D"/>
    <w:rsid w:val="003B22FF"/>
    <w:rsid w:val="003B2342"/>
    <w:rsid w:val="003B2530"/>
    <w:rsid w:val="003B2882"/>
    <w:rsid w:val="003B28BA"/>
    <w:rsid w:val="003B2A2C"/>
    <w:rsid w:val="003B2A86"/>
    <w:rsid w:val="003B2AED"/>
    <w:rsid w:val="003B2B1B"/>
    <w:rsid w:val="003B2BE5"/>
    <w:rsid w:val="003B2CE7"/>
    <w:rsid w:val="003B31A7"/>
    <w:rsid w:val="003B3397"/>
    <w:rsid w:val="003B3B33"/>
    <w:rsid w:val="003B3B77"/>
    <w:rsid w:val="003B4125"/>
    <w:rsid w:val="003B4161"/>
    <w:rsid w:val="003B465F"/>
    <w:rsid w:val="003B4736"/>
    <w:rsid w:val="003B4A8C"/>
    <w:rsid w:val="003B4CB7"/>
    <w:rsid w:val="003B4D02"/>
    <w:rsid w:val="003B4E8C"/>
    <w:rsid w:val="003B4ED9"/>
    <w:rsid w:val="003B507C"/>
    <w:rsid w:val="003B515F"/>
    <w:rsid w:val="003B5588"/>
    <w:rsid w:val="003B572F"/>
    <w:rsid w:val="003B59E8"/>
    <w:rsid w:val="003B5BAC"/>
    <w:rsid w:val="003B5E7B"/>
    <w:rsid w:val="003B5F50"/>
    <w:rsid w:val="003B601A"/>
    <w:rsid w:val="003B609D"/>
    <w:rsid w:val="003B610E"/>
    <w:rsid w:val="003B61FC"/>
    <w:rsid w:val="003B66D0"/>
    <w:rsid w:val="003B6D1F"/>
    <w:rsid w:val="003B6D2E"/>
    <w:rsid w:val="003B6D63"/>
    <w:rsid w:val="003B6E78"/>
    <w:rsid w:val="003B6FCC"/>
    <w:rsid w:val="003B728F"/>
    <w:rsid w:val="003B7514"/>
    <w:rsid w:val="003B796C"/>
    <w:rsid w:val="003B79EF"/>
    <w:rsid w:val="003B7B67"/>
    <w:rsid w:val="003B7C12"/>
    <w:rsid w:val="003B7C96"/>
    <w:rsid w:val="003C001C"/>
    <w:rsid w:val="003C01C4"/>
    <w:rsid w:val="003C037C"/>
    <w:rsid w:val="003C043E"/>
    <w:rsid w:val="003C0662"/>
    <w:rsid w:val="003C0768"/>
    <w:rsid w:val="003C08DC"/>
    <w:rsid w:val="003C0C5C"/>
    <w:rsid w:val="003C0E17"/>
    <w:rsid w:val="003C0EF5"/>
    <w:rsid w:val="003C1061"/>
    <w:rsid w:val="003C10DE"/>
    <w:rsid w:val="003C12C9"/>
    <w:rsid w:val="003C1588"/>
    <w:rsid w:val="003C15ED"/>
    <w:rsid w:val="003C1D04"/>
    <w:rsid w:val="003C1E73"/>
    <w:rsid w:val="003C22C4"/>
    <w:rsid w:val="003C2300"/>
    <w:rsid w:val="003C27BB"/>
    <w:rsid w:val="003C294E"/>
    <w:rsid w:val="003C2C34"/>
    <w:rsid w:val="003C2C66"/>
    <w:rsid w:val="003C2D2E"/>
    <w:rsid w:val="003C3759"/>
    <w:rsid w:val="003C380E"/>
    <w:rsid w:val="003C3A28"/>
    <w:rsid w:val="003C3DBF"/>
    <w:rsid w:val="003C3E88"/>
    <w:rsid w:val="003C3EFF"/>
    <w:rsid w:val="003C3FE8"/>
    <w:rsid w:val="003C4076"/>
    <w:rsid w:val="003C4093"/>
    <w:rsid w:val="003C40A6"/>
    <w:rsid w:val="003C4172"/>
    <w:rsid w:val="003C4274"/>
    <w:rsid w:val="003C43FC"/>
    <w:rsid w:val="003C48C4"/>
    <w:rsid w:val="003C4906"/>
    <w:rsid w:val="003C4A68"/>
    <w:rsid w:val="003C4B27"/>
    <w:rsid w:val="003C4C23"/>
    <w:rsid w:val="003C4CD3"/>
    <w:rsid w:val="003C4EA2"/>
    <w:rsid w:val="003C50B0"/>
    <w:rsid w:val="003C5296"/>
    <w:rsid w:val="003C5377"/>
    <w:rsid w:val="003C5689"/>
    <w:rsid w:val="003C56BE"/>
    <w:rsid w:val="003C5988"/>
    <w:rsid w:val="003C6034"/>
    <w:rsid w:val="003C60D1"/>
    <w:rsid w:val="003C641C"/>
    <w:rsid w:val="003C6696"/>
    <w:rsid w:val="003C695E"/>
    <w:rsid w:val="003C6961"/>
    <w:rsid w:val="003C6A50"/>
    <w:rsid w:val="003C6AEB"/>
    <w:rsid w:val="003C6B33"/>
    <w:rsid w:val="003C6BC0"/>
    <w:rsid w:val="003C6E1C"/>
    <w:rsid w:val="003C6F4A"/>
    <w:rsid w:val="003C706A"/>
    <w:rsid w:val="003C71FC"/>
    <w:rsid w:val="003C720A"/>
    <w:rsid w:val="003C7237"/>
    <w:rsid w:val="003C73DD"/>
    <w:rsid w:val="003C763B"/>
    <w:rsid w:val="003C78CE"/>
    <w:rsid w:val="003C79AD"/>
    <w:rsid w:val="003C7AF0"/>
    <w:rsid w:val="003C7B4C"/>
    <w:rsid w:val="003C7B93"/>
    <w:rsid w:val="003C7E66"/>
    <w:rsid w:val="003D03CC"/>
    <w:rsid w:val="003D0745"/>
    <w:rsid w:val="003D08CC"/>
    <w:rsid w:val="003D0AB3"/>
    <w:rsid w:val="003D0DA9"/>
    <w:rsid w:val="003D117B"/>
    <w:rsid w:val="003D139B"/>
    <w:rsid w:val="003D19AB"/>
    <w:rsid w:val="003D1A31"/>
    <w:rsid w:val="003D1FA7"/>
    <w:rsid w:val="003D20CF"/>
    <w:rsid w:val="003D2369"/>
    <w:rsid w:val="003D247B"/>
    <w:rsid w:val="003D263B"/>
    <w:rsid w:val="003D2FAB"/>
    <w:rsid w:val="003D2FB5"/>
    <w:rsid w:val="003D30B9"/>
    <w:rsid w:val="003D3251"/>
    <w:rsid w:val="003D325C"/>
    <w:rsid w:val="003D33A9"/>
    <w:rsid w:val="003D33EE"/>
    <w:rsid w:val="003D393B"/>
    <w:rsid w:val="003D440B"/>
    <w:rsid w:val="003D4659"/>
    <w:rsid w:val="003D4879"/>
    <w:rsid w:val="003D48E6"/>
    <w:rsid w:val="003D4A18"/>
    <w:rsid w:val="003D4CC7"/>
    <w:rsid w:val="003D55C3"/>
    <w:rsid w:val="003D5740"/>
    <w:rsid w:val="003D5D44"/>
    <w:rsid w:val="003D6504"/>
    <w:rsid w:val="003D6630"/>
    <w:rsid w:val="003D6A17"/>
    <w:rsid w:val="003D6B65"/>
    <w:rsid w:val="003D6CDC"/>
    <w:rsid w:val="003D70DD"/>
    <w:rsid w:val="003D73B1"/>
    <w:rsid w:val="003D7596"/>
    <w:rsid w:val="003D76EC"/>
    <w:rsid w:val="003D77EA"/>
    <w:rsid w:val="003D7865"/>
    <w:rsid w:val="003D79C2"/>
    <w:rsid w:val="003D7B52"/>
    <w:rsid w:val="003D7BAF"/>
    <w:rsid w:val="003D7D4A"/>
    <w:rsid w:val="003E0706"/>
    <w:rsid w:val="003E082C"/>
    <w:rsid w:val="003E0A8A"/>
    <w:rsid w:val="003E0B8C"/>
    <w:rsid w:val="003E0C0F"/>
    <w:rsid w:val="003E14C0"/>
    <w:rsid w:val="003E171F"/>
    <w:rsid w:val="003E1949"/>
    <w:rsid w:val="003E1959"/>
    <w:rsid w:val="003E1A03"/>
    <w:rsid w:val="003E1A75"/>
    <w:rsid w:val="003E1AF6"/>
    <w:rsid w:val="003E1C2F"/>
    <w:rsid w:val="003E1C96"/>
    <w:rsid w:val="003E1E8E"/>
    <w:rsid w:val="003E1EA4"/>
    <w:rsid w:val="003E1EE4"/>
    <w:rsid w:val="003E1F7B"/>
    <w:rsid w:val="003E2000"/>
    <w:rsid w:val="003E2202"/>
    <w:rsid w:val="003E2473"/>
    <w:rsid w:val="003E24FE"/>
    <w:rsid w:val="003E2931"/>
    <w:rsid w:val="003E2B38"/>
    <w:rsid w:val="003E30B4"/>
    <w:rsid w:val="003E3186"/>
    <w:rsid w:val="003E3316"/>
    <w:rsid w:val="003E3501"/>
    <w:rsid w:val="003E3A08"/>
    <w:rsid w:val="003E3B48"/>
    <w:rsid w:val="003E3DDE"/>
    <w:rsid w:val="003E40B0"/>
    <w:rsid w:val="003E422C"/>
    <w:rsid w:val="003E433A"/>
    <w:rsid w:val="003E44AA"/>
    <w:rsid w:val="003E49A4"/>
    <w:rsid w:val="003E4E2A"/>
    <w:rsid w:val="003E5033"/>
    <w:rsid w:val="003E525B"/>
    <w:rsid w:val="003E5336"/>
    <w:rsid w:val="003E5429"/>
    <w:rsid w:val="003E5597"/>
    <w:rsid w:val="003E5E2F"/>
    <w:rsid w:val="003E5E55"/>
    <w:rsid w:val="003E5EA5"/>
    <w:rsid w:val="003E60BA"/>
    <w:rsid w:val="003E61D4"/>
    <w:rsid w:val="003E6265"/>
    <w:rsid w:val="003E69A3"/>
    <w:rsid w:val="003E6AEB"/>
    <w:rsid w:val="003E6B0E"/>
    <w:rsid w:val="003E6B66"/>
    <w:rsid w:val="003E6C07"/>
    <w:rsid w:val="003E6C84"/>
    <w:rsid w:val="003E6C97"/>
    <w:rsid w:val="003E6D89"/>
    <w:rsid w:val="003E6D9D"/>
    <w:rsid w:val="003E6ED4"/>
    <w:rsid w:val="003E7050"/>
    <w:rsid w:val="003E710D"/>
    <w:rsid w:val="003E71BB"/>
    <w:rsid w:val="003E71C0"/>
    <w:rsid w:val="003E7563"/>
    <w:rsid w:val="003E7AD5"/>
    <w:rsid w:val="003E7B81"/>
    <w:rsid w:val="003E7E70"/>
    <w:rsid w:val="003E7F58"/>
    <w:rsid w:val="003F0525"/>
    <w:rsid w:val="003F0685"/>
    <w:rsid w:val="003F07A1"/>
    <w:rsid w:val="003F0852"/>
    <w:rsid w:val="003F0B40"/>
    <w:rsid w:val="003F0E8E"/>
    <w:rsid w:val="003F15C2"/>
    <w:rsid w:val="003F15FA"/>
    <w:rsid w:val="003F1704"/>
    <w:rsid w:val="003F19AA"/>
    <w:rsid w:val="003F1C8C"/>
    <w:rsid w:val="003F1C99"/>
    <w:rsid w:val="003F1CE8"/>
    <w:rsid w:val="003F1D17"/>
    <w:rsid w:val="003F1DCE"/>
    <w:rsid w:val="003F1F20"/>
    <w:rsid w:val="003F1FAD"/>
    <w:rsid w:val="003F210B"/>
    <w:rsid w:val="003F2371"/>
    <w:rsid w:val="003F273E"/>
    <w:rsid w:val="003F27F9"/>
    <w:rsid w:val="003F288C"/>
    <w:rsid w:val="003F2C4B"/>
    <w:rsid w:val="003F2D02"/>
    <w:rsid w:val="003F31C1"/>
    <w:rsid w:val="003F3206"/>
    <w:rsid w:val="003F3280"/>
    <w:rsid w:val="003F34E8"/>
    <w:rsid w:val="003F36AA"/>
    <w:rsid w:val="003F3740"/>
    <w:rsid w:val="003F3C94"/>
    <w:rsid w:val="003F404B"/>
    <w:rsid w:val="003F45D1"/>
    <w:rsid w:val="003F4A74"/>
    <w:rsid w:val="003F4B72"/>
    <w:rsid w:val="003F4DE3"/>
    <w:rsid w:val="003F4E91"/>
    <w:rsid w:val="003F4F02"/>
    <w:rsid w:val="003F5076"/>
    <w:rsid w:val="003F5777"/>
    <w:rsid w:val="003F579D"/>
    <w:rsid w:val="003F5B54"/>
    <w:rsid w:val="003F5BAA"/>
    <w:rsid w:val="003F6020"/>
    <w:rsid w:val="003F624A"/>
    <w:rsid w:val="003F6479"/>
    <w:rsid w:val="003F6685"/>
    <w:rsid w:val="003F6795"/>
    <w:rsid w:val="003F67FD"/>
    <w:rsid w:val="003F6947"/>
    <w:rsid w:val="003F6E8D"/>
    <w:rsid w:val="003F6FF0"/>
    <w:rsid w:val="003F70A9"/>
    <w:rsid w:val="003F7293"/>
    <w:rsid w:val="003F747D"/>
    <w:rsid w:val="003F7853"/>
    <w:rsid w:val="003F7C42"/>
    <w:rsid w:val="00400285"/>
    <w:rsid w:val="004002F2"/>
    <w:rsid w:val="00400591"/>
    <w:rsid w:val="0040073C"/>
    <w:rsid w:val="004009D2"/>
    <w:rsid w:val="00400A65"/>
    <w:rsid w:val="00400BE2"/>
    <w:rsid w:val="00400EDD"/>
    <w:rsid w:val="0040122A"/>
    <w:rsid w:val="00401363"/>
    <w:rsid w:val="004015D9"/>
    <w:rsid w:val="00401741"/>
    <w:rsid w:val="00401872"/>
    <w:rsid w:val="00401AA7"/>
    <w:rsid w:val="00401C4E"/>
    <w:rsid w:val="00401EE8"/>
    <w:rsid w:val="0040209A"/>
    <w:rsid w:val="004023B1"/>
    <w:rsid w:val="00402CC7"/>
    <w:rsid w:val="0040318F"/>
    <w:rsid w:val="0040329B"/>
    <w:rsid w:val="0040353F"/>
    <w:rsid w:val="00403980"/>
    <w:rsid w:val="00403AEB"/>
    <w:rsid w:val="00403B3C"/>
    <w:rsid w:val="00403CBF"/>
    <w:rsid w:val="00403CFE"/>
    <w:rsid w:val="00403E00"/>
    <w:rsid w:val="004041DB"/>
    <w:rsid w:val="00404431"/>
    <w:rsid w:val="0040472A"/>
    <w:rsid w:val="00404ADE"/>
    <w:rsid w:val="00404D25"/>
    <w:rsid w:val="00404EFF"/>
    <w:rsid w:val="004058F7"/>
    <w:rsid w:val="00405C12"/>
    <w:rsid w:val="00405C9E"/>
    <w:rsid w:val="00406138"/>
    <w:rsid w:val="004063A3"/>
    <w:rsid w:val="004064B8"/>
    <w:rsid w:val="0040667D"/>
    <w:rsid w:val="00406854"/>
    <w:rsid w:val="00406EF4"/>
    <w:rsid w:val="00406F7D"/>
    <w:rsid w:val="004076FF"/>
    <w:rsid w:val="0040772E"/>
    <w:rsid w:val="00407985"/>
    <w:rsid w:val="00407BCA"/>
    <w:rsid w:val="00407DCA"/>
    <w:rsid w:val="00407EDE"/>
    <w:rsid w:val="00407FAC"/>
    <w:rsid w:val="00410272"/>
    <w:rsid w:val="00410BB7"/>
    <w:rsid w:val="004110E8"/>
    <w:rsid w:val="00411181"/>
    <w:rsid w:val="00411186"/>
    <w:rsid w:val="00411487"/>
    <w:rsid w:val="00411545"/>
    <w:rsid w:val="004116DF"/>
    <w:rsid w:val="0041173C"/>
    <w:rsid w:val="00411772"/>
    <w:rsid w:val="00411A5B"/>
    <w:rsid w:val="00411B8F"/>
    <w:rsid w:val="00412079"/>
    <w:rsid w:val="00412923"/>
    <w:rsid w:val="00412BE4"/>
    <w:rsid w:val="00412F4A"/>
    <w:rsid w:val="0041300E"/>
    <w:rsid w:val="0041305F"/>
    <w:rsid w:val="004130C9"/>
    <w:rsid w:val="004132B9"/>
    <w:rsid w:val="00413492"/>
    <w:rsid w:val="0041361C"/>
    <w:rsid w:val="0041364C"/>
    <w:rsid w:val="00413C85"/>
    <w:rsid w:val="00413E39"/>
    <w:rsid w:val="00414066"/>
    <w:rsid w:val="004140CB"/>
    <w:rsid w:val="004141A3"/>
    <w:rsid w:val="004141FB"/>
    <w:rsid w:val="00414249"/>
    <w:rsid w:val="004142B0"/>
    <w:rsid w:val="00414332"/>
    <w:rsid w:val="004145CE"/>
    <w:rsid w:val="00414792"/>
    <w:rsid w:val="00414946"/>
    <w:rsid w:val="00414C00"/>
    <w:rsid w:val="00414F71"/>
    <w:rsid w:val="004150C8"/>
    <w:rsid w:val="004152F2"/>
    <w:rsid w:val="00415619"/>
    <w:rsid w:val="0041567B"/>
    <w:rsid w:val="004157EA"/>
    <w:rsid w:val="00415855"/>
    <w:rsid w:val="004159D5"/>
    <w:rsid w:val="0041602D"/>
    <w:rsid w:val="004160C7"/>
    <w:rsid w:val="004161D3"/>
    <w:rsid w:val="0041630A"/>
    <w:rsid w:val="00416832"/>
    <w:rsid w:val="00416A8C"/>
    <w:rsid w:val="00416C19"/>
    <w:rsid w:val="00416CB6"/>
    <w:rsid w:val="004174F5"/>
    <w:rsid w:val="0041755E"/>
    <w:rsid w:val="0041774A"/>
    <w:rsid w:val="00417A6D"/>
    <w:rsid w:val="00417BC9"/>
    <w:rsid w:val="00417E5F"/>
    <w:rsid w:val="00417EB8"/>
    <w:rsid w:val="00417EC2"/>
    <w:rsid w:val="00417F22"/>
    <w:rsid w:val="004201BE"/>
    <w:rsid w:val="00420233"/>
    <w:rsid w:val="00420321"/>
    <w:rsid w:val="004204E8"/>
    <w:rsid w:val="004205F3"/>
    <w:rsid w:val="004206CD"/>
    <w:rsid w:val="00420741"/>
    <w:rsid w:val="004207C1"/>
    <w:rsid w:val="00420F63"/>
    <w:rsid w:val="00420FAE"/>
    <w:rsid w:val="00420FBF"/>
    <w:rsid w:val="004212D5"/>
    <w:rsid w:val="004214EE"/>
    <w:rsid w:val="00421934"/>
    <w:rsid w:val="00422147"/>
    <w:rsid w:val="004223B0"/>
    <w:rsid w:val="0042253F"/>
    <w:rsid w:val="004227A8"/>
    <w:rsid w:val="00422BD3"/>
    <w:rsid w:val="004231FF"/>
    <w:rsid w:val="00423290"/>
    <w:rsid w:val="004233A2"/>
    <w:rsid w:val="0042343D"/>
    <w:rsid w:val="0042348F"/>
    <w:rsid w:val="00423490"/>
    <w:rsid w:val="004234A1"/>
    <w:rsid w:val="00423661"/>
    <w:rsid w:val="00423DAC"/>
    <w:rsid w:val="00424203"/>
    <w:rsid w:val="00424359"/>
    <w:rsid w:val="00424574"/>
    <w:rsid w:val="004249D5"/>
    <w:rsid w:val="00424EA3"/>
    <w:rsid w:val="00425227"/>
    <w:rsid w:val="00425A17"/>
    <w:rsid w:val="00425AA9"/>
    <w:rsid w:val="00425CC4"/>
    <w:rsid w:val="00425D60"/>
    <w:rsid w:val="00425DEC"/>
    <w:rsid w:val="00425EB0"/>
    <w:rsid w:val="00425F74"/>
    <w:rsid w:val="00426181"/>
    <w:rsid w:val="00426540"/>
    <w:rsid w:val="004266A9"/>
    <w:rsid w:val="004268E6"/>
    <w:rsid w:val="00426983"/>
    <w:rsid w:val="00426BB9"/>
    <w:rsid w:val="00426CFF"/>
    <w:rsid w:val="00426F43"/>
    <w:rsid w:val="00427184"/>
    <w:rsid w:val="0042745F"/>
    <w:rsid w:val="004276A0"/>
    <w:rsid w:val="00427AF8"/>
    <w:rsid w:val="00427C0E"/>
    <w:rsid w:val="00427C16"/>
    <w:rsid w:val="00427D0A"/>
    <w:rsid w:val="00427EEA"/>
    <w:rsid w:val="004303B9"/>
    <w:rsid w:val="00430A15"/>
    <w:rsid w:val="00430A4D"/>
    <w:rsid w:val="00430ADC"/>
    <w:rsid w:val="00430BC2"/>
    <w:rsid w:val="00430C40"/>
    <w:rsid w:val="00430C69"/>
    <w:rsid w:val="00430CD0"/>
    <w:rsid w:val="00430CEC"/>
    <w:rsid w:val="00430DCA"/>
    <w:rsid w:val="00430E22"/>
    <w:rsid w:val="00430E48"/>
    <w:rsid w:val="0043117C"/>
    <w:rsid w:val="00431224"/>
    <w:rsid w:val="004312AD"/>
    <w:rsid w:val="004315F8"/>
    <w:rsid w:val="004317A7"/>
    <w:rsid w:val="004319C8"/>
    <w:rsid w:val="00431D41"/>
    <w:rsid w:val="00432173"/>
    <w:rsid w:val="004322FA"/>
    <w:rsid w:val="00432539"/>
    <w:rsid w:val="00432809"/>
    <w:rsid w:val="00432974"/>
    <w:rsid w:val="00432C74"/>
    <w:rsid w:val="00432F95"/>
    <w:rsid w:val="0043312A"/>
    <w:rsid w:val="0043313C"/>
    <w:rsid w:val="00433249"/>
    <w:rsid w:val="00433255"/>
    <w:rsid w:val="0043328F"/>
    <w:rsid w:val="004332ED"/>
    <w:rsid w:val="00433342"/>
    <w:rsid w:val="0043335C"/>
    <w:rsid w:val="004336E5"/>
    <w:rsid w:val="004337C6"/>
    <w:rsid w:val="00433BC1"/>
    <w:rsid w:val="00433C61"/>
    <w:rsid w:val="00433FB7"/>
    <w:rsid w:val="0043408A"/>
    <w:rsid w:val="00434582"/>
    <w:rsid w:val="00434670"/>
    <w:rsid w:val="00434ABF"/>
    <w:rsid w:val="00434C0D"/>
    <w:rsid w:val="00434D35"/>
    <w:rsid w:val="0043503F"/>
    <w:rsid w:val="0043505E"/>
    <w:rsid w:val="004353D4"/>
    <w:rsid w:val="00435D13"/>
    <w:rsid w:val="00435DB1"/>
    <w:rsid w:val="00435E61"/>
    <w:rsid w:val="004360E1"/>
    <w:rsid w:val="00436159"/>
    <w:rsid w:val="004362A2"/>
    <w:rsid w:val="004364B6"/>
    <w:rsid w:val="004368FA"/>
    <w:rsid w:val="00436999"/>
    <w:rsid w:val="00436A95"/>
    <w:rsid w:val="00436EED"/>
    <w:rsid w:val="00437224"/>
    <w:rsid w:val="0043732D"/>
    <w:rsid w:val="0043783F"/>
    <w:rsid w:val="00437929"/>
    <w:rsid w:val="00437B65"/>
    <w:rsid w:val="00440030"/>
    <w:rsid w:val="00440244"/>
    <w:rsid w:val="0044032D"/>
    <w:rsid w:val="004403A8"/>
    <w:rsid w:val="00440567"/>
    <w:rsid w:val="0044056B"/>
    <w:rsid w:val="004407D8"/>
    <w:rsid w:val="0044081C"/>
    <w:rsid w:val="00440873"/>
    <w:rsid w:val="004408CC"/>
    <w:rsid w:val="00440AEF"/>
    <w:rsid w:val="00440CE4"/>
    <w:rsid w:val="00440CE6"/>
    <w:rsid w:val="0044115A"/>
    <w:rsid w:val="004415D2"/>
    <w:rsid w:val="00441659"/>
    <w:rsid w:val="0044169B"/>
    <w:rsid w:val="00441742"/>
    <w:rsid w:val="0044184A"/>
    <w:rsid w:val="00441D15"/>
    <w:rsid w:val="00441D7D"/>
    <w:rsid w:val="00441FDD"/>
    <w:rsid w:val="00442187"/>
    <w:rsid w:val="0044234A"/>
    <w:rsid w:val="004425EB"/>
    <w:rsid w:val="00442769"/>
    <w:rsid w:val="00442B09"/>
    <w:rsid w:val="00442B89"/>
    <w:rsid w:val="00442C3A"/>
    <w:rsid w:val="00442E60"/>
    <w:rsid w:val="0044312A"/>
    <w:rsid w:val="00443405"/>
    <w:rsid w:val="00443AC1"/>
    <w:rsid w:val="00443C49"/>
    <w:rsid w:val="00443CB6"/>
    <w:rsid w:val="00443F11"/>
    <w:rsid w:val="00444068"/>
    <w:rsid w:val="004445D1"/>
    <w:rsid w:val="00444A5C"/>
    <w:rsid w:val="00444ECA"/>
    <w:rsid w:val="00444FDA"/>
    <w:rsid w:val="004456A5"/>
    <w:rsid w:val="004457DB"/>
    <w:rsid w:val="00445870"/>
    <w:rsid w:val="00445B4F"/>
    <w:rsid w:val="00445CDC"/>
    <w:rsid w:val="00446619"/>
    <w:rsid w:val="00446AE0"/>
    <w:rsid w:val="00446C9C"/>
    <w:rsid w:val="00446CAD"/>
    <w:rsid w:val="00446ED4"/>
    <w:rsid w:val="00446FAC"/>
    <w:rsid w:val="004470C4"/>
    <w:rsid w:val="00447163"/>
    <w:rsid w:val="004474AC"/>
    <w:rsid w:val="00447725"/>
    <w:rsid w:val="00447A5A"/>
    <w:rsid w:val="00447B89"/>
    <w:rsid w:val="00447C38"/>
    <w:rsid w:val="00447DF1"/>
    <w:rsid w:val="00450089"/>
    <w:rsid w:val="004500CB"/>
    <w:rsid w:val="0045010C"/>
    <w:rsid w:val="004504C2"/>
    <w:rsid w:val="0045068F"/>
    <w:rsid w:val="00450A34"/>
    <w:rsid w:val="00450B03"/>
    <w:rsid w:val="00450B9D"/>
    <w:rsid w:val="00450CAF"/>
    <w:rsid w:val="00450EA0"/>
    <w:rsid w:val="0045144F"/>
    <w:rsid w:val="00451990"/>
    <w:rsid w:val="004519DF"/>
    <w:rsid w:val="00451B74"/>
    <w:rsid w:val="00451EB8"/>
    <w:rsid w:val="00451FC7"/>
    <w:rsid w:val="004521EB"/>
    <w:rsid w:val="0045222A"/>
    <w:rsid w:val="004524D7"/>
    <w:rsid w:val="0045270F"/>
    <w:rsid w:val="004527CC"/>
    <w:rsid w:val="004527F3"/>
    <w:rsid w:val="00452A90"/>
    <w:rsid w:val="00452AB5"/>
    <w:rsid w:val="00452AC5"/>
    <w:rsid w:val="00452B20"/>
    <w:rsid w:val="00452C7B"/>
    <w:rsid w:val="00452D71"/>
    <w:rsid w:val="00452E9E"/>
    <w:rsid w:val="004531CA"/>
    <w:rsid w:val="00453249"/>
    <w:rsid w:val="004535C9"/>
    <w:rsid w:val="00453AB7"/>
    <w:rsid w:val="00453C70"/>
    <w:rsid w:val="00453F01"/>
    <w:rsid w:val="00453FC5"/>
    <w:rsid w:val="00453FDC"/>
    <w:rsid w:val="004541EC"/>
    <w:rsid w:val="00454255"/>
    <w:rsid w:val="00454339"/>
    <w:rsid w:val="004543CF"/>
    <w:rsid w:val="0045446D"/>
    <w:rsid w:val="00454C6D"/>
    <w:rsid w:val="00454D0F"/>
    <w:rsid w:val="00454D42"/>
    <w:rsid w:val="00454D44"/>
    <w:rsid w:val="004552A2"/>
    <w:rsid w:val="00455344"/>
    <w:rsid w:val="0045536C"/>
    <w:rsid w:val="0045553B"/>
    <w:rsid w:val="004556FE"/>
    <w:rsid w:val="004558BF"/>
    <w:rsid w:val="004558EE"/>
    <w:rsid w:val="0045595F"/>
    <w:rsid w:val="00455B03"/>
    <w:rsid w:val="00455CF3"/>
    <w:rsid w:val="00455D54"/>
    <w:rsid w:val="00455E26"/>
    <w:rsid w:val="00456146"/>
    <w:rsid w:val="00456A9F"/>
    <w:rsid w:val="00456B80"/>
    <w:rsid w:val="00456D9C"/>
    <w:rsid w:val="00456E25"/>
    <w:rsid w:val="00456F1D"/>
    <w:rsid w:val="00457120"/>
    <w:rsid w:val="004571CB"/>
    <w:rsid w:val="004575C8"/>
    <w:rsid w:val="004576D7"/>
    <w:rsid w:val="004576F3"/>
    <w:rsid w:val="00457BF9"/>
    <w:rsid w:val="00457F9F"/>
    <w:rsid w:val="00457FD1"/>
    <w:rsid w:val="004600CF"/>
    <w:rsid w:val="0046082C"/>
    <w:rsid w:val="00460B83"/>
    <w:rsid w:val="00460F76"/>
    <w:rsid w:val="0046104F"/>
    <w:rsid w:val="00461375"/>
    <w:rsid w:val="0046143E"/>
    <w:rsid w:val="0046190A"/>
    <w:rsid w:val="00461A72"/>
    <w:rsid w:val="00461BB5"/>
    <w:rsid w:val="0046213D"/>
    <w:rsid w:val="00462282"/>
    <w:rsid w:val="004625A1"/>
    <w:rsid w:val="00462919"/>
    <w:rsid w:val="00462A68"/>
    <w:rsid w:val="004630DB"/>
    <w:rsid w:val="004635DA"/>
    <w:rsid w:val="00463899"/>
    <w:rsid w:val="00463E50"/>
    <w:rsid w:val="00463F34"/>
    <w:rsid w:val="004642F9"/>
    <w:rsid w:val="004644B5"/>
    <w:rsid w:val="0046469E"/>
    <w:rsid w:val="0046486F"/>
    <w:rsid w:val="00464A14"/>
    <w:rsid w:val="00464FAE"/>
    <w:rsid w:val="0046520C"/>
    <w:rsid w:val="00465258"/>
    <w:rsid w:val="0046539B"/>
    <w:rsid w:val="004653B1"/>
    <w:rsid w:val="00465468"/>
    <w:rsid w:val="00465611"/>
    <w:rsid w:val="00465617"/>
    <w:rsid w:val="0046573D"/>
    <w:rsid w:val="00465C8B"/>
    <w:rsid w:val="00465FCB"/>
    <w:rsid w:val="00466470"/>
    <w:rsid w:val="004666EC"/>
    <w:rsid w:val="00466A5B"/>
    <w:rsid w:val="00466BE0"/>
    <w:rsid w:val="0046745A"/>
    <w:rsid w:val="004675D8"/>
    <w:rsid w:val="004675E1"/>
    <w:rsid w:val="0046769A"/>
    <w:rsid w:val="00467E66"/>
    <w:rsid w:val="00470228"/>
    <w:rsid w:val="0047060E"/>
    <w:rsid w:val="00470E4A"/>
    <w:rsid w:val="00470F7D"/>
    <w:rsid w:val="00471121"/>
    <w:rsid w:val="0047124D"/>
    <w:rsid w:val="00471691"/>
    <w:rsid w:val="00471E01"/>
    <w:rsid w:val="004723C9"/>
    <w:rsid w:val="004725B8"/>
    <w:rsid w:val="004727CB"/>
    <w:rsid w:val="00472939"/>
    <w:rsid w:val="004733BA"/>
    <w:rsid w:val="004734C5"/>
    <w:rsid w:val="00473665"/>
    <w:rsid w:val="004736A8"/>
    <w:rsid w:val="00473707"/>
    <w:rsid w:val="004738CF"/>
    <w:rsid w:val="004738DB"/>
    <w:rsid w:val="00473961"/>
    <w:rsid w:val="00473C63"/>
    <w:rsid w:val="004742A0"/>
    <w:rsid w:val="004742A3"/>
    <w:rsid w:val="00474AC8"/>
    <w:rsid w:val="00474B36"/>
    <w:rsid w:val="0047539A"/>
    <w:rsid w:val="00475C84"/>
    <w:rsid w:val="00475D5F"/>
    <w:rsid w:val="00476067"/>
    <w:rsid w:val="004761C0"/>
    <w:rsid w:val="00476279"/>
    <w:rsid w:val="004763AB"/>
    <w:rsid w:val="00476438"/>
    <w:rsid w:val="00476527"/>
    <w:rsid w:val="00476621"/>
    <w:rsid w:val="0047668F"/>
    <w:rsid w:val="00476859"/>
    <w:rsid w:val="004768D4"/>
    <w:rsid w:val="00476AE5"/>
    <w:rsid w:val="00476FD9"/>
    <w:rsid w:val="00477055"/>
    <w:rsid w:val="0047714F"/>
    <w:rsid w:val="0047722F"/>
    <w:rsid w:val="0047726D"/>
    <w:rsid w:val="0047727D"/>
    <w:rsid w:val="004776AC"/>
    <w:rsid w:val="00477742"/>
    <w:rsid w:val="00477783"/>
    <w:rsid w:val="0047783F"/>
    <w:rsid w:val="00477903"/>
    <w:rsid w:val="00477AB0"/>
    <w:rsid w:val="00477B20"/>
    <w:rsid w:val="00477C32"/>
    <w:rsid w:val="00477CAD"/>
    <w:rsid w:val="00480011"/>
    <w:rsid w:val="00480015"/>
    <w:rsid w:val="004801DB"/>
    <w:rsid w:val="00480238"/>
    <w:rsid w:val="00480413"/>
    <w:rsid w:val="00480507"/>
    <w:rsid w:val="00480665"/>
    <w:rsid w:val="004809A6"/>
    <w:rsid w:val="00480E17"/>
    <w:rsid w:val="00480E51"/>
    <w:rsid w:val="004810F4"/>
    <w:rsid w:val="00481BCD"/>
    <w:rsid w:val="00481C2A"/>
    <w:rsid w:val="00481EF2"/>
    <w:rsid w:val="00482075"/>
    <w:rsid w:val="004820DA"/>
    <w:rsid w:val="00482574"/>
    <w:rsid w:val="004827C1"/>
    <w:rsid w:val="00482C0B"/>
    <w:rsid w:val="00482D28"/>
    <w:rsid w:val="004830F0"/>
    <w:rsid w:val="004833F3"/>
    <w:rsid w:val="0048399E"/>
    <w:rsid w:val="00483DF4"/>
    <w:rsid w:val="004846C8"/>
    <w:rsid w:val="00484841"/>
    <w:rsid w:val="00484ABD"/>
    <w:rsid w:val="00484D0B"/>
    <w:rsid w:val="00484F68"/>
    <w:rsid w:val="00485C8B"/>
    <w:rsid w:val="00486196"/>
    <w:rsid w:val="00486357"/>
    <w:rsid w:val="004864AE"/>
    <w:rsid w:val="00486564"/>
    <w:rsid w:val="004867EF"/>
    <w:rsid w:val="00486CCF"/>
    <w:rsid w:val="00486EF1"/>
    <w:rsid w:val="00487035"/>
    <w:rsid w:val="0048707F"/>
    <w:rsid w:val="0048757D"/>
    <w:rsid w:val="00487656"/>
    <w:rsid w:val="004879FA"/>
    <w:rsid w:val="0049021F"/>
    <w:rsid w:val="004903B5"/>
    <w:rsid w:val="004903EA"/>
    <w:rsid w:val="004906F0"/>
    <w:rsid w:val="00490ECE"/>
    <w:rsid w:val="004912CE"/>
    <w:rsid w:val="004914EB"/>
    <w:rsid w:val="00491777"/>
    <w:rsid w:val="00491943"/>
    <w:rsid w:val="00491965"/>
    <w:rsid w:val="00491F5E"/>
    <w:rsid w:val="00492174"/>
    <w:rsid w:val="0049223D"/>
    <w:rsid w:val="00492377"/>
    <w:rsid w:val="004924C0"/>
    <w:rsid w:val="004925FD"/>
    <w:rsid w:val="0049281E"/>
    <w:rsid w:val="00492BF1"/>
    <w:rsid w:val="00492CC2"/>
    <w:rsid w:val="00492DC5"/>
    <w:rsid w:val="00493129"/>
    <w:rsid w:val="00493261"/>
    <w:rsid w:val="0049342E"/>
    <w:rsid w:val="00493689"/>
    <w:rsid w:val="004939B2"/>
    <w:rsid w:val="004939FA"/>
    <w:rsid w:val="00493B61"/>
    <w:rsid w:val="00493BBB"/>
    <w:rsid w:val="00493E23"/>
    <w:rsid w:val="00493EEC"/>
    <w:rsid w:val="00493FE2"/>
    <w:rsid w:val="00494003"/>
    <w:rsid w:val="00494180"/>
    <w:rsid w:val="004945FD"/>
    <w:rsid w:val="0049463D"/>
    <w:rsid w:val="0049471E"/>
    <w:rsid w:val="004947B8"/>
    <w:rsid w:val="0049480A"/>
    <w:rsid w:val="0049489B"/>
    <w:rsid w:val="00494971"/>
    <w:rsid w:val="00495081"/>
    <w:rsid w:val="004950DF"/>
    <w:rsid w:val="004951A8"/>
    <w:rsid w:val="00495286"/>
    <w:rsid w:val="0049544A"/>
    <w:rsid w:val="004955AA"/>
    <w:rsid w:val="004956B4"/>
    <w:rsid w:val="00495746"/>
    <w:rsid w:val="00495901"/>
    <w:rsid w:val="00495A21"/>
    <w:rsid w:val="00495B07"/>
    <w:rsid w:val="00495B7B"/>
    <w:rsid w:val="00495CC1"/>
    <w:rsid w:val="0049602C"/>
    <w:rsid w:val="004966E1"/>
    <w:rsid w:val="0049673D"/>
    <w:rsid w:val="0049677C"/>
    <w:rsid w:val="0049684E"/>
    <w:rsid w:val="00496876"/>
    <w:rsid w:val="00496AAB"/>
    <w:rsid w:val="00496B31"/>
    <w:rsid w:val="00497007"/>
    <w:rsid w:val="00497146"/>
    <w:rsid w:val="00497265"/>
    <w:rsid w:val="00497510"/>
    <w:rsid w:val="00497517"/>
    <w:rsid w:val="0049766C"/>
    <w:rsid w:val="004A010F"/>
    <w:rsid w:val="004A0144"/>
    <w:rsid w:val="004A0325"/>
    <w:rsid w:val="004A052C"/>
    <w:rsid w:val="004A0576"/>
    <w:rsid w:val="004A0619"/>
    <w:rsid w:val="004A0658"/>
    <w:rsid w:val="004A07A7"/>
    <w:rsid w:val="004A0859"/>
    <w:rsid w:val="004A098B"/>
    <w:rsid w:val="004A0B01"/>
    <w:rsid w:val="004A0B56"/>
    <w:rsid w:val="004A0C6B"/>
    <w:rsid w:val="004A11D9"/>
    <w:rsid w:val="004A13F9"/>
    <w:rsid w:val="004A15B3"/>
    <w:rsid w:val="004A192C"/>
    <w:rsid w:val="004A19AE"/>
    <w:rsid w:val="004A1C3C"/>
    <w:rsid w:val="004A1CE0"/>
    <w:rsid w:val="004A2126"/>
    <w:rsid w:val="004A21BF"/>
    <w:rsid w:val="004A2309"/>
    <w:rsid w:val="004A2734"/>
    <w:rsid w:val="004A27F7"/>
    <w:rsid w:val="004A2865"/>
    <w:rsid w:val="004A2D89"/>
    <w:rsid w:val="004A2DC6"/>
    <w:rsid w:val="004A3085"/>
    <w:rsid w:val="004A30A4"/>
    <w:rsid w:val="004A34B8"/>
    <w:rsid w:val="004A38AE"/>
    <w:rsid w:val="004A3B8B"/>
    <w:rsid w:val="004A4053"/>
    <w:rsid w:val="004A4313"/>
    <w:rsid w:val="004A451B"/>
    <w:rsid w:val="004A46BE"/>
    <w:rsid w:val="004A4701"/>
    <w:rsid w:val="004A472D"/>
    <w:rsid w:val="004A4878"/>
    <w:rsid w:val="004A4BF2"/>
    <w:rsid w:val="004A4C70"/>
    <w:rsid w:val="004A4D8F"/>
    <w:rsid w:val="004A4E17"/>
    <w:rsid w:val="004A4ED5"/>
    <w:rsid w:val="004A54AB"/>
    <w:rsid w:val="004A55DE"/>
    <w:rsid w:val="004A5723"/>
    <w:rsid w:val="004A58EC"/>
    <w:rsid w:val="004A5C3E"/>
    <w:rsid w:val="004A68CE"/>
    <w:rsid w:val="004A6931"/>
    <w:rsid w:val="004A69B9"/>
    <w:rsid w:val="004A69E8"/>
    <w:rsid w:val="004A6A7D"/>
    <w:rsid w:val="004A6E47"/>
    <w:rsid w:val="004A6E8F"/>
    <w:rsid w:val="004A72A8"/>
    <w:rsid w:val="004A7422"/>
    <w:rsid w:val="004A74B7"/>
    <w:rsid w:val="004A7793"/>
    <w:rsid w:val="004A7CC2"/>
    <w:rsid w:val="004A7FFA"/>
    <w:rsid w:val="004B0018"/>
    <w:rsid w:val="004B017B"/>
    <w:rsid w:val="004B05C5"/>
    <w:rsid w:val="004B05E3"/>
    <w:rsid w:val="004B073F"/>
    <w:rsid w:val="004B0778"/>
    <w:rsid w:val="004B07AD"/>
    <w:rsid w:val="004B089E"/>
    <w:rsid w:val="004B08A7"/>
    <w:rsid w:val="004B0AE5"/>
    <w:rsid w:val="004B0CB5"/>
    <w:rsid w:val="004B0F24"/>
    <w:rsid w:val="004B1069"/>
    <w:rsid w:val="004B1197"/>
    <w:rsid w:val="004B12C0"/>
    <w:rsid w:val="004B137D"/>
    <w:rsid w:val="004B206E"/>
    <w:rsid w:val="004B2159"/>
    <w:rsid w:val="004B2648"/>
    <w:rsid w:val="004B2FF5"/>
    <w:rsid w:val="004B3069"/>
    <w:rsid w:val="004B31A6"/>
    <w:rsid w:val="004B3357"/>
    <w:rsid w:val="004B3580"/>
    <w:rsid w:val="004B3BD9"/>
    <w:rsid w:val="004B439F"/>
    <w:rsid w:val="004B499E"/>
    <w:rsid w:val="004B4B96"/>
    <w:rsid w:val="004B4E64"/>
    <w:rsid w:val="004B4E71"/>
    <w:rsid w:val="004B4FA2"/>
    <w:rsid w:val="004B5009"/>
    <w:rsid w:val="004B502F"/>
    <w:rsid w:val="004B5428"/>
    <w:rsid w:val="004B567B"/>
    <w:rsid w:val="004B5682"/>
    <w:rsid w:val="004B591B"/>
    <w:rsid w:val="004B5BEC"/>
    <w:rsid w:val="004B5C93"/>
    <w:rsid w:val="004B5D84"/>
    <w:rsid w:val="004B63EF"/>
    <w:rsid w:val="004B6473"/>
    <w:rsid w:val="004B6A50"/>
    <w:rsid w:val="004B6BD0"/>
    <w:rsid w:val="004B6C0C"/>
    <w:rsid w:val="004B6C28"/>
    <w:rsid w:val="004B7A2E"/>
    <w:rsid w:val="004B7CD2"/>
    <w:rsid w:val="004C008D"/>
    <w:rsid w:val="004C0394"/>
    <w:rsid w:val="004C0906"/>
    <w:rsid w:val="004C0A80"/>
    <w:rsid w:val="004C0EB7"/>
    <w:rsid w:val="004C111A"/>
    <w:rsid w:val="004C14E4"/>
    <w:rsid w:val="004C1937"/>
    <w:rsid w:val="004C1A67"/>
    <w:rsid w:val="004C1B64"/>
    <w:rsid w:val="004C1CC3"/>
    <w:rsid w:val="004C1DB5"/>
    <w:rsid w:val="004C1EBD"/>
    <w:rsid w:val="004C210B"/>
    <w:rsid w:val="004C22C3"/>
    <w:rsid w:val="004C2D60"/>
    <w:rsid w:val="004C2F82"/>
    <w:rsid w:val="004C31AC"/>
    <w:rsid w:val="004C31CE"/>
    <w:rsid w:val="004C3378"/>
    <w:rsid w:val="004C338A"/>
    <w:rsid w:val="004C33FD"/>
    <w:rsid w:val="004C36A9"/>
    <w:rsid w:val="004C378A"/>
    <w:rsid w:val="004C3CA5"/>
    <w:rsid w:val="004C3D79"/>
    <w:rsid w:val="004C3EE2"/>
    <w:rsid w:val="004C3FE9"/>
    <w:rsid w:val="004C41E0"/>
    <w:rsid w:val="004C4236"/>
    <w:rsid w:val="004C4249"/>
    <w:rsid w:val="004C444E"/>
    <w:rsid w:val="004C4644"/>
    <w:rsid w:val="004C466F"/>
    <w:rsid w:val="004C4706"/>
    <w:rsid w:val="004C4A9A"/>
    <w:rsid w:val="004C4B32"/>
    <w:rsid w:val="004C4BC0"/>
    <w:rsid w:val="004C4D22"/>
    <w:rsid w:val="004C4D62"/>
    <w:rsid w:val="004C4E6C"/>
    <w:rsid w:val="004C5080"/>
    <w:rsid w:val="004C529F"/>
    <w:rsid w:val="004C579E"/>
    <w:rsid w:val="004C57DB"/>
    <w:rsid w:val="004C5F1D"/>
    <w:rsid w:val="004C621B"/>
    <w:rsid w:val="004C677F"/>
    <w:rsid w:val="004C67F2"/>
    <w:rsid w:val="004C689E"/>
    <w:rsid w:val="004C68A5"/>
    <w:rsid w:val="004C6A2C"/>
    <w:rsid w:val="004C6BB0"/>
    <w:rsid w:val="004C6F0A"/>
    <w:rsid w:val="004C770C"/>
    <w:rsid w:val="004C776C"/>
    <w:rsid w:val="004C779A"/>
    <w:rsid w:val="004C77C2"/>
    <w:rsid w:val="004C7807"/>
    <w:rsid w:val="004C7BEF"/>
    <w:rsid w:val="004D0024"/>
    <w:rsid w:val="004D037F"/>
    <w:rsid w:val="004D03B6"/>
    <w:rsid w:val="004D0526"/>
    <w:rsid w:val="004D0815"/>
    <w:rsid w:val="004D0996"/>
    <w:rsid w:val="004D0CEA"/>
    <w:rsid w:val="004D0FF0"/>
    <w:rsid w:val="004D11F3"/>
    <w:rsid w:val="004D143E"/>
    <w:rsid w:val="004D1856"/>
    <w:rsid w:val="004D19CC"/>
    <w:rsid w:val="004D1F05"/>
    <w:rsid w:val="004D1F4E"/>
    <w:rsid w:val="004D2097"/>
    <w:rsid w:val="004D22CB"/>
    <w:rsid w:val="004D2405"/>
    <w:rsid w:val="004D2436"/>
    <w:rsid w:val="004D24DA"/>
    <w:rsid w:val="004D2A4F"/>
    <w:rsid w:val="004D2C53"/>
    <w:rsid w:val="004D2C80"/>
    <w:rsid w:val="004D2D24"/>
    <w:rsid w:val="004D2E7E"/>
    <w:rsid w:val="004D2F54"/>
    <w:rsid w:val="004D31EE"/>
    <w:rsid w:val="004D3201"/>
    <w:rsid w:val="004D379B"/>
    <w:rsid w:val="004D3955"/>
    <w:rsid w:val="004D3B30"/>
    <w:rsid w:val="004D3C34"/>
    <w:rsid w:val="004D4003"/>
    <w:rsid w:val="004D4342"/>
    <w:rsid w:val="004D46E0"/>
    <w:rsid w:val="004D48C8"/>
    <w:rsid w:val="004D4B67"/>
    <w:rsid w:val="004D4BE3"/>
    <w:rsid w:val="004D4D25"/>
    <w:rsid w:val="004D4EC7"/>
    <w:rsid w:val="004D4F01"/>
    <w:rsid w:val="004D5163"/>
    <w:rsid w:val="004D5169"/>
    <w:rsid w:val="004D5298"/>
    <w:rsid w:val="004D5482"/>
    <w:rsid w:val="004D54D0"/>
    <w:rsid w:val="004D563A"/>
    <w:rsid w:val="004D5848"/>
    <w:rsid w:val="004D5A9A"/>
    <w:rsid w:val="004D5D40"/>
    <w:rsid w:val="004D5E6D"/>
    <w:rsid w:val="004D60C8"/>
    <w:rsid w:val="004D61E1"/>
    <w:rsid w:val="004D6666"/>
    <w:rsid w:val="004D676A"/>
    <w:rsid w:val="004D6979"/>
    <w:rsid w:val="004D6C41"/>
    <w:rsid w:val="004D6D83"/>
    <w:rsid w:val="004D6E16"/>
    <w:rsid w:val="004D6F95"/>
    <w:rsid w:val="004D700C"/>
    <w:rsid w:val="004D7988"/>
    <w:rsid w:val="004D79A7"/>
    <w:rsid w:val="004D79FB"/>
    <w:rsid w:val="004D7AB4"/>
    <w:rsid w:val="004D7BAC"/>
    <w:rsid w:val="004D7D04"/>
    <w:rsid w:val="004D7D55"/>
    <w:rsid w:val="004D7EE3"/>
    <w:rsid w:val="004D7F51"/>
    <w:rsid w:val="004E03A0"/>
    <w:rsid w:val="004E03B6"/>
    <w:rsid w:val="004E03DC"/>
    <w:rsid w:val="004E0527"/>
    <w:rsid w:val="004E0AC7"/>
    <w:rsid w:val="004E0B8A"/>
    <w:rsid w:val="004E0D98"/>
    <w:rsid w:val="004E0E27"/>
    <w:rsid w:val="004E0F89"/>
    <w:rsid w:val="004E1191"/>
    <w:rsid w:val="004E11C3"/>
    <w:rsid w:val="004E1209"/>
    <w:rsid w:val="004E13D8"/>
    <w:rsid w:val="004E13FE"/>
    <w:rsid w:val="004E14D4"/>
    <w:rsid w:val="004E1685"/>
    <w:rsid w:val="004E16B7"/>
    <w:rsid w:val="004E16F1"/>
    <w:rsid w:val="004E1718"/>
    <w:rsid w:val="004E176F"/>
    <w:rsid w:val="004E1800"/>
    <w:rsid w:val="004E1EE7"/>
    <w:rsid w:val="004E1FEB"/>
    <w:rsid w:val="004E227B"/>
    <w:rsid w:val="004E2339"/>
    <w:rsid w:val="004E26E1"/>
    <w:rsid w:val="004E275B"/>
    <w:rsid w:val="004E27FA"/>
    <w:rsid w:val="004E282E"/>
    <w:rsid w:val="004E336C"/>
    <w:rsid w:val="004E35FA"/>
    <w:rsid w:val="004E3674"/>
    <w:rsid w:val="004E36FE"/>
    <w:rsid w:val="004E37C8"/>
    <w:rsid w:val="004E3958"/>
    <w:rsid w:val="004E3A1B"/>
    <w:rsid w:val="004E3BCB"/>
    <w:rsid w:val="004E3D6A"/>
    <w:rsid w:val="004E42F9"/>
    <w:rsid w:val="004E44DC"/>
    <w:rsid w:val="004E45D4"/>
    <w:rsid w:val="004E4AE8"/>
    <w:rsid w:val="004E4C8F"/>
    <w:rsid w:val="004E4F85"/>
    <w:rsid w:val="004E4FD8"/>
    <w:rsid w:val="004E4FE7"/>
    <w:rsid w:val="004E51FF"/>
    <w:rsid w:val="004E555B"/>
    <w:rsid w:val="004E583C"/>
    <w:rsid w:val="004E58EC"/>
    <w:rsid w:val="004E593B"/>
    <w:rsid w:val="004E5950"/>
    <w:rsid w:val="004E5AE2"/>
    <w:rsid w:val="004E5E67"/>
    <w:rsid w:val="004E6313"/>
    <w:rsid w:val="004E6A70"/>
    <w:rsid w:val="004E6BC9"/>
    <w:rsid w:val="004E7076"/>
    <w:rsid w:val="004E7398"/>
    <w:rsid w:val="004E764E"/>
    <w:rsid w:val="004E777E"/>
    <w:rsid w:val="004E7A69"/>
    <w:rsid w:val="004E7C5C"/>
    <w:rsid w:val="004E7D99"/>
    <w:rsid w:val="004E7FBD"/>
    <w:rsid w:val="004F0160"/>
    <w:rsid w:val="004F02F1"/>
    <w:rsid w:val="004F0815"/>
    <w:rsid w:val="004F0871"/>
    <w:rsid w:val="004F09C8"/>
    <w:rsid w:val="004F09F4"/>
    <w:rsid w:val="004F0E2D"/>
    <w:rsid w:val="004F104F"/>
    <w:rsid w:val="004F16AC"/>
    <w:rsid w:val="004F1AFC"/>
    <w:rsid w:val="004F21A5"/>
    <w:rsid w:val="004F2347"/>
    <w:rsid w:val="004F23A8"/>
    <w:rsid w:val="004F26ED"/>
    <w:rsid w:val="004F26F9"/>
    <w:rsid w:val="004F2861"/>
    <w:rsid w:val="004F28F5"/>
    <w:rsid w:val="004F2C77"/>
    <w:rsid w:val="004F2ED7"/>
    <w:rsid w:val="004F3134"/>
    <w:rsid w:val="004F3348"/>
    <w:rsid w:val="004F35EC"/>
    <w:rsid w:val="004F36D9"/>
    <w:rsid w:val="004F3A98"/>
    <w:rsid w:val="004F3CFE"/>
    <w:rsid w:val="004F3EB4"/>
    <w:rsid w:val="004F3EE6"/>
    <w:rsid w:val="004F4060"/>
    <w:rsid w:val="004F41FD"/>
    <w:rsid w:val="004F41FF"/>
    <w:rsid w:val="004F42D4"/>
    <w:rsid w:val="004F44EB"/>
    <w:rsid w:val="004F4601"/>
    <w:rsid w:val="004F4656"/>
    <w:rsid w:val="004F484D"/>
    <w:rsid w:val="004F48FB"/>
    <w:rsid w:val="004F493E"/>
    <w:rsid w:val="004F4B48"/>
    <w:rsid w:val="004F4B87"/>
    <w:rsid w:val="004F4C48"/>
    <w:rsid w:val="004F4DB8"/>
    <w:rsid w:val="004F4E83"/>
    <w:rsid w:val="004F4E87"/>
    <w:rsid w:val="004F4F7C"/>
    <w:rsid w:val="004F5097"/>
    <w:rsid w:val="004F5098"/>
    <w:rsid w:val="004F50A5"/>
    <w:rsid w:val="004F5337"/>
    <w:rsid w:val="004F5352"/>
    <w:rsid w:val="004F5499"/>
    <w:rsid w:val="004F553E"/>
    <w:rsid w:val="004F5558"/>
    <w:rsid w:val="004F5603"/>
    <w:rsid w:val="004F56E0"/>
    <w:rsid w:val="004F590F"/>
    <w:rsid w:val="004F5A2D"/>
    <w:rsid w:val="004F5ACA"/>
    <w:rsid w:val="004F5BE6"/>
    <w:rsid w:val="004F5CA3"/>
    <w:rsid w:val="004F5D23"/>
    <w:rsid w:val="004F5D90"/>
    <w:rsid w:val="004F658B"/>
    <w:rsid w:val="004F66A3"/>
    <w:rsid w:val="004F680A"/>
    <w:rsid w:val="004F6B15"/>
    <w:rsid w:val="004F6B8A"/>
    <w:rsid w:val="004F6E51"/>
    <w:rsid w:val="004F706A"/>
    <w:rsid w:val="004F7404"/>
    <w:rsid w:val="004F744C"/>
    <w:rsid w:val="004F76AD"/>
    <w:rsid w:val="004F76CD"/>
    <w:rsid w:val="004F778F"/>
    <w:rsid w:val="004F782B"/>
    <w:rsid w:val="004F78CA"/>
    <w:rsid w:val="004F79F3"/>
    <w:rsid w:val="004F7CF1"/>
    <w:rsid w:val="004F7E49"/>
    <w:rsid w:val="004F7E84"/>
    <w:rsid w:val="00500415"/>
    <w:rsid w:val="005009DE"/>
    <w:rsid w:val="00500AA3"/>
    <w:rsid w:val="00500BB5"/>
    <w:rsid w:val="00500C4D"/>
    <w:rsid w:val="00500DB2"/>
    <w:rsid w:val="00500E66"/>
    <w:rsid w:val="00500E67"/>
    <w:rsid w:val="00501C12"/>
    <w:rsid w:val="00501C36"/>
    <w:rsid w:val="00501D8E"/>
    <w:rsid w:val="005021E6"/>
    <w:rsid w:val="0050237F"/>
    <w:rsid w:val="005023D0"/>
    <w:rsid w:val="00502605"/>
    <w:rsid w:val="00502751"/>
    <w:rsid w:val="0050279F"/>
    <w:rsid w:val="005029E3"/>
    <w:rsid w:val="00502F3D"/>
    <w:rsid w:val="00503088"/>
    <w:rsid w:val="00503415"/>
    <w:rsid w:val="0050382F"/>
    <w:rsid w:val="005038E7"/>
    <w:rsid w:val="00503A58"/>
    <w:rsid w:val="00503C4D"/>
    <w:rsid w:val="00503CAC"/>
    <w:rsid w:val="00503DAA"/>
    <w:rsid w:val="00503DCE"/>
    <w:rsid w:val="00503E69"/>
    <w:rsid w:val="0050440C"/>
    <w:rsid w:val="0050442A"/>
    <w:rsid w:val="00504435"/>
    <w:rsid w:val="0050443E"/>
    <w:rsid w:val="005044FA"/>
    <w:rsid w:val="0050471D"/>
    <w:rsid w:val="00504A08"/>
    <w:rsid w:val="00504D8E"/>
    <w:rsid w:val="005050C7"/>
    <w:rsid w:val="0050561D"/>
    <w:rsid w:val="00505938"/>
    <w:rsid w:val="00505EBF"/>
    <w:rsid w:val="00506035"/>
    <w:rsid w:val="0050612B"/>
    <w:rsid w:val="0050615E"/>
    <w:rsid w:val="005062B3"/>
    <w:rsid w:val="00506349"/>
    <w:rsid w:val="00506503"/>
    <w:rsid w:val="00506564"/>
    <w:rsid w:val="00506699"/>
    <w:rsid w:val="00506B19"/>
    <w:rsid w:val="00506B47"/>
    <w:rsid w:val="00506CA7"/>
    <w:rsid w:val="00506D0C"/>
    <w:rsid w:val="00506D67"/>
    <w:rsid w:val="00506E2D"/>
    <w:rsid w:val="00506E7B"/>
    <w:rsid w:val="00506EF5"/>
    <w:rsid w:val="005074B2"/>
    <w:rsid w:val="00507522"/>
    <w:rsid w:val="005075B3"/>
    <w:rsid w:val="00507677"/>
    <w:rsid w:val="005076B5"/>
    <w:rsid w:val="005079CE"/>
    <w:rsid w:val="005104B5"/>
    <w:rsid w:val="005112EC"/>
    <w:rsid w:val="005116F8"/>
    <w:rsid w:val="0051184D"/>
    <w:rsid w:val="00511F77"/>
    <w:rsid w:val="00512163"/>
    <w:rsid w:val="0051225C"/>
    <w:rsid w:val="005122C9"/>
    <w:rsid w:val="00512946"/>
    <w:rsid w:val="00512B31"/>
    <w:rsid w:val="00512B3E"/>
    <w:rsid w:val="00512F35"/>
    <w:rsid w:val="00513529"/>
    <w:rsid w:val="00513AA3"/>
    <w:rsid w:val="00513B2D"/>
    <w:rsid w:val="00513EC0"/>
    <w:rsid w:val="00513EE9"/>
    <w:rsid w:val="00514106"/>
    <w:rsid w:val="00514383"/>
    <w:rsid w:val="00514776"/>
    <w:rsid w:val="0051486C"/>
    <w:rsid w:val="00514C0B"/>
    <w:rsid w:val="00514EFC"/>
    <w:rsid w:val="00515269"/>
    <w:rsid w:val="00515604"/>
    <w:rsid w:val="00515745"/>
    <w:rsid w:val="00515797"/>
    <w:rsid w:val="00515D1D"/>
    <w:rsid w:val="00515DBD"/>
    <w:rsid w:val="00515E1F"/>
    <w:rsid w:val="005161CE"/>
    <w:rsid w:val="00516312"/>
    <w:rsid w:val="00516699"/>
    <w:rsid w:val="00516772"/>
    <w:rsid w:val="00516C9E"/>
    <w:rsid w:val="00516F5D"/>
    <w:rsid w:val="00517100"/>
    <w:rsid w:val="005173FF"/>
    <w:rsid w:val="00517408"/>
    <w:rsid w:val="00517521"/>
    <w:rsid w:val="00517F4A"/>
    <w:rsid w:val="00520153"/>
    <w:rsid w:val="00520176"/>
    <w:rsid w:val="005201B2"/>
    <w:rsid w:val="00520466"/>
    <w:rsid w:val="0052063C"/>
    <w:rsid w:val="00520819"/>
    <w:rsid w:val="005209AF"/>
    <w:rsid w:val="00520EA0"/>
    <w:rsid w:val="00520F7E"/>
    <w:rsid w:val="00520FBE"/>
    <w:rsid w:val="00520FD4"/>
    <w:rsid w:val="0052129D"/>
    <w:rsid w:val="0052172D"/>
    <w:rsid w:val="00521874"/>
    <w:rsid w:val="00521A1C"/>
    <w:rsid w:val="00521D45"/>
    <w:rsid w:val="00521FF2"/>
    <w:rsid w:val="005221E2"/>
    <w:rsid w:val="005221FC"/>
    <w:rsid w:val="00522840"/>
    <w:rsid w:val="00522BB0"/>
    <w:rsid w:val="00522BB1"/>
    <w:rsid w:val="00522C3A"/>
    <w:rsid w:val="00522FA9"/>
    <w:rsid w:val="0052389F"/>
    <w:rsid w:val="0052393E"/>
    <w:rsid w:val="00523C97"/>
    <w:rsid w:val="00523D0E"/>
    <w:rsid w:val="00523FA6"/>
    <w:rsid w:val="00524220"/>
    <w:rsid w:val="005242EB"/>
    <w:rsid w:val="005245AF"/>
    <w:rsid w:val="005245F6"/>
    <w:rsid w:val="005247AF"/>
    <w:rsid w:val="005248C9"/>
    <w:rsid w:val="00524C7D"/>
    <w:rsid w:val="00524D54"/>
    <w:rsid w:val="00525148"/>
    <w:rsid w:val="005255D3"/>
    <w:rsid w:val="00525CD8"/>
    <w:rsid w:val="00526873"/>
    <w:rsid w:val="00526952"/>
    <w:rsid w:val="00526B79"/>
    <w:rsid w:val="005271F4"/>
    <w:rsid w:val="005272C9"/>
    <w:rsid w:val="005273CE"/>
    <w:rsid w:val="005273F2"/>
    <w:rsid w:val="005275B3"/>
    <w:rsid w:val="00527B8C"/>
    <w:rsid w:val="00527D50"/>
    <w:rsid w:val="00527E63"/>
    <w:rsid w:val="00530010"/>
    <w:rsid w:val="00530093"/>
    <w:rsid w:val="00530127"/>
    <w:rsid w:val="005304CD"/>
    <w:rsid w:val="00530547"/>
    <w:rsid w:val="00530852"/>
    <w:rsid w:val="00530ADB"/>
    <w:rsid w:val="00530ADE"/>
    <w:rsid w:val="00530B4B"/>
    <w:rsid w:val="00530D8B"/>
    <w:rsid w:val="00530FA9"/>
    <w:rsid w:val="00530FCA"/>
    <w:rsid w:val="00531565"/>
    <w:rsid w:val="00531ED9"/>
    <w:rsid w:val="00531F39"/>
    <w:rsid w:val="0053217F"/>
    <w:rsid w:val="0053224C"/>
    <w:rsid w:val="00532393"/>
    <w:rsid w:val="005323F9"/>
    <w:rsid w:val="005327C7"/>
    <w:rsid w:val="005329C5"/>
    <w:rsid w:val="00532AE1"/>
    <w:rsid w:val="00532F71"/>
    <w:rsid w:val="00533980"/>
    <w:rsid w:val="005339EA"/>
    <w:rsid w:val="00533A13"/>
    <w:rsid w:val="00533A41"/>
    <w:rsid w:val="00533E05"/>
    <w:rsid w:val="00533E28"/>
    <w:rsid w:val="005340F2"/>
    <w:rsid w:val="005347C5"/>
    <w:rsid w:val="00534871"/>
    <w:rsid w:val="00534C88"/>
    <w:rsid w:val="00534E8C"/>
    <w:rsid w:val="00534F27"/>
    <w:rsid w:val="005350A3"/>
    <w:rsid w:val="005351E5"/>
    <w:rsid w:val="00535279"/>
    <w:rsid w:val="00535296"/>
    <w:rsid w:val="005353B1"/>
    <w:rsid w:val="00535561"/>
    <w:rsid w:val="005356F5"/>
    <w:rsid w:val="005357E9"/>
    <w:rsid w:val="00535A9D"/>
    <w:rsid w:val="00535AA2"/>
    <w:rsid w:val="005362A9"/>
    <w:rsid w:val="00536359"/>
    <w:rsid w:val="0053640B"/>
    <w:rsid w:val="00536437"/>
    <w:rsid w:val="0053672C"/>
    <w:rsid w:val="0053673E"/>
    <w:rsid w:val="005367DA"/>
    <w:rsid w:val="005367F1"/>
    <w:rsid w:val="005369C9"/>
    <w:rsid w:val="00536CA3"/>
    <w:rsid w:val="00536D35"/>
    <w:rsid w:val="00536F22"/>
    <w:rsid w:val="00536F8E"/>
    <w:rsid w:val="00537720"/>
    <w:rsid w:val="00537BEC"/>
    <w:rsid w:val="00537DAF"/>
    <w:rsid w:val="00537F5F"/>
    <w:rsid w:val="00540384"/>
    <w:rsid w:val="00540443"/>
    <w:rsid w:val="00540ADB"/>
    <w:rsid w:val="00540BD3"/>
    <w:rsid w:val="00540E32"/>
    <w:rsid w:val="0054143F"/>
    <w:rsid w:val="005414B5"/>
    <w:rsid w:val="00541817"/>
    <w:rsid w:val="0054189E"/>
    <w:rsid w:val="00541A4C"/>
    <w:rsid w:val="00541F9A"/>
    <w:rsid w:val="00542154"/>
    <w:rsid w:val="005422EE"/>
    <w:rsid w:val="0054238F"/>
    <w:rsid w:val="005424DB"/>
    <w:rsid w:val="005425F4"/>
    <w:rsid w:val="00542B55"/>
    <w:rsid w:val="00542D84"/>
    <w:rsid w:val="00542D89"/>
    <w:rsid w:val="00542DFA"/>
    <w:rsid w:val="00542E45"/>
    <w:rsid w:val="00542F53"/>
    <w:rsid w:val="0054306B"/>
    <w:rsid w:val="005431BD"/>
    <w:rsid w:val="00543485"/>
    <w:rsid w:val="00543870"/>
    <w:rsid w:val="005439E6"/>
    <w:rsid w:val="00543B6D"/>
    <w:rsid w:val="00544373"/>
    <w:rsid w:val="00544460"/>
    <w:rsid w:val="005446FB"/>
    <w:rsid w:val="00544909"/>
    <w:rsid w:val="00544D47"/>
    <w:rsid w:val="00544DC9"/>
    <w:rsid w:val="00544DED"/>
    <w:rsid w:val="00545178"/>
    <w:rsid w:val="0054522C"/>
    <w:rsid w:val="0054577F"/>
    <w:rsid w:val="00545783"/>
    <w:rsid w:val="005459B7"/>
    <w:rsid w:val="00545B5F"/>
    <w:rsid w:val="00545B9E"/>
    <w:rsid w:val="00545BB8"/>
    <w:rsid w:val="00545D08"/>
    <w:rsid w:val="00545DBC"/>
    <w:rsid w:val="00545E37"/>
    <w:rsid w:val="00546079"/>
    <w:rsid w:val="0054607E"/>
    <w:rsid w:val="0054609E"/>
    <w:rsid w:val="005460FB"/>
    <w:rsid w:val="005461B2"/>
    <w:rsid w:val="0054642E"/>
    <w:rsid w:val="00546540"/>
    <w:rsid w:val="005466DB"/>
    <w:rsid w:val="0054676B"/>
    <w:rsid w:val="00546789"/>
    <w:rsid w:val="0054688D"/>
    <w:rsid w:val="005469E7"/>
    <w:rsid w:val="00546A05"/>
    <w:rsid w:val="00546A8D"/>
    <w:rsid w:val="00546B27"/>
    <w:rsid w:val="00546BE3"/>
    <w:rsid w:val="00546E44"/>
    <w:rsid w:val="00546F31"/>
    <w:rsid w:val="00547420"/>
    <w:rsid w:val="00547421"/>
    <w:rsid w:val="00547478"/>
    <w:rsid w:val="00547687"/>
    <w:rsid w:val="005476D3"/>
    <w:rsid w:val="005477C4"/>
    <w:rsid w:val="00547D03"/>
    <w:rsid w:val="00547D99"/>
    <w:rsid w:val="00550076"/>
    <w:rsid w:val="005503AC"/>
    <w:rsid w:val="005503F2"/>
    <w:rsid w:val="00550784"/>
    <w:rsid w:val="00550843"/>
    <w:rsid w:val="005509C8"/>
    <w:rsid w:val="00550D6F"/>
    <w:rsid w:val="00550DF3"/>
    <w:rsid w:val="00550F30"/>
    <w:rsid w:val="00551026"/>
    <w:rsid w:val="005510DA"/>
    <w:rsid w:val="005515BA"/>
    <w:rsid w:val="005516AA"/>
    <w:rsid w:val="0055174D"/>
    <w:rsid w:val="00551A32"/>
    <w:rsid w:val="00551A38"/>
    <w:rsid w:val="00551AF5"/>
    <w:rsid w:val="00551C3C"/>
    <w:rsid w:val="00551CF0"/>
    <w:rsid w:val="00551F00"/>
    <w:rsid w:val="00552068"/>
    <w:rsid w:val="00552139"/>
    <w:rsid w:val="0055216B"/>
    <w:rsid w:val="00552196"/>
    <w:rsid w:val="005521C5"/>
    <w:rsid w:val="00552228"/>
    <w:rsid w:val="00552447"/>
    <w:rsid w:val="00552855"/>
    <w:rsid w:val="00552B02"/>
    <w:rsid w:val="00552C5F"/>
    <w:rsid w:val="00552E15"/>
    <w:rsid w:val="00552F70"/>
    <w:rsid w:val="00553025"/>
    <w:rsid w:val="0055307B"/>
    <w:rsid w:val="00553149"/>
    <w:rsid w:val="005538CE"/>
    <w:rsid w:val="00553B1A"/>
    <w:rsid w:val="00553C0C"/>
    <w:rsid w:val="00553C95"/>
    <w:rsid w:val="00553D54"/>
    <w:rsid w:val="00553DEA"/>
    <w:rsid w:val="00553E01"/>
    <w:rsid w:val="00554500"/>
    <w:rsid w:val="005546C0"/>
    <w:rsid w:val="005549A0"/>
    <w:rsid w:val="00554A42"/>
    <w:rsid w:val="00554C4F"/>
    <w:rsid w:val="00554DCC"/>
    <w:rsid w:val="00554E05"/>
    <w:rsid w:val="00554F04"/>
    <w:rsid w:val="0055505A"/>
    <w:rsid w:val="005551ED"/>
    <w:rsid w:val="005555A8"/>
    <w:rsid w:val="00555961"/>
    <w:rsid w:val="00555B09"/>
    <w:rsid w:val="0055622A"/>
    <w:rsid w:val="00556402"/>
    <w:rsid w:val="0055650F"/>
    <w:rsid w:val="0055657D"/>
    <w:rsid w:val="00556A97"/>
    <w:rsid w:val="00556A98"/>
    <w:rsid w:val="00556C60"/>
    <w:rsid w:val="00556CD2"/>
    <w:rsid w:val="00556DBA"/>
    <w:rsid w:val="00556ECB"/>
    <w:rsid w:val="00557086"/>
    <w:rsid w:val="00557101"/>
    <w:rsid w:val="00557975"/>
    <w:rsid w:val="00557B22"/>
    <w:rsid w:val="00557CD9"/>
    <w:rsid w:val="005604FC"/>
    <w:rsid w:val="00560559"/>
    <w:rsid w:val="00560726"/>
    <w:rsid w:val="0056085F"/>
    <w:rsid w:val="00560BAB"/>
    <w:rsid w:val="00560C17"/>
    <w:rsid w:val="00560DD0"/>
    <w:rsid w:val="005619FA"/>
    <w:rsid w:val="00561BC4"/>
    <w:rsid w:val="00561EAD"/>
    <w:rsid w:val="00561F51"/>
    <w:rsid w:val="00561F81"/>
    <w:rsid w:val="00561FD4"/>
    <w:rsid w:val="00562161"/>
    <w:rsid w:val="0056219D"/>
    <w:rsid w:val="005622D0"/>
    <w:rsid w:val="00562377"/>
    <w:rsid w:val="005623E6"/>
    <w:rsid w:val="0056243F"/>
    <w:rsid w:val="00562610"/>
    <w:rsid w:val="00562881"/>
    <w:rsid w:val="005629B8"/>
    <w:rsid w:val="00562A05"/>
    <w:rsid w:val="00562A6E"/>
    <w:rsid w:val="00562AE2"/>
    <w:rsid w:val="00562CA6"/>
    <w:rsid w:val="00562EB4"/>
    <w:rsid w:val="005630A8"/>
    <w:rsid w:val="00563115"/>
    <w:rsid w:val="0056352D"/>
    <w:rsid w:val="005635D9"/>
    <w:rsid w:val="005636BC"/>
    <w:rsid w:val="005637E5"/>
    <w:rsid w:val="0056392D"/>
    <w:rsid w:val="00563DFD"/>
    <w:rsid w:val="0056403D"/>
    <w:rsid w:val="005647EE"/>
    <w:rsid w:val="00564A38"/>
    <w:rsid w:val="00564B0A"/>
    <w:rsid w:val="00564C83"/>
    <w:rsid w:val="00564F0A"/>
    <w:rsid w:val="005650D8"/>
    <w:rsid w:val="00565399"/>
    <w:rsid w:val="00565442"/>
    <w:rsid w:val="005657A8"/>
    <w:rsid w:val="005657E8"/>
    <w:rsid w:val="005658C9"/>
    <w:rsid w:val="00565A19"/>
    <w:rsid w:val="00565C1D"/>
    <w:rsid w:val="005663B1"/>
    <w:rsid w:val="005667B7"/>
    <w:rsid w:val="00566898"/>
    <w:rsid w:val="00566909"/>
    <w:rsid w:val="00566922"/>
    <w:rsid w:val="005669A3"/>
    <w:rsid w:val="00566D2A"/>
    <w:rsid w:val="00566F62"/>
    <w:rsid w:val="005670D6"/>
    <w:rsid w:val="00567108"/>
    <w:rsid w:val="00567286"/>
    <w:rsid w:val="0056728E"/>
    <w:rsid w:val="00567567"/>
    <w:rsid w:val="00567590"/>
    <w:rsid w:val="00567610"/>
    <w:rsid w:val="00567A66"/>
    <w:rsid w:val="00567BDC"/>
    <w:rsid w:val="00567C66"/>
    <w:rsid w:val="00567EA3"/>
    <w:rsid w:val="00570013"/>
    <w:rsid w:val="0057029F"/>
    <w:rsid w:val="005705AD"/>
    <w:rsid w:val="00570741"/>
    <w:rsid w:val="0057080A"/>
    <w:rsid w:val="00570A39"/>
    <w:rsid w:val="00570AB5"/>
    <w:rsid w:val="00570E2E"/>
    <w:rsid w:val="00570ED2"/>
    <w:rsid w:val="00570FE8"/>
    <w:rsid w:val="00571095"/>
    <w:rsid w:val="0057117B"/>
    <w:rsid w:val="00571570"/>
    <w:rsid w:val="00571573"/>
    <w:rsid w:val="00571BD0"/>
    <w:rsid w:val="00571C27"/>
    <w:rsid w:val="00571DB0"/>
    <w:rsid w:val="00572035"/>
    <w:rsid w:val="00572062"/>
    <w:rsid w:val="0057212A"/>
    <w:rsid w:val="0057280B"/>
    <w:rsid w:val="00572B0D"/>
    <w:rsid w:val="00572BA3"/>
    <w:rsid w:val="00572E95"/>
    <w:rsid w:val="00572EE7"/>
    <w:rsid w:val="005733F9"/>
    <w:rsid w:val="00573641"/>
    <w:rsid w:val="00573841"/>
    <w:rsid w:val="00573BAC"/>
    <w:rsid w:val="00573BBF"/>
    <w:rsid w:val="00573D67"/>
    <w:rsid w:val="00573E9F"/>
    <w:rsid w:val="00574660"/>
    <w:rsid w:val="00574816"/>
    <w:rsid w:val="00574DEF"/>
    <w:rsid w:val="00574F13"/>
    <w:rsid w:val="00574F88"/>
    <w:rsid w:val="00575107"/>
    <w:rsid w:val="005756D1"/>
    <w:rsid w:val="00575A90"/>
    <w:rsid w:val="00575B6C"/>
    <w:rsid w:val="00575C73"/>
    <w:rsid w:val="00575D66"/>
    <w:rsid w:val="00575E53"/>
    <w:rsid w:val="0057620D"/>
    <w:rsid w:val="005762BF"/>
    <w:rsid w:val="005762FF"/>
    <w:rsid w:val="005764A1"/>
    <w:rsid w:val="0057672C"/>
    <w:rsid w:val="005768F3"/>
    <w:rsid w:val="00576978"/>
    <w:rsid w:val="00576CF7"/>
    <w:rsid w:val="00576EC9"/>
    <w:rsid w:val="00577827"/>
    <w:rsid w:val="0057783E"/>
    <w:rsid w:val="00577CF5"/>
    <w:rsid w:val="0058000D"/>
    <w:rsid w:val="005802DE"/>
    <w:rsid w:val="00580474"/>
    <w:rsid w:val="0058085C"/>
    <w:rsid w:val="005808B5"/>
    <w:rsid w:val="00580979"/>
    <w:rsid w:val="00580A3A"/>
    <w:rsid w:val="00580D14"/>
    <w:rsid w:val="00580F65"/>
    <w:rsid w:val="00581024"/>
    <w:rsid w:val="0058145E"/>
    <w:rsid w:val="00581A06"/>
    <w:rsid w:val="00581A22"/>
    <w:rsid w:val="00581BA5"/>
    <w:rsid w:val="005821C2"/>
    <w:rsid w:val="0058249F"/>
    <w:rsid w:val="00582584"/>
    <w:rsid w:val="0058274B"/>
    <w:rsid w:val="00582910"/>
    <w:rsid w:val="00582E0B"/>
    <w:rsid w:val="00582FA5"/>
    <w:rsid w:val="00582FDB"/>
    <w:rsid w:val="005830E7"/>
    <w:rsid w:val="005830FD"/>
    <w:rsid w:val="0058311F"/>
    <w:rsid w:val="00583212"/>
    <w:rsid w:val="005832F5"/>
    <w:rsid w:val="00583338"/>
    <w:rsid w:val="00583413"/>
    <w:rsid w:val="00583681"/>
    <w:rsid w:val="00583ACD"/>
    <w:rsid w:val="00583EA7"/>
    <w:rsid w:val="00583EEB"/>
    <w:rsid w:val="00584066"/>
    <w:rsid w:val="005840D4"/>
    <w:rsid w:val="005846A8"/>
    <w:rsid w:val="00584938"/>
    <w:rsid w:val="00584A55"/>
    <w:rsid w:val="00584C12"/>
    <w:rsid w:val="00584D9B"/>
    <w:rsid w:val="0058532E"/>
    <w:rsid w:val="00585412"/>
    <w:rsid w:val="00585889"/>
    <w:rsid w:val="00585938"/>
    <w:rsid w:val="0058596D"/>
    <w:rsid w:val="0058598F"/>
    <w:rsid w:val="00585A1D"/>
    <w:rsid w:val="00585B63"/>
    <w:rsid w:val="00586366"/>
    <w:rsid w:val="00586502"/>
    <w:rsid w:val="00586762"/>
    <w:rsid w:val="00586B7F"/>
    <w:rsid w:val="00586CE9"/>
    <w:rsid w:val="00586D75"/>
    <w:rsid w:val="00586DE7"/>
    <w:rsid w:val="00586E03"/>
    <w:rsid w:val="00586E7D"/>
    <w:rsid w:val="00587310"/>
    <w:rsid w:val="00587419"/>
    <w:rsid w:val="00587F64"/>
    <w:rsid w:val="00587FA9"/>
    <w:rsid w:val="00590718"/>
    <w:rsid w:val="0059084D"/>
    <w:rsid w:val="00590AAF"/>
    <w:rsid w:val="00591359"/>
    <w:rsid w:val="005914AF"/>
    <w:rsid w:val="00591B55"/>
    <w:rsid w:val="00591BCC"/>
    <w:rsid w:val="00591D0F"/>
    <w:rsid w:val="00591D13"/>
    <w:rsid w:val="00591E03"/>
    <w:rsid w:val="00591FFA"/>
    <w:rsid w:val="005923AE"/>
    <w:rsid w:val="005925D9"/>
    <w:rsid w:val="00592640"/>
    <w:rsid w:val="00592B06"/>
    <w:rsid w:val="00592BAC"/>
    <w:rsid w:val="00592E7D"/>
    <w:rsid w:val="005932B1"/>
    <w:rsid w:val="0059339A"/>
    <w:rsid w:val="0059347F"/>
    <w:rsid w:val="005935DA"/>
    <w:rsid w:val="0059362D"/>
    <w:rsid w:val="005936A1"/>
    <w:rsid w:val="005936AF"/>
    <w:rsid w:val="00593788"/>
    <w:rsid w:val="00593799"/>
    <w:rsid w:val="00593960"/>
    <w:rsid w:val="00593BB7"/>
    <w:rsid w:val="00593E64"/>
    <w:rsid w:val="00593EFA"/>
    <w:rsid w:val="0059428F"/>
    <w:rsid w:val="005943B6"/>
    <w:rsid w:val="00594804"/>
    <w:rsid w:val="005948C1"/>
    <w:rsid w:val="005948C4"/>
    <w:rsid w:val="005949DC"/>
    <w:rsid w:val="00594D5B"/>
    <w:rsid w:val="00594E86"/>
    <w:rsid w:val="00595501"/>
    <w:rsid w:val="005956B2"/>
    <w:rsid w:val="00595A16"/>
    <w:rsid w:val="00595E0B"/>
    <w:rsid w:val="005962EE"/>
    <w:rsid w:val="005963DB"/>
    <w:rsid w:val="005964A8"/>
    <w:rsid w:val="0059653B"/>
    <w:rsid w:val="00596845"/>
    <w:rsid w:val="00596DCF"/>
    <w:rsid w:val="00596E8A"/>
    <w:rsid w:val="00596F38"/>
    <w:rsid w:val="0059708D"/>
    <w:rsid w:val="005972AC"/>
    <w:rsid w:val="005972F3"/>
    <w:rsid w:val="005976B5"/>
    <w:rsid w:val="0059788F"/>
    <w:rsid w:val="00597A50"/>
    <w:rsid w:val="00597B6B"/>
    <w:rsid w:val="00597CBB"/>
    <w:rsid w:val="00597E1D"/>
    <w:rsid w:val="00597FEF"/>
    <w:rsid w:val="005A00BD"/>
    <w:rsid w:val="005A0184"/>
    <w:rsid w:val="005A05F4"/>
    <w:rsid w:val="005A093C"/>
    <w:rsid w:val="005A0954"/>
    <w:rsid w:val="005A0965"/>
    <w:rsid w:val="005A0CBD"/>
    <w:rsid w:val="005A0CE1"/>
    <w:rsid w:val="005A0D81"/>
    <w:rsid w:val="005A0D83"/>
    <w:rsid w:val="005A0E5D"/>
    <w:rsid w:val="005A0EB3"/>
    <w:rsid w:val="005A105B"/>
    <w:rsid w:val="005A1C58"/>
    <w:rsid w:val="005A1C99"/>
    <w:rsid w:val="005A1E26"/>
    <w:rsid w:val="005A201E"/>
    <w:rsid w:val="005A211D"/>
    <w:rsid w:val="005A2628"/>
    <w:rsid w:val="005A2841"/>
    <w:rsid w:val="005A2963"/>
    <w:rsid w:val="005A29D0"/>
    <w:rsid w:val="005A2AC6"/>
    <w:rsid w:val="005A2D07"/>
    <w:rsid w:val="005A2DB4"/>
    <w:rsid w:val="005A2E49"/>
    <w:rsid w:val="005A30CD"/>
    <w:rsid w:val="005A3260"/>
    <w:rsid w:val="005A3612"/>
    <w:rsid w:val="005A3642"/>
    <w:rsid w:val="005A394F"/>
    <w:rsid w:val="005A39FC"/>
    <w:rsid w:val="005A3A79"/>
    <w:rsid w:val="005A3CAC"/>
    <w:rsid w:val="005A3EDF"/>
    <w:rsid w:val="005A3F14"/>
    <w:rsid w:val="005A4282"/>
    <w:rsid w:val="005A4353"/>
    <w:rsid w:val="005A447D"/>
    <w:rsid w:val="005A4495"/>
    <w:rsid w:val="005A4A12"/>
    <w:rsid w:val="005A4A5B"/>
    <w:rsid w:val="005A4D61"/>
    <w:rsid w:val="005A4D9C"/>
    <w:rsid w:val="005A5067"/>
    <w:rsid w:val="005A5289"/>
    <w:rsid w:val="005A53F4"/>
    <w:rsid w:val="005A5963"/>
    <w:rsid w:val="005A5965"/>
    <w:rsid w:val="005A5A42"/>
    <w:rsid w:val="005A5CA4"/>
    <w:rsid w:val="005A6124"/>
    <w:rsid w:val="005A624E"/>
    <w:rsid w:val="005A6457"/>
    <w:rsid w:val="005A689D"/>
    <w:rsid w:val="005A6AA4"/>
    <w:rsid w:val="005A6AF6"/>
    <w:rsid w:val="005A6D5B"/>
    <w:rsid w:val="005A70CB"/>
    <w:rsid w:val="005A7159"/>
    <w:rsid w:val="005A72D6"/>
    <w:rsid w:val="005A7351"/>
    <w:rsid w:val="005A7618"/>
    <w:rsid w:val="005A769C"/>
    <w:rsid w:val="005A76F3"/>
    <w:rsid w:val="005A77B7"/>
    <w:rsid w:val="005A78EE"/>
    <w:rsid w:val="005A7A3E"/>
    <w:rsid w:val="005A7CC6"/>
    <w:rsid w:val="005A7E64"/>
    <w:rsid w:val="005B0034"/>
    <w:rsid w:val="005B01DD"/>
    <w:rsid w:val="005B029C"/>
    <w:rsid w:val="005B031C"/>
    <w:rsid w:val="005B04FF"/>
    <w:rsid w:val="005B07D0"/>
    <w:rsid w:val="005B0818"/>
    <w:rsid w:val="005B0871"/>
    <w:rsid w:val="005B0A74"/>
    <w:rsid w:val="005B1303"/>
    <w:rsid w:val="005B16D8"/>
    <w:rsid w:val="005B17E1"/>
    <w:rsid w:val="005B1C57"/>
    <w:rsid w:val="005B1E62"/>
    <w:rsid w:val="005B1EC1"/>
    <w:rsid w:val="005B2036"/>
    <w:rsid w:val="005B23A4"/>
    <w:rsid w:val="005B26A2"/>
    <w:rsid w:val="005B2829"/>
    <w:rsid w:val="005B2A03"/>
    <w:rsid w:val="005B2CB7"/>
    <w:rsid w:val="005B2D05"/>
    <w:rsid w:val="005B3331"/>
    <w:rsid w:val="005B33AA"/>
    <w:rsid w:val="005B3401"/>
    <w:rsid w:val="005B3634"/>
    <w:rsid w:val="005B3D16"/>
    <w:rsid w:val="005B3F27"/>
    <w:rsid w:val="005B404C"/>
    <w:rsid w:val="005B40E9"/>
    <w:rsid w:val="005B43C2"/>
    <w:rsid w:val="005B47DF"/>
    <w:rsid w:val="005B4AB5"/>
    <w:rsid w:val="005B4D4C"/>
    <w:rsid w:val="005B4E99"/>
    <w:rsid w:val="005B4F96"/>
    <w:rsid w:val="005B515E"/>
    <w:rsid w:val="005B5302"/>
    <w:rsid w:val="005B57B3"/>
    <w:rsid w:val="005B59D8"/>
    <w:rsid w:val="005B5AAD"/>
    <w:rsid w:val="005B5B38"/>
    <w:rsid w:val="005B5BB7"/>
    <w:rsid w:val="005B5DF6"/>
    <w:rsid w:val="005B61A0"/>
    <w:rsid w:val="005B62BF"/>
    <w:rsid w:val="005B6398"/>
    <w:rsid w:val="005B63F0"/>
    <w:rsid w:val="005B6686"/>
    <w:rsid w:val="005B6726"/>
    <w:rsid w:val="005B68A8"/>
    <w:rsid w:val="005B6B05"/>
    <w:rsid w:val="005B6B0A"/>
    <w:rsid w:val="005B6CF8"/>
    <w:rsid w:val="005B6E7F"/>
    <w:rsid w:val="005B71E2"/>
    <w:rsid w:val="005B7A08"/>
    <w:rsid w:val="005B7BB7"/>
    <w:rsid w:val="005B7C07"/>
    <w:rsid w:val="005B7D89"/>
    <w:rsid w:val="005C0408"/>
    <w:rsid w:val="005C06ED"/>
    <w:rsid w:val="005C0747"/>
    <w:rsid w:val="005C08C8"/>
    <w:rsid w:val="005C0A5A"/>
    <w:rsid w:val="005C0CCF"/>
    <w:rsid w:val="005C1258"/>
    <w:rsid w:val="005C15DE"/>
    <w:rsid w:val="005C19B3"/>
    <w:rsid w:val="005C1A58"/>
    <w:rsid w:val="005C1CA7"/>
    <w:rsid w:val="005C1CBD"/>
    <w:rsid w:val="005C1D49"/>
    <w:rsid w:val="005C1E7B"/>
    <w:rsid w:val="005C215A"/>
    <w:rsid w:val="005C21A8"/>
    <w:rsid w:val="005C21AE"/>
    <w:rsid w:val="005C224B"/>
    <w:rsid w:val="005C29B1"/>
    <w:rsid w:val="005C2A34"/>
    <w:rsid w:val="005C2A87"/>
    <w:rsid w:val="005C2F04"/>
    <w:rsid w:val="005C31B6"/>
    <w:rsid w:val="005C31FB"/>
    <w:rsid w:val="005C337B"/>
    <w:rsid w:val="005C34A4"/>
    <w:rsid w:val="005C34E6"/>
    <w:rsid w:val="005C3574"/>
    <w:rsid w:val="005C3747"/>
    <w:rsid w:val="005C37FB"/>
    <w:rsid w:val="005C397B"/>
    <w:rsid w:val="005C3D29"/>
    <w:rsid w:val="005C3D43"/>
    <w:rsid w:val="005C3D4E"/>
    <w:rsid w:val="005C3E25"/>
    <w:rsid w:val="005C3F80"/>
    <w:rsid w:val="005C405E"/>
    <w:rsid w:val="005C42FA"/>
    <w:rsid w:val="005C45AE"/>
    <w:rsid w:val="005C46AA"/>
    <w:rsid w:val="005C46E4"/>
    <w:rsid w:val="005C471F"/>
    <w:rsid w:val="005C47B4"/>
    <w:rsid w:val="005C4A89"/>
    <w:rsid w:val="005C4BC7"/>
    <w:rsid w:val="005C4BE8"/>
    <w:rsid w:val="005C4CD8"/>
    <w:rsid w:val="005C4EAC"/>
    <w:rsid w:val="005C4F02"/>
    <w:rsid w:val="005C5691"/>
    <w:rsid w:val="005C595C"/>
    <w:rsid w:val="005C59EE"/>
    <w:rsid w:val="005C5BF2"/>
    <w:rsid w:val="005C60B8"/>
    <w:rsid w:val="005C6139"/>
    <w:rsid w:val="005C66D3"/>
    <w:rsid w:val="005C694F"/>
    <w:rsid w:val="005C6BEC"/>
    <w:rsid w:val="005C6C05"/>
    <w:rsid w:val="005C6D86"/>
    <w:rsid w:val="005C7280"/>
    <w:rsid w:val="005C75E2"/>
    <w:rsid w:val="005C7635"/>
    <w:rsid w:val="005C7687"/>
    <w:rsid w:val="005C777E"/>
    <w:rsid w:val="005C7803"/>
    <w:rsid w:val="005C7D60"/>
    <w:rsid w:val="005D0277"/>
    <w:rsid w:val="005D0393"/>
    <w:rsid w:val="005D03E5"/>
    <w:rsid w:val="005D0542"/>
    <w:rsid w:val="005D0640"/>
    <w:rsid w:val="005D064D"/>
    <w:rsid w:val="005D081A"/>
    <w:rsid w:val="005D09C6"/>
    <w:rsid w:val="005D0A21"/>
    <w:rsid w:val="005D0B7D"/>
    <w:rsid w:val="005D0C24"/>
    <w:rsid w:val="005D0E39"/>
    <w:rsid w:val="005D108F"/>
    <w:rsid w:val="005D12CD"/>
    <w:rsid w:val="005D16EF"/>
    <w:rsid w:val="005D1749"/>
    <w:rsid w:val="005D1A3C"/>
    <w:rsid w:val="005D2017"/>
    <w:rsid w:val="005D2106"/>
    <w:rsid w:val="005D25C8"/>
    <w:rsid w:val="005D2938"/>
    <w:rsid w:val="005D2E3B"/>
    <w:rsid w:val="005D3133"/>
    <w:rsid w:val="005D327D"/>
    <w:rsid w:val="005D3689"/>
    <w:rsid w:val="005D3753"/>
    <w:rsid w:val="005D3781"/>
    <w:rsid w:val="005D40ED"/>
    <w:rsid w:val="005D4336"/>
    <w:rsid w:val="005D45BB"/>
    <w:rsid w:val="005D4644"/>
    <w:rsid w:val="005D46AC"/>
    <w:rsid w:val="005D491F"/>
    <w:rsid w:val="005D4BF8"/>
    <w:rsid w:val="005D4D4B"/>
    <w:rsid w:val="005D4E89"/>
    <w:rsid w:val="005D5031"/>
    <w:rsid w:val="005D5846"/>
    <w:rsid w:val="005D5862"/>
    <w:rsid w:val="005D5AE8"/>
    <w:rsid w:val="005D5C02"/>
    <w:rsid w:val="005D5DCD"/>
    <w:rsid w:val="005D5FD6"/>
    <w:rsid w:val="005D61CF"/>
    <w:rsid w:val="005D6311"/>
    <w:rsid w:val="005D699A"/>
    <w:rsid w:val="005D6C9C"/>
    <w:rsid w:val="005D70FB"/>
    <w:rsid w:val="005D710B"/>
    <w:rsid w:val="005D7252"/>
    <w:rsid w:val="005D73A7"/>
    <w:rsid w:val="005D73B9"/>
    <w:rsid w:val="005D7625"/>
    <w:rsid w:val="005D794B"/>
    <w:rsid w:val="005D79B8"/>
    <w:rsid w:val="005D7CE2"/>
    <w:rsid w:val="005E01F8"/>
    <w:rsid w:val="005E05B4"/>
    <w:rsid w:val="005E0850"/>
    <w:rsid w:val="005E089F"/>
    <w:rsid w:val="005E08E3"/>
    <w:rsid w:val="005E0993"/>
    <w:rsid w:val="005E0A8D"/>
    <w:rsid w:val="005E0C07"/>
    <w:rsid w:val="005E0CB5"/>
    <w:rsid w:val="005E105A"/>
    <w:rsid w:val="005E10C0"/>
    <w:rsid w:val="005E12A7"/>
    <w:rsid w:val="005E12D7"/>
    <w:rsid w:val="005E18F0"/>
    <w:rsid w:val="005E1A4A"/>
    <w:rsid w:val="005E1BE8"/>
    <w:rsid w:val="005E1C8A"/>
    <w:rsid w:val="005E22D7"/>
    <w:rsid w:val="005E2619"/>
    <w:rsid w:val="005E2A86"/>
    <w:rsid w:val="005E2B43"/>
    <w:rsid w:val="005E2BB1"/>
    <w:rsid w:val="005E2F87"/>
    <w:rsid w:val="005E30FD"/>
    <w:rsid w:val="005E329B"/>
    <w:rsid w:val="005E3437"/>
    <w:rsid w:val="005E3750"/>
    <w:rsid w:val="005E378D"/>
    <w:rsid w:val="005E3881"/>
    <w:rsid w:val="005E38CC"/>
    <w:rsid w:val="005E3A37"/>
    <w:rsid w:val="005E3DDB"/>
    <w:rsid w:val="005E3F8D"/>
    <w:rsid w:val="005E40A1"/>
    <w:rsid w:val="005E40CB"/>
    <w:rsid w:val="005E44C6"/>
    <w:rsid w:val="005E45DC"/>
    <w:rsid w:val="005E487B"/>
    <w:rsid w:val="005E49BC"/>
    <w:rsid w:val="005E4ADB"/>
    <w:rsid w:val="005E4B0D"/>
    <w:rsid w:val="005E4E8A"/>
    <w:rsid w:val="005E5289"/>
    <w:rsid w:val="005E528D"/>
    <w:rsid w:val="005E52D7"/>
    <w:rsid w:val="005E5689"/>
    <w:rsid w:val="005E5696"/>
    <w:rsid w:val="005E5792"/>
    <w:rsid w:val="005E5A3C"/>
    <w:rsid w:val="005E5ACE"/>
    <w:rsid w:val="005E5C03"/>
    <w:rsid w:val="005E5C39"/>
    <w:rsid w:val="005E5C9D"/>
    <w:rsid w:val="005E5DD2"/>
    <w:rsid w:val="005E633A"/>
    <w:rsid w:val="005E6406"/>
    <w:rsid w:val="005E64AD"/>
    <w:rsid w:val="005E6775"/>
    <w:rsid w:val="005E6855"/>
    <w:rsid w:val="005E6A21"/>
    <w:rsid w:val="005E6CD1"/>
    <w:rsid w:val="005E711F"/>
    <w:rsid w:val="005E7634"/>
    <w:rsid w:val="005E7724"/>
    <w:rsid w:val="005E7A1F"/>
    <w:rsid w:val="005E7C1D"/>
    <w:rsid w:val="005E7C6B"/>
    <w:rsid w:val="005F025E"/>
    <w:rsid w:val="005F0433"/>
    <w:rsid w:val="005F0869"/>
    <w:rsid w:val="005F08FA"/>
    <w:rsid w:val="005F0C26"/>
    <w:rsid w:val="005F0D9C"/>
    <w:rsid w:val="005F0E9E"/>
    <w:rsid w:val="005F0EBD"/>
    <w:rsid w:val="005F11BF"/>
    <w:rsid w:val="005F1580"/>
    <w:rsid w:val="005F1C33"/>
    <w:rsid w:val="005F1C85"/>
    <w:rsid w:val="005F2060"/>
    <w:rsid w:val="005F22D0"/>
    <w:rsid w:val="005F2812"/>
    <w:rsid w:val="005F2B55"/>
    <w:rsid w:val="005F2C7A"/>
    <w:rsid w:val="005F2D05"/>
    <w:rsid w:val="005F2FFF"/>
    <w:rsid w:val="005F300E"/>
    <w:rsid w:val="005F3032"/>
    <w:rsid w:val="005F3207"/>
    <w:rsid w:val="005F3818"/>
    <w:rsid w:val="005F3A8A"/>
    <w:rsid w:val="005F3AFE"/>
    <w:rsid w:val="005F3B1F"/>
    <w:rsid w:val="005F3D99"/>
    <w:rsid w:val="005F3E25"/>
    <w:rsid w:val="005F3E54"/>
    <w:rsid w:val="005F41EC"/>
    <w:rsid w:val="005F448E"/>
    <w:rsid w:val="005F45CB"/>
    <w:rsid w:val="005F4751"/>
    <w:rsid w:val="005F4B3B"/>
    <w:rsid w:val="005F4CF0"/>
    <w:rsid w:val="005F4CFF"/>
    <w:rsid w:val="005F4D09"/>
    <w:rsid w:val="005F4EB9"/>
    <w:rsid w:val="005F4F1E"/>
    <w:rsid w:val="005F4F9D"/>
    <w:rsid w:val="005F52B8"/>
    <w:rsid w:val="005F5657"/>
    <w:rsid w:val="005F576C"/>
    <w:rsid w:val="005F58BA"/>
    <w:rsid w:val="005F591D"/>
    <w:rsid w:val="005F5CE7"/>
    <w:rsid w:val="005F5FF8"/>
    <w:rsid w:val="005F6382"/>
    <w:rsid w:val="005F6445"/>
    <w:rsid w:val="005F6554"/>
    <w:rsid w:val="005F6707"/>
    <w:rsid w:val="005F673A"/>
    <w:rsid w:val="005F680B"/>
    <w:rsid w:val="005F6919"/>
    <w:rsid w:val="005F6ECA"/>
    <w:rsid w:val="005F702A"/>
    <w:rsid w:val="005F7779"/>
    <w:rsid w:val="005F77E5"/>
    <w:rsid w:val="005F78FD"/>
    <w:rsid w:val="005F791A"/>
    <w:rsid w:val="005F7EBC"/>
    <w:rsid w:val="0060017B"/>
    <w:rsid w:val="00600225"/>
    <w:rsid w:val="00600387"/>
    <w:rsid w:val="006004D7"/>
    <w:rsid w:val="006005CA"/>
    <w:rsid w:val="006005EB"/>
    <w:rsid w:val="00600864"/>
    <w:rsid w:val="00600B13"/>
    <w:rsid w:val="00600C54"/>
    <w:rsid w:val="00600E67"/>
    <w:rsid w:val="00600F9F"/>
    <w:rsid w:val="00600FCE"/>
    <w:rsid w:val="00601050"/>
    <w:rsid w:val="006010E9"/>
    <w:rsid w:val="0060142C"/>
    <w:rsid w:val="006014A4"/>
    <w:rsid w:val="006014F8"/>
    <w:rsid w:val="00601613"/>
    <w:rsid w:val="00601A5A"/>
    <w:rsid w:val="00601A8A"/>
    <w:rsid w:val="00601B7A"/>
    <w:rsid w:val="00601BB4"/>
    <w:rsid w:val="00601F73"/>
    <w:rsid w:val="006022A9"/>
    <w:rsid w:val="006022FD"/>
    <w:rsid w:val="00602474"/>
    <w:rsid w:val="00602714"/>
    <w:rsid w:val="00602766"/>
    <w:rsid w:val="006028DE"/>
    <w:rsid w:val="00602AA1"/>
    <w:rsid w:val="00602C21"/>
    <w:rsid w:val="00602C69"/>
    <w:rsid w:val="00602D3F"/>
    <w:rsid w:val="00602DA6"/>
    <w:rsid w:val="006030D0"/>
    <w:rsid w:val="0060318A"/>
    <w:rsid w:val="006038B5"/>
    <w:rsid w:val="006039B1"/>
    <w:rsid w:val="00603BAC"/>
    <w:rsid w:val="00603BDE"/>
    <w:rsid w:val="00603E0A"/>
    <w:rsid w:val="00604088"/>
    <w:rsid w:val="00604120"/>
    <w:rsid w:val="0060433A"/>
    <w:rsid w:val="006043E3"/>
    <w:rsid w:val="006044AC"/>
    <w:rsid w:val="006044EC"/>
    <w:rsid w:val="0060485F"/>
    <w:rsid w:val="00604BC1"/>
    <w:rsid w:val="00604CDD"/>
    <w:rsid w:val="006050A2"/>
    <w:rsid w:val="00605417"/>
    <w:rsid w:val="006056A4"/>
    <w:rsid w:val="0060572A"/>
    <w:rsid w:val="006058AE"/>
    <w:rsid w:val="0060590A"/>
    <w:rsid w:val="0060594A"/>
    <w:rsid w:val="00605CE5"/>
    <w:rsid w:val="00605CF1"/>
    <w:rsid w:val="00605DBC"/>
    <w:rsid w:val="006064A0"/>
    <w:rsid w:val="00606987"/>
    <w:rsid w:val="00606AF6"/>
    <w:rsid w:val="00606CFB"/>
    <w:rsid w:val="00606F2F"/>
    <w:rsid w:val="0060740F"/>
    <w:rsid w:val="0060745A"/>
    <w:rsid w:val="00607688"/>
    <w:rsid w:val="00607A6C"/>
    <w:rsid w:val="00607B5C"/>
    <w:rsid w:val="00607BB2"/>
    <w:rsid w:val="00607CB8"/>
    <w:rsid w:val="00607E82"/>
    <w:rsid w:val="00610654"/>
    <w:rsid w:val="006106AC"/>
    <w:rsid w:val="00610B8B"/>
    <w:rsid w:val="00610C74"/>
    <w:rsid w:val="00610D74"/>
    <w:rsid w:val="00610E1C"/>
    <w:rsid w:val="00610FE0"/>
    <w:rsid w:val="006111F6"/>
    <w:rsid w:val="006111FE"/>
    <w:rsid w:val="00611262"/>
    <w:rsid w:val="00611500"/>
    <w:rsid w:val="006117CF"/>
    <w:rsid w:val="006118E4"/>
    <w:rsid w:val="00611DE1"/>
    <w:rsid w:val="006121AF"/>
    <w:rsid w:val="0061222C"/>
    <w:rsid w:val="00612500"/>
    <w:rsid w:val="006125CD"/>
    <w:rsid w:val="0061269A"/>
    <w:rsid w:val="0061276E"/>
    <w:rsid w:val="00612A3C"/>
    <w:rsid w:val="00612DBB"/>
    <w:rsid w:val="00612DFE"/>
    <w:rsid w:val="00612EE2"/>
    <w:rsid w:val="00612F25"/>
    <w:rsid w:val="00613A30"/>
    <w:rsid w:val="00613B8F"/>
    <w:rsid w:val="00613BB1"/>
    <w:rsid w:val="00613DA6"/>
    <w:rsid w:val="006141C0"/>
    <w:rsid w:val="006142D5"/>
    <w:rsid w:val="00614361"/>
    <w:rsid w:val="006144BB"/>
    <w:rsid w:val="00614587"/>
    <w:rsid w:val="006145CB"/>
    <w:rsid w:val="0061460A"/>
    <w:rsid w:val="0061462C"/>
    <w:rsid w:val="00614802"/>
    <w:rsid w:val="00614B00"/>
    <w:rsid w:val="00614C52"/>
    <w:rsid w:val="00614F92"/>
    <w:rsid w:val="00615002"/>
    <w:rsid w:val="00615843"/>
    <w:rsid w:val="00615A10"/>
    <w:rsid w:val="00615B8A"/>
    <w:rsid w:val="00615FE0"/>
    <w:rsid w:val="006160B7"/>
    <w:rsid w:val="006161D6"/>
    <w:rsid w:val="00616649"/>
    <w:rsid w:val="0061682E"/>
    <w:rsid w:val="00616A47"/>
    <w:rsid w:val="00617045"/>
    <w:rsid w:val="006173B9"/>
    <w:rsid w:val="006175D8"/>
    <w:rsid w:val="006175DE"/>
    <w:rsid w:val="00617728"/>
    <w:rsid w:val="0061777C"/>
    <w:rsid w:val="0061799C"/>
    <w:rsid w:val="00617CAB"/>
    <w:rsid w:val="00617F9F"/>
    <w:rsid w:val="00620080"/>
    <w:rsid w:val="00620195"/>
    <w:rsid w:val="00620267"/>
    <w:rsid w:val="0062030F"/>
    <w:rsid w:val="00620510"/>
    <w:rsid w:val="00620616"/>
    <w:rsid w:val="00620A41"/>
    <w:rsid w:val="00620AA0"/>
    <w:rsid w:val="00621174"/>
    <w:rsid w:val="0062159F"/>
    <w:rsid w:val="006216FA"/>
    <w:rsid w:val="0062188A"/>
    <w:rsid w:val="00621955"/>
    <w:rsid w:val="0062197A"/>
    <w:rsid w:val="00621ECC"/>
    <w:rsid w:val="0062229E"/>
    <w:rsid w:val="0062244F"/>
    <w:rsid w:val="0062245D"/>
    <w:rsid w:val="006227A2"/>
    <w:rsid w:val="0062314F"/>
    <w:rsid w:val="006233F9"/>
    <w:rsid w:val="006233FD"/>
    <w:rsid w:val="006234DD"/>
    <w:rsid w:val="00623A3B"/>
    <w:rsid w:val="00623A8E"/>
    <w:rsid w:val="00623CED"/>
    <w:rsid w:val="006244AB"/>
    <w:rsid w:val="0062464C"/>
    <w:rsid w:val="0062466A"/>
    <w:rsid w:val="00624CB3"/>
    <w:rsid w:val="00624EA0"/>
    <w:rsid w:val="0062573E"/>
    <w:rsid w:val="00625DCB"/>
    <w:rsid w:val="0062608B"/>
    <w:rsid w:val="00626217"/>
    <w:rsid w:val="006266CB"/>
    <w:rsid w:val="0062671F"/>
    <w:rsid w:val="00626B71"/>
    <w:rsid w:val="00626BB6"/>
    <w:rsid w:val="00626C51"/>
    <w:rsid w:val="00626D64"/>
    <w:rsid w:val="0062757B"/>
    <w:rsid w:val="006278EE"/>
    <w:rsid w:val="00627936"/>
    <w:rsid w:val="00627B2D"/>
    <w:rsid w:val="00627BFC"/>
    <w:rsid w:val="00627E75"/>
    <w:rsid w:val="00630157"/>
    <w:rsid w:val="0063060A"/>
    <w:rsid w:val="006306E3"/>
    <w:rsid w:val="006307E6"/>
    <w:rsid w:val="0063082B"/>
    <w:rsid w:val="00630DD4"/>
    <w:rsid w:val="00631089"/>
    <w:rsid w:val="006312C9"/>
    <w:rsid w:val="0063143F"/>
    <w:rsid w:val="006317AF"/>
    <w:rsid w:val="00631816"/>
    <w:rsid w:val="00631822"/>
    <w:rsid w:val="00631998"/>
    <w:rsid w:val="00631E7B"/>
    <w:rsid w:val="00631FEE"/>
    <w:rsid w:val="006320E5"/>
    <w:rsid w:val="00632100"/>
    <w:rsid w:val="006321A0"/>
    <w:rsid w:val="00632272"/>
    <w:rsid w:val="00632331"/>
    <w:rsid w:val="0063249E"/>
    <w:rsid w:val="00632725"/>
    <w:rsid w:val="00632C17"/>
    <w:rsid w:val="00632D46"/>
    <w:rsid w:val="00632EAC"/>
    <w:rsid w:val="00632F30"/>
    <w:rsid w:val="006334A3"/>
    <w:rsid w:val="00633538"/>
    <w:rsid w:val="00633792"/>
    <w:rsid w:val="006338A3"/>
    <w:rsid w:val="00633AB0"/>
    <w:rsid w:val="00633ADF"/>
    <w:rsid w:val="00633E1D"/>
    <w:rsid w:val="00633EEA"/>
    <w:rsid w:val="006348BF"/>
    <w:rsid w:val="00634AB0"/>
    <w:rsid w:val="00634C38"/>
    <w:rsid w:val="0063572F"/>
    <w:rsid w:val="006359F7"/>
    <w:rsid w:val="00635ACB"/>
    <w:rsid w:val="00635B5A"/>
    <w:rsid w:val="00635E61"/>
    <w:rsid w:val="00635F68"/>
    <w:rsid w:val="006361A7"/>
    <w:rsid w:val="0063666B"/>
    <w:rsid w:val="00636683"/>
    <w:rsid w:val="00636988"/>
    <w:rsid w:val="00636989"/>
    <w:rsid w:val="00636A55"/>
    <w:rsid w:val="00636B1D"/>
    <w:rsid w:val="00636B54"/>
    <w:rsid w:val="00636F05"/>
    <w:rsid w:val="0063737D"/>
    <w:rsid w:val="006375A3"/>
    <w:rsid w:val="006377BB"/>
    <w:rsid w:val="00637BF0"/>
    <w:rsid w:val="00637CD6"/>
    <w:rsid w:val="00637F21"/>
    <w:rsid w:val="00637FCD"/>
    <w:rsid w:val="00640383"/>
    <w:rsid w:val="00640502"/>
    <w:rsid w:val="0064068C"/>
    <w:rsid w:val="00640737"/>
    <w:rsid w:val="006408C1"/>
    <w:rsid w:val="00640C30"/>
    <w:rsid w:val="00640C79"/>
    <w:rsid w:val="00640D5A"/>
    <w:rsid w:val="00640DC9"/>
    <w:rsid w:val="00640E08"/>
    <w:rsid w:val="00640F0C"/>
    <w:rsid w:val="006411BD"/>
    <w:rsid w:val="00641206"/>
    <w:rsid w:val="00641429"/>
    <w:rsid w:val="00641B46"/>
    <w:rsid w:val="00641B76"/>
    <w:rsid w:val="00641BE3"/>
    <w:rsid w:val="00641D33"/>
    <w:rsid w:val="00641DB5"/>
    <w:rsid w:val="00642099"/>
    <w:rsid w:val="006422A5"/>
    <w:rsid w:val="00642805"/>
    <w:rsid w:val="00642851"/>
    <w:rsid w:val="006428B8"/>
    <w:rsid w:val="00642A7B"/>
    <w:rsid w:val="00642D8A"/>
    <w:rsid w:val="00642EC6"/>
    <w:rsid w:val="006430AA"/>
    <w:rsid w:val="0064318D"/>
    <w:rsid w:val="006431EA"/>
    <w:rsid w:val="0064333F"/>
    <w:rsid w:val="00643585"/>
    <w:rsid w:val="00643A0A"/>
    <w:rsid w:val="00643AD1"/>
    <w:rsid w:val="00643ADA"/>
    <w:rsid w:val="00643B92"/>
    <w:rsid w:val="00643FB4"/>
    <w:rsid w:val="006441DC"/>
    <w:rsid w:val="006445E0"/>
    <w:rsid w:val="006446F2"/>
    <w:rsid w:val="00644753"/>
    <w:rsid w:val="00644841"/>
    <w:rsid w:val="00644D26"/>
    <w:rsid w:val="00644F38"/>
    <w:rsid w:val="00644FF3"/>
    <w:rsid w:val="006453C6"/>
    <w:rsid w:val="0064540E"/>
    <w:rsid w:val="0064558D"/>
    <w:rsid w:val="006456C9"/>
    <w:rsid w:val="006456F1"/>
    <w:rsid w:val="006458AC"/>
    <w:rsid w:val="00645A41"/>
    <w:rsid w:val="00645C05"/>
    <w:rsid w:val="00645E03"/>
    <w:rsid w:val="00645F7F"/>
    <w:rsid w:val="00645F8F"/>
    <w:rsid w:val="00646011"/>
    <w:rsid w:val="0064609A"/>
    <w:rsid w:val="0064625B"/>
    <w:rsid w:val="00646646"/>
    <w:rsid w:val="006466A1"/>
    <w:rsid w:val="006467ED"/>
    <w:rsid w:val="00646AA6"/>
    <w:rsid w:val="00646B9A"/>
    <w:rsid w:val="00647431"/>
    <w:rsid w:val="006474E9"/>
    <w:rsid w:val="0064750F"/>
    <w:rsid w:val="0064763D"/>
    <w:rsid w:val="0064781A"/>
    <w:rsid w:val="00647D26"/>
    <w:rsid w:val="00647E5B"/>
    <w:rsid w:val="00650004"/>
    <w:rsid w:val="00650187"/>
    <w:rsid w:val="006502BF"/>
    <w:rsid w:val="00650658"/>
    <w:rsid w:val="0065085C"/>
    <w:rsid w:val="006508CE"/>
    <w:rsid w:val="00650A31"/>
    <w:rsid w:val="00650C44"/>
    <w:rsid w:val="0065123D"/>
    <w:rsid w:val="00651367"/>
    <w:rsid w:val="00651626"/>
    <w:rsid w:val="00651AF1"/>
    <w:rsid w:val="006526D2"/>
    <w:rsid w:val="0065297D"/>
    <w:rsid w:val="006529A2"/>
    <w:rsid w:val="00652AD0"/>
    <w:rsid w:val="00652B53"/>
    <w:rsid w:val="00652C5A"/>
    <w:rsid w:val="00652C88"/>
    <w:rsid w:val="00653435"/>
    <w:rsid w:val="0065346C"/>
    <w:rsid w:val="006535B9"/>
    <w:rsid w:val="006538BD"/>
    <w:rsid w:val="00653AF6"/>
    <w:rsid w:val="00653FD3"/>
    <w:rsid w:val="0065407E"/>
    <w:rsid w:val="006543CF"/>
    <w:rsid w:val="00654762"/>
    <w:rsid w:val="00654816"/>
    <w:rsid w:val="00654AE6"/>
    <w:rsid w:val="00654B76"/>
    <w:rsid w:val="00654BE3"/>
    <w:rsid w:val="00654C3C"/>
    <w:rsid w:val="00654CC5"/>
    <w:rsid w:val="00654D0D"/>
    <w:rsid w:val="00654DED"/>
    <w:rsid w:val="00654E88"/>
    <w:rsid w:val="00655228"/>
    <w:rsid w:val="00655261"/>
    <w:rsid w:val="00655422"/>
    <w:rsid w:val="0065552C"/>
    <w:rsid w:val="00655C11"/>
    <w:rsid w:val="00655DC0"/>
    <w:rsid w:val="00655E0E"/>
    <w:rsid w:val="00655E5C"/>
    <w:rsid w:val="006562AD"/>
    <w:rsid w:val="0065641D"/>
    <w:rsid w:val="00656467"/>
    <w:rsid w:val="0065662A"/>
    <w:rsid w:val="006567D3"/>
    <w:rsid w:val="0065688C"/>
    <w:rsid w:val="006569C7"/>
    <w:rsid w:val="00656C1F"/>
    <w:rsid w:val="00656D30"/>
    <w:rsid w:val="00656E9A"/>
    <w:rsid w:val="00656F16"/>
    <w:rsid w:val="00657298"/>
    <w:rsid w:val="006573B1"/>
    <w:rsid w:val="006573DA"/>
    <w:rsid w:val="00657780"/>
    <w:rsid w:val="00657982"/>
    <w:rsid w:val="00657B9B"/>
    <w:rsid w:val="00657F16"/>
    <w:rsid w:val="006602B7"/>
    <w:rsid w:val="00660696"/>
    <w:rsid w:val="00660870"/>
    <w:rsid w:val="00660AF9"/>
    <w:rsid w:val="00660E8C"/>
    <w:rsid w:val="00661076"/>
    <w:rsid w:val="00661097"/>
    <w:rsid w:val="0066116B"/>
    <w:rsid w:val="00661256"/>
    <w:rsid w:val="00661474"/>
    <w:rsid w:val="00661567"/>
    <w:rsid w:val="006616EA"/>
    <w:rsid w:val="006617B5"/>
    <w:rsid w:val="0066188B"/>
    <w:rsid w:val="006618F7"/>
    <w:rsid w:val="00661D50"/>
    <w:rsid w:val="00661F24"/>
    <w:rsid w:val="00662219"/>
    <w:rsid w:val="006625C7"/>
    <w:rsid w:val="0066292C"/>
    <w:rsid w:val="006629D4"/>
    <w:rsid w:val="00662AA1"/>
    <w:rsid w:val="00662C0C"/>
    <w:rsid w:val="00662D7D"/>
    <w:rsid w:val="00662E28"/>
    <w:rsid w:val="00662E86"/>
    <w:rsid w:val="006631D6"/>
    <w:rsid w:val="006632BC"/>
    <w:rsid w:val="006633CE"/>
    <w:rsid w:val="006634C7"/>
    <w:rsid w:val="0066389F"/>
    <w:rsid w:val="00663AE1"/>
    <w:rsid w:val="00663CC0"/>
    <w:rsid w:val="00663F2A"/>
    <w:rsid w:val="006642B7"/>
    <w:rsid w:val="00664613"/>
    <w:rsid w:val="006647AC"/>
    <w:rsid w:val="006647F4"/>
    <w:rsid w:val="006647FC"/>
    <w:rsid w:val="00664889"/>
    <w:rsid w:val="00664999"/>
    <w:rsid w:val="00664A4E"/>
    <w:rsid w:val="00664C26"/>
    <w:rsid w:val="00664DBE"/>
    <w:rsid w:val="0066508F"/>
    <w:rsid w:val="006650F5"/>
    <w:rsid w:val="006651A8"/>
    <w:rsid w:val="006651B4"/>
    <w:rsid w:val="0066533A"/>
    <w:rsid w:val="006657F7"/>
    <w:rsid w:val="00665E6E"/>
    <w:rsid w:val="006662E2"/>
    <w:rsid w:val="006663A5"/>
    <w:rsid w:val="00666479"/>
    <w:rsid w:val="00666534"/>
    <w:rsid w:val="00666848"/>
    <w:rsid w:val="00666BDA"/>
    <w:rsid w:val="00666D6B"/>
    <w:rsid w:val="006670FC"/>
    <w:rsid w:val="00667339"/>
    <w:rsid w:val="00667DBB"/>
    <w:rsid w:val="00667E5D"/>
    <w:rsid w:val="006700D4"/>
    <w:rsid w:val="00670122"/>
    <w:rsid w:val="006702DE"/>
    <w:rsid w:val="006704E3"/>
    <w:rsid w:val="0067050A"/>
    <w:rsid w:val="006705C4"/>
    <w:rsid w:val="0067060A"/>
    <w:rsid w:val="00670681"/>
    <w:rsid w:val="006708E3"/>
    <w:rsid w:val="00670A05"/>
    <w:rsid w:val="00670A55"/>
    <w:rsid w:val="00670B1B"/>
    <w:rsid w:val="00670BFB"/>
    <w:rsid w:val="00670C57"/>
    <w:rsid w:val="00671066"/>
    <w:rsid w:val="0067150F"/>
    <w:rsid w:val="006716B8"/>
    <w:rsid w:val="00671878"/>
    <w:rsid w:val="00671BC0"/>
    <w:rsid w:val="00671C0B"/>
    <w:rsid w:val="00671D06"/>
    <w:rsid w:val="00671DF7"/>
    <w:rsid w:val="00671E7D"/>
    <w:rsid w:val="00672854"/>
    <w:rsid w:val="00672A4D"/>
    <w:rsid w:val="00672A7B"/>
    <w:rsid w:val="006730B7"/>
    <w:rsid w:val="0067374C"/>
    <w:rsid w:val="0067375B"/>
    <w:rsid w:val="00673A50"/>
    <w:rsid w:val="00673C86"/>
    <w:rsid w:val="00674221"/>
    <w:rsid w:val="00674932"/>
    <w:rsid w:val="00674E8B"/>
    <w:rsid w:val="00674F7E"/>
    <w:rsid w:val="00675231"/>
    <w:rsid w:val="00675538"/>
    <w:rsid w:val="0067582F"/>
    <w:rsid w:val="00675DEA"/>
    <w:rsid w:val="0067606C"/>
    <w:rsid w:val="00676295"/>
    <w:rsid w:val="0067635E"/>
    <w:rsid w:val="00676523"/>
    <w:rsid w:val="006768DD"/>
    <w:rsid w:val="00676B55"/>
    <w:rsid w:val="00676D9D"/>
    <w:rsid w:val="00677112"/>
    <w:rsid w:val="006771E9"/>
    <w:rsid w:val="006771FB"/>
    <w:rsid w:val="0067763B"/>
    <w:rsid w:val="00677E6F"/>
    <w:rsid w:val="00677FA6"/>
    <w:rsid w:val="00677FD1"/>
    <w:rsid w:val="0068003D"/>
    <w:rsid w:val="00680202"/>
    <w:rsid w:val="00680461"/>
    <w:rsid w:val="006804F6"/>
    <w:rsid w:val="00680627"/>
    <w:rsid w:val="00680629"/>
    <w:rsid w:val="006806AD"/>
    <w:rsid w:val="00680826"/>
    <w:rsid w:val="00680831"/>
    <w:rsid w:val="00680836"/>
    <w:rsid w:val="00680B77"/>
    <w:rsid w:val="00680CFA"/>
    <w:rsid w:val="00680E2E"/>
    <w:rsid w:val="00680F79"/>
    <w:rsid w:val="00680F95"/>
    <w:rsid w:val="00681516"/>
    <w:rsid w:val="00681555"/>
    <w:rsid w:val="006816C0"/>
    <w:rsid w:val="006817C0"/>
    <w:rsid w:val="006818E1"/>
    <w:rsid w:val="006818EE"/>
    <w:rsid w:val="00681A91"/>
    <w:rsid w:val="00681E14"/>
    <w:rsid w:val="006820B7"/>
    <w:rsid w:val="00682645"/>
    <w:rsid w:val="006826BF"/>
    <w:rsid w:val="00682796"/>
    <w:rsid w:val="00682834"/>
    <w:rsid w:val="006828B7"/>
    <w:rsid w:val="00682938"/>
    <w:rsid w:val="00682CDF"/>
    <w:rsid w:val="00683058"/>
    <w:rsid w:val="00683416"/>
    <w:rsid w:val="006836CC"/>
    <w:rsid w:val="0068370D"/>
    <w:rsid w:val="006837B2"/>
    <w:rsid w:val="00683818"/>
    <w:rsid w:val="006838BD"/>
    <w:rsid w:val="00683E00"/>
    <w:rsid w:val="00683E28"/>
    <w:rsid w:val="00683EF4"/>
    <w:rsid w:val="0068405F"/>
    <w:rsid w:val="006844C1"/>
    <w:rsid w:val="00684561"/>
    <w:rsid w:val="00684C84"/>
    <w:rsid w:val="00684C9C"/>
    <w:rsid w:val="00684CF6"/>
    <w:rsid w:val="00684F23"/>
    <w:rsid w:val="0068526B"/>
    <w:rsid w:val="00685426"/>
    <w:rsid w:val="00685444"/>
    <w:rsid w:val="00685589"/>
    <w:rsid w:val="00685638"/>
    <w:rsid w:val="006857A4"/>
    <w:rsid w:val="006858F9"/>
    <w:rsid w:val="00685B41"/>
    <w:rsid w:val="00686005"/>
    <w:rsid w:val="0068602A"/>
    <w:rsid w:val="00686249"/>
    <w:rsid w:val="00686289"/>
    <w:rsid w:val="0068682B"/>
    <w:rsid w:val="00686A7A"/>
    <w:rsid w:val="00686FB7"/>
    <w:rsid w:val="006871A6"/>
    <w:rsid w:val="006872A5"/>
    <w:rsid w:val="006872CC"/>
    <w:rsid w:val="006874C6"/>
    <w:rsid w:val="00687700"/>
    <w:rsid w:val="006877A0"/>
    <w:rsid w:val="0069011E"/>
    <w:rsid w:val="00690124"/>
    <w:rsid w:val="00690248"/>
    <w:rsid w:val="0069029B"/>
    <w:rsid w:val="00690468"/>
    <w:rsid w:val="00690544"/>
    <w:rsid w:val="00690A54"/>
    <w:rsid w:val="0069107F"/>
    <w:rsid w:val="006913C5"/>
    <w:rsid w:val="00691646"/>
    <w:rsid w:val="00691892"/>
    <w:rsid w:val="006918FA"/>
    <w:rsid w:val="006919C0"/>
    <w:rsid w:val="006919FE"/>
    <w:rsid w:val="00691AAE"/>
    <w:rsid w:val="00691E6D"/>
    <w:rsid w:val="00692568"/>
    <w:rsid w:val="006926DC"/>
    <w:rsid w:val="00692A13"/>
    <w:rsid w:val="00692B6A"/>
    <w:rsid w:val="00692C3B"/>
    <w:rsid w:val="00692C73"/>
    <w:rsid w:val="00692CB7"/>
    <w:rsid w:val="00692D27"/>
    <w:rsid w:val="00692EAB"/>
    <w:rsid w:val="00692EEF"/>
    <w:rsid w:val="00692F57"/>
    <w:rsid w:val="00692F95"/>
    <w:rsid w:val="00693560"/>
    <w:rsid w:val="0069363D"/>
    <w:rsid w:val="00693B53"/>
    <w:rsid w:val="00693FB7"/>
    <w:rsid w:val="006940F0"/>
    <w:rsid w:val="00694213"/>
    <w:rsid w:val="00694241"/>
    <w:rsid w:val="006944E8"/>
    <w:rsid w:val="00694517"/>
    <w:rsid w:val="00694526"/>
    <w:rsid w:val="00694B4E"/>
    <w:rsid w:val="00694D0A"/>
    <w:rsid w:val="00694E13"/>
    <w:rsid w:val="00694F76"/>
    <w:rsid w:val="00694F88"/>
    <w:rsid w:val="006954B5"/>
    <w:rsid w:val="006955D4"/>
    <w:rsid w:val="00695798"/>
    <w:rsid w:val="0069593E"/>
    <w:rsid w:val="00695B9B"/>
    <w:rsid w:val="00695C32"/>
    <w:rsid w:val="00696034"/>
    <w:rsid w:val="00696264"/>
    <w:rsid w:val="0069626A"/>
    <w:rsid w:val="00696412"/>
    <w:rsid w:val="0069662A"/>
    <w:rsid w:val="00696896"/>
    <w:rsid w:val="00696C0A"/>
    <w:rsid w:val="00696EDA"/>
    <w:rsid w:val="0069767E"/>
    <w:rsid w:val="006976D9"/>
    <w:rsid w:val="00697A25"/>
    <w:rsid w:val="00697E72"/>
    <w:rsid w:val="006A01D2"/>
    <w:rsid w:val="006A0472"/>
    <w:rsid w:val="006A0626"/>
    <w:rsid w:val="006A076C"/>
    <w:rsid w:val="006A07CA"/>
    <w:rsid w:val="006A0935"/>
    <w:rsid w:val="006A09A9"/>
    <w:rsid w:val="006A09B4"/>
    <w:rsid w:val="006A0AC0"/>
    <w:rsid w:val="006A0DDA"/>
    <w:rsid w:val="006A0F26"/>
    <w:rsid w:val="006A0F6C"/>
    <w:rsid w:val="006A102F"/>
    <w:rsid w:val="006A11BA"/>
    <w:rsid w:val="006A14CE"/>
    <w:rsid w:val="006A1839"/>
    <w:rsid w:val="006A1907"/>
    <w:rsid w:val="006A1A14"/>
    <w:rsid w:val="006A1AC3"/>
    <w:rsid w:val="006A1AD4"/>
    <w:rsid w:val="006A1DBB"/>
    <w:rsid w:val="006A2009"/>
    <w:rsid w:val="006A21C2"/>
    <w:rsid w:val="006A23D5"/>
    <w:rsid w:val="006A24D5"/>
    <w:rsid w:val="006A2685"/>
    <w:rsid w:val="006A2783"/>
    <w:rsid w:val="006A27C0"/>
    <w:rsid w:val="006A27C3"/>
    <w:rsid w:val="006A2A1E"/>
    <w:rsid w:val="006A2BD6"/>
    <w:rsid w:val="006A2CF7"/>
    <w:rsid w:val="006A2D3A"/>
    <w:rsid w:val="006A2E06"/>
    <w:rsid w:val="006A2E7C"/>
    <w:rsid w:val="006A3033"/>
    <w:rsid w:val="006A3267"/>
    <w:rsid w:val="006A36E0"/>
    <w:rsid w:val="006A38A7"/>
    <w:rsid w:val="006A3935"/>
    <w:rsid w:val="006A3A00"/>
    <w:rsid w:val="006A3A37"/>
    <w:rsid w:val="006A3A81"/>
    <w:rsid w:val="006A3BFF"/>
    <w:rsid w:val="006A4010"/>
    <w:rsid w:val="006A40CF"/>
    <w:rsid w:val="006A449E"/>
    <w:rsid w:val="006A489C"/>
    <w:rsid w:val="006A4B1A"/>
    <w:rsid w:val="006A5345"/>
    <w:rsid w:val="006A5504"/>
    <w:rsid w:val="006A5B76"/>
    <w:rsid w:val="006A6276"/>
    <w:rsid w:val="006A6581"/>
    <w:rsid w:val="006A66B6"/>
    <w:rsid w:val="006A673B"/>
    <w:rsid w:val="006A6979"/>
    <w:rsid w:val="006A6C05"/>
    <w:rsid w:val="006A6D16"/>
    <w:rsid w:val="006A6E46"/>
    <w:rsid w:val="006A70DB"/>
    <w:rsid w:val="006A721C"/>
    <w:rsid w:val="006A747C"/>
    <w:rsid w:val="006A75B8"/>
    <w:rsid w:val="006A778D"/>
    <w:rsid w:val="006A7AB9"/>
    <w:rsid w:val="006B013F"/>
    <w:rsid w:val="006B06F7"/>
    <w:rsid w:val="006B0991"/>
    <w:rsid w:val="006B09B1"/>
    <w:rsid w:val="006B0C23"/>
    <w:rsid w:val="006B0CA3"/>
    <w:rsid w:val="006B0CB0"/>
    <w:rsid w:val="006B0EFB"/>
    <w:rsid w:val="006B1158"/>
    <w:rsid w:val="006B12D5"/>
    <w:rsid w:val="006B1384"/>
    <w:rsid w:val="006B19C0"/>
    <w:rsid w:val="006B1A39"/>
    <w:rsid w:val="006B1F90"/>
    <w:rsid w:val="006B1FA9"/>
    <w:rsid w:val="006B2043"/>
    <w:rsid w:val="006B2065"/>
    <w:rsid w:val="006B206E"/>
    <w:rsid w:val="006B2581"/>
    <w:rsid w:val="006B2A60"/>
    <w:rsid w:val="006B2B83"/>
    <w:rsid w:val="006B2EB6"/>
    <w:rsid w:val="006B30FD"/>
    <w:rsid w:val="006B3489"/>
    <w:rsid w:val="006B357E"/>
    <w:rsid w:val="006B3DBD"/>
    <w:rsid w:val="006B3E5C"/>
    <w:rsid w:val="006B3F06"/>
    <w:rsid w:val="006B3F69"/>
    <w:rsid w:val="006B4014"/>
    <w:rsid w:val="006B440F"/>
    <w:rsid w:val="006B465E"/>
    <w:rsid w:val="006B4DD4"/>
    <w:rsid w:val="006B50F5"/>
    <w:rsid w:val="006B51A3"/>
    <w:rsid w:val="006B53F6"/>
    <w:rsid w:val="006B5460"/>
    <w:rsid w:val="006B55F4"/>
    <w:rsid w:val="006B5840"/>
    <w:rsid w:val="006B58C9"/>
    <w:rsid w:val="006B5E84"/>
    <w:rsid w:val="006B6118"/>
    <w:rsid w:val="006B61E2"/>
    <w:rsid w:val="006B646D"/>
    <w:rsid w:val="006B6576"/>
    <w:rsid w:val="006B6860"/>
    <w:rsid w:val="006B694F"/>
    <w:rsid w:val="006B6AC1"/>
    <w:rsid w:val="006B6B43"/>
    <w:rsid w:val="006B6C55"/>
    <w:rsid w:val="006B6E0B"/>
    <w:rsid w:val="006B6F24"/>
    <w:rsid w:val="006B6F5E"/>
    <w:rsid w:val="006B7203"/>
    <w:rsid w:val="006B7395"/>
    <w:rsid w:val="006B7518"/>
    <w:rsid w:val="006B7675"/>
    <w:rsid w:val="006B78C7"/>
    <w:rsid w:val="006B79BE"/>
    <w:rsid w:val="006B7A01"/>
    <w:rsid w:val="006B7C24"/>
    <w:rsid w:val="006B7D1F"/>
    <w:rsid w:val="006B7D86"/>
    <w:rsid w:val="006B7E6F"/>
    <w:rsid w:val="006B7F22"/>
    <w:rsid w:val="006C0079"/>
    <w:rsid w:val="006C028A"/>
    <w:rsid w:val="006C07BC"/>
    <w:rsid w:val="006C09C4"/>
    <w:rsid w:val="006C0B5A"/>
    <w:rsid w:val="006C0E8D"/>
    <w:rsid w:val="006C0F0F"/>
    <w:rsid w:val="006C11E8"/>
    <w:rsid w:val="006C11FE"/>
    <w:rsid w:val="006C1601"/>
    <w:rsid w:val="006C17C1"/>
    <w:rsid w:val="006C2058"/>
    <w:rsid w:val="006C21CF"/>
    <w:rsid w:val="006C221E"/>
    <w:rsid w:val="006C2314"/>
    <w:rsid w:val="006C23E1"/>
    <w:rsid w:val="006C2440"/>
    <w:rsid w:val="006C24D9"/>
    <w:rsid w:val="006C24FD"/>
    <w:rsid w:val="006C250C"/>
    <w:rsid w:val="006C2562"/>
    <w:rsid w:val="006C26B2"/>
    <w:rsid w:val="006C28A2"/>
    <w:rsid w:val="006C28A6"/>
    <w:rsid w:val="006C2CBC"/>
    <w:rsid w:val="006C2DAC"/>
    <w:rsid w:val="006C2DF1"/>
    <w:rsid w:val="006C2E62"/>
    <w:rsid w:val="006C30D8"/>
    <w:rsid w:val="006C30F8"/>
    <w:rsid w:val="006C3295"/>
    <w:rsid w:val="006C3328"/>
    <w:rsid w:val="006C38CC"/>
    <w:rsid w:val="006C3ACB"/>
    <w:rsid w:val="006C3DE9"/>
    <w:rsid w:val="006C3E60"/>
    <w:rsid w:val="006C4012"/>
    <w:rsid w:val="006C4047"/>
    <w:rsid w:val="006C478D"/>
    <w:rsid w:val="006C4850"/>
    <w:rsid w:val="006C4902"/>
    <w:rsid w:val="006C4B30"/>
    <w:rsid w:val="006C4B9F"/>
    <w:rsid w:val="006C4BCB"/>
    <w:rsid w:val="006C4BE2"/>
    <w:rsid w:val="006C4BE6"/>
    <w:rsid w:val="006C4CD4"/>
    <w:rsid w:val="006C4E21"/>
    <w:rsid w:val="006C517D"/>
    <w:rsid w:val="006C530F"/>
    <w:rsid w:val="006C53C8"/>
    <w:rsid w:val="006C54C2"/>
    <w:rsid w:val="006C57BF"/>
    <w:rsid w:val="006C58AD"/>
    <w:rsid w:val="006C5B17"/>
    <w:rsid w:val="006C5C0D"/>
    <w:rsid w:val="006C5C3B"/>
    <w:rsid w:val="006C648C"/>
    <w:rsid w:val="006C66CB"/>
    <w:rsid w:val="006C67DA"/>
    <w:rsid w:val="006C6AD7"/>
    <w:rsid w:val="006C6C4E"/>
    <w:rsid w:val="006C6C6D"/>
    <w:rsid w:val="006C6D26"/>
    <w:rsid w:val="006C6F4E"/>
    <w:rsid w:val="006C751D"/>
    <w:rsid w:val="006C761C"/>
    <w:rsid w:val="006C7945"/>
    <w:rsid w:val="006C7A3A"/>
    <w:rsid w:val="006C7C45"/>
    <w:rsid w:val="006D00C8"/>
    <w:rsid w:val="006D020D"/>
    <w:rsid w:val="006D03E2"/>
    <w:rsid w:val="006D04ED"/>
    <w:rsid w:val="006D05B8"/>
    <w:rsid w:val="006D0691"/>
    <w:rsid w:val="006D0733"/>
    <w:rsid w:val="006D07E1"/>
    <w:rsid w:val="006D0C83"/>
    <w:rsid w:val="006D0D65"/>
    <w:rsid w:val="006D10CE"/>
    <w:rsid w:val="006D1348"/>
    <w:rsid w:val="006D1564"/>
    <w:rsid w:val="006D1DF9"/>
    <w:rsid w:val="006D21B9"/>
    <w:rsid w:val="006D22DC"/>
    <w:rsid w:val="006D248A"/>
    <w:rsid w:val="006D25BE"/>
    <w:rsid w:val="006D2933"/>
    <w:rsid w:val="006D2A16"/>
    <w:rsid w:val="006D2A48"/>
    <w:rsid w:val="006D2B0E"/>
    <w:rsid w:val="006D2D31"/>
    <w:rsid w:val="006D3030"/>
    <w:rsid w:val="006D3192"/>
    <w:rsid w:val="006D3553"/>
    <w:rsid w:val="006D36BC"/>
    <w:rsid w:val="006D3D91"/>
    <w:rsid w:val="006D3F22"/>
    <w:rsid w:val="006D424F"/>
    <w:rsid w:val="006D4310"/>
    <w:rsid w:val="006D45A8"/>
    <w:rsid w:val="006D45DF"/>
    <w:rsid w:val="006D472C"/>
    <w:rsid w:val="006D4921"/>
    <w:rsid w:val="006D4A45"/>
    <w:rsid w:val="006D4A8E"/>
    <w:rsid w:val="006D4A90"/>
    <w:rsid w:val="006D4B11"/>
    <w:rsid w:val="006D4FE4"/>
    <w:rsid w:val="006D5092"/>
    <w:rsid w:val="006D5207"/>
    <w:rsid w:val="006D53AA"/>
    <w:rsid w:val="006D5454"/>
    <w:rsid w:val="006D573F"/>
    <w:rsid w:val="006D5774"/>
    <w:rsid w:val="006D5909"/>
    <w:rsid w:val="006D5BF5"/>
    <w:rsid w:val="006D5C60"/>
    <w:rsid w:val="006D630F"/>
    <w:rsid w:val="006D637A"/>
    <w:rsid w:val="006D65F5"/>
    <w:rsid w:val="006D68B1"/>
    <w:rsid w:val="006D6B14"/>
    <w:rsid w:val="006D6B2A"/>
    <w:rsid w:val="006D6C49"/>
    <w:rsid w:val="006D6CB7"/>
    <w:rsid w:val="006D6D16"/>
    <w:rsid w:val="006D6E4B"/>
    <w:rsid w:val="006D6ECF"/>
    <w:rsid w:val="006D702B"/>
    <w:rsid w:val="006D717E"/>
    <w:rsid w:val="006D7262"/>
    <w:rsid w:val="006D74CA"/>
    <w:rsid w:val="006D75B8"/>
    <w:rsid w:val="006D7610"/>
    <w:rsid w:val="006D778C"/>
    <w:rsid w:val="006D782B"/>
    <w:rsid w:val="006D7989"/>
    <w:rsid w:val="006D7C42"/>
    <w:rsid w:val="006D7CED"/>
    <w:rsid w:val="006D7E88"/>
    <w:rsid w:val="006D7F0F"/>
    <w:rsid w:val="006E0223"/>
    <w:rsid w:val="006E0358"/>
    <w:rsid w:val="006E0806"/>
    <w:rsid w:val="006E0848"/>
    <w:rsid w:val="006E0862"/>
    <w:rsid w:val="006E09E1"/>
    <w:rsid w:val="006E0D67"/>
    <w:rsid w:val="006E0F60"/>
    <w:rsid w:val="006E0F98"/>
    <w:rsid w:val="006E1216"/>
    <w:rsid w:val="006E170B"/>
    <w:rsid w:val="006E19FE"/>
    <w:rsid w:val="006E1A7A"/>
    <w:rsid w:val="006E1B7F"/>
    <w:rsid w:val="006E1FED"/>
    <w:rsid w:val="006E25B8"/>
    <w:rsid w:val="006E283C"/>
    <w:rsid w:val="006E29BC"/>
    <w:rsid w:val="006E2A6A"/>
    <w:rsid w:val="006E2BB9"/>
    <w:rsid w:val="006E2C82"/>
    <w:rsid w:val="006E2E94"/>
    <w:rsid w:val="006E2FC4"/>
    <w:rsid w:val="006E3045"/>
    <w:rsid w:val="006E307F"/>
    <w:rsid w:val="006E340F"/>
    <w:rsid w:val="006E3475"/>
    <w:rsid w:val="006E350F"/>
    <w:rsid w:val="006E3917"/>
    <w:rsid w:val="006E3ABB"/>
    <w:rsid w:val="006E3CEE"/>
    <w:rsid w:val="006E3E30"/>
    <w:rsid w:val="006E413B"/>
    <w:rsid w:val="006E4496"/>
    <w:rsid w:val="006E4770"/>
    <w:rsid w:val="006E47DB"/>
    <w:rsid w:val="006E4814"/>
    <w:rsid w:val="006E48D6"/>
    <w:rsid w:val="006E4CE3"/>
    <w:rsid w:val="006E4D2B"/>
    <w:rsid w:val="006E4E2E"/>
    <w:rsid w:val="006E4FE6"/>
    <w:rsid w:val="006E53EE"/>
    <w:rsid w:val="006E56DF"/>
    <w:rsid w:val="006E5901"/>
    <w:rsid w:val="006E5A3F"/>
    <w:rsid w:val="006E6021"/>
    <w:rsid w:val="006E6070"/>
    <w:rsid w:val="006E60CF"/>
    <w:rsid w:val="006E6528"/>
    <w:rsid w:val="006E68B6"/>
    <w:rsid w:val="006E6A34"/>
    <w:rsid w:val="006E6A5F"/>
    <w:rsid w:val="006E6ABC"/>
    <w:rsid w:val="006E6B19"/>
    <w:rsid w:val="006E6C89"/>
    <w:rsid w:val="006E6F8A"/>
    <w:rsid w:val="006E715F"/>
    <w:rsid w:val="006E736D"/>
    <w:rsid w:val="006E73F6"/>
    <w:rsid w:val="006E76BF"/>
    <w:rsid w:val="006E76E3"/>
    <w:rsid w:val="006E7785"/>
    <w:rsid w:val="006E79C7"/>
    <w:rsid w:val="006E7D34"/>
    <w:rsid w:val="006E7F37"/>
    <w:rsid w:val="006F0198"/>
    <w:rsid w:val="006F0248"/>
    <w:rsid w:val="006F0271"/>
    <w:rsid w:val="006F0607"/>
    <w:rsid w:val="006F0758"/>
    <w:rsid w:val="006F09B3"/>
    <w:rsid w:val="006F0C34"/>
    <w:rsid w:val="006F0F01"/>
    <w:rsid w:val="006F0FE9"/>
    <w:rsid w:val="006F102F"/>
    <w:rsid w:val="006F1507"/>
    <w:rsid w:val="006F1561"/>
    <w:rsid w:val="006F16DE"/>
    <w:rsid w:val="006F191B"/>
    <w:rsid w:val="006F1938"/>
    <w:rsid w:val="006F19C6"/>
    <w:rsid w:val="006F1D8A"/>
    <w:rsid w:val="006F1F94"/>
    <w:rsid w:val="006F20A5"/>
    <w:rsid w:val="006F20AF"/>
    <w:rsid w:val="006F2385"/>
    <w:rsid w:val="006F295A"/>
    <w:rsid w:val="006F2BB5"/>
    <w:rsid w:val="006F2E9B"/>
    <w:rsid w:val="006F3278"/>
    <w:rsid w:val="006F3288"/>
    <w:rsid w:val="006F3458"/>
    <w:rsid w:val="006F352D"/>
    <w:rsid w:val="006F3A24"/>
    <w:rsid w:val="006F3AD7"/>
    <w:rsid w:val="006F3B4A"/>
    <w:rsid w:val="006F3C16"/>
    <w:rsid w:val="006F427A"/>
    <w:rsid w:val="006F441A"/>
    <w:rsid w:val="006F4550"/>
    <w:rsid w:val="006F46C1"/>
    <w:rsid w:val="006F4794"/>
    <w:rsid w:val="006F484B"/>
    <w:rsid w:val="006F489E"/>
    <w:rsid w:val="006F4E86"/>
    <w:rsid w:val="006F4F5F"/>
    <w:rsid w:val="006F4FA5"/>
    <w:rsid w:val="006F5063"/>
    <w:rsid w:val="006F5176"/>
    <w:rsid w:val="006F52D0"/>
    <w:rsid w:val="006F55C1"/>
    <w:rsid w:val="006F569D"/>
    <w:rsid w:val="006F56AF"/>
    <w:rsid w:val="006F56E9"/>
    <w:rsid w:val="006F57A5"/>
    <w:rsid w:val="006F58DA"/>
    <w:rsid w:val="006F5CB1"/>
    <w:rsid w:val="006F5F48"/>
    <w:rsid w:val="006F60F7"/>
    <w:rsid w:val="006F613C"/>
    <w:rsid w:val="006F62A4"/>
    <w:rsid w:val="006F62B3"/>
    <w:rsid w:val="006F64F0"/>
    <w:rsid w:val="006F67F0"/>
    <w:rsid w:val="006F6885"/>
    <w:rsid w:val="006F6B4F"/>
    <w:rsid w:val="006F6BEE"/>
    <w:rsid w:val="006F6E36"/>
    <w:rsid w:val="006F6EEB"/>
    <w:rsid w:val="006F719F"/>
    <w:rsid w:val="006F7336"/>
    <w:rsid w:val="006F7528"/>
    <w:rsid w:val="006F75D0"/>
    <w:rsid w:val="006F7B62"/>
    <w:rsid w:val="006F7D8C"/>
    <w:rsid w:val="006F7DC0"/>
    <w:rsid w:val="00700009"/>
    <w:rsid w:val="00700253"/>
    <w:rsid w:val="0070072B"/>
    <w:rsid w:val="0070073E"/>
    <w:rsid w:val="00700CB4"/>
    <w:rsid w:val="00700E36"/>
    <w:rsid w:val="00700EA7"/>
    <w:rsid w:val="007012B2"/>
    <w:rsid w:val="0070134C"/>
    <w:rsid w:val="007014B4"/>
    <w:rsid w:val="007016A9"/>
    <w:rsid w:val="00701783"/>
    <w:rsid w:val="00701965"/>
    <w:rsid w:val="00701986"/>
    <w:rsid w:val="007019C0"/>
    <w:rsid w:val="00701D27"/>
    <w:rsid w:val="007020B0"/>
    <w:rsid w:val="007024E1"/>
    <w:rsid w:val="007025A2"/>
    <w:rsid w:val="007028CE"/>
    <w:rsid w:val="00702A20"/>
    <w:rsid w:val="00702C40"/>
    <w:rsid w:val="007030A7"/>
    <w:rsid w:val="007030E6"/>
    <w:rsid w:val="0070328B"/>
    <w:rsid w:val="00703366"/>
    <w:rsid w:val="00703583"/>
    <w:rsid w:val="007036F9"/>
    <w:rsid w:val="00703C81"/>
    <w:rsid w:val="00703F66"/>
    <w:rsid w:val="00704161"/>
    <w:rsid w:val="00704222"/>
    <w:rsid w:val="00704274"/>
    <w:rsid w:val="00704787"/>
    <w:rsid w:val="0070489F"/>
    <w:rsid w:val="0070493C"/>
    <w:rsid w:val="007049F8"/>
    <w:rsid w:val="00704E9E"/>
    <w:rsid w:val="00704F6B"/>
    <w:rsid w:val="0070549A"/>
    <w:rsid w:val="0070562B"/>
    <w:rsid w:val="00705CC1"/>
    <w:rsid w:val="00705EDA"/>
    <w:rsid w:val="0070604A"/>
    <w:rsid w:val="00706261"/>
    <w:rsid w:val="00706858"/>
    <w:rsid w:val="0070694C"/>
    <w:rsid w:val="00706C39"/>
    <w:rsid w:val="00707671"/>
    <w:rsid w:val="00707698"/>
    <w:rsid w:val="00707D68"/>
    <w:rsid w:val="00707EA0"/>
    <w:rsid w:val="00707F53"/>
    <w:rsid w:val="00707FAB"/>
    <w:rsid w:val="007105E4"/>
    <w:rsid w:val="007109AD"/>
    <w:rsid w:val="00710C99"/>
    <w:rsid w:val="00710EAC"/>
    <w:rsid w:val="00711336"/>
    <w:rsid w:val="007116D0"/>
    <w:rsid w:val="00711993"/>
    <w:rsid w:val="00711C79"/>
    <w:rsid w:val="00711F23"/>
    <w:rsid w:val="00712008"/>
    <w:rsid w:val="0071205B"/>
    <w:rsid w:val="0071229A"/>
    <w:rsid w:val="00712662"/>
    <w:rsid w:val="007126F5"/>
    <w:rsid w:val="00712910"/>
    <w:rsid w:val="00712AA0"/>
    <w:rsid w:val="00712B58"/>
    <w:rsid w:val="00712F28"/>
    <w:rsid w:val="00712F2B"/>
    <w:rsid w:val="00713199"/>
    <w:rsid w:val="007133C4"/>
    <w:rsid w:val="00713430"/>
    <w:rsid w:val="00713836"/>
    <w:rsid w:val="00713A70"/>
    <w:rsid w:val="00713C0C"/>
    <w:rsid w:val="00713FAC"/>
    <w:rsid w:val="00713FF7"/>
    <w:rsid w:val="007142C7"/>
    <w:rsid w:val="00714459"/>
    <w:rsid w:val="007144A3"/>
    <w:rsid w:val="007146A4"/>
    <w:rsid w:val="007147F9"/>
    <w:rsid w:val="007149AC"/>
    <w:rsid w:val="007149CF"/>
    <w:rsid w:val="00714B29"/>
    <w:rsid w:val="00714C64"/>
    <w:rsid w:val="00714E9B"/>
    <w:rsid w:val="00714E9C"/>
    <w:rsid w:val="007153C7"/>
    <w:rsid w:val="007154A2"/>
    <w:rsid w:val="0071563B"/>
    <w:rsid w:val="00715962"/>
    <w:rsid w:val="00715984"/>
    <w:rsid w:val="007159DF"/>
    <w:rsid w:val="00715CD8"/>
    <w:rsid w:val="00715D91"/>
    <w:rsid w:val="007162C6"/>
    <w:rsid w:val="007166D9"/>
    <w:rsid w:val="00716947"/>
    <w:rsid w:val="00716983"/>
    <w:rsid w:val="00716C9B"/>
    <w:rsid w:val="00716CBF"/>
    <w:rsid w:val="00716D52"/>
    <w:rsid w:val="00717295"/>
    <w:rsid w:val="00717412"/>
    <w:rsid w:val="00717878"/>
    <w:rsid w:val="00717919"/>
    <w:rsid w:val="00717BD1"/>
    <w:rsid w:val="00717D3A"/>
    <w:rsid w:val="00717E58"/>
    <w:rsid w:val="00717F1B"/>
    <w:rsid w:val="007200C9"/>
    <w:rsid w:val="00720526"/>
    <w:rsid w:val="00720583"/>
    <w:rsid w:val="007205D0"/>
    <w:rsid w:val="007206CE"/>
    <w:rsid w:val="0072076D"/>
    <w:rsid w:val="00720B79"/>
    <w:rsid w:val="00720D1F"/>
    <w:rsid w:val="00720FD4"/>
    <w:rsid w:val="007210CB"/>
    <w:rsid w:val="007210DC"/>
    <w:rsid w:val="007214CF"/>
    <w:rsid w:val="00721589"/>
    <w:rsid w:val="007215C0"/>
    <w:rsid w:val="00721766"/>
    <w:rsid w:val="00721B83"/>
    <w:rsid w:val="00721C91"/>
    <w:rsid w:val="00721EF3"/>
    <w:rsid w:val="00721FF8"/>
    <w:rsid w:val="00722073"/>
    <w:rsid w:val="0072209C"/>
    <w:rsid w:val="007227D2"/>
    <w:rsid w:val="00722A5C"/>
    <w:rsid w:val="007231B6"/>
    <w:rsid w:val="00723524"/>
    <w:rsid w:val="007237DB"/>
    <w:rsid w:val="00723C92"/>
    <w:rsid w:val="00723CDD"/>
    <w:rsid w:val="00723D5C"/>
    <w:rsid w:val="007240F5"/>
    <w:rsid w:val="007241E0"/>
    <w:rsid w:val="00724563"/>
    <w:rsid w:val="00724E68"/>
    <w:rsid w:val="00724E77"/>
    <w:rsid w:val="00724FFB"/>
    <w:rsid w:val="007252E4"/>
    <w:rsid w:val="00725350"/>
    <w:rsid w:val="00725591"/>
    <w:rsid w:val="007255E7"/>
    <w:rsid w:val="00725A0B"/>
    <w:rsid w:val="00725C95"/>
    <w:rsid w:val="00725D94"/>
    <w:rsid w:val="00725DD3"/>
    <w:rsid w:val="00726146"/>
    <w:rsid w:val="00726190"/>
    <w:rsid w:val="0072652B"/>
    <w:rsid w:val="0072678D"/>
    <w:rsid w:val="00726847"/>
    <w:rsid w:val="00726EAA"/>
    <w:rsid w:val="00726F81"/>
    <w:rsid w:val="00727132"/>
    <w:rsid w:val="00727135"/>
    <w:rsid w:val="00727334"/>
    <w:rsid w:val="007274D8"/>
    <w:rsid w:val="00727620"/>
    <w:rsid w:val="00727852"/>
    <w:rsid w:val="00727863"/>
    <w:rsid w:val="00727B5D"/>
    <w:rsid w:val="00727B6D"/>
    <w:rsid w:val="00727CFF"/>
    <w:rsid w:val="00727F21"/>
    <w:rsid w:val="0073009F"/>
    <w:rsid w:val="0073029D"/>
    <w:rsid w:val="0073036F"/>
    <w:rsid w:val="007304CE"/>
    <w:rsid w:val="00730838"/>
    <w:rsid w:val="00730A48"/>
    <w:rsid w:val="00730B67"/>
    <w:rsid w:val="00730DC2"/>
    <w:rsid w:val="00730E2C"/>
    <w:rsid w:val="00731180"/>
    <w:rsid w:val="007315D3"/>
    <w:rsid w:val="007316EC"/>
    <w:rsid w:val="007318D3"/>
    <w:rsid w:val="00731954"/>
    <w:rsid w:val="00731D02"/>
    <w:rsid w:val="00732093"/>
    <w:rsid w:val="00732309"/>
    <w:rsid w:val="007328AB"/>
    <w:rsid w:val="0073295B"/>
    <w:rsid w:val="0073345A"/>
    <w:rsid w:val="00733505"/>
    <w:rsid w:val="007338AD"/>
    <w:rsid w:val="007339AF"/>
    <w:rsid w:val="00733CA3"/>
    <w:rsid w:val="00733E7B"/>
    <w:rsid w:val="00733F4C"/>
    <w:rsid w:val="0073451B"/>
    <w:rsid w:val="0073456B"/>
    <w:rsid w:val="0073477F"/>
    <w:rsid w:val="00734A10"/>
    <w:rsid w:val="00734B5D"/>
    <w:rsid w:val="00734F25"/>
    <w:rsid w:val="0073506D"/>
    <w:rsid w:val="007353B1"/>
    <w:rsid w:val="00735424"/>
    <w:rsid w:val="007354CE"/>
    <w:rsid w:val="0073562C"/>
    <w:rsid w:val="00735875"/>
    <w:rsid w:val="00735987"/>
    <w:rsid w:val="007359AD"/>
    <w:rsid w:val="00735A74"/>
    <w:rsid w:val="00735A79"/>
    <w:rsid w:val="00735A7F"/>
    <w:rsid w:val="00735B08"/>
    <w:rsid w:val="00735B4B"/>
    <w:rsid w:val="00735C37"/>
    <w:rsid w:val="0073601A"/>
    <w:rsid w:val="007362B2"/>
    <w:rsid w:val="0073659F"/>
    <w:rsid w:val="0073660E"/>
    <w:rsid w:val="00736628"/>
    <w:rsid w:val="007366B0"/>
    <w:rsid w:val="00736850"/>
    <w:rsid w:val="007369E3"/>
    <w:rsid w:val="00736EC4"/>
    <w:rsid w:val="00736EF1"/>
    <w:rsid w:val="00736FFA"/>
    <w:rsid w:val="0073719D"/>
    <w:rsid w:val="00737941"/>
    <w:rsid w:val="007379FE"/>
    <w:rsid w:val="00737AE1"/>
    <w:rsid w:val="00737CE0"/>
    <w:rsid w:val="00737D38"/>
    <w:rsid w:val="007401BB"/>
    <w:rsid w:val="00740268"/>
    <w:rsid w:val="00740565"/>
    <w:rsid w:val="00740BF1"/>
    <w:rsid w:val="00740DC6"/>
    <w:rsid w:val="007411FD"/>
    <w:rsid w:val="0074136C"/>
    <w:rsid w:val="00741400"/>
    <w:rsid w:val="007415D0"/>
    <w:rsid w:val="007417FA"/>
    <w:rsid w:val="00741D5E"/>
    <w:rsid w:val="00741E6B"/>
    <w:rsid w:val="00742197"/>
    <w:rsid w:val="0074263E"/>
    <w:rsid w:val="007428A2"/>
    <w:rsid w:val="007428FE"/>
    <w:rsid w:val="00742B88"/>
    <w:rsid w:val="00742F51"/>
    <w:rsid w:val="0074305A"/>
    <w:rsid w:val="007436AD"/>
    <w:rsid w:val="0074389C"/>
    <w:rsid w:val="007439FD"/>
    <w:rsid w:val="00743E7F"/>
    <w:rsid w:val="0074411F"/>
    <w:rsid w:val="0074457F"/>
    <w:rsid w:val="007445A6"/>
    <w:rsid w:val="00744679"/>
    <w:rsid w:val="00744A01"/>
    <w:rsid w:val="00744CA7"/>
    <w:rsid w:val="007454B5"/>
    <w:rsid w:val="00745654"/>
    <w:rsid w:val="00745965"/>
    <w:rsid w:val="00745AD8"/>
    <w:rsid w:val="00745C03"/>
    <w:rsid w:val="00745C6D"/>
    <w:rsid w:val="00745D39"/>
    <w:rsid w:val="00745F13"/>
    <w:rsid w:val="007463EE"/>
    <w:rsid w:val="00746779"/>
    <w:rsid w:val="007468D6"/>
    <w:rsid w:val="007468D7"/>
    <w:rsid w:val="00746BC3"/>
    <w:rsid w:val="00746EAA"/>
    <w:rsid w:val="0074733C"/>
    <w:rsid w:val="007473D9"/>
    <w:rsid w:val="007476D7"/>
    <w:rsid w:val="00747791"/>
    <w:rsid w:val="00747C7F"/>
    <w:rsid w:val="00747FFD"/>
    <w:rsid w:val="00750201"/>
    <w:rsid w:val="00750453"/>
    <w:rsid w:val="00750BF7"/>
    <w:rsid w:val="00750C8D"/>
    <w:rsid w:val="00750E16"/>
    <w:rsid w:val="00750F5A"/>
    <w:rsid w:val="00750FF8"/>
    <w:rsid w:val="00751132"/>
    <w:rsid w:val="007515F8"/>
    <w:rsid w:val="00751B49"/>
    <w:rsid w:val="00751DA5"/>
    <w:rsid w:val="007521CC"/>
    <w:rsid w:val="007523B5"/>
    <w:rsid w:val="007527BB"/>
    <w:rsid w:val="00752960"/>
    <w:rsid w:val="00752B6A"/>
    <w:rsid w:val="00752C0D"/>
    <w:rsid w:val="00752C8D"/>
    <w:rsid w:val="00752CB0"/>
    <w:rsid w:val="00752F78"/>
    <w:rsid w:val="007532B1"/>
    <w:rsid w:val="00753439"/>
    <w:rsid w:val="0075349A"/>
    <w:rsid w:val="007539ED"/>
    <w:rsid w:val="00753AC1"/>
    <w:rsid w:val="007540FB"/>
    <w:rsid w:val="0075442E"/>
    <w:rsid w:val="00754491"/>
    <w:rsid w:val="00754691"/>
    <w:rsid w:val="00754E37"/>
    <w:rsid w:val="00754EA5"/>
    <w:rsid w:val="00754FC7"/>
    <w:rsid w:val="0075532F"/>
    <w:rsid w:val="00755482"/>
    <w:rsid w:val="007554EE"/>
    <w:rsid w:val="0075553F"/>
    <w:rsid w:val="00755A0F"/>
    <w:rsid w:val="00755E4C"/>
    <w:rsid w:val="00756311"/>
    <w:rsid w:val="007563F9"/>
    <w:rsid w:val="007564BF"/>
    <w:rsid w:val="00756622"/>
    <w:rsid w:val="00756665"/>
    <w:rsid w:val="0075669B"/>
    <w:rsid w:val="007566E7"/>
    <w:rsid w:val="00756A3C"/>
    <w:rsid w:val="00756A46"/>
    <w:rsid w:val="00757569"/>
    <w:rsid w:val="007575B2"/>
    <w:rsid w:val="00757696"/>
    <w:rsid w:val="00757976"/>
    <w:rsid w:val="00760562"/>
    <w:rsid w:val="0076084E"/>
    <w:rsid w:val="00760BFC"/>
    <w:rsid w:val="00760C46"/>
    <w:rsid w:val="00760CD0"/>
    <w:rsid w:val="00760D89"/>
    <w:rsid w:val="007611EF"/>
    <w:rsid w:val="007612F3"/>
    <w:rsid w:val="007614FB"/>
    <w:rsid w:val="0076186B"/>
    <w:rsid w:val="007619D7"/>
    <w:rsid w:val="00761A57"/>
    <w:rsid w:val="00761AB8"/>
    <w:rsid w:val="00761AE4"/>
    <w:rsid w:val="00761C7D"/>
    <w:rsid w:val="00761E48"/>
    <w:rsid w:val="00761EE2"/>
    <w:rsid w:val="007624D9"/>
    <w:rsid w:val="00762779"/>
    <w:rsid w:val="00762785"/>
    <w:rsid w:val="0076283E"/>
    <w:rsid w:val="00762CE4"/>
    <w:rsid w:val="00762D87"/>
    <w:rsid w:val="00762FDB"/>
    <w:rsid w:val="0076333E"/>
    <w:rsid w:val="00763382"/>
    <w:rsid w:val="0076376E"/>
    <w:rsid w:val="00763935"/>
    <w:rsid w:val="00763B8D"/>
    <w:rsid w:val="0076404C"/>
    <w:rsid w:val="0076437B"/>
    <w:rsid w:val="00764872"/>
    <w:rsid w:val="00764BFF"/>
    <w:rsid w:val="00764D3A"/>
    <w:rsid w:val="00764F71"/>
    <w:rsid w:val="007650C7"/>
    <w:rsid w:val="007653EC"/>
    <w:rsid w:val="00765507"/>
    <w:rsid w:val="007659F1"/>
    <w:rsid w:val="00765A30"/>
    <w:rsid w:val="00765B34"/>
    <w:rsid w:val="00765CF2"/>
    <w:rsid w:val="00765F06"/>
    <w:rsid w:val="00765F36"/>
    <w:rsid w:val="0076606A"/>
    <w:rsid w:val="007660BB"/>
    <w:rsid w:val="007663BA"/>
    <w:rsid w:val="007664B1"/>
    <w:rsid w:val="00766D26"/>
    <w:rsid w:val="0076700F"/>
    <w:rsid w:val="0076733D"/>
    <w:rsid w:val="007673D7"/>
    <w:rsid w:val="007674BF"/>
    <w:rsid w:val="007675B5"/>
    <w:rsid w:val="00767838"/>
    <w:rsid w:val="00767B88"/>
    <w:rsid w:val="00767E44"/>
    <w:rsid w:val="007703AA"/>
    <w:rsid w:val="00770422"/>
    <w:rsid w:val="00770545"/>
    <w:rsid w:val="00770566"/>
    <w:rsid w:val="00770B08"/>
    <w:rsid w:val="00770CF9"/>
    <w:rsid w:val="00770D66"/>
    <w:rsid w:val="00770DE5"/>
    <w:rsid w:val="00771048"/>
    <w:rsid w:val="0077127E"/>
    <w:rsid w:val="007712E1"/>
    <w:rsid w:val="007718D0"/>
    <w:rsid w:val="00771C2E"/>
    <w:rsid w:val="00771D88"/>
    <w:rsid w:val="00771F1A"/>
    <w:rsid w:val="00771FD9"/>
    <w:rsid w:val="007722B0"/>
    <w:rsid w:val="007725BF"/>
    <w:rsid w:val="007726DC"/>
    <w:rsid w:val="00772827"/>
    <w:rsid w:val="00772BD9"/>
    <w:rsid w:val="00772C18"/>
    <w:rsid w:val="00772F13"/>
    <w:rsid w:val="00772F68"/>
    <w:rsid w:val="00773114"/>
    <w:rsid w:val="0077374B"/>
    <w:rsid w:val="007737F9"/>
    <w:rsid w:val="00773AA7"/>
    <w:rsid w:val="00773BC0"/>
    <w:rsid w:val="00773D1E"/>
    <w:rsid w:val="00774061"/>
    <w:rsid w:val="00774326"/>
    <w:rsid w:val="007743DF"/>
    <w:rsid w:val="007746F5"/>
    <w:rsid w:val="007751D9"/>
    <w:rsid w:val="00775903"/>
    <w:rsid w:val="00775BA3"/>
    <w:rsid w:val="0077601E"/>
    <w:rsid w:val="007764D3"/>
    <w:rsid w:val="007765AA"/>
    <w:rsid w:val="007767F0"/>
    <w:rsid w:val="007769DE"/>
    <w:rsid w:val="00776B71"/>
    <w:rsid w:val="00776C03"/>
    <w:rsid w:val="00776D9F"/>
    <w:rsid w:val="00776EB3"/>
    <w:rsid w:val="00776FB4"/>
    <w:rsid w:val="0077705B"/>
    <w:rsid w:val="007770C8"/>
    <w:rsid w:val="007770DF"/>
    <w:rsid w:val="007775FF"/>
    <w:rsid w:val="0077770B"/>
    <w:rsid w:val="007777E0"/>
    <w:rsid w:val="00777A69"/>
    <w:rsid w:val="00777D0D"/>
    <w:rsid w:val="00777DFF"/>
    <w:rsid w:val="00777E8E"/>
    <w:rsid w:val="00780142"/>
    <w:rsid w:val="00780227"/>
    <w:rsid w:val="007802F6"/>
    <w:rsid w:val="007803E8"/>
    <w:rsid w:val="0078092C"/>
    <w:rsid w:val="0078095E"/>
    <w:rsid w:val="00780A92"/>
    <w:rsid w:val="00780DE8"/>
    <w:rsid w:val="00780F23"/>
    <w:rsid w:val="00781C7B"/>
    <w:rsid w:val="00781FEA"/>
    <w:rsid w:val="00782346"/>
    <w:rsid w:val="00782616"/>
    <w:rsid w:val="00782669"/>
    <w:rsid w:val="007828DE"/>
    <w:rsid w:val="00782AD9"/>
    <w:rsid w:val="00783249"/>
    <w:rsid w:val="00783567"/>
    <w:rsid w:val="00783752"/>
    <w:rsid w:val="00783763"/>
    <w:rsid w:val="007839DD"/>
    <w:rsid w:val="00783B1E"/>
    <w:rsid w:val="00783E28"/>
    <w:rsid w:val="00783F90"/>
    <w:rsid w:val="00783F97"/>
    <w:rsid w:val="007841B7"/>
    <w:rsid w:val="007842E0"/>
    <w:rsid w:val="00784452"/>
    <w:rsid w:val="0078493D"/>
    <w:rsid w:val="00785368"/>
    <w:rsid w:val="007853C3"/>
    <w:rsid w:val="00785474"/>
    <w:rsid w:val="00785A90"/>
    <w:rsid w:val="00785FDE"/>
    <w:rsid w:val="0078620C"/>
    <w:rsid w:val="00786368"/>
    <w:rsid w:val="007863DA"/>
    <w:rsid w:val="00786545"/>
    <w:rsid w:val="00786BC0"/>
    <w:rsid w:val="00786C8B"/>
    <w:rsid w:val="00786E2A"/>
    <w:rsid w:val="007871F7"/>
    <w:rsid w:val="00787390"/>
    <w:rsid w:val="007873A3"/>
    <w:rsid w:val="00787477"/>
    <w:rsid w:val="00787579"/>
    <w:rsid w:val="0078758E"/>
    <w:rsid w:val="00787617"/>
    <w:rsid w:val="00787683"/>
    <w:rsid w:val="007877F7"/>
    <w:rsid w:val="00787B56"/>
    <w:rsid w:val="00787B65"/>
    <w:rsid w:val="00787EE4"/>
    <w:rsid w:val="0079053F"/>
    <w:rsid w:val="0079066F"/>
    <w:rsid w:val="007907AB"/>
    <w:rsid w:val="00790C3F"/>
    <w:rsid w:val="00790DBF"/>
    <w:rsid w:val="00791076"/>
    <w:rsid w:val="0079107F"/>
    <w:rsid w:val="0079111F"/>
    <w:rsid w:val="0079129C"/>
    <w:rsid w:val="007914D1"/>
    <w:rsid w:val="007915C9"/>
    <w:rsid w:val="00791B11"/>
    <w:rsid w:val="00791BBA"/>
    <w:rsid w:val="00791C77"/>
    <w:rsid w:val="00791D70"/>
    <w:rsid w:val="00791DD7"/>
    <w:rsid w:val="00791E8C"/>
    <w:rsid w:val="007925AD"/>
    <w:rsid w:val="007925B8"/>
    <w:rsid w:val="00792662"/>
    <w:rsid w:val="007928E7"/>
    <w:rsid w:val="00792E6E"/>
    <w:rsid w:val="007930BA"/>
    <w:rsid w:val="0079315A"/>
    <w:rsid w:val="00793200"/>
    <w:rsid w:val="00793293"/>
    <w:rsid w:val="007933F0"/>
    <w:rsid w:val="00793463"/>
    <w:rsid w:val="007937CD"/>
    <w:rsid w:val="00793902"/>
    <w:rsid w:val="0079394E"/>
    <w:rsid w:val="00793C1D"/>
    <w:rsid w:val="00793C2D"/>
    <w:rsid w:val="00793CD7"/>
    <w:rsid w:val="00793D33"/>
    <w:rsid w:val="00793D9F"/>
    <w:rsid w:val="00793DF3"/>
    <w:rsid w:val="00793FE2"/>
    <w:rsid w:val="00794025"/>
    <w:rsid w:val="0079415A"/>
    <w:rsid w:val="0079438D"/>
    <w:rsid w:val="0079444A"/>
    <w:rsid w:val="0079463E"/>
    <w:rsid w:val="0079482B"/>
    <w:rsid w:val="007948AF"/>
    <w:rsid w:val="0079533E"/>
    <w:rsid w:val="0079561B"/>
    <w:rsid w:val="007956B4"/>
    <w:rsid w:val="00795810"/>
    <w:rsid w:val="00795920"/>
    <w:rsid w:val="00795BCF"/>
    <w:rsid w:val="00795D8B"/>
    <w:rsid w:val="00796042"/>
    <w:rsid w:val="0079643C"/>
    <w:rsid w:val="0079673F"/>
    <w:rsid w:val="00796898"/>
    <w:rsid w:val="007969A2"/>
    <w:rsid w:val="00796BDA"/>
    <w:rsid w:val="00796C1E"/>
    <w:rsid w:val="00796C8C"/>
    <w:rsid w:val="00796D5D"/>
    <w:rsid w:val="00796E8F"/>
    <w:rsid w:val="00796FA5"/>
    <w:rsid w:val="00797063"/>
    <w:rsid w:val="007973A7"/>
    <w:rsid w:val="00797AD6"/>
    <w:rsid w:val="00797BE6"/>
    <w:rsid w:val="007A01E2"/>
    <w:rsid w:val="007A029A"/>
    <w:rsid w:val="007A0695"/>
    <w:rsid w:val="007A06A3"/>
    <w:rsid w:val="007A07F5"/>
    <w:rsid w:val="007A090B"/>
    <w:rsid w:val="007A0E65"/>
    <w:rsid w:val="007A1238"/>
    <w:rsid w:val="007A1479"/>
    <w:rsid w:val="007A14AB"/>
    <w:rsid w:val="007A1564"/>
    <w:rsid w:val="007A1A18"/>
    <w:rsid w:val="007A1AFE"/>
    <w:rsid w:val="007A1DA0"/>
    <w:rsid w:val="007A232F"/>
    <w:rsid w:val="007A23B2"/>
    <w:rsid w:val="007A24CF"/>
    <w:rsid w:val="007A2546"/>
    <w:rsid w:val="007A2617"/>
    <w:rsid w:val="007A281A"/>
    <w:rsid w:val="007A2871"/>
    <w:rsid w:val="007A29B6"/>
    <w:rsid w:val="007A2A6F"/>
    <w:rsid w:val="007A2B6B"/>
    <w:rsid w:val="007A32AE"/>
    <w:rsid w:val="007A3341"/>
    <w:rsid w:val="007A3345"/>
    <w:rsid w:val="007A3407"/>
    <w:rsid w:val="007A374A"/>
    <w:rsid w:val="007A3A8C"/>
    <w:rsid w:val="007A3B34"/>
    <w:rsid w:val="007A3D10"/>
    <w:rsid w:val="007A3DB7"/>
    <w:rsid w:val="007A3E12"/>
    <w:rsid w:val="007A3E40"/>
    <w:rsid w:val="007A41D2"/>
    <w:rsid w:val="007A451C"/>
    <w:rsid w:val="007A4781"/>
    <w:rsid w:val="007A4790"/>
    <w:rsid w:val="007A49F5"/>
    <w:rsid w:val="007A4B77"/>
    <w:rsid w:val="007A4C24"/>
    <w:rsid w:val="007A4D9A"/>
    <w:rsid w:val="007A4E00"/>
    <w:rsid w:val="007A532B"/>
    <w:rsid w:val="007A5397"/>
    <w:rsid w:val="007A53FE"/>
    <w:rsid w:val="007A56E8"/>
    <w:rsid w:val="007A57B0"/>
    <w:rsid w:val="007A5B46"/>
    <w:rsid w:val="007A5B4B"/>
    <w:rsid w:val="007A63B1"/>
    <w:rsid w:val="007A6448"/>
    <w:rsid w:val="007A6593"/>
    <w:rsid w:val="007A6941"/>
    <w:rsid w:val="007A6AE2"/>
    <w:rsid w:val="007A6CBF"/>
    <w:rsid w:val="007A71DD"/>
    <w:rsid w:val="007A7452"/>
    <w:rsid w:val="007A7562"/>
    <w:rsid w:val="007A7737"/>
    <w:rsid w:val="007A7895"/>
    <w:rsid w:val="007A7980"/>
    <w:rsid w:val="007A7CA8"/>
    <w:rsid w:val="007B0009"/>
    <w:rsid w:val="007B0928"/>
    <w:rsid w:val="007B09EE"/>
    <w:rsid w:val="007B0AC0"/>
    <w:rsid w:val="007B0CCD"/>
    <w:rsid w:val="007B0D31"/>
    <w:rsid w:val="007B0D48"/>
    <w:rsid w:val="007B100A"/>
    <w:rsid w:val="007B1271"/>
    <w:rsid w:val="007B12AC"/>
    <w:rsid w:val="007B12F0"/>
    <w:rsid w:val="007B13CB"/>
    <w:rsid w:val="007B1693"/>
    <w:rsid w:val="007B1B32"/>
    <w:rsid w:val="007B1BBE"/>
    <w:rsid w:val="007B1FC1"/>
    <w:rsid w:val="007B20EF"/>
    <w:rsid w:val="007B2389"/>
    <w:rsid w:val="007B23E6"/>
    <w:rsid w:val="007B259D"/>
    <w:rsid w:val="007B29C9"/>
    <w:rsid w:val="007B2EEA"/>
    <w:rsid w:val="007B34C7"/>
    <w:rsid w:val="007B3D56"/>
    <w:rsid w:val="007B3FF4"/>
    <w:rsid w:val="007B40EA"/>
    <w:rsid w:val="007B449B"/>
    <w:rsid w:val="007B45AF"/>
    <w:rsid w:val="007B46AF"/>
    <w:rsid w:val="007B48AA"/>
    <w:rsid w:val="007B4B8D"/>
    <w:rsid w:val="007B4CB2"/>
    <w:rsid w:val="007B4E7F"/>
    <w:rsid w:val="007B4E81"/>
    <w:rsid w:val="007B50DE"/>
    <w:rsid w:val="007B51D8"/>
    <w:rsid w:val="007B54A3"/>
    <w:rsid w:val="007B59B9"/>
    <w:rsid w:val="007B5C40"/>
    <w:rsid w:val="007B6064"/>
    <w:rsid w:val="007B6258"/>
    <w:rsid w:val="007B62DA"/>
    <w:rsid w:val="007B63CF"/>
    <w:rsid w:val="007B6673"/>
    <w:rsid w:val="007B6C24"/>
    <w:rsid w:val="007B6E4D"/>
    <w:rsid w:val="007B7231"/>
    <w:rsid w:val="007B7506"/>
    <w:rsid w:val="007B760D"/>
    <w:rsid w:val="007B7628"/>
    <w:rsid w:val="007B7749"/>
    <w:rsid w:val="007B7A9A"/>
    <w:rsid w:val="007B7D49"/>
    <w:rsid w:val="007B7F9A"/>
    <w:rsid w:val="007B7FD3"/>
    <w:rsid w:val="007C01E2"/>
    <w:rsid w:val="007C04AB"/>
    <w:rsid w:val="007C089C"/>
    <w:rsid w:val="007C095B"/>
    <w:rsid w:val="007C0A84"/>
    <w:rsid w:val="007C0BCB"/>
    <w:rsid w:val="007C0FEE"/>
    <w:rsid w:val="007C1194"/>
    <w:rsid w:val="007C135E"/>
    <w:rsid w:val="007C154B"/>
    <w:rsid w:val="007C15DD"/>
    <w:rsid w:val="007C1A7A"/>
    <w:rsid w:val="007C20A3"/>
    <w:rsid w:val="007C2642"/>
    <w:rsid w:val="007C29AF"/>
    <w:rsid w:val="007C2AF2"/>
    <w:rsid w:val="007C2AFD"/>
    <w:rsid w:val="007C3439"/>
    <w:rsid w:val="007C350E"/>
    <w:rsid w:val="007C3658"/>
    <w:rsid w:val="007C393D"/>
    <w:rsid w:val="007C3CBC"/>
    <w:rsid w:val="007C3F14"/>
    <w:rsid w:val="007C3FDE"/>
    <w:rsid w:val="007C4565"/>
    <w:rsid w:val="007C48A2"/>
    <w:rsid w:val="007C4B51"/>
    <w:rsid w:val="007C4C62"/>
    <w:rsid w:val="007C4C8B"/>
    <w:rsid w:val="007C511C"/>
    <w:rsid w:val="007C536A"/>
    <w:rsid w:val="007C543F"/>
    <w:rsid w:val="007C57CD"/>
    <w:rsid w:val="007C582A"/>
    <w:rsid w:val="007C5872"/>
    <w:rsid w:val="007C59D8"/>
    <w:rsid w:val="007C5AFF"/>
    <w:rsid w:val="007C5B0E"/>
    <w:rsid w:val="007C5CD0"/>
    <w:rsid w:val="007C5F38"/>
    <w:rsid w:val="007C5FBD"/>
    <w:rsid w:val="007C60A2"/>
    <w:rsid w:val="007C64E8"/>
    <w:rsid w:val="007C6956"/>
    <w:rsid w:val="007C6C0F"/>
    <w:rsid w:val="007C6D5F"/>
    <w:rsid w:val="007C70B7"/>
    <w:rsid w:val="007C72E8"/>
    <w:rsid w:val="007C7680"/>
    <w:rsid w:val="007C774E"/>
    <w:rsid w:val="007C7B50"/>
    <w:rsid w:val="007C7C66"/>
    <w:rsid w:val="007D0023"/>
    <w:rsid w:val="007D011C"/>
    <w:rsid w:val="007D01A9"/>
    <w:rsid w:val="007D042C"/>
    <w:rsid w:val="007D048F"/>
    <w:rsid w:val="007D0518"/>
    <w:rsid w:val="007D0527"/>
    <w:rsid w:val="007D0668"/>
    <w:rsid w:val="007D0799"/>
    <w:rsid w:val="007D08C6"/>
    <w:rsid w:val="007D0A1D"/>
    <w:rsid w:val="007D0A93"/>
    <w:rsid w:val="007D0CFA"/>
    <w:rsid w:val="007D0D70"/>
    <w:rsid w:val="007D0F5F"/>
    <w:rsid w:val="007D0FAF"/>
    <w:rsid w:val="007D0FE2"/>
    <w:rsid w:val="007D112B"/>
    <w:rsid w:val="007D143C"/>
    <w:rsid w:val="007D166B"/>
    <w:rsid w:val="007D1704"/>
    <w:rsid w:val="007D1807"/>
    <w:rsid w:val="007D19BD"/>
    <w:rsid w:val="007D1AD2"/>
    <w:rsid w:val="007D1F1F"/>
    <w:rsid w:val="007D1F77"/>
    <w:rsid w:val="007D1FDB"/>
    <w:rsid w:val="007D23FA"/>
    <w:rsid w:val="007D2404"/>
    <w:rsid w:val="007D2415"/>
    <w:rsid w:val="007D2560"/>
    <w:rsid w:val="007D2653"/>
    <w:rsid w:val="007D26F1"/>
    <w:rsid w:val="007D2E96"/>
    <w:rsid w:val="007D2FAD"/>
    <w:rsid w:val="007D3287"/>
    <w:rsid w:val="007D3353"/>
    <w:rsid w:val="007D337C"/>
    <w:rsid w:val="007D34B9"/>
    <w:rsid w:val="007D3791"/>
    <w:rsid w:val="007D39D1"/>
    <w:rsid w:val="007D3A0A"/>
    <w:rsid w:val="007D3B09"/>
    <w:rsid w:val="007D3E25"/>
    <w:rsid w:val="007D3E3C"/>
    <w:rsid w:val="007D418E"/>
    <w:rsid w:val="007D44C4"/>
    <w:rsid w:val="007D4636"/>
    <w:rsid w:val="007D4976"/>
    <w:rsid w:val="007D4985"/>
    <w:rsid w:val="007D4B2E"/>
    <w:rsid w:val="007D52AE"/>
    <w:rsid w:val="007D5694"/>
    <w:rsid w:val="007D5925"/>
    <w:rsid w:val="007D5B68"/>
    <w:rsid w:val="007D5C69"/>
    <w:rsid w:val="007D5DD4"/>
    <w:rsid w:val="007D5E00"/>
    <w:rsid w:val="007D628D"/>
    <w:rsid w:val="007D6428"/>
    <w:rsid w:val="007D6447"/>
    <w:rsid w:val="007D6551"/>
    <w:rsid w:val="007D67B2"/>
    <w:rsid w:val="007D6884"/>
    <w:rsid w:val="007D6889"/>
    <w:rsid w:val="007D6B0A"/>
    <w:rsid w:val="007D6B73"/>
    <w:rsid w:val="007D6BFE"/>
    <w:rsid w:val="007D74B0"/>
    <w:rsid w:val="007D778A"/>
    <w:rsid w:val="007D7D56"/>
    <w:rsid w:val="007E00F5"/>
    <w:rsid w:val="007E0233"/>
    <w:rsid w:val="007E0325"/>
    <w:rsid w:val="007E0331"/>
    <w:rsid w:val="007E03B5"/>
    <w:rsid w:val="007E04A2"/>
    <w:rsid w:val="007E0520"/>
    <w:rsid w:val="007E0C69"/>
    <w:rsid w:val="007E0D0B"/>
    <w:rsid w:val="007E0DC0"/>
    <w:rsid w:val="007E0E84"/>
    <w:rsid w:val="007E13A0"/>
    <w:rsid w:val="007E14C2"/>
    <w:rsid w:val="007E1687"/>
    <w:rsid w:val="007E16CF"/>
    <w:rsid w:val="007E1893"/>
    <w:rsid w:val="007E1907"/>
    <w:rsid w:val="007E1959"/>
    <w:rsid w:val="007E1A79"/>
    <w:rsid w:val="007E1AD3"/>
    <w:rsid w:val="007E1D7E"/>
    <w:rsid w:val="007E1F7B"/>
    <w:rsid w:val="007E2373"/>
    <w:rsid w:val="007E2632"/>
    <w:rsid w:val="007E2958"/>
    <w:rsid w:val="007E2AB2"/>
    <w:rsid w:val="007E2C69"/>
    <w:rsid w:val="007E2F2E"/>
    <w:rsid w:val="007E3089"/>
    <w:rsid w:val="007E31BD"/>
    <w:rsid w:val="007E3616"/>
    <w:rsid w:val="007E3628"/>
    <w:rsid w:val="007E3A85"/>
    <w:rsid w:val="007E3F03"/>
    <w:rsid w:val="007E4357"/>
    <w:rsid w:val="007E4398"/>
    <w:rsid w:val="007E4522"/>
    <w:rsid w:val="007E4C8A"/>
    <w:rsid w:val="007E4D11"/>
    <w:rsid w:val="007E51C8"/>
    <w:rsid w:val="007E5226"/>
    <w:rsid w:val="007E56BF"/>
    <w:rsid w:val="007E58BF"/>
    <w:rsid w:val="007E5E57"/>
    <w:rsid w:val="007E64C8"/>
    <w:rsid w:val="007E6571"/>
    <w:rsid w:val="007E6744"/>
    <w:rsid w:val="007E67F2"/>
    <w:rsid w:val="007E683B"/>
    <w:rsid w:val="007E6A1F"/>
    <w:rsid w:val="007E6D01"/>
    <w:rsid w:val="007E6E05"/>
    <w:rsid w:val="007E7049"/>
    <w:rsid w:val="007E709E"/>
    <w:rsid w:val="007E711C"/>
    <w:rsid w:val="007E72B5"/>
    <w:rsid w:val="007E752E"/>
    <w:rsid w:val="007E76B1"/>
    <w:rsid w:val="007E77A4"/>
    <w:rsid w:val="007E7851"/>
    <w:rsid w:val="007E7ADC"/>
    <w:rsid w:val="007E7CE2"/>
    <w:rsid w:val="007E7ED3"/>
    <w:rsid w:val="007F03C7"/>
    <w:rsid w:val="007F0631"/>
    <w:rsid w:val="007F086C"/>
    <w:rsid w:val="007F0906"/>
    <w:rsid w:val="007F094C"/>
    <w:rsid w:val="007F0B60"/>
    <w:rsid w:val="007F0CDD"/>
    <w:rsid w:val="007F0E61"/>
    <w:rsid w:val="007F0EF2"/>
    <w:rsid w:val="007F12EE"/>
    <w:rsid w:val="007F1348"/>
    <w:rsid w:val="007F14D7"/>
    <w:rsid w:val="007F18A6"/>
    <w:rsid w:val="007F1912"/>
    <w:rsid w:val="007F1D1C"/>
    <w:rsid w:val="007F1EFC"/>
    <w:rsid w:val="007F217C"/>
    <w:rsid w:val="007F2271"/>
    <w:rsid w:val="007F2470"/>
    <w:rsid w:val="007F2476"/>
    <w:rsid w:val="007F2898"/>
    <w:rsid w:val="007F2DC9"/>
    <w:rsid w:val="007F32D5"/>
    <w:rsid w:val="007F3348"/>
    <w:rsid w:val="007F3377"/>
    <w:rsid w:val="007F3615"/>
    <w:rsid w:val="007F3DA3"/>
    <w:rsid w:val="007F3DBE"/>
    <w:rsid w:val="007F3DE8"/>
    <w:rsid w:val="007F3F72"/>
    <w:rsid w:val="007F4090"/>
    <w:rsid w:val="007F4112"/>
    <w:rsid w:val="007F41B4"/>
    <w:rsid w:val="007F43A5"/>
    <w:rsid w:val="007F45B3"/>
    <w:rsid w:val="007F48E4"/>
    <w:rsid w:val="007F4997"/>
    <w:rsid w:val="007F4A34"/>
    <w:rsid w:val="007F511F"/>
    <w:rsid w:val="007F51AF"/>
    <w:rsid w:val="007F51E1"/>
    <w:rsid w:val="007F5351"/>
    <w:rsid w:val="007F5364"/>
    <w:rsid w:val="007F5642"/>
    <w:rsid w:val="007F5AFB"/>
    <w:rsid w:val="007F5BA5"/>
    <w:rsid w:val="007F5BF5"/>
    <w:rsid w:val="007F5CD3"/>
    <w:rsid w:val="007F5F2C"/>
    <w:rsid w:val="007F60AD"/>
    <w:rsid w:val="007F62ED"/>
    <w:rsid w:val="007F637F"/>
    <w:rsid w:val="007F63D7"/>
    <w:rsid w:val="007F6582"/>
    <w:rsid w:val="007F674A"/>
    <w:rsid w:val="007F6796"/>
    <w:rsid w:val="007F6938"/>
    <w:rsid w:val="007F69EB"/>
    <w:rsid w:val="007F6C52"/>
    <w:rsid w:val="007F6EF5"/>
    <w:rsid w:val="007F7671"/>
    <w:rsid w:val="007F7A49"/>
    <w:rsid w:val="007F7B97"/>
    <w:rsid w:val="007F7E79"/>
    <w:rsid w:val="008001AE"/>
    <w:rsid w:val="0080026A"/>
    <w:rsid w:val="00800380"/>
    <w:rsid w:val="008005B6"/>
    <w:rsid w:val="00800608"/>
    <w:rsid w:val="0080095B"/>
    <w:rsid w:val="00800A5D"/>
    <w:rsid w:val="00801180"/>
    <w:rsid w:val="0080118C"/>
    <w:rsid w:val="008012F8"/>
    <w:rsid w:val="00801398"/>
    <w:rsid w:val="008015B4"/>
    <w:rsid w:val="00801672"/>
    <w:rsid w:val="00801822"/>
    <w:rsid w:val="00801A95"/>
    <w:rsid w:val="00801CC6"/>
    <w:rsid w:val="00801CC9"/>
    <w:rsid w:val="00801CEE"/>
    <w:rsid w:val="00801D4B"/>
    <w:rsid w:val="00801E0A"/>
    <w:rsid w:val="00801F90"/>
    <w:rsid w:val="00802614"/>
    <w:rsid w:val="00802692"/>
    <w:rsid w:val="00802956"/>
    <w:rsid w:val="00802A03"/>
    <w:rsid w:val="00802C96"/>
    <w:rsid w:val="0080314E"/>
    <w:rsid w:val="008036C9"/>
    <w:rsid w:val="0080372C"/>
    <w:rsid w:val="00803744"/>
    <w:rsid w:val="00803807"/>
    <w:rsid w:val="0080398A"/>
    <w:rsid w:val="00803B91"/>
    <w:rsid w:val="00803C10"/>
    <w:rsid w:val="00803C45"/>
    <w:rsid w:val="008041EE"/>
    <w:rsid w:val="00804249"/>
    <w:rsid w:val="0080437D"/>
    <w:rsid w:val="008043B1"/>
    <w:rsid w:val="008044C5"/>
    <w:rsid w:val="0080453D"/>
    <w:rsid w:val="008047F1"/>
    <w:rsid w:val="00804886"/>
    <w:rsid w:val="00804AE5"/>
    <w:rsid w:val="00804B1C"/>
    <w:rsid w:val="00804BB7"/>
    <w:rsid w:val="00804F53"/>
    <w:rsid w:val="00805093"/>
    <w:rsid w:val="0080522B"/>
    <w:rsid w:val="00805484"/>
    <w:rsid w:val="00805589"/>
    <w:rsid w:val="008059A9"/>
    <w:rsid w:val="00805C91"/>
    <w:rsid w:val="00805E53"/>
    <w:rsid w:val="00805E6A"/>
    <w:rsid w:val="00805E6E"/>
    <w:rsid w:val="008062CB"/>
    <w:rsid w:val="008064F1"/>
    <w:rsid w:val="008067CF"/>
    <w:rsid w:val="00806A92"/>
    <w:rsid w:val="00806AD9"/>
    <w:rsid w:val="00806F27"/>
    <w:rsid w:val="008071D4"/>
    <w:rsid w:val="008074CC"/>
    <w:rsid w:val="00807853"/>
    <w:rsid w:val="008078E8"/>
    <w:rsid w:val="00807954"/>
    <w:rsid w:val="00807D3F"/>
    <w:rsid w:val="00807E49"/>
    <w:rsid w:val="00807FC0"/>
    <w:rsid w:val="0081030D"/>
    <w:rsid w:val="00810374"/>
    <w:rsid w:val="008103C1"/>
    <w:rsid w:val="008103F3"/>
    <w:rsid w:val="0081099C"/>
    <w:rsid w:val="008109C3"/>
    <w:rsid w:val="00810A38"/>
    <w:rsid w:val="00811344"/>
    <w:rsid w:val="008114B8"/>
    <w:rsid w:val="0081155F"/>
    <w:rsid w:val="00811A54"/>
    <w:rsid w:val="00811AEE"/>
    <w:rsid w:val="00811CC3"/>
    <w:rsid w:val="00811DA4"/>
    <w:rsid w:val="00812104"/>
    <w:rsid w:val="008125C0"/>
    <w:rsid w:val="00812724"/>
    <w:rsid w:val="0081274E"/>
    <w:rsid w:val="0081283A"/>
    <w:rsid w:val="0081289C"/>
    <w:rsid w:val="00812C8B"/>
    <w:rsid w:val="00812C9E"/>
    <w:rsid w:val="00812E72"/>
    <w:rsid w:val="00813062"/>
    <w:rsid w:val="0081325B"/>
    <w:rsid w:val="008132B0"/>
    <w:rsid w:val="00813640"/>
    <w:rsid w:val="0081369D"/>
    <w:rsid w:val="0081378C"/>
    <w:rsid w:val="008138D4"/>
    <w:rsid w:val="008139FD"/>
    <w:rsid w:val="00813C85"/>
    <w:rsid w:val="00813D75"/>
    <w:rsid w:val="00814170"/>
    <w:rsid w:val="00814209"/>
    <w:rsid w:val="00814229"/>
    <w:rsid w:val="00814408"/>
    <w:rsid w:val="00814519"/>
    <w:rsid w:val="00814577"/>
    <w:rsid w:val="008145D9"/>
    <w:rsid w:val="00814881"/>
    <w:rsid w:val="008149FD"/>
    <w:rsid w:val="00814AB9"/>
    <w:rsid w:val="00814D1B"/>
    <w:rsid w:val="00814E95"/>
    <w:rsid w:val="008151C7"/>
    <w:rsid w:val="008151C9"/>
    <w:rsid w:val="008152CD"/>
    <w:rsid w:val="0081531F"/>
    <w:rsid w:val="0081534A"/>
    <w:rsid w:val="0081534E"/>
    <w:rsid w:val="008154E1"/>
    <w:rsid w:val="0081575A"/>
    <w:rsid w:val="00815A03"/>
    <w:rsid w:val="00815A65"/>
    <w:rsid w:val="00816497"/>
    <w:rsid w:val="008168B8"/>
    <w:rsid w:val="00816A08"/>
    <w:rsid w:val="00816C45"/>
    <w:rsid w:val="00816D4B"/>
    <w:rsid w:val="00816EDF"/>
    <w:rsid w:val="00817333"/>
    <w:rsid w:val="00817476"/>
    <w:rsid w:val="0081784E"/>
    <w:rsid w:val="008179A7"/>
    <w:rsid w:val="00817A8F"/>
    <w:rsid w:val="00817F6B"/>
    <w:rsid w:val="00820007"/>
    <w:rsid w:val="00820360"/>
    <w:rsid w:val="00820505"/>
    <w:rsid w:val="0082059D"/>
    <w:rsid w:val="00820875"/>
    <w:rsid w:val="00820A65"/>
    <w:rsid w:val="00820C85"/>
    <w:rsid w:val="008210F6"/>
    <w:rsid w:val="008210FD"/>
    <w:rsid w:val="008212F0"/>
    <w:rsid w:val="008215B7"/>
    <w:rsid w:val="008218EA"/>
    <w:rsid w:val="00821C70"/>
    <w:rsid w:val="00821E98"/>
    <w:rsid w:val="00821EEE"/>
    <w:rsid w:val="00821F39"/>
    <w:rsid w:val="00822119"/>
    <w:rsid w:val="00822126"/>
    <w:rsid w:val="008221C5"/>
    <w:rsid w:val="00822326"/>
    <w:rsid w:val="00822448"/>
    <w:rsid w:val="00822531"/>
    <w:rsid w:val="008225B1"/>
    <w:rsid w:val="008225ED"/>
    <w:rsid w:val="0082264B"/>
    <w:rsid w:val="00822870"/>
    <w:rsid w:val="00822A01"/>
    <w:rsid w:val="00822D4E"/>
    <w:rsid w:val="00822F28"/>
    <w:rsid w:val="00823033"/>
    <w:rsid w:val="00823108"/>
    <w:rsid w:val="00823136"/>
    <w:rsid w:val="00823142"/>
    <w:rsid w:val="00823220"/>
    <w:rsid w:val="008232C7"/>
    <w:rsid w:val="00823588"/>
    <w:rsid w:val="008235E9"/>
    <w:rsid w:val="00823BF2"/>
    <w:rsid w:val="00823D3D"/>
    <w:rsid w:val="00823FA9"/>
    <w:rsid w:val="0082412F"/>
    <w:rsid w:val="008244CC"/>
    <w:rsid w:val="0082450A"/>
    <w:rsid w:val="008245E9"/>
    <w:rsid w:val="00824A5F"/>
    <w:rsid w:val="008252B1"/>
    <w:rsid w:val="008254B1"/>
    <w:rsid w:val="00825AF8"/>
    <w:rsid w:val="00825CD2"/>
    <w:rsid w:val="008260AE"/>
    <w:rsid w:val="008262A6"/>
    <w:rsid w:val="0082630F"/>
    <w:rsid w:val="00826883"/>
    <w:rsid w:val="00826D93"/>
    <w:rsid w:val="00827130"/>
    <w:rsid w:val="008271CF"/>
    <w:rsid w:val="008275F8"/>
    <w:rsid w:val="0082792B"/>
    <w:rsid w:val="00827BAF"/>
    <w:rsid w:val="00827E53"/>
    <w:rsid w:val="008300A4"/>
    <w:rsid w:val="00830164"/>
    <w:rsid w:val="008308CE"/>
    <w:rsid w:val="00830A34"/>
    <w:rsid w:val="00830BAB"/>
    <w:rsid w:val="00830CB0"/>
    <w:rsid w:val="00831089"/>
    <w:rsid w:val="0083109A"/>
    <w:rsid w:val="00831203"/>
    <w:rsid w:val="008317A5"/>
    <w:rsid w:val="00831C93"/>
    <w:rsid w:val="00831CF6"/>
    <w:rsid w:val="00831DC6"/>
    <w:rsid w:val="00831E52"/>
    <w:rsid w:val="00831F0C"/>
    <w:rsid w:val="00832070"/>
    <w:rsid w:val="008321C6"/>
    <w:rsid w:val="00832254"/>
    <w:rsid w:val="0083244B"/>
    <w:rsid w:val="008327C8"/>
    <w:rsid w:val="00832976"/>
    <w:rsid w:val="00832A18"/>
    <w:rsid w:val="008330B7"/>
    <w:rsid w:val="00833221"/>
    <w:rsid w:val="0083325D"/>
    <w:rsid w:val="00833358"/>
    <w:rsid w:val="0083365C"/>
    <w:rsid w:val="0083391B"/>
    <w:rsid w:val="00833A94"/>
    <w:rsid w:val="00833C38"/>
    <w:rsid w:val="00833E43"/>
    <w:rsid w:val="00833E7B"/>
    <w:rsid w:val="00834205"/>
    <w:rsid w:val="00834260"/>
    <w:rsid w:val="008342BA"/>
    <w:rsid w:val="0083452A"/>
    <w:rsid w:val="00834532"/>
    <w:rsid w:val="0083461B"/>
    <w:rsid w:val="008349E8"/>
    <w:rsid w:val="00834B2D"/>
    <w:rsid w:val="00834B83"/>
    <w:rsid w:val="00834D6C"/>
    <w:rsid w:val="00834F23"/>
    <w:rsid w:val="00834F52"/>
    <w:rsid w:val="008351EC"/>
    <w:rsid w:val="008356FC"/>
    <w:rsid w:val="0083572A"/>
    <w:rsid w:val="00835A8B"/>
    <w:rsid w:val="00835ACB"/>
    <w:rsid w:val="00835D50"/>
    <w:rsid w:val="0083610F"/>
    <w:rsid w:val="0083635A"/>
    <w:rsid w:val="00836544"/>
    <w:rsid w:val="00836CA0"/>
    <w:rsid w:val="00836D51"/>
    <w:rsid w:val="00836E1D"/>
    <w:rsid w:val="00837240"/>
    <w:rsid w:val="0083729A"/>
    <w:rsid w:val="008374AB"/>
    <w:rsid w:val="00837661"/>
    <w:rsid w:val="00837A13"/>
    <w:rsid w:val="00837E43"/>
    <w:rsid w:val="00837F89"/>
    <w:rsid w:val="00840A81"/>
    <w:rsid w:val="00840E02"/>
    <w:rsid w:val="00840EA3"/>
    <w:rsid w:val="00840F84"/>
    <w:rsid w:val="008410BF"/>
    <w:rsid w:val="008410FF"/>
    <w:rsid w:val="00841163"/>
    <w:rsid w:val="00841200"/>
    <w:rsid w:val="00841379"/>
    <w:rsid w:val="00841619"/>
    <w:rsid w:val="00841731"/>
    <w:rsid w:val="00841817"/>
    <w:rsid w:val="0084186D"/>
    <w:rsid w:val="0084199B"/>
    <w:rsid w:val="00841A0F"/>
    <w:rsid w:val="00841DE3"/>
    <w:rsid w:val="00841FB3"/>
    <w:rsid w:val="008422FB"/>
    <w:rsid w:val="0084234F"/>
    <w:rsid w:val="00842793"/>
    <w:rsid w:val="008428F4"/>
    <w:rsid w:val="00842CFF"/>
    <w:rsid w:val="008431A5"/>
    <w:rsid w:val="00843264"/>
    <w:rsid w:val="008432EB"/>
    <w:rsid w:val="00843314"/>
    <w:rsid w:val="00843724"/>
    <w:rsid w:val="00843885"/>
    <w:rsid w:val="00843C45"/>
    <w:rsid w:val="0084427B"/>
    <w:rsid w:val="008443A0"/>
    <w:rsid w:val="008445D4"/>
    <w:rsid w:val="008447AE"/>
    <w:rsid w:val="0084483B"/>
    <w:rsid w:val="008449EB"/>
    <w:rsid w:val="00844FEC"/>
    <w:rsid w:val="008451F9"/>
    <w:rsid w:val="008455E8"/>
    <w:rsid w:val="008456A5"/>
    <w:rsid w:val="0084583D"/>
    <w:rsid w:val="008459E0"/>
    <w:rsid w:val="00845B23"/>
    <w:rsid w:val="0084616D"/>
    <w:rsid w:val="00846351"/>
    <w:rsid w:val="008468F1"/>
    <w:rsid w:val="00846B4D"/>
    <w:rsid w:val="00846F14"/>
    <w:rsid w:val="008473D3"/>
    <w:rsid w:val="008473F2"/>
    <w:rsid w:val="0084743F"/>
    <w:rsid w:val="008476FD"/>
    <w:rsid w:val="0084773D"/>
    <w:rsid w:val="0084776D"/>
    <w:rsid w:val="008479BD"/>
    <w:rsid w:val="00847A6F"/>
    <w:rsid w:val="00847BA9"/>
    <w:rsid w:val="008501D2"/>
    <w:rsid w:val="0085070C"/>
    <w:rsid w:val="00850ABA"/>
    <w:rsid w:val="00850CC8"/>
    <w:rsid w:val="00850E65"/>
    <w:rsid w:val="008514BC"/>
    <w:rsid w:val="00851807"/>
    <w:rsid w:val="00851A2B"/>
    <w:rsid w:val="00851E55"/>
    <w:rsid w:val="008523B7"/>
    <w:rsid w:val="00852577"/>
    <w:rsid w:val="008527EA"/>
    <w:rsid w:val="00852E46"/>
    <w:rsid w:val="00852E4E"/>
    <w:rsid w:val="0085354A"/>
    <w:rsid w:val="008539DF"/>
    <w:rsid w:val="008539F8"/>
    <w:rsid w:val="00853A0A"/>
    <w:rsid w:val="00853DB6"/>
    <w:rsid w:val="00853EEE"/>
    <w:rsid w:val="00854377"/>
    <w:rsid w:val="00854543"/>
    <w:rsid w:val="0085460D"/>
    <w:rsid w:val="00854CC9"/>
    <w:rsid w:val="00855172"/>
    <w:rsid w:val="008551F8"/>
    <w:rsid w:val="00855459"/>
    <w:rsid w:val="008554A0"/>
    <w:rsid w:val="0085567F"/>
    <w:rsid w:val="00855D54"/>
    <w:rsid w:val="00855FF5"/>
    <w:rsid w:val="00856151"/>
    <w:rsid w:val="00856272"/>
    <w:rsid w:val="0085633E"/>
    <w:rsid w:val="00856957"/>
    <w:rsid w:val="00856BE5"/>
    <w:rsid w:val="00856F53"/>
    <w:rsid w:val="008573BB"/>
    <w:rsid w:val="0085746D"/>
    <w:rsid w:val="008576B1"/>
    <w:rsid w:val="00857801"/>
    <w:rsid w:val="008578A2"/>
    <w:rsid w:val="00857C42"/>
    <w:rsid w:val="00857D72"/>
    <w:rsid w:val="00857D87"/>
    <w:rsid w:val="00857E55"/>
    <w:rsid w:val="00857EDF"/>
    <w:rsid w:val="00860098"/>
    <w:rsid w:val="008608C4"/>
    <w:rsid w:val="008608E9"/>
    <w:rsid w:val="00860A53"/>
    <w:rsid w:val="00860C37"/>
    <w:rsid w:val="00860C4A"/>
    <w:rsid w:val="00860F48"/>
    <w:rsid w:val="00860F75"/>
    <w:rsid w:val="00861171"/>
    <w:rsid w:val="008611D5"/>
    <w:rsid w:val="0086148E"/>
    <w:rsid w:val="008614F2"/>
    <w:rsid w:val="00861553"/>
    <w:rsid w:val="00861B85"/>
    <w:rsid w:val="00861C3A"/>
    <w:rsid w:val="00861DD4"/>
    <w:rsid w:val="00861E15"/>
    <w:rsid w:val="00861E8D"/>
    <w:rsid w:val="00861F24"/>
    <w:rsid w:val="00861FEC"/>
    <w:rsid w:val="008624E5"/>
    <w:rsid w:val="0086270E"/>
    <w:rsid w:val="00862840"/>
    <w:rsid w:val="0086287C"/>
    <w:rsid w:val="00862972"/>
    <w:rsid w:val="00862A90"/>
    <w:rsid w:val="00862A97"/>
    <w:rsid w:val="00862C18"/>
    <w:rsid w:val="00862C5F"/>
    <w:rsid w:val="00862D32"/>
    <w:rsid w:val="00862E5F"/>
    <w:rsid w:val="00862F86"/>
    <w:rsid w:val="00863179"/>
    <w:rsid w:val="008632CE"/>
    <w:rsid w:val="00863353"/>
    <w:rsid w:val="008633AE"/>
    <w:rsid w:val="0086379E"/>
    <w:rsid w:val="008637D4"/>
    <w:rsid w:val="00863901"/>
    <w:rsid w:val="00863B88"/>
    <w:rsid w:val="00863CF8"/>
    <w:rsid w:val="00864130"/>
    <w:rsid w:val="008643D0"/>
    <w:rsid w:val="008643D2"/>
    <w:rsid w:val="00864C7B"/>
    <w:rsid w:val="00864CEC"/>
    <w:rsid w:val="00864E7E"/>
    <w:rsid w:val="00865280"/>
    <w:rsid w:val="0086551B"/>
    <w:rsid w:val="00865554"/>
    <w:rsid w:val="00865DF8"/>
    <w:rsid w:val="008664EA"/>
    <w:rsid w:val="0086675D"/>
    <w:rsid w:val="00866A00"/>
    <w:rsid w:val="00866A81"/>
    <w:rsid w:val="00866AB8"/>
    <w:rsid w:val="00866C2F"/>
    <w:rsid w:val="00866EF8"/>
    <w:rsid w:val="00866F7E"/>
    <w:rsid w:val="00867423"/>
    <w:rsid w:val="00867D96"/>
    <w:rsid w:val="00870485"/>
    <w:rsid w:val="00870523"/>
    <w:rsid w:val="00870611"/>
    <w:rsid w:val="008706D8"/>
    <w:rsid w:val="0087116F"/>
    <w:rsid w:val="00871874"/>
    <w:rsid w:val="0087197D"/>
    <w:rsid w:val="00871B88"/>
    <w:rsid w:val="00871E22"/>
    <w:rsid w:val="00871FDA"/>
    <w:rsid w:val="00872027"/>
    <w:rsid w:val="0087205D"/>
    <w:rsid w:val="008721A7"/>
    <w:rsid w:val="008728BD"/>
    <w:rsid w:val="00872D4F"/>
    <w:rsid w:val="00873524"/>
    <w:rsid w:val="00873621"/>
    <w:rsid w:val="00873A56"/>
    <w:rsid w:val="00873AA3"/>
    <w:rsid w:val="00873B0A"/>
    <w:rsid w:val="00873D92"/>
    <w:rsid w:val="008744F1"/>
    <w:rsid w:val="00874963"/>
    <w:rsid w:val="00874D3B"/>
    <w:rsid w:val="00874DC1"/>
    <w:rsid w:val="00875229"/>
    <w:rsid w:val="008753E8"/>
    <w:rsid w:val="008756CE"/>
    <w:rsid w:val="00875876"/>
    <w:rsid w:val="00875B60"/>
    <w:rsid w:val="00875D99"/>
    <w:rsid w:val="00876121"/>
    <w:rsid w:val="0087634E"/>
    <w:rsid w:val="00876426"/>
    <w:rsid w:val="008764A5"/>
    <w:rsid w:val="0087661E"/>
    <w:rsid w:val="008766C2"/>
    <w:rsid w:val="008768DF"/>
    <w:rsid w:val="008776BB"/>
    <w:rsid w:val="00877768"/>
    <w:rsid w:val="00877BE7"/>
    <w:rsid w:val="00877BFF"/>
    <w:rsid w:val="00877D7B"/>
    <w:rsid w:val="00877F82"/>
    <w:rsid w:val="00880048"/>
    <w:rsid w:val="00880097"/>
    <w:rsid w:val="00880441"/>
    <w:rsid w:val="00880482"/>
    <w:rsid w:val="00880486"/>
    <w:rsid w:val="008804B8"/>
    <w:rsid w:val="0088059D"/>
    <w:rsid w:val="008807FB"/>
    <w:rsid w:val="008808EB"/>
    <w:rsid w:val="00880BE0"/>
    <w:rsid w:val="0088104F"/>
    <w:rsid w:val="00881097"/>
    <w:rsid w:val="00881361"/>
    <w:rsid w:val="0088136D"/>
    <w:rsid w:val="00881401"/>
    <w:rsid w:val="00881762"/>
    <w:rsid w:val="00881828"/>
    <w:rsid w:val="0088186F"/>
    <w:rsid w:val="00881923"/>
    <w:rsid w:val="00881BF0"/>
    <w:rsid w:val="00881D09"/>
    <w:rsid w:val="00881D0C"/>
    <w:rsid w:val="00881D3F"/>
    <w:rsid w:val="00881E27"/>
    <w:rsid w:val="00881E67"/>
    <w:rsid w:val="008827C3"/>
    <w:rsid w:val="0088287D"/>
    <w:rsid w:val="00882949"/>
    <w:rsid w:val="00882D77"/>
    <w:rsid w:val="00882DE4"/>
    <w:rsid w:val="00882DF0"/>
    <w:rsid w:val="00882FB4"/>
    <w:rsid w:val="0088349D"/>
    <w:rsid w:val="008834CA"/>
    <w:rsid w:val="00883B82"/>
    <w:rsid w:val="00883BB2"/>
    <w:rsid w:val="00883E66"/>
    <w:rsid w:val="00883EB0"/>
    <w:rsid w:val="00883F38"/>
    <w:rsid w:val="00883F4F"/>
    <w:rsid w:val="0088439D"/>
    <w:rsid w:val="008843DF"/>
    <w:rsid w:val="00884759"/>
    <w:rsid w:val="008848D4"/>
    <w:rsid w:val="00884A5C"/>
    <w:rsid w:val="00884A68"/>
    <w:rsid w:val="00884B39"/>
    <w:rsid w:val="00884E97"/>
    <w:rsid w:val="0088564B"/>
    <w:rsid w:val="008859FF"/>
    <w:rsid w:val="008862F9"/>
    <w:rsid w:val="00886604"/>
    <w:rsid w:val="008867FC"/>
    <w:rsid w:val="008869DF"/>
    <w:rsid w:val="00886E0B"/>
    <w:rsid w:val="00886EC3"/>
    <w:rsid w:val="00887508"/>
    <w:rsid w:val="00887729"/>
    <w:rsid w:val="00887AFD"/>
    <w:rsid w:val="00887F26"/>
    <w:rsid w:val="00887FE0"/>
    <w:rsid w:val="00890077"/>
    <w:rsid w:val="008905BA"/>
    <w:rsid w:val="008905E7"/>
    <w:rsid w:val="008907E6"/>
    <w:rsid w:val="008909E6"/>
    <w:rsid w:val="00890F03"/>
    <w:rsid w:val="00890FA6"/>
    <w:rsid w:val="00891136"/>
    <w:rsid w:val="00891276"/>
    <w:rsid w:val="0089129A"/>
    <w:rsid w:val="00891426"/>
    <w:rsid w:val="00891758"/>
    <w:rsid w:val="008918FD"/>
    <w:rsid w:val="00891916"/>
    <w:rsid w:val="00891947"/>
    <w:rsid w:val="00891E92"/>
    <w:rsid w:val="008921BD"/>
    <w:rsid w:val="0089281A"/>
    <w:rsid w:val="00892844"/>
    <w:rsid w:val="0089289A"/>
    <w:rsid w:val="00892A42"/>
    <w:rsid w:val="00892A7F"/>
    <w:rsid w:val="00892A8F"/>
    <w:rsid w:val="00892D35"/>
    <w:rsid w:val="00892E2A"/>
    <w:rsid w:val="00892FF9"/>
    <w:rsid w:val="00893067"/>
    <w:rsid w:val="0089312C"/>
    <w:rsid w:val="008938A4"/>
    <w:rsid w:val="00893AB4"/>
    <w:rsid w:val="00893F48"/>
    <w:rsid w:val="008940EF"/>
    <w:rsid w:val="008942AE"/>
    <w:rsid w:val="00894516"/>
    <w:rsid w:val="00894526"/>
    <w:rsid w:val="0089456E"/>
    <w:rsid w:val="0089459F"/>
    <w:rsid w:val="0089480C"/>
    <w:rsid w:val="0089481C"/>
    <w:rsid w:val="00894C9E"/>
    <w:rsid w:val="00895418"/>
    <w:rsid w:val="0089566F"/>
    <w:rsid w:val="008956F4"/>
    <w:rsid w:val="00895715"/>
    <w:rsid w:val="00895760"/>
    <w:rsid w:val="008958D4"/>
    <w:rsid w:val="00895B38"/>
    <w:rsid w:val="00895CF0"/>
    <w:rsid w:val="00895DBA"/>
    <w:rsid w:val="00895E31"/>
    <w:rsid w:val="00895FE1"/>
    <w:rsid w:val="00896072"/>
    <w:rsid w:val="00896379"/>
    <w:rsid w:val="00896595"/>
    <w:rsid w:val="008965EA"/>
    <w:rsid w:val="00896BC9"/>
    <w:rsid w:val="00896C73"/>
    <w:rsid w:val="00896CE4"/>
    <w:rsid w:val="008970AB"/>
    <w:rsid w:val="008970E0"/>
    <w:rsid w:val="00897133"/>
    <w:rsid w:val="00897564"/>
    <w:rsid w:val="008977FD"/>
    <w:rsid w:val="008979C6"/>
    <w:rsid w:val="00897D1C"/>
    <w:rsid w:val="00897E85"/>
    <w:rsid w:val="00897ED1"/>
    <w:rsid w:val="00897F8A"/>
    <w:rsid w:val="00897FA4"/>
    <w:rsid w:val="008A0031"/>
    <w:rsid w:val="008A027B"/>
    <w:rsid w:val="008A03EF"/>
    <w:rsid w:val="008A0631"/>
    <w:rsid w:val="008A06C6"/>
    <w:rsid w:val="008A093C"/>
    <w:rsid w:val="008A0C91"/>
    <w:rsid w:val="008A0E1A"/>
    <w:rsid w:val="008A0E3E"/>
    <w:rsid w:val="008A1277"/>
    <w:rsid w:val="008A134A"/>
    <w:rsid w:val="008A1635"/>
    <w:rsid w:val="008A1881"/>
    <w:rsid w:val="008A1A2D"/>
    <w:rsid w:val="008A1B02"/>
    <w:rsid w:val="008A1B63"/>
    <w:rsid w:val="008A1B91"/>
    <w:rsid w:val="008A1CE6"/>
    <w:rsid w:val="008A1D03"/>
    <w:rsid w:val="008A1D74"/>
    <w:rsid w:val="008A227F"/>
    <w:rsid w:val="008A22F2"/>
    <w:rsid w:val="008A2B0A"/>
    <w:rsid w:val="008A2C52"/>
    <w:rsid w:val="008A2EF5"/>
    <w:rsid w:val="008A2F07"/>
    <w:rsid w:val="008A320C"/>
    <w:rsid w:val="008A33B7"/>
    <w:rsid w:val="008A33EF"/>
    <w:rsid w:val="008A36B8"/>
    <w:rsid w:val="008A371E"/>
    <w:rsid w:val="008A3B8D"/>
    <w:rsid w:val="008A3FFE"/>
    <w:rsid w:val="008A4D8F"/>
    <w:rsid w:val="008A4D97"/>
    <w:rsid w:val="008A51AA"/>
    <w:rsid w:val="008A51B7"/>
    <w:rsid w:val="008A525E"/>
    <w:rsid w:val="008A53BF"/>
    <w:rsid w:val="008A55C5"/>
    <w:rsid w:val="008A5A52"/>
    <w:rsid w:val="008A5A8D"/>
    <w:rsid w:val="008A5E12"/>
    <w:rsid w:val="008A5E75"/>
    <w:rsid w:val="008A5F3E"/>
    <w:rsid w:val="008A5F7F"/>
    <w:rsid w:val="008A608A"/>
    <w:rsid w:val="008A62CD"/>
    <w:rsid w:val="008A67DA"/>
    <w:rsid w:val="008A692F"/>
    <w:rsid w:val="008A6E07"/>
    <w:rsid w:val="008A6ECB"/>
    <w:rsid w:val="008A74F0"/>
    <w:rsid w:val="008A7A84"/>
    <w:rsid w:val="008A7B68"/>
    <w:rsid w:val="008A7B71"/>
    <w:rsid w:val="008A7CFF"/>
    <w:rsid w:val="008A7E1E"/>
    <w:rsid w:val="008A7E1F"/>
    <w:rsid w:val="008A7FB1"/>
    <w:rsid w:val="008B0433"/>
    <w:rsid w:val="008B08B6"/>
    <w:rsid w:val="008B0AB1"/>
    <w:rsid w:val="008B0C30"/>
    <w:rsid w:val="008B0DF7"/>
    <w:rsid w:val="008B1364"/>
    <w:rsid w:val="008B1740"/>
    <w:rsid w:val="008B1A28"/>
    <w:rsid w:val="008B1A65"/>
    <w:rsid w:val="008B1EB2"/>
    <w:rsid w:val="008B2049"/>
    <w:rsid w:val="008B2134"/>
    <w:rsid w:val="008B2235"/>
    <w:rsid w:val="008B233C"/>
    <w:rsid w:val="008B2869"/>
    <w:rsid w:val="008B2E11"/>
    <w:rsid w:val="008B2F64"/>
    <w:rsid w:val="008B2FC9"/>
    <w:rsid w:val="008B2FDA"/>
    <w:rsid w:val="008B33A9"/>
    <w:rsid w:val="008B3584"/>
    <w:rsid w:val="008B3746"/>
    <w:rsid w:val="008B3C3B"/>
    <w:rsid w:val="008B3C8A"/>
    <w:rsid w:val="008B3D84"/>
    <w:rsid w:val="008B3DE5"/>
    <w:rsid w:val="008B3F46"/>
    <w:rsid w:val="008B3F6C"/>
    <w:rsid w:val="008B4279"/>
    <w:rsid w:val="008B4590"/>
    <w:rsid w:val="008B45A5"/>
    <w:rsid w:val="008B48B6"/>
    <w:rsid w:val="008B4BEE"/>
    <w:rsid w:val="008B4D21"/>
    <w:rsid w:val="008B4D5C"/>
    <w:rsid w:val="008B4D6F"/>
    <w:rsid w:val="008B4F3F"/>
    <w:rsid w:val="008B4FEF"/>
    <w:rsid w:val="008B506B"/>
    <w:rsid w:val="008B5373"/>
    <w:rsid w:val="008B5627"/>
    <w:rsid w:val="008B56A8"/>
    <w:rsid w:val="008B56C7"/>
    <w:rsid w:val="008B59AC"/>
    <w:rsid w:val="008B5D8D"/>
    <w:rsid w:val="008B61AD"/>
    <w:rsid w:val="008B6872"/>
    <w:rsid w:val="008B6916"/>
    <w:rsid w:val="008B6E95"/>
    <w:rsid w:val="008B6E98"/>
    <w:rsid w:val="008B6EF5"/>
    <w:rsid w:val="008B6FBD"/>
    <w:rsid w:val="008B7509"/>
    <w:rsid w:val="008B7598"/>
    <w:rsid w:val="008B7C65"/>
    <w:rsid w:val="008C0280"/>
    <w:rsid w:val="008C0553"/>
    <w:rsid w:val="008C05DD"/>
    <w:rsid w:val="008C062D"/>
    <w:rsid w:val="008C0CCA"/>
    <w:rsid w:val="008C0E72"/>
    <w:rsid w:val="008C0F1B"/>
    <w:rsid w:val="008C1037"/>
    <w:rsid w:val="008C1761"/>
    <w:rsid w:val="008C18E9"/>
    <w:rsid w:val="008C19C1"/>
    <w:rsid w:val="008C1A65"/>
    <w:rsid w:val="008C1C6A"/>
    <w:rsid w:val="008C1FA8"/>
    <w:rsid w:val="008C21C3"/>
    <w:rsid w:val="008C24D4"/>
    <w:rsid w:val="008C2507"/>
    <w:rsid w:val="008C2847"/>
    <w:rsid w:val="008C28A1"/>
    <w:rsid w:val="008C2A30"/>
    <w:rsid w:val="008C2DF6"/>
    <w:rsid w:val="008C309A"/>
    <w:rsid w:val="008C30EE"/>
    <w:rsid w:val="008C3133"/>
    <w:rsid w:val="008C3161"/>
    <w:rsid w:val="008C34E7"/>
    <w:rsid w:val="008C355A"/>
    <w:rsid w:val="008C35AA"/>
    <w:rsid w:val="008C368F"/>
    <w:rsid w:val="008C3B43"/>
    <w:rsid w:val="008C3DED"/>
    <w:rsid w:val="008C428A"/>
    <w:rsid w:val="008C4473"/>
    <w:rsid w:val="008C45BC"/>
    <w:rsid w:val="008C4818"/>
    <w:rsid w:val="008C4A23"/>
    <w:rsid w:val="008C4B71"/>
    <w:rsid w:val="008C4BD5"/>
    <w:rsid w:val="008C4CAE"/>
    <w:rsid w:val="008C50AE"/>
    <w:rsid w:val="008C50E9"/>
    <w:rsid w:val="008C55BA"/>
    <w:rsid w:val="008C585A"/>
    <w:rsid w:val="008C5884"/>
    <w:rsid w:val="008C5FB3"/>
    <w:rsid w:val="008C6497"/>
    <w:rsid w:val="008C6582"/>
    <w:rsid w:val="008C6646"/>
    <w:rsid w:val="008C6754"/>
    <w:rsid w:val="008C680A"/>
    <w:rsid w:val="008C6865"/>
    <w:rsid w:val="008C68C2"/>
    <w:rsid w:val="008C69C0"/>
    <w:rsid w:val="008C69D2"/>
    <w:rsid w:val="008C6DDD"/>
    <w:rsid w:val="008C6E9D"/>
    <w:rsid w:val="008C700D"/>
    <w:rsid w:val="008C707D"/>
    <w:rsid w:val="008C71AF"/>
    <w:rsid w:val="008C71E8"/>
    <w:rsid w:val="008C7269"/>
    <w:rsid w:val="008C742F"/>
    <w:rsid w:val="008C750F"/>
    <w:rsid w:val="008C7560"/>
    <w:rsid w:val="008C75FB"/>
    <w:rsid w:val="008C7669"/>
    <w:rsid w:val="008C7911"/>
    <w:rsid w:val="008C7B3F"/>
    <w:rsid w:val="008C7B6D"/>
    <w:rsid w:val="008C7B83"/>
    <w:rsid w:val="008D009E"/>
    <w:rsid w:val="008D0209"/>
    <w:rsid w:val="008D029C"/>
    <w:rsid w:val="008D0307"/>
    <w:rsid w:val="008D039A"/>
    <w:rsid w:val="008D0425"/>
    <w:rsid w:val="008D0759"/>
    <w:rsid w:val="008D07A3"/>
    <w:rsid w:val="008D08EF"/>
    <w:rsid w:val="008D0D0A"/>
    <w:rsid w:val="008D0DA9"/>
    <w:rsid w:val="008D0E93"/>
    <w:rsid w:val="008D0FAD"/>
    <w:rsid w:val="008D10C1"/>
    <w:rsid w:val="008D117D"/>
    <w:rsid w:val="008D1187"/>
    <w:rsid w:val="008D1242"/>
    <w:rsid w:val="008D13AB"/>
    <w:rsid w:val="008D1710"/>
    <w:rsid w:val="008D1B1F"/>
    <w:rsid w:val="008D1D74"/>
    <w:rsid w:val="008D2342"/>
    <w:rsid w:val="008D2549"/>
    <w:rsid w:val="008D25FD"/>
    <w:rsid w:val="008D2CCC"/>
    <w:rsid w:val="008D2E1C"/>
    <w:rsid w:val="008D2F88"/>
    <w:rsid w:val="008D2FA3"/>
    <w:rsid w:val="008D3692"/>
    <w:rsid w:val="008D3706"/>
    <w:rsid w:val="008D3A19"/>
    <w:rsid w:val="008D3AA4"/>
    <w:rsid w:val="008D3BAE"/>
    <w:rsid w:val="008D3DDE"/>
    <w:rsid w:val="008D3FAD"/>
    <w:rsid w:val="008D4066"/>
    <w:rsid w:val="008D4478"/>
    <w:rsid w:val="008D4653"/>
    <w:rsid w:val="008D53A4"/>
    <w:rsid w:val="008D53D9"/>
    <w:rsid w:val="008D5597"/>
    <w:rsid w:val="008D55B0"/>
    <w:rsid w:val="008D561C"/>
    <w:rsid w:val="008D568D"/>
    <w:rsid w:val="008D599A"/>
    <w:rsid w:val="008D5C01"/>
    <w:rsid w:val="008D5DC2"/>
    <w:rsid w:val="008D5F59"/>
    <w:rsid w:val="008D631A"/>
    <w:rsid w:val="008D64D8"/>
    <w:rsid w:val="008D6632"/>
    <w:rsid w:val="008D679C"/>
    <w:rsid w:val="008D6893"/>
    <w:rsid w:val="008D6BE6"/>
    <w:rsid w:val="008D6C7E"/>
    <w:rsid w:val="008D6E1C"/>
    <w:rsid w:val="008D6EC9"/>
    <w:rsid w:val="008D708E"/>
    <w:rsid w:val="008D71DB"/>
    <w:rsid w:val="008D723D"/>
    <w:rsid w:val="008D735E"/>
    <w:rsid w:val="008D76F3"/>
    <w:rsid w:val="008D7BC9"/>
    <w:rsid w:val="008D7DCC"/>
    <w:rsid w:val="008D7FDE"/>
    <w:rsid w:val="008E006D"/>
    <w:rsid w:val="008E0115"/>
    <w:rsid w:val="008E0214"/>
    <w:rsid w:val="008E04BA"/>
    <w:rsid w:val="008E08C5"/>
    <w:rsid w:val="008E0A85"/>
    <w:rsid w:val="008E0B8E"/>
    <w:rsid w:val="008E1296"/>
    <w:rsid w:val="008E1781"/>
    <w:rsid w:val="008E19C5"/>
    <w:rsid w:val="008E1D3C"/>
    <w:rsid w:val="008E1F60"/>
    <w:rsid w:val="008E1F86"/>
    <w:rsid w:val="008E234C"/>
    <w:rsid w:val="008E2650"/>
    <w:rsid w:val="008E26E5"/>
    <w:rsid w:val="008E2835"/>
    <w:rsid w:val="008E2846"/>
    <w:rsid w:val="008E2A6A"/>
    <w:rsid w:val="008E2C8B"/>
    <w:rsid w:val="008E2D4E"/>
    <w:rsid w:val="008E2F2C"/>
    <w:rsid w:val="008E30A3"/>
    <w:rsid w:val="008E30C4"/>
    <w:rsid w:val="008E31F1"/>
    <w:rsid w:val="008E3491"/>
    <w:rsid w:val="008E3669"/>
    <w:rsid w:val="008E3932"/>
    <w:rsid w:val="008E3B36"/>
    <w:rsid w:val="008E3D64"/>
    <w:rsid w:val="008E3E7D"/>
    <w:rsid w:val="008E3FDF"/>
    <w:rsid w:val="008E404F"/>
    <w:rsid w:val="008E40EF"/>
    <w:rsid w:val="008E457D"/>
    <w:rsid w:val="008E4599"/>
    <w:rsid w:val="008E46B1"/>
    <w:rsid w:val="008E49A7"/>
    <w:rsid w:val="008E49D4"/>
    <w:rsid w:val="008E5005"/>
    <w:rsid w:val="008E5107"/>
    <w:rsid w:val="008E516C"/>
    <w:rsid w:val="008E5556"/>
    <w:rsid w:val="008E5558"/>
    <w:rsid w:val="008E567C"/>
    <w:rsid w:val="008E5AF0"/>
    <w:rsid w:val="008E5CD4"/>
    <w:rsid w:val="008E6001"/>
    <w:rsid w:val="008E616E"/>
    <w:rsid w:val="008E6218"/>
    <w:rsid w:val="008E62C5"/>
    <w:rsid w:val="008E6529"/>
    <w:rsid w:val="008E6F17"/>
    <w:rsid w:val="008E6FAE"/>
    <w:rsid w:val="008E757D"/>
    <w:rsid w:val="008E7659"/>
    <w:rsid w:val="008E7666"/>
    <w:rsid w:val="008E77B4"/>
    <w:rsid w:val="008E78AA"/>
    <w:rsid w:val="008E7A14"/>
    <w:rsid w:val="008E7BC5"/>
    <w:rsid w:val="008E7BF7"/>
    <w:rsid w:val="008E7DE5"/>
    <w:rsid w:val="008E7FE8"/>
    <w:rsid w:val="008F01C4"/>
    <w:rsid w:val="008F0314"/>
    <w:rsid w:val="008F03E1"/>
    <w:rsid w:val="008F07A2"/>
    <w:rsid w:val="008F08C6"/>
    <w:rsid w:val="008F0A06"/>
    <w:rsid w:val="008F0BAB"/>
    <w:rsid w:val="008F0C3F"/>
    <w:rsid w:val="008F105B"/>
    <w:rsid w:val="008F1169"/>
    <w:rsid w:val="008F1461"/>
    <w:rsid w:val="008F150E"/>
    <w:rsid w:val="008F15D6"/>
    <w:rsid w:val="008F19CE"/>
    <w:rsid w:val="008F1C18"/>
    <w:rsid w:val="008F1CF6"/>
    <w:rsid w:val="008F1D01"/>
    <w:rsid w:val="008F1D15"/>
    <w:rsid w:val="008F2138"/>
    <w:rsid w:val="008F22E8"/>
    <w:rsid w:val="008F232A"/>
    <w:rsid w:val="008F23AA"/>
    <w:rsid w:val="008F25D3"/>
    <w:rsid w:val="008F2CF6"/>
    <w:rsid w:val="008F2DDB"/>
    <w:rsid w:val="008F2E3E"/>
    <w:rsid w:val="008F2FE3"/>
    <w:rsid w:val="008F3025"/>
    <w:rsid w:val="008F3192"/>
    <w:rsid w:val="008F31C4"/>
    <w:rsid w:val="008F31C8"/>
    <w:rsid w:val="008F3335"/>
    <w:rsid w:val="008F3423"/>
    <w:rsid w:val="008F367B"/>
    <w:rsid w:val="008F3CD4"/>
    <w:rsid w:val="008F3E29"/>
    <w:rsid w:val="008F3FF4"/>
    <w:rsid w:val="008F4098"/>
    <w:rsid w:val="008F409A"/>
    <w:rsid w:val="008F4147"/>
    <w:rsid w:val="008F4274"/>
    <w:rsid w:val="008F434F"/>
    <w:rsid w:val="008F446F"/>
    <w:rsid w:val="008F45A2"/>
    <w:rsid w:val="008F46FC"/>
    <w:rsid w:val="008F50E2"/>
    <w:rsid w:val="008F53A5"/>
    <w:rsid w:val="008F5826"/>
    <w:rsid w:val="008F5B86"/>
    <w:rsid w:val="008F5D37"/>
    <w:rsid w:val="008F5E93"/>
    <w:rsid w:val="008F5F3E"/>
    <w:rsid w:val="008F5F44"/>
    <w:rsid w:val="008F601B"/>
    <w:rsid w:val="008F60E3"/>
    <w:rsid w:val="008F616A"/>
    <w:rsid w:val="008F6286"/>
    <w:rsid w:val="008F63C9"/>
    <w:rsid w:val="008F6562"/>
    <w:rsid w:val="008F65E2"/>
    <w:rsid w:val="008F6647"/>
    <w:rsid w:val="008F67BC"/>
    <w:rsid w:val="008F69ED"/>
    <w:rsid w:val="008F6C5D"/>
    <w:rsid w:val="008F6D91"/>
    <w:rsid w:val="008F705C"/>
    <w:rsid w:val="008F7147"/>
    <w:rsid w:val="008F71D2"/>
    <w:rsid w:val="008F731A"/>
    <w:rsid w:val="008F749E"/>
    <w:rsid w:val="008F75A7"/>
    <w:rsid w:val="008F769E"/>
    <w:rsid w:val="008F7712"/>
    <w:rsid w:val="008F79B3"/>
    <w:rsid w:val="008F7A2F"/>
    <w:rsid w:val="008F7B11"/>
    <w:rsid w:val="008F7C18"/>
    <w:rsid w:val="008F7E55"/>
    <w:rsid w:val="00900232"/>
    <w:rsid w:val="00900613"/>
    <w:rsid w:val="009006E7"/>
    <w:rsid w:val="0090072F"/>
    <w:rsid w:val="009007C9"/>
    <w:rsid w:val="00900ADA"/>
    <w:rsid w:val="00900C15"/>
    <w:rsid w:val="00900E8C"/>
    <w:rsid w:val="00900F3B"/>
    <w:rsid w:val="00901409"/>
    <w:rsid w:val="00901449"/>
    <w:rsid w:val="0090168F"/>
    <w:rsid w:val="0090178A"/>
    <w:rsid w:val="009019A9"/>
    <w:rsid w:val="00901BBC"/>
    <w:rsid w:val="00901CA8"/>
    <w:rsid w:val="00901E41"/>
    <w:rsid w:val="00901E62"/>
    <w:rsid w:val="00901FE8"/>
    <w:rsid w:val="00902472"/>
    <w:rsid w:val="00902619"/>
    <w:rsid w:val="0090287C"/>
    <w:rsid w:val="0090295C"/>
    <w:rsid w:val="009029D5"/>
    <w:rsid w:val="00902D52"/>
    <w:rsid w:val="00902F37"/>
    <w:rsid w:val="009031A4"/>
    <w:rsid w:val="00903408"/>
    <w:rsid w:val="00903507"/>
    <w:rsid w:val="00903836"/>
    <w:rsid w:val="00903999"/>
    <w:rsid w:val="00903A75"/>
    <w:rsid w:val="00903B5A"/>
    <w:rsid w:val="00903BED"/>
    <w:rsid w:val="00903CDB"/>
    <w:rsid w:val="00903E86"/>
    <w:rsid w:val="009040E2"/>
    <w:rsid w:val="009042A1"/>
    <w:rsid w:val="00904376"/>
    <w:rsid w:val="009043C6"/>
    <w:rsid w:val="009043EA"/>
    <w:rsid w:val="00904478"/>
    <w:rsid w:val="00904536"/>
    <w:rsid w:val="0090471D"/>
    <w:rsid w:val="00904767"/>
    <w:rsid w:val="009048AD"/>
    <w:rsid w:val="009049B0"/>
    <w:rsid w:val="00904B66"/>
    <w:rsid w:val="00904B8C"/>
    <w:rsid w:val="00904F67"/>
    <w:rsid w:val="00905012"/>
    <w:rsid w:val="009052BF"/>
    <w:rsid w:val="00905357"/>
    <w:rsid w:val="00905533"/>
    <w:rsid w:val="009056F2"/>
    <w:rsid w:val="00906016"/>
    <w:rsid w:val="00906208"/>
    <w:rsid w:val="00906722"/>
    <w:rsid w:val="00906B20"/>
    <w:rsid w:val="00907038"/>
    <w:rsid w:val="0090708C"/>
    <w:rsid w:val="00907998"/>
    <w:rsid w:val="009079C6"/>
    <w:rsid w:val="00907D79"/>
    <w:rsid w:val="009100A0"/>
    <w:rsid w:val="009100F6"/>
    <w:rsid w:val="009100F8"/>
    <w:rsid w:val="00910113"/>
    <w:rsid w:val="00910BAA"/>
    <w:rsid w:val="009110B7"/>
    <w:rsid w:val="00911270"/>
    <w:rsid w:val="0091127C"/>
    <w:rsid w:val="009112C7"/>
    <w:rsid w:val="0091155A"/>
    <w:rsid w:val="00911809"/>
    <w:rsid w:val="00911950"/>
    <w:rsid w:val="009119E8"/>
    <w:rsid w:val="00911DF9"/>
    <w:rsid w:val="00911EB9"/>
    <w:rsid w:val="00912170"/>
    <w:rsid w:val="00912650"/>
    <w:rsid w:val="009126A5"/>
    <w:rsid w:val="009127FF"/>
    <w:rsid w:val="00912D11"/>
    <w:rsid w:val="00912E66"/>
    <w:rsid w:val="0091316F"/>
    <w:rsid w:val="00913778"/>
    <w:rsid w:val="00913867"/>
    <w:rsid w:val="0091399B"/>
    <w:rsid w:val="009139C2"/>
    <w:rsid w:val="00913A74"/>
    <w:rsid w:val="00913BBE"/>
    <w:rsid w:val="00913D69"/>
    <w:rsid w:val="00913D9D"/>
    <w:rsid w:val="00913F91"/>
    <w:rsid w:val="00914265"/>
    <w:rsid w:val="00914607"/>
    <w:rsid w:val="0091464F"/>
    <w:rsid w:val="0091475A"/>
    <w:rsid w:val="009147D9"/>
    <w:rsid w:val="00914819"/>
    <w:rsid w:val="00914906"/>
    <w:rsid w:val="00914F96"/>
    <w:rsid w:val="00914FC1"/>
    <w:rsid w:val="00914FCC"/>
    <w:rsid w:val="00915447"/>
    <w:rsid w:val="00915523"/>
    <w:rsid w:val="0091554F"/>
    <w:rsid w:val="00915770"/>
    <w:rsid w:val="00915834"/>
    <w:rsid w:val="00915BCA"/>
    <w:rsid w:val="00915D73"/>
    <w:rsid w:val="00916014"/>
    <w:rsid w:val="00916246"/>
    <w:rsid w:val="009162FD"/>
    <w:rsid w:val="009169FA"/>
    <w:rsid w:val="00916A1D"/>
    <w:rsid w:val="00916AA3"/>
    <w:rsid w:val="00916B75"/>
    <w:rsid w:val="0091741D"/>
    <w:rsid w:val="0091792E"/>
    <w:rsid w:val="00917BD2"/>
    <w:rsid w:val="00917CE3"/>
    <w:rsid w:val="00917D34"/>
    <w:rsid w:val="00920619"/>
    <w:rsid w:val="00920767"/>
    <w:rsid w:val="00920A08"/>
    <w:rsid w:val="00920DD9"/>
    <w:rsid w:val="00920EC8"/>
    <w:rsid w:val="00920F45"/>
    <w:rsid w:val="00921341"/>
    <w:rsid w:val="00921539"/>
    <w:rsid w:val="00921624"/>
    <w:rsid w:val="00921A44"/>
    <w:rsid w:val="00921EC0"/>
    <w:rsid w:val="00921FD3"/>
    <w:rsid w:val="00922328"/>
    <w:rsid w:val="00922338"/>
    <w:rsid w:val="009223D9"/>
    <w:rsid w:val="0092243B"/>
    <w:rsid w:val="00922746"/>
    <w:rsid w:val="00922FCB"/>
    <w:rsid w:val="009230DF"/>
    <w:rsid w:val="00923452"/>
    <w:rsid w:val="00923552"/>
    <w:rsid w:val="0092359E"/>
    <w:rsid w:val="00923B91"/>
    <w:rsid w:val="00923CB9"/>
    <w:rsid w:val="00923D8D"/>
    <w:rsid w:val="00923E5A"/>
    <w:rsid w:val="009244EF"/>
    <w:rsid w:val="009248EE"/>
    <w:rsid w:val="009249AB"/>
    <w:rsid w:val="009249C0"/>
    <w:rsid w:val="00924A65"/>
    <w:rsid w:val="00924AC4"/>
    <w:rsid w:val="00924AE1"/>
    <w:rsid w:val="00924BEA"/>
    <w:rsid w:val="00924DA3"/>
    <w:rsid w:val="00924DC1"/>
    <w:rsid w:val="00924DD6"/>
    <w:rsid w:val="00924DE0"/>
    <w:rsid w:val="00924F46"/>
    <w:rsid w:val="009255BE"/>
    <w:rsid w:val="00925882"/>
    <w:rsid w:val="00925A68"/>
    <w:rsid w:val="00925C75"/>
    <w:rsid w:val="00926378"/>
    <w:rsid w:val="0092651E"/>
    <w:rsid w:val="009265A5"/>
    <w:rsid w:val="00926724"/>
    <w:rsid w:val="0092689C"/>
    <w:rsid w:val="00926B72"/>
    <w:rsid w:val="00926D0F"/>
    <w:rsid w:val="00926F56"/>
    <w:rsid w:val="009270E0"/>
    <w:rsid w:val="0092721B"/>
    <w:rsid w:val="0092748E"/>
    <w:rsid w:val="0092777C"/>
    <w:rsid w:val="0092777E"/>
    <w:rsid w:val="00927ADC"/>
    <w:rsid w:val="00927D29"/>
    <w:rsid w:val="00927D67"/>
    <w:rsid w:val="0093008A"/>
    <w:rsid w:val="0093012D"/>
    <w:rsid w:val="009301DF"/>
    <w:rsid w:val="009301ED"/>
    <w:rsid w:val="009304C5"/>
    <w:rsid w:val="00930A84"/>
    <w:rsid w:val="00930B79"/>
    <w:rsid w:val="00930EC9"/>
    <w:rsid w:val="00930FBA"/>
    <w:rsid w:val="00931041"/>
    <w:rsid w:val="009312EE"/>
    <w:rsid w:val="00931483"/>
    <w:rsid w:val="009314C4"/>
    <w:rsid w:val="00931762"/>
    <w:rsid w:val="0093198F"/>
    <w:rsid w:val="00931ACA"/>
    <w:rsid w:val="00931C33"/>
    <w:rsid w:val="00931D64"/>
    <w:rsid w:val="00931EA5"/>
    <w:rsid w:val="00932018"/>
    <w:rsid w:val="009324C3"/>
    <w:rsid w:val="00932566"/>
    <w:rsid w:val="009329BC"/>
    <w:rsid w:val="00932A06"/>
    <w:rsid w:val="00932BCE"/>
    <w:rsid w:val="00932C81"/>
    <w:rsid w:val="00932C97"/>
    <w:rsid w:val="00932CC1"/>
    <w:rsid w:val="00932D89"/>
    <w:rsid w:val="00932DF5"/>
    <w:rsid w:val="009333D1"/>
    <w:rsid w:val="00933407"/>
    <w:rsid w:val="00933661"/>
    <w:rsid w:val="009337C8"/>
    <w:rsid w:val="00933D43"/>
    <w:rsid w:val="00933EF7"/>
    <w:rsid w:val="0093409B"/>
    <w:rsid w:val="009340D7"/>
    <w:rsid w:val="00934244"/>
    <w:rsid w:val="0093425F"/>
    <w:rsid w:val="009343B7"/>
    <w:rsid w:val="00934B10"/>
    <w:rsid w:val="00934C32"/>
    <w:rsid w:val="00934D57"/>
    <w:rsid w:val="00935145"/>
    <w:rsid w:val="0093519D"/>
    <w:rsid w:val="009352C5"/>
    <w:rsid w:val="0093545B"/>
    <w:rsid w:val="00935504"/>
    <w:rsid w:val="0093554F"/>
    <w:rsid w:val="009355CA"/>
    <w:rsid w:val="0093569F"/>
    <w:rsid w:val="00935F65"/>
    <w:rsid w:val="0093607D"/>
    <w:rsid w:val="0093639F"/>
    <w:rsid w:val="009365D3"/>
    <w:rsid w:val="009368AA"/>
    <w:rsid w:val="00936B9B"/>
    <w:rsid w:val="00936D9E"/>
    <w:rsid w:val="00936EBE"/>
    <w:rsid w:val="009370E1"/>
    <w:rsid w:val="0093745A"/>
    <w:rsid w:val="009376EA"/>
    <w:rsid w:val="00937E16"/>
    <w:rsid w:val="009400B3"/>
    <w:rsid w:val="00940207"/>
    <w:rsid w:val="009403A9"/>
    <w:rsid w:val="00940656"/>
    <w:rsid w:val="0094066F"/>
    <w:rsid w:val="00940698"/>
    <w:rsid w:val="0094072B"/>
    <w:rsid w:val="00940E53"/>
    <w:rsid w:val="009411BE"/>
    <w:rsid w:val="00941ACC"/>
    <w:rsid w:val="00941BEA"/>
    <w:rsid w:val="00941C26"/>
    <w:rsid w:val="009420E9"/>
    <w:rsid w:val="00942320"/>
    <w:rsid w:val="009423A1"/>
    <w:rsid w:val="00942587"/>
    <w:rsid w:val="0094280A"/>
    <w:rsid w:val="00942973"/>
    <w:rsid w:val="009429F6"/>
    <w:rsid w:val="00942ABC"/>
    <w:rsid w:val="00942DC2"/>
    <w:rsid w:val="00942EF2"/>
    <w:rsid w:val="00942FE3"/>
    <w:rsid w:val="0094306B"/>
    <w:rsid w:val="009432FA"/>
    <w:rsid w:val="0094348D"/>
    <w:rsid w:val="009434AD"/>
    <w:rsid w:val="00943916"/>
    <w:rsid w:val="00943920"/>
    <w:rsid w:val="00943B0B"/>
    <w:rsid w:val="00943FC5"/>
    <w:rsid w:val="00944294"/>
    <w:rsid w:val="009445AF"/>
    <w:rsid w:val="00944613"/>
    <w:rsid w:val="009446A4"/>
    <w:rsid w:val="00944744"/>
    <w:rsid w:val="00944772"/>
    <w:rsid w:val="00944A8B"/>
    <w:rsid w:val="00944C82"/>
    <w:rsid w:val="00944E8E"/>
    <w:rsid w:val="00945135"/>
    <w:rsid w:val="009452B2"/>
    <w:rsid w:val="009452C0"/>
    <w:rsid w:val="00945466"/>
    <w:rsid w:val="0094568F"/>
    <w:rsid w:val="00945800"/>
    <w:rsid w:val="00945986"/>
    <w:rsid w:val="00945C99"/>
    <w:rsid w:val="009460EE"/>
    <w:rsid w:val="00946175"/>
    <w:rsid w:val="00946233"/>
    <w:rsid w:val="00946416"/>
    <w:rsid w:val="00946686"/>
    <w:rsid w:val="009466D1"/>
    <w:rsid w:val="009469C6"/>
    <w:rsid w:val="00946A98"/>
    <w:rsid w:val="009471CF"/>
    <w:rsid w:val="009472D2"/>
    <w:rsid w:val="0094776C"/>
    <w:rsid w:val="00947775"/>
    <w:rsid w:val="009477BE"/>
    <w:rsid w:val="009477C5"/>
    <w:rsid w:val="0094795C"/>
    <w:rsid w:val="00947EC8"/>
    <w:rsid w:val="00950276"/>
    <w:rsid w:val="0095036E"/>
    <w:rsid w:val="009509B5"/>
    <w:rsid w:val="00950BFA"/>
    <w:rsid w:val="0095100A"/>
    <w:rsid w:val="009512FA"/>
    <w:rsid w:val="00951498"/>
    <w:rsid w:val="00951769"/>
    <w:rsid w:val="009517CA"/>
    <w:rsid w:val="00951A5B"/>
    <w:rsid w:val="00951A91"/>
    <w:rsid w:val="00951C77"/>
    <w:rsid w:val="00951F15"/>
    <w:rsid w:val="0095223F"/>
    <w:rsid w:val="009522A4"/>
    <w:rsid w:val="00952853"/>
    <w:rsid w:val="00952933"/>
    <w:rsid w:val="009529F1"/>
    <w:rsid w:val="00952D6E"/>
    <w:rsid w:val="0095302C"/>
    <w:rsid w:val="0095350F"/>
    <w:rsid w:val="00953791"/>
    <w:rsid w:val="00953DFE"/>
    <w:rsid w:val="00953E21"/>
    <w:rsid w:val="009540AC"/>
    <w:rsid w:val="009540FD"/>
    <w:rsid w:val="00954188"/>
    <w:rsid w:val="00954381"/>
    <w:rsid w:val="0095497B"/>
    <w:rsid w:val="00954AB5"/>
    <w:rsid w:val="00954CC4"/>
    <w:rsid w:val="00954FCE"/>
    <w:rsid w:val="009553B3"/>
    <w:rsid w:val="009559D4"/>
    <w:rsid w:val="00955A0E"/>
    <w:rsid w:val="00955C3C"/>
    <w:rsid w:val="00955C3D"/>
    <w:rsid w:val="00955C88"/>
    <w:rsid w:val="00955CD5"/>
    <w:rsid w:val="00955D7B"/>
    <w:rsid w:val="00955E66"/>
    <w:rsid w:val="00955FA7"/>
    <w:rsid w:val="00956000"/>
    <w:rsid w:val="009562A5"/>
    <w:rsid w:val="00956361"/>
    <w:rsid w:val="00956543"/>
    <w:rsid w:val="009565D4"/>
    <w:rsid w:val="009566AD"/>
    <w:rsid w:val="009566FC"/>
    <w:rsid w:val="00956760"/>
    <w:rsid w:val="00957084"/>
    <w:rsid w:val="009570D7"/>
    <w:rsid w:val="00957308"/>
    <w:rsid w:val="0095739F"/>
    <w:rsid w:val="009573A8"/>
    <w:rsid w:val="009573AB"/>
    <w:rsid w:val="009578F3"/>
    <w:rsid w:val="00957BAC"/>
    <w:rsid w:val="00960295"/>
    <w:rsid w:val="009604DA"/>
    <w:rsid w:val="00960553"/>
    <w:rsid w:val="00960601"/>
    <w:rsid w:val="00960767"/>
    <w:rsid w:val="00960AE4"/>
    <w:rsid w:val="00961027"/>
    <w:rsid w:val="00961249"/>
    <w:rsid w:val="00961382"/>
    <w:rsid w:val="00961421"/>
    <w:rsid w:val="0096150B"/>
    <w:rsid w:val="00961514"/>
    <w:rsid w:val="0096158B"/>
    <w:rsid w:val="00961762"/>
    <w:rsid w:val="00961ABD"/>
    <w:rsid w:val="00961ACF"/>
    <w:rsid w:val="00961BB8"/>
    <w:rsid w:val="00961CC0"/>
    <w:rsid w:val="00961CE0"/>
    <w:rsid w:val="00961D52"/>
    <w:rsid w:val="00961E25"/>
    <w:rsid w:val="00961E73"/>
    <w:rsid w:val="00962649"/>
    <w:rsid w:val="00962833"/>
    <w:rsid w:val="0096283A"/>
    <w:rsid w:val="00962DC7"/>
    <w:rsid w:val="00962DF9"/>
    <w:rsid w:val="00962E56"/>
    <w:rsid w:val="00962ECF"/>
    <w:rsid w:val="0096304D"/>
    <w:rsid w:val="0096344A"/>
    <w:rsid w:val="009635C5"/>
    <w:rsid w:val="0096370C"/>
    <w:rsid w:val="0096383B"/>
    <w:rsid w:val="009638E4"/>
    <w:rsid w:val="009638E5"/>
    <w:rsid w:val="0096393B"/>
    <w:rsid w:val="00963C9F"/>
    <w:rsid w:val="00963CF1"/>
    <w:rsid w:val="009640E3"/>
    <w:rsid w:val="00964257"/>
    <w:rsid w:val="009642D3"/>
    <w:rsid w:val="00964390"/>
    <w:rsid w:val="00964441"/>
    <w:rsid w:val="00964A02"/>
    <w:rsid w:val="00964D2A"/>
    <w:rsid w:val="00964DD7"/>
    <w:rsid w:val="00964E00"/>
    <w:rsid w:val="00964EA2"/>
    <w:rsid w:val="009650C7"/>
    <w:rsid w:val="00965541"/>
    <w:rsid w:val="0096570A"/>
    <w:rsid w:val="00965D1B"/>
    <w:rsid w:val="00965D63"/>
    <w:rsid w:val="0096611D"/>
    <w:rsid w:val="00966746"/>
    <w:rsid w:val="00966988"/>
    <w:rsid w:val="00966BC4"/>
    <w:rsid w:val="00966FF5"/>
    <w:rsid w:val="00967048"/>
    <w:rsid w:val="009670B0"/>
    <w:rsid w:val="009675C9"/>
    <w:rsid w:val="009675CF"/>
    <w:rsid w:val="009677C2"/>
    <w:rsid w:val="0096783D"/>
    <w:rsid w:val="009678D7"/>
    <w:rsid w:val="00967B16"/>
    <w:rsid w:val="00967B35"/>
    <w:rsid w:val="00967D47"/>
    <w:rsid w:val="00967DF3"/>
    <w:rsid w:val="00970268"/>
    <w:rsid w:val="009702ED"/>
    <w:rsid w:val="0097047E"/>
    <w:rsid w:val="00970512"/>
    <w:rsid w:val="009705F4"/>
    <w:rsid w:val="00970637"/>
    <w:rsid w:val="00970711"/>
    <w:rsid w:val="009709DB"/>
    <w:rsid w:val="00970B0A"/>
    <w:rsid w:val="00970D80"/>
    <w:rsid w:val="00970DEA"/>
    <w:rsid w:val="0097144B"/>
    <w:rsid w:val="0097169B"/>
    <w:rsid w:val="00971734"/>
    <w:rsid w:val="00971DED"/>
    <w:rsid w:val="009726B3"/>
    <w:rsid w:val="009727AE"/>
    <w:rsid w:val="00972ACA"/>
    <w:rsid w:val="00972AD8"/>
    <w:rsid w:val="00972E44"/>
    <w:rsid w:val="009730A1"/>
    <w:rsid w:val="009731D9"/>
    <w:rsid w:val="00973401"/>
    <w:rsid w:val="0097353E"/>
    <w:rsid w:val="00973DBA"/>
    <w:rsid w:val="00974020"/>
    <w:rsid w:val="00974457"/>
    <w:rsid w:val="00974515"/>
    <w:rsid w:val="0097458D"/>
    <w:rsid w:val="009747A4"/>
    <w:rsid w:val="009748D4"/>
    <w:rsid w:val="00974A17"/>
    <w:rsid w:val="00974AEA"/>
    <w:rsid w:val="00974E4A"/>
    <w:rsid w:val="00974FC5"/>
    <w:rsid w:val="009750C7"/>
    <w:rsid w:val="00975788"/>
    <w:rsid w:val="00975827"/>
    <w:rsid w:val="00975C3B"/>
    <w:rsid w:val="00975C9A"/>
    <w:rsid w:val="00975ECB"/>
    <w:rsid w:val="00976098"/>
    <w:rsid w:val="009765CF"/>
    <w:rsid w:val="00976781"/>
    <w:rsid w:val="0097679B"/>
    <w:rsid w:val="00976A1C"/>
    <w:rsid w:val="00976B1F"/>
    <w:rsid w:val="00976B86"/>
    <w:rsid w:val="00976F32"/>
    <w:rsid w:val="00976F5C"/>
    <w:rsid w:val="00976F68"/>
    <w:rsid w:val="00976FE8"/>
    <w:rsid w:val="009775C4"/>
    <w:rsid w:val="00977875"/>
    <w:rsid w:val="009778D3"/>
    <w:rsid w:val="009779F7"/>
    <w:rsid w:val="0098038D"/>
    <w:rsid w:val="00980737"/>
    <w:rsid w:val="0098090C"/>
    <w:rsid w:val="00980CD0"/>
    <w:rsid w:val="00980DD4"/>
    <w:rsid w:val="00980DFB"/>
    <w:rsid w:val="00980E8A"/>
    <w:rsid w:val="00980ED5"/>
    <w:rsid w:val="00980F20"/>
    <w:rsid w:val="009813DB"/>
    <w:rsid w:val="009813F2"/>
    <w:rsid w:val="009815C8"/>
    <w:rsid w:val="0098178C"/>
    <w:rsid w:val="00981852"/>
    <w:rsid w:val="00981883"/>
    <w:rsid w:val="00981973"/>
    <w:rsid w:val="00981B12"/>
    <w:rsid w:val="009820A9"/>
    <w:rsid w:val="00982404"/>
    <w:rsid w:val="00982517"/>
    <w:rsid w:val="0098260C"/>
    <w:rsid w:val="00982758"/>
    <w:rsid w:val="00982D3F"/>
    <w:rsid w:val="00982E15"/>
    <w:rsid w:val="00982F6F"/>
    <w:rsid w:val="00982FB5"/>
    <w:rsid w:val="009831CC"/>
    <w:rsid w:val="009832CD"/>
    <w:rsid w:val="009832D0"/>
    <w:rsid w:val="00983479"/>
    <w:rsid w:val="009835F3"/>
    <w:rsid w:val="00983771"/>
    <w:rsid w:val="00983875"/>
    <w:rsid w:val="00983924"/>
    <w:rsid w:val="00983988"/>
    <w:rsid w:val="00983A8E"/>
    <w:rsid w:val="00984150"/>
    <w:rsid w:val="009841E1"/>
    <w:rsid w:val="00984488"/>
    <w:rsid w:val="0098463A"/>
    <w:rsid w:val="00984734"/>
    <w:rsid w:val="00984AC3"/>
    <w:rsid w:val="00984AEF"/>
    <w:rsid w:val="00984C61"/>
    <w:rsid w:val="00984EDC"/>
    <w:rsid w:val="00985572"/>
    <w:rsid w:val="0098557A"/>
    <w:rsid w:val="0098571E"/>
    <w:rsid w:val="0098573B"/>
    <w:rsid w:val="00985AF7"/>
    <w:rsid w:val="00985B8D"/>
    <w:rsid w:val="00985CD8"/>
    <w:rsid w:val="00985E00"/>
    <w:rsid w:val="009862BD"/>
    <w:rsid w:val="009862E4"/>
    <w:rsid w:val="009868FA"/>
    <w:rsid w:val="00986A50"/>
    <w:rsid w:val="00986BBF"/>
    <w:rsid w:val="00986D71"/>
    <w:rsid w:val="00986E10"/>
    <w:rsid w:val="00986F54"/>
    <w:rsid w:val="009873F3"/>
    <w:rsid w:val="00987412"/>
    <w:rsid w:val="00987468"/>
    <w:rsid w:val="00987AF3"/>
    <w:rsid w:val="00990265"/>
    <w:rsid w:val="0099042B"/>
    <w:rsid w:val="009904F4"/>
    <w:rsid w:val="009906E0"/>
    <w:rsid w:val="009909E3"/>
    <w:rsid w:val="00990D08"/>
    <w:rsid w:val="00990E8B"/>
    <w:rsid w:val="00990EB1"/>
    <w:rsid w:val="0099155B"/>
    <w:rsid w:val="0099166A"/>
    <w:rsid w:val="00991BE5"/>
    <w:rsid w:val="00991D9E"/>
    <w:rsid w:val="0099207C"/>
    <w:rsid w:val="0099271A"/>
    <w:rsid w:val="00992866"/>
    <w:rsid w:val="00992C3D"/>
    <w:rsid w:val="0099354B"/>
    <w:rsid w:val="00993800"/>
    <w:rsid w:val="00993A03"/>
    <w:rsid w:val="00993E0A"/>
    <w:rsid w:val="00993E24"/>
    <w:rsid w:val="00994075"/>
    <w:rsid w:val="009940FF"/>
    <w:rsid w:val="009941CC"/>
    <w:rsid w:val="009942BB"/>
    <w:rsid w:val="00994790"/>
    <w:rsid w:val="00994B83"/>
    <w:rsid w:val="00994C5D"/>
    <w:rsid w:val="00994CAC"/>
    <w:rsid w:val="009951FD"/>
    <w:rsid w:val="00995456"/>
    <w:rsid w:val="0099553C"/>
    <w:rsid w:val="0099554C"/>
    <w:rsid w:val="009956F9"/>
    <w:rsid w:val="00995718"/>
    <w:rsid w:val="00995995"/>
    <w:rsid w:val="0099599A"/>
    <w:rsid w:val="00995B7D"/>
    <w:rsid w:val="00995E41"/>
    <w:rsid w:val="009960FB"/>
    <w:rsid w:val="0099665F"/>
    <w:rsid w:val="009968F3"/>
    <w:rsid w:val="009969B2"/>
    <w:rsid w:val="00996A36"/>
    <w:rsid w:val="00996C5B"/>
    <w:rsid w:val="00996D52"/>
    <w:rsid w:val="00996F33"/>
    <w:rsid w:val="00996F68"/>
    <w:rsid w:val="00997148"/>
    <w:rsid w:val="00997280"/>
    <w:rsid w:val="0099737A"/>
    <w:rsid w:val="00997460"/>
    <w:rsid w:val="00997666"/>
    <w:rsid w:val="00997CD9"/>
    <w:rsid w:val="00997D24"/>
    <w:rsid w:val="009A00D8"/>
    <w:rsid w:val="009A011B"/>
    <w:rsid w:val="009A02EA"/>
    <w:rsid w:val="009A0355"/>
    <w:rsid w:val="009A036E"/>
    <w:rsid w:val="009A0646"/>
    <w:rsid w:val="009A0704"/>
    <w:rsid w:val="009A07A7"/>
    <w:rsid w:val="009A0EB6"/>
    <w:rsid w:val="009A10A7"/>
    <w:rsid w:val="009A10FA"/>
    <w:rsid w:val="009A114D"/>
    <w:rsid w:val="009A1207"/>
    <w:rsid w:val="009A17FE"/>
    <w:rsid w:val="009A1AA2"/>
    <w:rsid w:val="009A1ED0"/>
    <w:rsid w:val="009A1F34"/>
    <w:rsid w:val="009A1F98"/>
    <w:rsid w:val="009A1FC2"/>
    <w:rsid w:val="009A2169"/>
    <w:rsid w:val="009A2879"/>
    <w:rsid w:val="009A2A6C"/>
    <w:rsid w:val="009A2B02"/>
    <w:rsid w:val="009A2B93"/>
    <w:rsid w:val="009A2D70"/>
    <w:rsid w:val="009A3386"/>
    <w:rsid w:val="009A3455"/>
    <w:rsid w:val="009A3463"/>
    <w:rsid w:val="009A35CD"/>
    <w:rsid w:val="009A3642"/>
    <w:rsid w:val="009A382E"/>
    <w:rsid w:val="009A3935"/>
    <w:rsid w:val="009A3AFE"/>
    <w:rsid w:val="009A3BB3"/>
    <w:rsid w:val="009A3C00"/>
    <w:rsid w:val="009A3CB8"/>
    <w:rsid w:val="009A3F4F"/>
    <w:rsid w:val="009A4005"/>
    <w:rsid w:val="009A40DD"/>
    <w:rsid w:val="009A426B"/>
    <w:rsid w:val="009A4306"/>
    <w:rsid w:val="009A4360"/>
    <w:rsid w:val="009A4385"/>
    <w:rsid w:val="009A46CA"/>
    <w:rsid w:val="009A47EE"/>
    <w:rsid w:val="009A4835"/>
    <w:rsid w:val="009A4B48"/>
    <w:rsid w:val="009A4D72"/>
    <w:rsid w:val="009A4E5F"/>
    <w:rsid w:val="009A502B"/>
    <w:rsid w:val="009A5179"/>
    <w:rsid w:val="009A5229"/>
    <w:rsid w:val="009A5281"/>
    <w:rsid w:val="009A52DA"/>
    <w:rsid w:val="009A534C"/>
    <w:rsid w:val="009A5393"/>
    <w:rsid w:val="009A5432"/>
    <w:rsid w:val="009A5495"/>
    <w:rsid w:val="009A5643"/>
    <w:rsid w:val="009A5771"/>
    <w:rsid w:val="009A57EA"/>
    <w:rsid w:val="009A5CA9"/>
    <w:rsid w:val="009A5CC1"/>
    <w:rsid w:val="009A5F66"/>
    <w:rsid w:val="009A62AA"/>
    <w:rsid w:val="009A68D2"/>
    <w:rsid w:val="009A6B5A"/>
    <w:rsid w:val="009A6C34"/>
    <w:rsid w:val="009A6E65"/>
    <w:rsid w:val="009A77F5"/>
    <w:rsid w:val="009A7CE2"/>
    <w:rsid w:val="009B02B1"/>
    <w:rsid w:val="009B080E"/>
    <w:rsid w:val="009B0AA5"/>
    <w:rsid w:val="009B0C45"/>
    <w:rsid w:val="009B1018"/>
    <w:rsid w:val="009B171C"/>
    <w:rsid w:val="009B18F3"/>
    <w:rsid w:val="009B1B56"/>
    <w:rsid w:val="009B1C74"/>
    <w:rsid w:val="009B1E12"/>
    <w:rsid w:val="009B1ECF"/>
    <w:rsid w:val="009B210F"/>
    <w:rsid w:val="009B2149"/>
    <w:rsid w:val="009B21BC"/>
    <w:rsid w:val="009B2482"/>
    <w:rsid w:val="009B25E8"/>
    <w:rsid w:val="009B2657"/>
    <w:rsid w:val="009B2658"/>
    <w:rsid w:val="009B2B1B"/>
    <w:rsid w:val="009B2BEB"/>
    <w:rsid w:val="009B2C3B"/>
    <w:rsid w:val="009B2C46"/>
    <w:rsid w:val="009B2C59"/>
    <w:rsid w:val="009B2DB8"/>
    <w:rsid w:val="009B2E6F"/>
    <w:rsid w:val="009B2F03"/>
    <w:rsid w:val="009B311A"/>
    <w:rsid w:val="009B3195"/>
    <w:rsid w:val="009B335E"/>
    <w:rsid w:val="009B3670"/>
    <w:rsid w:val="009B3B47"/>
    <w:rsid w:val="009B3BEB"/>
    <w:rsid w:val="009B438C"/>
    <w:rsid w:val="009B44FF"/>
    <w:rsid w:val="009B4546"/>
    <w:rsid w:val="009B468F"/>
    <w:rsid w:val="009B471B"/>
    <w:rsid w:val="009B4B09"/>
    <w:rsid w:val="009B4D48"/>
    <w:rsid w:val="009B51ED"/>
    <w:rsid w:val="009B5396"/>
    <w:rsid w:val="009B5503"/>
    <w:rsid w:val="009B5A7D"/>
    <w:rsid w:val="009B5E6A"/>
    <w:rsid w:val="009B5F40"/>
    <w:rsid w:val="009B60E3"/>
    <w:rsid w:val="009B6263"/>
    <w:rsid w:val="009B64B6"/>
    <w:rsid w:val="009B6595"/>
    <w:rsid w:val="009B65C8"/>
    <w:rsid w:val="009B65D6"/>
    <w:rsid w:val="009B6E9C"/>
    <w:rsid w:val="009B6F2C"/>
    <w:rsid w:val="009B7183"/>
    <w:rsid w:val="009B72D7"/>
    <w:rsid w:val="009B7681"/>
    <w:rsid w:val="009B7745"/>
    <w:rsid w:val="009B7967"/>
    <w:rsid w:val="009B7A47"/>
    <w:rsid w:val="009B7A50"/>
    <w:rsid w:val="009B7C91"/>
    <w:rsid w:val="009B7E2C"/>
    <w:rsid w:val="009B7E55"/>
    <w:rsid w:val="009B7F06"/>
    <w:rsid w:val="009C021E"/>
    <w:rsid w:val="009C03A5"/>
    <w:rsid w:val="009C067C"/>
    <w:rsid w:val="009C0899"/>
    <w:rsid w:val="009C0B74"/>
    <w:rsid w:val="009C0BAB"/>
    <w:rsid w:val="009C0C4C"/>
    <w:rsid w:val="009C1021"/>
    <w:rsid w:val="009C10A4"/>
    <w:rsid w:val="009C110B"/>
    <w:rsid w:val="009C1129"/>
    <w:rsid w:val="009C12EA"/>
    <w:rsid w:val="009C1381"/>
    <w:rsid w:val="009C13EB"/>
    <w:rsid w:val="009C14D8"/>
    <w:rsid w:val="009C1740"/>
    <w:rsid w:val="009C1748"/>
    <w:rsid w:val="009C198C"/>
    <w:rsid w:val="009C1B92"/>
    <w:rsid w:val="009C2130"/>
    <w:rsid w:val="009C23AF"/>
    <w:rsid w:val="009C2419"/>
    <w:rsid w:val="009C25E0"/>
    <w:rsid w:val="009C29AD"/>
    <w:rsid w:val="009C2BDE"/>
    <w:rsid w:val="009C2CE9"/>
    <w:rsid w:val="009C3032"/>
    <w:rsid w:val="009C30AE"/>
    <w:rsid w:val="009C3181"/>
    <w:rsid w:val="009C33D2"/>
    <w:rsid w:val="009C3412"/>
    <w:rsid w:val="009C34AB"/>
    <w:rsid w:val="009C3707"/>
    <w:rsid w:val="009C3727"/>
    <w:rsid w:val="009C3A8F"/>
    <w:rsid w:val="009C3A97"/>
    <w:rsid w:val="009C3B23"/>
    <w:rsid w:val="009C3B28"/>
    <w:rsid w:val="009C3C9D"/>
    <w:rsid w:val="009C40B4"/>
    <w:rsid w:val="009C418F"/>
    <w:rsid w:val="009C4372"/>
    <w:rsid w:val="009C45DD"/>
    <w:rsid w:val="009C47CA"/>
    <w:rsid w:val="009C495F"/>
    <w:rsid w:val="009C4A39"/>
    <w:rsid w:val="009C4E05"/>
    <w:rsid w:val="009C4ECC"/>
    <w:rsid w:val="009C5059"/>
    <w:rsid w:val="009C5083"/>
    <w:rsid w:val="009C5296"/>
    <w:rsid w:val="009C5779"/>
    <w:rsid w:val="009C5AF0"/>
    <w:rsid w:val="009C5BD5"/>
    <w:rsid w:val="009C5DE4"/>
    <w:rsid w:val="009C5E9B"/>
    <w:rsid w:val="009C5EB8"/>
    <w:rsid w:val="009C606D"/>
    <w:rsid w:val="009C61B3"/>
    <w:rsid w:val="009C631F"/>
    <w:rsid w:val="009C6B02"/>
    <w:rsid w:val="009C6C07"/>
    <w:rsid w:val="009C707E"/>
    <w:rsid w:val="009C7369"/>
    <w:rsid w:val="009C73F3"/>
    <w:rsid w:val="009C7411"/>
    <w:rsid w:val="009C74C0"/>
    <w:rsid w:val="009C7921"/>
    <w:rsid w:val="009D025B"/>
    <w:rsid w:val="009D0864"/>
    <w:rsid w:val="009D1049"/>
    <w:rsid w:val="009D1108"/>
    <w:rsid w:val="009D11A8"/>
    <w:rsid w:val="009D11DF"/>
    <w:rsid w:val="009D146D"/>
    <w:rsid w:val="009D173C"/>
    <w:rsid w:val="009D17F9"/>
    <w:rsid w:val="009D19CE"/>
    <w:rsid w:val="009D1D0C"/>
    <w:rsid w:val="009D1E03"/>
    <w:rsid w:val="009D1E18"/>
    <w:rsid w:val="009D1E6E"/>
    <w:rsid w:val="009D2134"/>
    <w:rsid w:val="009D2632"/>
    <w:rsid w:val="009D27CC"/>
    <w:rsid w:val="009D299D"/>
    <w:rsid w:val="009D2C11"/>
    <w:rsid w:val="009D2C65"/>
    <w:rsid w:val="009D2C91"/>
    <w:rsid w:val="009D328F"/>
    <w:rsid w:val="009D32B9"/>
    <w:rsid w:val="009D357B"/>
    <w:rsid w:val="009D36FD"/>
    <w:rsid w:val="009D37B8"/>
    <w:rsid w:val="009D381E"/>
    <w:rsid w:val="009D3A19"/>
    <w:rsid w:val="009D3C64"/>
    <w:rsid w:val="009D3FC3"/>
    <w:rsid w:val="009D40BE"/>
    <w:rsid w:val="009D433D"/>
    <w:rsid w:val="009D4756"/>
    <w:rsid w:val="009D48E9"/>
    <w:rsid w:val="009D494E"/>
    <w:rsid w:val="009D4B6F"/>
    <w:rsid w:val="009D4BB8"/>
    <w:rsid w:val="009D4C8A"/>
    <w:rsid w:val="009D4CA4"/>
    <w:rsid w:val="009D51A2"/>
    <w:rsid w:val="009D5206"/>
    <w:rsid w:val="009D53AE"/>
    <w:rsid w:val="009D554B"/>
    <w:rsid w:val="009D5890"/>
    <w:rsid w:val="009D58AD"/>
    <w:rsid w:val="009D58FC"/>
    <w:rsid w:val="009D5C85"/>
    <w:rsid w:val="009D5CDA"/>
    <w:rsid w:val="009D5E31"/>
    <w:rsid w:val="009D6092"/>
    <w:rsid w:val="009D61E5"/>
    <w:rsid w:val="009D6253"/>
    <w:rsid w:val="009D631D"/>
    <w:rsid w:val="009D6836"/>
    <w:rsid w:val="009D684D"/>
    <w:rsid w:val="009D6B50"/>
    <w:rsid w:val="009D6DFF"/>
    <w:rsid w:val="009D71DA"/>
    <w:rsid w:val="009D7331"/>
    <w:rsid w:val="009D783A"/>
    <w:rsid w:val="009D7847"/>
    <w:rsid w:val="009D7857"/>
    <w:rsid w:val="009D7D4E"/>
    <w:rsid w:val="009D7D94"/>
    <w:rsid w:val="009D7DA8"/>
    <w:rsid w:val="009D7DC8"/>
    <w:rsid w:val="009E00C3"/>
    <w:rsid w:val="009E033C"/>
    <w:rsid w:val="009E0579"/>
    <w:rsid w:val="009E0777"/>
    <w:rsid w:val="009E07A7"/>
    <w:rsid w:val="009E105A"/>
    <w:rsid w:val="009E1206"/>
    <w:rsid w:val="009E14C7"/>
    <w:rsid w:val="009E1556"/>
    <w:rsid w:val="009E170B"/>
    <w:rsid w:val="009E1771"/>
    <w:rsid w:val="009E17B6"/>
    <w:rsid w:val="009E21D6"/>
    <w:rsid w:val="009E227C"/>
    <w:rsid w:val="009E24BF"/>
    <w:rsid w:val="009E2831"/>
    <w:rsid w:val="009E2B87"/>
    <w:rsid w:val="009E3635"/>
    <w:rsid w:val="009E3A1C"/>
    <w:rsid w:val="009E4001"/>
    <w:rsid w:val="009E4043"/>
    <w:rsid w:val="009E4156"/>
    <w:rsid w:val="009E41C6"/>
    <w:rsid w:val="009E43F3"/>
    <w:rsid w:val="009E471A"/>
    <w:rsid w:val="009E47FA"/>
    <w:rsid w:val="009E4870"/>
    <w:rsid w:val="009E4A6E"/>
    <w:rsid w:val="009E4ADC"/>
    <w:rsid w:val="009E4E44"/>
    <w:rsid w:val="009E4F88"/>
    <w:rsid w:val="009E51D1"/>
    <w:rsid w:val="009E535D"/>
    <w:rsid w:val="009E58F1"/>
    <w:rsid w:val="009E5B0D"/>
    <w:rsid w:val="009E5CF0"/>
    <w:rsid w:val="009E62D4"/>
    <w:rsid w:val="009E64CA"/>
    <w:rsid w:val="009E6894"/>
    <w:rsid w:val="009E6B00"/>
    <w:rsid w:val="009E6B52"/>
    <w:rsid w:val="009E6CA3"/>
    <w:rsid w:val="009E71CD"/>
    <w:rsid w:val="009E7A4B"/>
    <w:rsid w:val="009E7AB8"/>
    <w:rsid w:val="009E7BD6"/>
    <w:rsid w:val="009E7D00"/>
    <w:rsid w:val="009E7F3E"/>
    <w:rsid w:val="009E7F9F"/>
    <w:rsid w:val="009E7FEB"/>
    <w:rsid w:val="009F05EF"/>
    <w:rsid w:val="009F063C"/>
    <w:rsid w:val="009F06A2"/>
    <w:rsid w:val="009F0A98"/>
    <w:rsid w:val="009F0AAB"/>
    <w:rsid w:val="009F0FD8"/>
    <w:rsid w:val="009F13DF"/>
    <w:rsid w:val="009F1533"/>
    <w:rsid w:val="009F163D"/>
    <w:rsid w:val="009F1905"/>
    <w:rsid w:val="009F1C89"/>
    <w:rsid w:val="009F1EB3"/>
    <w:rsid w:val="009F1F22"/>
    <w:rsid w:val="009F2301"/>
    <w:rsid w:val="009F251B"/>
    <w:rsid w:val="009F2616"/>
    <w:rsid w:val="009F2887"/>
    <w:rsid w:val="009F290E"/>
    <w:rsid w:val="009F2ABB"/>
    <w:rsid w:val="009F2D1E"/>
    <w:rsid w:val="009F2DD9"/>
    <w:rsid w:val="009F30BC"/>
    <w:rsid w:val="009F315E"/>
    <w:rsid w:val="009F3428"/>
    <w:rsid w:val="009F3551"/>
    <w:rsid w:val="009F35F9"/>
    <w:rsid w:val="009F3718"/>
    <w:rsid w:val="009F37D8"/>
    <w:rsid w:val="009F388C"/>
    <w:rsid w:val="009F3A05"/>
    <w:rsid w:val="009F3B75"/>
    <w:rsid w:val="009F3CFE"/>
    <w:rsid w:val="009F4C7D"/>
    <w:rsid w:val="009F4CF7"/>
    <w:rsid w:val="009F52CE"/>
    <w:rsid w:val="009F563E"/>
    <w:rsid w:val="009F5684"/>
    <w:rsid w:val="009F5B7B"/>
    <w:rsid w:val="009F5B93"/>
    <w:rsid w:val="009F5D4D"/>
    <w:rsid w:val="009F5DD9"/>
    <w:rsid w:val="009F60F5"/>
    <w:rsid w:val="009F62F3"/>
    <w:rsid w:val="009F6335"/>
    <w:rsid w:val="009F63FE"/>
    <w:rsid w:val="009F67B7"/>
    <w:rsid w:val="009F6922"/>
    <w:rsid w:val="009F6942"/>
    <w:rsid w:val="009F69E2"/>
    <w:rsid w:val="009F6BF1"/>
    <w:rsid w:val="009F6CCF"/>
    <w:rsid w:val="009F6EAD"/>
    <w:rsid w:val="009F7344"/>
    <w:rsid w:val="009F735D"/>
    <w:rsid w:val="009F7760"/>
    <w:rsid w:val="009F7F57"/>
    <w:rsid w:val="00A001EC"/>
    <w:rsid w:val="00A003D7"/>
    <w:rsid w:val="00A0076D"/>
    <w:rsid w:val="00A0089A"/>
    <w:rsid w:val="00A00AD8"/>
    <w:rsid w:val="00A00BA0"/>
    <w:rsid w:val="00A00D7D"/>
    <w:rsid w:val="00A010E4"/>
    <w:rsid w:val="00A01327"/>
    <w:rsid w:val="00A01416"/>
    <w:rsid w:val="00A015A1"/>
    <w:rsid w:val="00A01841"/>
    <w:rsid w:val="00A01E51"/>
    <w:rsid w:val="00A01E7E"/>
    <w:rsid w:val="00A020FF"/>
    <w:rsid w:val="00A0228B"/>
    <w:rsid w:val="00A02A7E"/>
    <w:rsid w:val="00A02BE4"/>
    <w:rsid w:val="00A02C4B"/>
    <w:rsid w:val="00A02FEC"/>
    <w:rsid w:val="00A0300F"/>
    <w:rsid w:val="00A03123"/>
    <w:rsid w:val="00A031CA"/>
    <w:rsid w:val="00A0338D"/>
    <w:rsid w:val="00A033D0"/>
    <w:rsid w:val="00A0370B"/>
    <w:rsid w:val="00A03849"/>
    <w:rsid w:val="00A03BDE"/>
    <w:rsid w:val="00A03EBD"/>
    <w:rsid w:val="00A04081"/>
    <w:rsid w:val="00A04094"/>
    <w:rsid w:val="00A04433"/>
    <w:rsid w:val="00A044DD"/>
    <w:rsid w:val="00A0451F"/>
    <w:rsid w:val="00A045E2"/>
    <w:rsid w:val="00A04BC0"/>
    <w:rsid w:val="00A04BC4"/>
    <w:rsid w:val="00A04C55"/>
    <w:rsid w:val="00A05493"/>
    <w:rsid w:val="00A055C3"/>
    <w:rsid w:val="00A05686"/>
    <w:rsid w:val="00A05AB4"/>
    <w:rsid w:val="00A05B23"/>
    <w:rsid w:val="00A05B60"/>
    <w:rsid w:val="00A06292"/>
    <w:rsid w:val="00A0668D"/>
    <w:rsid w:val="00A06827"/>
    <w:rsid w:val="00A06983"/>
    <w:rsid w:val="00A06B18"/>
    <w:rsid w:val="00A06EE2"/>
    <w:rsid w:val="00A06EED"/>
    <w:rsid w:val="00A0707C"/>
    <w:rsid w:val="00A07286"/>
    <w:rsid w:val="00A073CA"/>
    <w:rsid w:val="00A074A6"/>
    <w:rsid w:val="00A076C1"/>
    <w:rsid w:val="00A07BF1"/>
    <w:rsid w:val="00A10036"/>
    <w:rsid w:val="00A106AC"/>
    <w:rsid w:val="00A1087D"/>
    <w:rsid w:val="00A108E3"/>
    <w:rsid w:val="00A10BC4"/>
    <w:rsid w:val="00A11271"/>
    <w:rsid w:val="00A1159F"/>
    <w:rsid w:val="00A11792"/>
    <w:rsid w:val="00A11D06"/>
    <w:rsid w:val="00A11DEE"/>
    <w:rsid w:val="00A11F03"/>
    <w:rsid w:val="00A123F7"/>
    <w:rsid w:val="00A1240C"/>
    <w:rsid w:val="00A1251D"/>
    <w:rsid w:val="00A1274A"/>
    <w:rsid w:val="00A12AB4"/>
    <w:rsid w:val="00A12D3C"/>
    <w:rsid w:val="00A12FCD"/>
    <w:rsid w:val="00A12FD6"/>
    <w:rsid w:val="00A12FDA"/>
    <w:rsid w:val="00A13353"/>
    <w:rsid w:val="00A1341F"/>
    <w:rsid w:val="00A13773"/>
    <w:rsid w:val="00A13B1A"/>
    <w:rsid w:val="00A13C6E"/>
    <w:rsid w:val="00A13CF5"/>
    <w:rsid w:val="00A13D57"/>
    <w:rsid w:val="00A14554"/>
    <w:rsid w:val="00A14712"/>
    <w:rsid w:val="00A14768"/>
    <w:rsid w:val="00A1489E"/>
    <w:rsid w:val="00A1494D"/>
    <w:rsid w:val="00A14C78"/>
    <w:rsid w:val="00A14DB1"/>
    <w:rsid w:val="00A1531B"/>
    <w:rsid w:val="00A155B6"/>
    <w:rsid w:val="00A155FF"/>
    <w:rsid w:val="00A157A1"/>
    <w:rsid w:val="00A158A0"/>
    <w:rsid w:val="00A15C29"/>
    <w:rsid w:val="00A15C41"/>
    <w:rsid w:val="00A1612C"/>
    <w:rsid w:val="00A163FC"/>
    <w:rsid w:val="00A1645D"/>
    <w:rsid w:val="00A1650A"/>
    <w:rsid w:val="00A16A95"/>
    <w:rsid w:val="00A16B40"/>
    <w:rsid w:val="00A16DBB"/>
    <w:rsid w:val="00A170D6"/>
    <w:rsid w:val="00A171B0"/>
    <w:rsid w:val="00A17506"/>
    <w:rsid w:val="00A17663"/>
    <w:rsid w:val="00A17C99"/>
    <w:rsid w:val="00A17DE9"/>
    <w:rsid w:val="00A17E5C"/>
    <w:rsid w:val="00A17EA9"/>
    <w:rsid w:val="00A20347"/>
    <w:rsid w:val="00A205A5"/>
    <w:rsid w:val="00A20A14"/>
    <w:rsid w:val="00A20CDE"/>
    <w:rsid w:val="00A20D41"/>
    <w:rsid w:val="00A20E6A"/>
    <w:rsid w:val="00A211E5"/>
    <w:rsid w:val="00A212DF"/>
    <w:rsid w:val="00A2161E"/>
    <w:rsid w:val="00A22110"/>
    <w:rsid w:val="00A2237D"/>
    <w:rsid w:val="00A22761"/>
    <w:rsid w:val="00A22929"/>
    <w:rsid w:val="00A22CD2"/>
    <w:rsid w:val="00A22D61"/>
    <w:rsid w:val="00A22FC5"/>
    <w:rsid w:val="00A230AB"/>
    <w:rsid w:val="00A23169"/>
    <w:rsid w:val="00A238BB"/>
    <w:rsid w:val="00A238F9"/>
    <w:rsid w:val="00A23A4B"/>
    <w:rsid w:val="00A23B9A"/>
    <w:rsid w:val="00A23D83"/>
    <w:rsid w:val="00A2414B"/>
    <w:rsid w:val="00A2445C"/>
    <w:rsid w:val="00A24746"/>
    <w:rsid w:val="00A248CB"/>
    <w:rsid w:val="00A24E49"/>
    <w:rsid w:val="00A24F34"/>
    <w:rsid w:val="00A25120"/>
    <w:rsid w:val="00A251C0"/>
    <w:rsid w:val="00A255B6"/>
    <w:rsid w:val="00A25650"/>
    <w:rsid w:val="00A2589B"/>
    <w:rsid w:val="00A25C11"/>
    <w:rsid w:val="00A25CB9"/>
    <w:rsid w:val="00A25EC5"/>
    <w:rsid w:val="00A268B8"/>
    <w:rsid w:val="00A2693C"/>
    <w:rsid w:val="00A26983"/>
    <w:rsid w:val="00A26D14"/>
    <w:rsid w:val="00A27001"/>
    <w:rsid w:val="00A27081"/>
    <w:rsid w:val="00A270A1"/>
    <w:rsid w:val="00A27252"/>
    <w:rsid w:val="00A273AC"/>
    <w:rsid w:val="00A27607"/>
    <w:rsid w:val="00A27739"/>
    <w:rsid w:val="00A302F1"/>
    <w:rsid w:val="00A30384"/>
    <w:rsid w:val="00A3040D"/>
    <w:rsid w:val="00A305BE"/>
    <w:rsid w:val="00A308DB"/>
    <w:rsid w:val="00A309FE"/>
    <w:rsid w:val="00A30C7F"/>
    <w:rsid w:val="00A30EC1"/>
    <w:rsid w:val="00A30FCC"/>
    <w:rsid w:val="00A31468"/>
    <w:rsid w:val="00A31569"/>
    <w:rsid w:val="00A3165A"/>
    <w:rsid w:val="00A31781"/>
    <w:rsid w:val="00A31841"/>
    <w:rsid w:val="00A318F1"/>
    <w:rsid w:val="00A31906"/>
    <w:rsid w:val="00A31C5A"/>
    <w:rsid w:val="00A31DBC"/>
    <w:rsid w:val="00A320F0"/>
    <w:rsid w:val="00A3222C"/>
    <w:rsid w:val="00A324FF"/>
    <w:rsid w:val="00A32535"/>
    <w:rsid w:val="00A325F5"/>
    <w:rsid w:val="00A32622"/>
    <w:rsid w:val="00A3265B"/>
    <w:rsid w:val="00A327FE"/>
    <w:rsid w:val="00A32D43"/>
    <w:rsid w:val="00A33430"/>
    <w:rsid w:val="00A33472"/>
    <w:rsid w:val="00A33914"/>
    <w:rsid w:val="00A33A58"/>
    <w:rsid w:val="00A33E04"/>
    <w:rsid w:val="00A34142"/>
    <w:rsid w:val="00A3436B"/>
    <w:rsid w:val="00A34378"/>
    <w:rsid w:val="00A345C8"/>
    <w:rsid w:val="00A34695"/>
    <w:rsid w:val="00A346C8"/>
    <w:rsid w:val="00A34A4A"/>
    <w:rsid w:val="00A34A52"/>
    <w:rsid w:val="00A34C14"/>
    <w:rsid w:val="00A34D75"/>
    <w:rsid w:val="00A355E2"/>
    <w:rsid w:val="00A35630"/>
    <w:rsid w:val="00A35763"/>
    <w:rsid w:val="00A35835"/>
    <w:rsid w:val="00A35992"/>
    <w:rsid w:val="00A35998"/>
    <w:rsid w:val="00A35CCB"/>
    <w:rsid w:val="00A35CCE"/>
    <w:rsid w:val="00A35F68"/>
    <w:rsid w:val="00A3602E"/>
    <w:rsid w:val="00A360EA"/>
    <w:rsid w:val="00A362F3"/>
    <w:rsid w:val="00A3637E"/>
    <w:rsid w:val="00A363E9"/>
    <w:rsid w:val="00A36433"/>
    <w:rsid w:val="00A3655E"/>
    <w:rsid w:val="00A365AB"/>
    <w:rsid w:val="00A36850"/>
    <w:rsid w:val="00A3686C"/>
    <w:rsid w:val="00A36988"/>
    <w:rsid w:val="00A36B14"/>
    <w:rsid w:val="00A36C9B"/>
    <w:rsid w:val="00A36D40"/>
    <w:rsid w:val="00A36E00"/>
    <w:rsid w:val="00A36F0B"/>
    <w:rsid w:val="00A36FEE"/>
    <w:rsid w:val="00A3712C"/>
    <w:rsid w:val="00A37519"/>
    <w:rsid w:val="00A376AA"/>
    <w:rsid w:val="00A376B2"/>
    <w:rsid w:val="00A37778"/>
    <w:rsid w:val="00A37791"/>
    <w:rsid w:val="00A377FE"/>
    <w:rsid w:val="00A37A13"/>
    <w:rsid w:val="00A37B96"/>
    <w:rsid w:val="00A37C3B"/>
    <w:rsid w:val="00A37C40"/>
    <w:rsid w:val="00A37C4A"/>
    <w:rsid w:val="00A37C74"/>
    <w:rsid w:val="00A37CE6"/>
    <w:rsid w:val="00A37EEB"/>
    <w:rsid w:val="00A40329"/>
    <w:rsid w:val="00A40347"/>
    <w:rsid w:val="00A40530"/>
    <w:rsid w:val="00A40553"/>
    <w:rsid w:val="00A4071E"/>
    <w:rsid w:val="00A4074E"/>
    <w:rsid w:val="00A40A78"/>
    <w:rsid w:val="00A40AFE"/>
    <w:rsid w:val="00A40FBB"/>
    <w:rsid w:val="00A411C7"/>
    <w:rsid w:val="00A41273"/>
    <w:rsid w:val="00A413CF"/>
    <w:rsid w:val="00A418BC"/>
    <w:rsid w:val="00A41934"/>
    <w:rsid w:val="00A4194C"/>
    <w:rsid w:val="00A41B82"/>
    <w:rsid w:val="00A41F28"/>
    <w:rsid w:val="00A41F4A"/>
    <w:rsid w:val="00A41F6B"/>
    <w:rsid w:val="00A41FEC"/>
    <w:rsid w:val="00A42138"/>
    <w:rsid w:val="00A42152"/>
    <w:rsid w:val="00A428CB"/>
    <w:rsid w:val="00A429A7"/>
    <w:rsid w:val="00A42BE5"/>
    <w:rsid w:val="00A42BE8"/>
    <w:rsid w:val="00A430BB"/>
    <w:rsid w:val="00A4324F"/>
    <w:rsid w:val="00A4340F"/>
    <w:rsid w:val="00A4356C"/>
    <w:rsid w:val="00A437B5"/>
    <w:rsid w:val="00A43885"/>
    <w:rsid w:val="00A43A54"/>
    <w:rsid w:val="00A43AD1"/>
    <w:rsid w:val="00A43B27"/>
    <w:rsid w:val="00A43CAF"/>
    <w:rsid w:val="00A43CEB"/>
    <w:rsid w:val="00A43D65"/>
    <w:rsid w:val="00A4408A"/>
    <w:rsid w:val="00A441A1"/>
    <w:rsid w:val="00A443A9"/>
    <w:rsid w:val="00A446AB"/>
    <w:rsid w:val="00A44791"/>
    <w:rsid w:val="00A44883"/>
    <w:rsid w:val="00A44ADD"/>
    <w:rsid w:val="00A44D2C"/>
    <w:rsid w:val="00A44F8A"/>
    <w:rsid w:val="00A44FA2"/>
    <w:rsid w:val="00A45518"/>
    <w:rsid w:val="00A4557E"/>
    <w:rsid w:val="00A456C6"/>
    <w:rsid w:val="00A456CA"/>
    <w:rsid w:val="00A45B12"/>
    <w:rsid w:val="00A46673"/>
    <w:rsid w:val="00A4682E"/>
    <w:rsid w:val="00A468F9"/>
    <w:rsid w:val="00A46A53"/>
    <w:rsid w:val="00A46DC9"/>
    <w:rsid w:val="00A46E2F"/>
    <w:rsid w:val="00A4706E"/>
    <w:rsid w:val="00A473D7"/>
    <w:rsid w:val="00A473FD"/>
    <w:rsid w:val="00A47727"/>
    <w:rsid w:val="00A47AE3"/>
    <w:rsid w:val="00A47B28"/>
    <w:rsid w:val="00A47BEE"/>
    <w:rsid w:val="00A47D0B"/>
    <w:rsid w:val="00A47D33"/>
    <w:rsid w:val="00A5040D"/>
    <w:rsid w:val="00A50473"/>
    <w:rsid w:val="00A50A94"/>
    <w:rsid w:val="00A5113D"/>
    <w:rsid w:val="00A511E5"/>
    <w:rsid w:val="00A51218"/>
    <w:rsid w:val="00A51641"/>
    <w:rsid w:val="00A51E09"/>
    <w:rsid w:val="00A51FD7"/>
    <w:rsid w:val="00A5200C"/>
    <w:rsid w:val="00A522BF"/>
    <w:rsid w:val="00A5244F"/>
    <w:rsid w:val="00A5245A"/>
    <w:rsid w:val="00A52836"/>
    <w:rsid w:val="00A5286C"/>
    <w:rsid w:val="00A52935"/>
    <w:rsid w:val="00A52C31"/>
    <w:rsid w:val="00A5322A"/>
    <w:rsid w:val="00A53333"/>
    <w:rsid w:val="00A538CE"/>
    <w:rsid w:val="00A53A83"/>
    <w:rsid w:val="00A53BF4"/>
    <w:rsid w:val="00A53F5C"/>
    <w:rsid w:val="00A540E1"/>
    <w:rsid w:val="00A54103"/>
    <w:rsid w:val="00A5417C"/>
    <w:rsid w:val="00A541DE"/>
    <w:rsid w:val="00A54338"/>
    <w:rsid w:val="00A54363"/>
    <w:rsid w:val="00A54A5C"/>
    <w:rsid w:val="00A54AD7"/>
    <w:rsid w:val="00A54C68"/>
    <w:rsid w:val="00A54CD3"/>
    <w:rsid w:val="00A54F20"/>
    <w:rsid w:val="00A54FBA"/>
    <w:rsid w:val="00A5527F"/>
    <w:rsid w:val="00A552DC"/>
    <w:rsid w:val="00A55714"/>
    <w:rsid w:val="00A558C6"/>
    <w:rsid w:val="00A55CA9"/>
    <w:rsid w:val="00A55CCA"/>
    <w:rsid w:val="00A55CCF"/>
    <w:rsid w:val="00A56583"/>
    <w:rsid w:val="00A56617"/>
    <w:rsid w:val="00A56711"/>
    <w:rsid w:val="00A56828"/>
    <w:rsid w:val="00A56BE1"/>
    <w:rsid w:val="00A56DB3"/>
    <w:rsid w:val="00A56F74"/>
    <w:rsid w:val="00A5704E"/>
    <w:rsid w:val="00A572B2"/>
    <w:rsid w:val="00A5738C"/>
    <w:rsid w:val="00A577FB"/>
    <w:rsid w:val="00A57806"/>
    <w:rsid w:val="00A57AC6"/>
    <w:rsid w:val="00A57C4F"/>
    <w:rsid w:val="00A57D2B"/>
    <w:rsid w:val="00A57DC4"/>
    <w:rsid w:val="00A57E84"/>
    <w:rsid w:val="00A57EF1"/>
    <w:rsid w:val="00A57F2F"/>
    <w:rsid w:val="00A57F66"/>
    <w:rsid w:val="00A602B2"/>
    <w:rsid w:val="00A606DB"/>
    <w:rsid w:val="00A60821"/>
    <w:rsid w:val="00A6083F"/>
    <w:rsid w:val="00A60B44"/>
    <w:rsid w:val="00A61318"/>
    <w:rsid w:val="00A61668"/>
    <w:rsid w:val="00A61B10"/>
    <w:rsid w:val="00A61B95"/>
    <w:rsid w:val="00A61D68"/>
    <w:rsid w:val="00A61E93"/>
    <w:rsid w:val="00A62114"/>
    <w:rsid w:val="00A62567"/>
    <w:rsid w:val="00A62994"/>
    <w:rsid w:val="00A62A33"/>
    <w:rsid w:val="00A62A48"/>
    <w:rsid w:val="00A62AFC"/>
    <w:rsid w:val="00A62DDB"/>
    <w:rsid w:val="00A62EC5"/>
    <w:rsid w:val="00A62FA8"/>
    <w:rsid w:val="00A63398"/>
    <w:rsid w:val="00A634B4"/>
    <w:rsid w:val="00A63845"/>
    <w:rsid w:val="00A638AE"/>
    <w:rsid w:val="00A63AB2"/>
    <w:rsid w:val="00A63AB4"/>
    <w:rsid w:val="00A63B14"/>
    <w:rsid w:val="00A63C2A"/>
    <w:rsid w:val="00A63C9A"/>
    <w:rsid w:val="00A63F41"/>
    <w:rsid w:val="00A64291"/>
    <w:rsid w:val="00A64461"/>
    <w:rsid w:val="00A645D2"/>
    <w:rsid w:val="00A648C4"/>
    <w:rsid w:val="00A64997"/>
    <w:rsid w:val="00A6524B"/>
    <w:rsid w:val="00A652F6"/>
    <w:rsid w:val="00A6537B"/>
    <w:rsid w:val="00A653B1"/>
    <w:rsid w:val="00A65630"/>
    <w:rsid w:val="00A658F9"/>
    <w:rsid w:val="00A659C2"/>
    <w:rsid w:val="00A65AE2"/>
    <w:rsid w:val="00A65AEE"/>
    <w:rsid w:val="00A65B9F"/>
    <w:rsid w:val="00A65BED"/>
    <w:rsid w:val="00A65CC1"/>
    <w:rsid w:val="00A65D16"/>
    <w:rsid w:val="00A65DCD"/>
    <w:rsid w:val="00A65E01"/>
    <w:rsid w:val="00A65E76"/>
    <w:rsid w:val="00A66084"/>
    <w:rsid w:val="00A66403"/>
    <w:rsid w:val="00A664F6"/>
    <w:rsid w:val="00A66562"/>
    <w:rsid w:val="00A665D0"/>
    <w:rsid w:val="00A6661A"/>
    <w:rsid w:val="00A666CE"/>
    <w:rsid w:val="00A6679E"/>
    <w:rsid w:val="00A669E5"/>
    <w:rsid w:val="00A66B35"/>
    <w:rsid w:val="00A66B45"/>
    <w:rsid w:val="00A66D78"/>
    <w:rsid w:val="00A66D85"/>
    <w:rsid w:val="00A66ED8"/>
    <w:rsid w:val="00A670AC"/>
    <w:rsid w:val="00A67167"/>
    <w:rsid w:val="00A67216"/>
    <w:rsid w:val="00A672A4"/>
    <w:rsid w:val="00A672D2"/>
    <w:rsid w:val="00A6748D"/>
    <w:rsid w:val="00A67508"/>
    <w:rsid w:val="00A675AE"/>
    <w:rsid w:val="00A67634"/>
    <w:rsid w:val="00A6765F"/>
    <w:rsid w:val="00A67710"/>
    <w:rsid w:val="00A678B0"/>
    <w:rsid w:val="00A67B66"/>
    <w:rsid w:val="00A67BA6"/>
    <w:rsid w:val="00A67C5E"/>
    <w:rsid w:val="00A67F64"/>
    <w:rsid w:val="00A7000F"/>
    <w:rsid w:val="00A702C8"/>
    <w:rsid w:val="00A70415"/>
    <w:rsid w:val="00A70459"/>
    <w:rsid w:val="00A70738"/>
    <w:rsid w:val="00A70819"/>
    <w:rsid w:val="00A70894"/>
    <w:rsid w:val="00A708DA"/>
    <w:rsid w:val="00A70AD6"/>
    <w:rsid w:val="00A70BB5"/>
    <w:rsid w:val="00A70E09"/>
    <w:rsid w:val="00A7135E"/>
    <w:rsid w:val="00A713B8"/>
    <w:rsid w:val="00A7186D"/>
    <w:rsid w:val="00A718FB"/>
    <w:rsid w:val="00A71926"/>
    <w:rsid w:val="00A71953"/>
    <w:rsid w:val="00A719FB"/>
    <w:rsid w:val="00A71AF3"/>
    <w:rsid w:val="00A71BA4"/>
    <w:rsid w:val="00A71E73"/>
    <w:rsid w:val="00A720C2"/>
    <w:rsid w:val="00A72268"/>
    <w:rsid w:val="00A72961"/>
    <w:rsid w:val="00A72C18"/>
    <w:rsid w:val="00A73007"/>
    <w:rsid w:val="00A73214"/>
    <w:rsid w:val="00A732A8"/>
    <w:rsid w:val="00A7342D"/>
    <w:rsid w:val="00A735F8"/>
    <w:rsid w:val="00A73CA4"/>
    <w:rsid w:val="00A73E9A"/>
    <w:rsid w:val="00A741B6"/>
    <w:rsid w:val="00A744BD"/>
    <w:rsid w:val="00A746EC"/>
    <w:rsid w:val="00A74B4F"/>
    <w:rsid w:val="00A750A0"/>
    <w:rsid w:val="00A7525D"/>
    <w:rsid w:val="00A7535A"/>
    <w:rsid w:val="00A7567F"/>
    <w:rsid w:val="00A759A8"/>
    <w:rsid w:val="00A75CE0"/>
    <w:rsid w:val="00A75DB4"/>
    <w:rsid w:val="00A75E24"/>
    <w:rsid w:val="00A75FA7"/>
    <w:rsid w:val="00A760F2"/>
    <w:rsid w:val="00A76358"/>
    <w:rsid w:val="00A76913"/>
    <w:rsid w:val="00A76955"/>
    <w:rsid w:val="00A76A0E"/>
    <w:rsid w:val="00A76CAA"/>
    <w:rsid w:val="00A76D71"/>
    <w:rsid w:val="00A76ED0"/>
    <w:rsid w:val="00A77409"/>
    <w:rsid w:val="00A77573"/>
    <w:rsid w:val="00A7767F"/>
    <w:rsid w:val="00A7788B"/>
    <w:rsid w:val="00A77BF8"/>
    <w:rsid w:val="00A77F40"/>
    <w:rsid w:val="00A77F52"/>
    <w:rsid w:val="00A801E8"/>
    <w:rsid w:val="00A801F7"/>
    <w:rsid w:val="00A8047D"/>
    <w:rsid w:val="00A8074C"/>
    <w:rsid w:val="00A80813"/>
    <w:rsid w:val="00A80A6A"/>
    <w:rsid w:val="00A80AEF"/>
    <w:rsid w:val="00A80D48"/>
    <w:rsid w:val="00A80D58"/>
    <w:rsid w:val="00A80F01"/>
    <w:rsid w:val="00A81016"/>
    <w:rsid w:val="00A8105F"/>
    <w:rsid w:val="00A81726"/>
    <w:rsid w:val="00A81A72"/>
    <w:rsid w:val="00A81EC9"/>
    <w:rsid w:val="00A828A4"/>
    <w:rsid w:val="00A82926"/>
    <w:rsid w:val="00A82BBC"/>
    <w:rsid w:val="00A82E61"/>
    <w:rsid w:val="00A82F20"/>
    <w:rsid w:val="00A82F28"/>
    <w:rsid w:val="00A8374F"/>
    <w:rsid w:val="00A83DAE"/>
    <w:rsid w:val="00A841BD"/>
    <w:rsid w:val="00A8433C"/>
    <w:rsid w:val="00A843CB"/>
    <w:rsid w:val="00A843E3"/>
    <w:rsid w:val="00A84761"/>
    <w:rsid w:val="00A848B8"/>
    <w:rsid w:val="00A84AAE"/>
    <w:rsid w:val="00A84D15"/>
    <w:rsid w:val="00A84DEE"/>
    <w:rsid w:val="00A84FDD"/>
    <w:rsid w:val="00A851E1"/>
    <w:rsid w:val="00A85426"/>
    <w:rsid w:val="00A854AE"/>
    <w:rsid w:val="00A854FE"/>
    <w:rsid w:val="00A857F5"/>
    <w:rsid w:val="00A8608C"/>
    <w:rsid w:val="00A86207"/>
    <w:rsid w:val="00A864DE"/>
    <w:rsid w:val="00A86526"/>
    <w:rsid w:val="00A86672"/>
    <w:rsid w:val="00A86A14"/>
    <w:rsid w:val="00A86AA8"/>
    <w:rsid w:val="00A86BB2"/>
    <w:rsid w:val="00A86D20"/>
    <w:rsid w:val="00A86D8F"/>
    <w:rsid w:val="00A8728C"/>
    <w:rsid w:val="00A872A9"/>
    <w:rsid w:val="00A872B2"/>
    <w:rsid w:val="00A877C4"/>
    <w:rsid w:val="00A87884"/>
    <w:rsid w:val="00A87B93"/>
    <w:rsid w:val="00A87BF1"/>
    <w:rsid w:val="00A87E46"/>
    <w:rsid w:val="00A90145"/>
    <w:rsid w:val="00A90562"/>
    <w:rsid w:val="00A9072D"/>
    <w:rsid w:val="00A90C37"/>
    <w:rsid w:val="00A90DE6"/>
    <w:rsid w:val="00A90DEB"/>
    <w:rsid w:val="00A910DE"/>
    <w:rsid w:val="00A913D6"/>
    <w:rsid w:val="00A916C6"/>
    <w:rsid w:val="00A91825"/>
    <w:rsid w:val="00A91921"/>
    <w:rsid w:val="00A91984"/>
    <w:rsid w:val="00A919D0"/>
    <w:rsid w:val="00A91AC5"/>
    <w:rsid w:val="00A91B40"/>
    <w:rsid w:val="00A91C0C"/>
    <w:rsid w:val="00A91CA5"/>
    <w:rsid w:val="00A91CD6"/>
    <w:rsid w:val="00A91D0C"/>
    <w:rsid w:val="00A91DFA"/>
    <w:rsid w:val="00A91E71"/>
    <w:rsid w:val="00A91F88"/>
    <w:rsid w:val="00A9210F"/>
    <w:rsid w:val="00A92497"/>
    <w:rsid w:val="00A92DF5"/>
    <w:rsid w:val="00A92E69"/>
    <w:rsid w:val="00A92E94"/>
    <w:rsid w:val="00A933A5"/>
    <w:rsid w:val="00A934B7"/>
    <w:rsid w:val="00A9378C"/>
    <w:rsid w:val="00A938DF"/>
    <w:rsid w:val="00A93AE5"/>
    <w:rsid w:val="00A94750"/>
    <w:rsid w:val="00A94CEA"/>
    <w:rsid w:val="00A95201"/>
    <w:rsid w:val="00A95509"/>
    <w:rsid w:val="00A95880"/>
    <w:rsid w:val="00A95B5F"/>
    <w:rsid w:val="00A95D29"/>
    <w:rsid w:val="00A961D4"/>
    <w:rsid w:val="00A9623F"/>
    <w:rsid w:val="00A966A4"/>
    <w:rsid w:val="00A96731"/>
    <w:rsid w:val="00A96896"/>
    <w:rsid w:val="00A96B80"/>
    <w:rsid w:val="00A96D0C"/>
    <w:rsid w:val="00A96FF9"/>
    <w:rsid w:val="00A970F6"/>
    <w:rsid w:val="00A971F1"/>
    <w:rsid w:val="00A9727F"/>
    <w:rsid w:val="00A972DE"/>
    <w:rsid w:val="00A979A3"/>
    <w:rsid w:val="00A979CE"/>
    <w:rsid w:val="00A97F3C"/>
    <w:rsid w:val="00AA013E"/>
    <w:rsid w:val="00AA0237"/>
    <w:rsid w:val="00AA028B"/>
    <w:rsid w:val="00AA06DD"/>
    <w:rsid w:val="00AA0823"/>
    <w:rsid w:val="00AA0A09"/>
    <w:rsid w:val="00AA0AC8"/>
    <w:rsid w:val="00AA0BC3"/>
    <w:rsid w:val="00AA0DE2"/>
    <w:rsid w:val="00AA0E46"/>
    <w:rsid w:val="00AA1305"/>
    <w:rsid w:val="00AA1877"/>
    <w:rsid w:val="00AA19E5"/>
    <w:rsid w:val="00AA1A09"/>
    <w:rsid w:val="00AA1BF9"/>
    <w:rsid w:val="00AA1C08"/>
    <w:rsid w:val="00AA1DA3"/>
    <w:rsid w:val="00AA226E"/>
    <w:rsid w:val="00AA228E"/>
    <w:rsid w:val="00AA2295"/>
    <w:rsid w:val="00AA2612"/>
    <w:rsid w:val="00AA283A"/>
    <w:rsid w:val="00AA2900"/>
    <w:rsid w:val="00AA2D33"/>
    <w:rsid w:val="00AA2D52"/>
    <w:rsid w:val="00AA33AC"/>
    <w:rsid w:val="00AA364F"/>
    <w:rsid w:val="00AA367F"/>
    <w:rsid w:val="00AA3A2F"/>
    <w:rsid w:val="00AA40A7"/>
    <w:rsid w:val="00AA4101"/>
    <w:rsid w:val="00AA432E"/>
    <w:rsid w:val="00AA4352"/>
    <w:rsid w:val="00AA44AD"/>
    <w:rsid w:val="00AA4657"/>
    <w:rsid w:val="00AA4742"/>
    <w:rsid w:val="00AA4879"/>
    <w:rsid w:val="00AA4E7A"/>
    <w:rsid w:val="00AA509D"/>
    <w:rsid w:val="00AA50DC"/>
    <w:rsid w:val="00AA5139"/>
    <w:rsid w:val="00AA534E"/>
    <w:rsid w:val="00AA53B5"/>
    <w:rsid w:val="00AA54D4"/>
    <w:rsid w:val="00AA550A"/>
    <w:rsid w:val="00AA5CBC"/>
    <w:rsid w:val="00AA5DAE"/>
    <w:rsid w:val="00AA5E1A"/>
    <w:rsid w:val="00AA5F10"/>
    <w:rsid w:val="00AA5FDE"/>
    <w:rsid w:val="00AA6046"/>
    <w:rsid w:val="00AA6106"/>
    <w:rsid w:val="00AA62AF"/>
    <w:rsid w:val="00AA6A37"/>
    <w:rsid w:val="00AA6AEE"/>
    <w:rsid w:val="00AA6D56"/>
    <w:rsid w:val="00AA6DDA"/>
    <w:rsid w:val="00AA6E92"/>
    <w:rsid w:val="00AA6EF5"/>
    <w:rsid w:val="00AA6F79"/>
    <w:rsid w:val="00AA6F82"/>
    <w:rsid w:val="00AA6FFB"/>
    <w:rsid w:val="00AA7193"/>
    <w:rsid w:val="00AA72EF"/>
    <w:rsid w:val="00AA7303"/>
    <w:rsid w:val="00AA7A57"/>
    <w:rsid w:val="00AA7C62"/>
    <w:rsid w:val="00AA7CBB"/>
    <w:rsid w:val="00AA7E42"/>
    <w:rsid w:val="00AA7F28"/>
    <w:rsid w:val="00AB02A4"/>
    <w:rsid w:val="00AB037F"/>
    <w:rsid w:val="00AB05FF"/>
    <w:rsid w:val="00AB0905"/>
    <w:rsid w:val="00AB0924"/>
    <w:rsid w:val="00AB0AEF"/>
    <w:rsid w:val="00AB12F6"/>
    <w:rsid w:val="00AB13A4"/>
    <w:rsid w:val="00AB13D7"/>
    <w:rsid w:val="00AB1C87"/>
    <w:rsid w:val="00AB1CC2"/>
    <w:rsid w:val="00AB1EF0"/>
    <w:rsid w:val="00AB215B"/>
    <w:rsid w:val="00AB2174"/>
    <w:rsid w:val="00AB2311"/>
    <w:rsid w:val="00AB26BB"/>
    <w:rsid w:val="00AB28DF"/>
    <w:rsid w:val="00AB2A68"/>
    <w:rsid w:val="00AB2DA1"/>
    <w:rsid w:val="00AB2DBF"/>
    <w:rsid w:val="00AB2E5A"/>
    <w:rsid w:val="00AB30BD"/>
    <w:rsid w:val="00AB3142"/>
    <w:rsid w:val="00AB3254"/>
    <w:rsid w:val="00AB334D"/>
    <w:rsid w:val="00AB33F2"/>
    <w:rsid w:val="00AB371E"/>
    <w:rsid w:val="00AB385F"/>
    <w:rsid w:val="00AB3961"/>
    <w:rsid w:val="00AB3A8E"/>
    <w:rsid w:val="00AB3F18"/>
    <w:rsid w:val="00AB460B"/>
    <w:rsid w:val="00AB46F0"/>
    <w:rsid w:val="00AB46FA"/>
    <w:rsid w:val="00AB47B2"/>
    <w:rsid w:val="00AB48FE"/>
    <w:rsid w:val="00AB4934"/>
    <w:rsid w:val="00AB4A45"/>
    <w:rsid w:val="00AB5253"/>
    <w:rsid w:val="00AB56FD"/>
    <w:rsid w:val="00AB5751"/>
    <w:rsid w:val="00AB575C"/>
    <w:rsid w:val="00AB57DB"/>
    <w:rsid w:val="00AB62DC"/>
    <w:rsid w:val="00AB64E2"/>
    <w:rsid w:val="00AB664D"/>
    <w:rsid w:val="00AB66CC"/>
    <w:rsid w:val="00AB6C62"/>
    <w:rsid w:val="00AB6CAE"/>
    <w:rsid w:val="00AB713D"/>
    <w:rsid w:val="00AB7BDC"/>
    <w:rsid w:val="00AB7F18"/>
    <w:rsid w:val="00AC0337"/>
    <w:rsid w:val="00AC0392"/>
    <w:rsid w:val="00AC0AB1"/>
    <w:rsid w:val="00AC10D7"/>
    <w:rsid w:val="00AC1301"/>
    <w:rsid w:val="00AC1439"/>
    <w:rsid w:val="00AC15F2"/>
    <w:rsid w:val="00AC163E"/>
    <w:rsid w:val="00AC16C9"/>
    <w:rsid w:val="00AC1868"/>
    <w:rsid w:val="00AC18F1"/>
    <w:rsid w:val="00AC1D00"/>
    <w:rsid w:val="00AC1D67"/>
    <w:rsid w:val="00AC2192"/>
    <w:rsid w:val="00AC2383"/>
    <w:rsid w:val="00AC24F9"/>
    <w:rsid w:val="00AC2527"/>
    <w:rsid w:val="00AC2612"/>
    <w:rsid w:val="00AC2633"/>
    <w:rsid w:val="00AC2865"/>
    <w:rsid w:val="00AC2CE8"/>
    <w:rsid w:val="00AC3243"/>
    <w:rsid w:val="00AC347B"/>
    <w:rsid w:val="00AC362F"/>
    <w:rsid w:val="00AC3E24"/>
    <w:rsid w:val="00AC4038"/>
    <w:rsid w:val="00AC422D"/>
    <w:rsid w:val="00AC478B"/>
    <w:rsid w:val="00AC489C"/>
    <w:rsid w:val="00AC4DC0"/>
    <w:rsid w:val="00AC4EBC"/>
    <w:rsid w:val="00AC4EC5"/>
    <w:rsid w:val="00AC4EF8"/>
    <w:rsid w:val="00AC55CC"/>
    <w:rsid w:val="00AC55FD"/>
    <w:rsid w:val="00AC5A7F"/>
    <w:rsid w:val="00AC5B69"/>
    <w:rsid w:val="00AC5FD1"/>
    <w:rsid w:val="00AC603A"/>
    <w:rsid w:val="00AC6127"/>
    <w:rsid w:val="00AC670A"/>
    <w:rsid w:val="00AC6743"/>
    <w:rsid w:val="00AC714C"/>
    <w:rsid w:val="00AC71FC"/>
    <w:rsid w:val="00AC7448"/>
    <w:rsid w:val="00AC7563"/>
    <w:rsid w:val="00AC759F"/>
    <w:rsid w:val="00AC7784"/>
    <w:rsid w:val="00AC78CB"/>
    <w:rsid w:val="00AC7942"/>
    <w:rsid w:val="00AC79F9"/>
    <w:rsid w:val="00AC7A3D"/>
    <w:rsid w:val="00AC7E68"/>
    <w:rsid w:val="00AD014A"/>
    <w:rsid w:val="00AD0227"/>
    <w:rsid w:val="00AD02AE"/>
    <w:rsid w:val="00AD0A59"/>
    <w:rsid w:val="00AD0B03"/>
    <w:rsid w:val="00AD0BC5"/>
    <w:rsid w:val="00AD0D3D"/>
    <w:rsid w:val="00AD0DA5"/>
    <w:rsid w:val="00AD0FC9"/>
    <w:rsid w:val="00AD10CF"/>
    <w:rsid w:val="00AD11C2"/>
    <w:rsid w:val="00AD15B3"/>
    <w:rsid w:val="00AD15BA"/>
    <w:rsid w:val="00AD1A6F"/>
    <w:rsid w:val="00AD1B91"/>
    <w:rsid w:val="00AD1CC0"/>
    <w:rsid w:val="00AD1CCB"/>
    <w:rsid w:val="00AD1D41"/>
    <w:rsid w:val="00AD1F38"/>
    <w:rsid w:val="00AD1F55"/>
    <w:rsid w:val="00AD2160"/>
    <w:rsid w:val="00AD237C"/>
    <w:rsid w:val="00AD2406"/>
    <w:rsid w:val="00AD2411"/>
    <w:rsid w:val="00AD2439"/>
    <w:rsid w:val="00AD24E0"/>
    <w:rsid w:val="00AD27D2"/>
    <w:rsid w:val="00AD2B69"/>
    <w:rsid w:val="00AD3064"/>
    <w:rsid w:val="00AD30EC"/>
    <w:rsid w:val="00AD3451"/>
    <w:rsid w:val="00AD3526"/>
    <w:rsid w:val="00AD3538"/>
    <w:rsid w:val="00AD3765"/>
    <w:rsid w:val="00AD38CE"/>
    <w:rsid w:val="00AD42AC"/>
    <w:rsid w:val="00AD48A5"/>
    <w:rsid w:val="00AD4933"/>
    <w:rsid w:val="00AD4936"/>
    <w:rsid w:val="00AD4955"/>
    <w:rsid w:val="00AD4BE5"/>
    <w:rsid w:val="00AD4EF9"/>
    <w:rsid w:val="00AD5112"/>
    <w:rsid w:val="00AD51F4"/>
    <w:rsid w:val="00AD53E4"/>
    <w:rsid w:val="00AD5B4D"/>
    <w:rsid w:val="00AD5B5B"/>
    <w:rsid w:val="00AD63AC"/>
    <w:rsid w:val="00AD6459"/>
    <w:rsid w:val="00AD64CD"/>
    <w:rsid w:val="00AD6583"/>
    <w:rsid w:val="00AD68B7"/>
    <w:rsid w:val="00AD69A4"/>
    <w:rsid w:val="00AD6A6E"/>
    <w:rsid w:val="00AD6F74"/>
    <w:rsid w:val="00AD6FDE"/>
    <w:rsid w:val="00AD7212"/>
    <w:rsid w:val="00AD75CD"/>
    <w:rsid w:val="00AD772E"/>
    <w:rsid w:val="00AD7C84"/>
    <w:rsid w:val="00AE0572"/>
    <w:rsid w:val="00AE098D"/>
    <w:rsid w:val="00AE0C7C"/>
    <w:rsid w:val="00AE0D9E"/>
    <w:rsid w:val="00AE126B"/>
    <w:rsid w:val="00AE17C0"/>
    <w:rsid w:val="00AE1875"/>
    <w:rsid w:val="00AE199A"/>
    <w:rsid w:val="00AE1BA4"/>
    <w:rsid w:val="00AE1C1F"/>
    <w:rsid w:val="00AE20DF"/>
    <w:rsid w:val="00AE228F"/>
    <w:rsid w:val="00AE26A2"/>
    <w:rsid w:val="00AE2811"/>
    <w:rsid w:val="00AE2983"/>
    <w:rsid w:val="00AE2B9C"/>
    <w:rsid w:val="00AE2D3E"/>
    <w:rsid w:val="00AE3772"/>
    <w:rsid w:val="00AE3A52"/>
    <w:rsid w:val="00AE4000"/>
    <w:rsid w:val="00AE4402"/>
    <w:rsid w:val="00AE463A"/>
    <w:rsid w:val="00AE4A30"/>
    <w:rsid w:val="00AE4A36"/>
    <w:rsid w:val="00AE4A9A"/>
    <w:rsid w:val="00AE4D87"/>
    <w:rsid w:val="00AE5046"/>
    <w:rsid w:val="00AE506C"/>
    <w:rsid w:val="00AE513D"/>
    <w:rsid w:val="00AE53AB"/>
    <w:rsid w:val="00AE5433"/>
    <w:rsid w:val="00AE5B3A"/>
    <w:rsid w:val="00AE5B45"/>
    <w:rsid w:val="00AE5C16"/>
    <w:rsid w:val="00AE5E9D"/>
    <w:rsid w:val="00AE5F9B"/>
    <w:rsid w:val="00AE60DD"/>
    <w:rsid w:val="00AE60FD"/>
    <w:rsid w:val="00AE622F"/>
    <w:rsid w:val="00AE65B9"/>
    <w:rsid w:val="00AE6892"/>
    <w:rsid w:val="00AE6AD3"/>
    <w:rsid w:val="00AE700B"/>
    <w:rsid w:val="00AE74F8"/>
    <w:rsid w:val="00AE7785"/>
    <w:rsid w:val="00AE77AF"/>
    <w:rsid w:val="00AE787E"/>
    <w:rsid w:val="00AE7900"/>
    <w:rsid w:val="00AE7A33"/>
    <w:rsid w:val="00AE7A76"/>
    <w:rsid w:val="00AE7AC9"/>
    <w:rsid w:val="00AE7E71"/>
    <w:rsid w:val="00AE7EAA"/>
    <w:rsid w:val="00AE7EC3"/>
    <w:rsid w:val="00AF019A"/>
    <w:rsid w:val="00AF022B"/>
    <w:rsid w:val="00AF0366"/>
    <w:rsid w:val="00AF04D7"/>
    <w:rsid w:val="00AF055E"/>
    <w:rsid w:val="00AF07F7"/>
    <w:rsid w:val="00AF0C95"/>
    <w:rsid w:val="00AF0EAD"/>
    <w:rsid w:val="00AF1068"/>
    <w:rsid w:val="00AF14D9"/>
    <w:rsid w:val="00AF16AE"/>
    <w:rsid w:val="00AF1790"/>
    <w:rsid w:val="00AF18BB"/>
    <w:rsid w:val="00AF19B2"/>
    <w:rsid w:val="00AF1B2C"/>
    <w:rsid w:val="00AF1B4C"/>
    <w:rsid w:val="00AF1CAE"/>
    <w:rsid w:val="00AF1DA0"/>
    <w:rsid w:val="00AF1E77"/>
    <w:rsid w:val="00AF22CB"/>
    <w:rsid w:val="00AF23E7"/>
    <w:rsid w:val="00AF2513"/>
    <w:rsid w:val="00AF3065"/>
    <w:rsid w:val="00AF30E0"/>
    <w:rsid w:val="00AF32AF"/>
    <w:rsid w:val="00AF32CA"/>
    <w:rsid w:val="00AF352B"/>
    <w:rsid w:val="00AF3593"/>
    <w:rsid w:val="00AF38FD"/>
    <w:rsid w:val="00AF3AC2"/>
    <w:rsid w:val="00AF3D03"/>
    <w:rsid w:val="00AF3F4B"/>
    <w:rsid w:val="00AF3F67"/>
    <w:rsid w:val="00AF478C"/>
    <w:rsid w:val="00AF4D05"/>
    <w:rsid w:val="00AF4E23"/>
    <w:rsid w:val="00AF531F"/>
    <w:rsid w:val="00AF539E"/>
    <w:rsid w:val="00AF550E"/>
    <w:rsid w:val="00AF5A01"/>
    <w:rsid w:val="00AF5C05"/>
    <w:rsid w:val="00AF5FAD"/>
    <w:rsid w:val="00AF5FF0"/>
    <w:rsid w:val="00AF622A"/>
    <w:rsid w:val="00AF6458"/>
    <w:rsid w:val="00AF65E5"/>
    <w:rsid w:val="00AF668E"/>
    <w:rsid w:val="00AF68B1"/>
    <w:rsid w:val="00AF68B8"/>
    <w:rsid w:val="00AF699C"/>
    <w:rsid w:val="00AF6A8B"/>
    <w:rsid w:val="00AF6AC2"/>
    <w:rsid w:val="00AF6EE2"/>
    <w:rsid w:val="00AF705B"/>
    <w:rsid w:val="00AF7088"/>
    <w:rsid w:val="00AF7243"/>
    <w:rsid w:val="00AF74CF"/>
    <w:rsid w:val="00AF75B6"/>
    <w:rsid w:val="00AF7FF0"/>
    <w:rsid w:val="00B000C8"/>
    <w:rsid w:val="00B0038C"/>
    <w:rsid w:val="00B003E8"/>
    <w:rsid w:val="00B00426"/>
    <w:rsid w:val="00B007A4"/>
    <w:rsid w:val="00B00852"/>
    <w:rsid w:val="00B00BEE"/>
    <w:rsid w:val="00B00E96"/>
    <w:rsid w:val="00B01290"/>
    <w:rsid w:val="00B0138A"/>
    <w:rsid w:val="00B013A0"/>
    <w:rsid w:val="00B01426"/>
    <w:rsid w:val="00B01639"/>
    <w:rsid w:val="00B01671"/>
    <w:rsid w:val="00B019E5"/>
    <w:rsid w:val="00B01ADB"/>
    <w:rsid w:val="00B01B80"/>
    <w:rsid w:val="00B01C85"/>
    <w:rsid w:val="00B01CBB"/>
    <w:rsid w:val="00B01CD6"/>
    <w:rsid w:val="00B01F9E"/>
    <w:rsid w:val="00B0207B"/>
    <w:rsid w:val="00B0211C"/>
    <w:rsid w:val="00B02723"/>
    <w:rsid w:val="00B02B0A"/>
    <w:rsid w:val="00B03188"/>
    <w:rsid w:val="00B032EF"/>
    <w:rsid w:val="00B03317"/>
    <w:rsid w:val="00B03387"/>
    <w:rsid w:val="00B03861"/>
    <w:rsid w:val="00B03B08"/>
    <w:rsid w:val="00B03C82"/>
    <w:rsid w:val="00B03D51"/>
    <w:rsid w:val="00B03E01"/>
    <w:rsid w:val="00B03EFF"/>
    <w:rsid w:val="00B03F47"/>
    <w:rsid w:val="00B0410D"/>
    <w:rsid w:val="00B046BA"/>
    <w:rsid w:val="00B047E5"/>
    <w:rsid w:val="00B04B58"/>
    <w:rsid w:val="00B04E8D"/>
    <w:rsid w:val="00B05060"/>
    <w:rsid w:val="00B05111"/>
    <w:rsid w:val="00B051FF"/>
    <w:rsid w:val="00B054B7"/>
    <w:rsid w:val="00B05684"/>
    <w:rsid w:val="00B05D7D"/>
    <w:rsid w:val="00B05E4E"/>
    <w:rsid w:val="00B05EF0"/>
    <w:rsid w:val="00B05FF7"/>
    <w:rsid w:val="00B060F6"/>
    <w:rsid w:val="00B061C5"/>
    <w:rsid w:val="00B06389"/>
    <w:rsid w:val="00B06463"/>
    <w:rsid w:val="00B064E3"/>
    <w:rsid w:val="00B06610"/>
    <w:rsid w:val="00B0678E"/>
    <w:rsid w:val="00B0681B"/>
    <w:rsid w:val="00B06A75"/>
    <w:rsid w:val="00B06C3A"/>
    <w:rsid w:val="00B06F85"/>
    <w:rsid w:val="00B070BC"/>
    <w:rsid w:val="00B07405"/>
    <w:rsid w:val="00B07603"/>
    <w:rsid w:val="00B079C6"/>
    <w:rsid w:val="00B07C1C"/>
    <w:rsid w:val="00B1056E"/>
    <w:rsid w:val="00B10631"/>
    <w:rsid w:val="00B109E8"/>
    <w:rsid w:val="00B10BA1"/>
    <w:rsid w:val="00B10CE8"/>
    <w:rsid w:val="00B11041"/>
    <w:rsid w:val="00B1116E"/>
    <w:rsid w:val="00B11305"/>
    <w:rsid w:val="00B113E1"/>
    <w:rsid w:val="00B114C1"/>
    <w:rsid w:val="00B1169A"/>
    <w:rsid w:val="00B119F1"/>
    <w:rsid w:val="00B11AF0"/>
    <w:rsid w:val="00B11CDE"/>
    <w:rsid w:val="00B11E8D"/>
    <w:rsid w:val="00B11EAC"/>
    <w:rsid w:val="00B126CB"/>
    <w:rsid w:val="00B1296B"/>
    <w:rsid w:val="00B12987"/>
    <w:rsid w:val="00B129A7"/>
    <w:rsid w:val="00B12A77"/>
    <w:rsid w:val="00B12AC5"/>
    <w:rsid w:val="00B12D63"/>
    <w:rsid w:val="00B12EC2"/>
    <w:rsid w:val="00B12FE2"/>
    <w:rsid w:val="00B13287"/>
    <w:rsid w:val="00B13671"/>
    <w:rsid w:val="00B136F6"/>
    <w:rsid w:val="00B138FD"/>
    <w:rsid w:val="00B13B7A"/>
    <w:rsid w:val="00B13C69"/>
    <w:rsid w:val="00B13DE5"/>
    <w:rsid w:val="00B140A1"/>
    <w:rsid w:val="00B1416E"/>
    <w:rsid w:val="00B1437F"/>
    <w:rsid w:val="00B143B2"/>
    <w:rsid w:val="00B14706"/>
    <w:rsid w:val="00B147C0"/>
    <w:rsid w:val="00B14907"/>
    <w:rsid w:val="00B14B6F"/>
    <w:rsid w:val="00B14B95"/>
    <w:rsid w:val="00B14CB8"/>
    <w:rsid w:val="00B14D1D"/>
    <w:rsid w:val="00B14E1F"/>
    <w:rsid w:val="00B14E31"/>
    <w:rsid w:val="00B15072"/>
    <w:rsid w:val="00B15336"/>
    <w:rsid w:val="00B1540D"/>
    <w:rsid w:val="00B15652"/>
    <w:rsid w:val="00B15C44"/>
    <w:rsid w:val="00B15E55"/>
    <w:rsid w:val="00B15EA1"/>
    <w:rsid w:val="00B165D6"/>
    <w:rsid w:val="00B167A3"/>
    <w:rsid w:val="00B168A3"/>
    <w:rsid w:val="00B168FE"/>
    <w:rsid w:val="00B16CC2"/>
    <w:rsid w:val="00B16F35"/>
    <w:rsid w:val="00B17155"/>
    <w:rsid w:val="00B1769B"/>
    <w:rsid w:val="00B17932"/>
    <w:rsid w:val="00B17F22"/>
    <w:rsid w:val="00B200EF"/>
    <w:rsid w:val="00B202FA"/>
    <w:rsid w:val="00B20478"/>
    <w:rsid w:val="00B205AB"/>
    <w:rsid w:val="00B205B2"/>
    <w:rsid w:val="00B207B8"/>
    <w:rsid w:val="00B20AA0"/>
    <w:rsid w:val="00B20BFD"/>
    <w:rsid w:val="00B20EBC"/>
    <w:rsid w:val="00B20EE4"/>
    <w:rsid w:val="00B21048"/>
    <w:rsid w:val="00B21170"/>
    <w:rsid w:val="00B212DC"/>
    <w:rsid w:val="00B216A6"/>
    <w:rsid w:val="00B216D6"/>
    <w:rsid w:val="00B21929"/>
    <w:rsid w:val="00B21AFC"/>
    <w:rsid w:val="00B21B39"/>
    <w:rsid w:val="00B21B84"/>
    <w:rsid w:val="00B21E37"/>
    <w:rsid w:val="00B21F09"/>
    <w:rsid w:val="00B21FC7"/>
    <w:rsid w:val="00B22039"/>
    <w:rsid w:val="00B220C1"/>
    <w:rsid w:val="00B2226B"/>
    <w:rsid w:val="00B22437"/>
    <w:rsid w:val="00B226E8"/>
    <w:rsid w:val="00B22840"/>
    <w:rsid w:val="00B229E1"/>
    <w:rsid w:val="00B2315B"/>
    <w:rsid w:val="00B231E5"/>
    <w:rsid w:val="00B23654"/>
    <w:rsid w:val="00B237DA"/>
    <w:rsid w:val="00B23957"/>
    <w:rsid w:val="00B23BE2"/>
    <w:rsid w:val="00B23D6E"/>
    <w:rsid w:val="00B23EAF"/>
    <w:rsid w:val="00B240A9"/>
    <w:rsid w:val="00B241F7"/>
    <w:rsid w:val="00B247D1"/>
    <w:rsid w:val="00B24F33"/>
    <w:rsid w:val="00B24F71"/>
    <w:rsid w:val="00B25279"/>
    <w:rsid w:val="00B2563F"/>
    <w:rsid w:val="00B25BF6"/>
    <w:rsid w:val="00B25E09"/>
    <w:rsid w:val="00B26B13"/>
    <w:rsid w:val="00B26B21"/>
    <w:rsid w:val="00B26CE5"/>
    <w:rsid w:val="00B273F1"/>
    <w:rsid w:val="00B278D9"/>
    <w:rsid w:val="00B27A49"/>
    <w:rsid w:val="00B27B73"/>
    <w:rsid w:val="00B30197"/>
    <w:rsid w:val="00B30BB8"/>
    <w:rsid w:val="00B30CDE"/>
    <w:rsid w:val="00B31468"/>
    <w:rsid w:val="00B314E1"/>
    <w:rsid w:val="00B31567"/>
    <w:rsid w:val="00B31952"/>
    <w:rsid w:val="00B31C23"/>
    <w:rsid w:val="00B31E21"/>
    <w:rsid w:val="00B32277"/>
    <w:rsid w:val="00B32490"/>
    <w:rsid w:val="00B326B5"/>
    <w:rsid w:val="00B32734"/>
    <w:rsid w:val="00B328C5"/>
    <w:rsid w:val="00B32A4C"/>
    <w:rsid w:val="00B32B13"/>
    <w:rsid w:val="00B32E46"/>
    <w:rsid w:val="00B330B5"/>
    <w:rsid w:val="00B331AF"/>
    <w:rsid w:val="00B33327"/>
    <w:rsid w:val="00B337E9"/>
    <w:rsid w:val="00B33863"/>
    <w:rsid w:val="00B33D54"/>
    <w:rsid w:val="00B34114"/>
    <w:rsid w:val="00B345F5"/>
    <w:rsid w:val="00B34B0D"/>
    <w:rsid w:val="00B34B24"/>
    <w:rsid w:val="00B34BBF"/>
    <w:rsid w:val="00B350E5"/>
    <w:rsid w:val="00B35214"/>
    <w:rsid w:val="00B357A6"/>
    <w:rsid w:val="00B35834"/>
    <w:rsid w:val="00B35D32"/>
    <w:rsid w:val="00B35DCE"/>
    <w:rsid w:val="00B3610D"/>
    <w:rsid w:val="00B366B9"/>
    <w:rsid w:val="00B3671B"/>
    <w:rsid w:val="00B367AA"/>
    <w:rsid w:val="00B367C2"/>
    <w:rsid w:val="00B36854"/>
    <w:rsid w:val="00B370A4"/>
    <w:rsid w:val="00B3737F"/>
    <w:rsid w:val="00B377A1"/>
    <w:rsid w:val="00B378D7"/>
    <w:rsid w:val="00B37960"/>
    <w:rsid w:val="00B37967"/>
    <w:rsid w:val="00B37D63"/>
    <w:rsid w:val="00B37E1A"/>
    <w:rsid w:val="00B37E89"/>
    <w:rsid w:val="00B37EC1"/>
    <w:rsid w:val="00B37F68"/>
    <w:rsid w:val="00B37FC6"/>
    <w:rsid w:val="00B40082"/>
    <w:rsid w:val="00B40154"/>
    <w:rsid w:val="00B40233"/>
    <w:rsid w:val="00B40395"/>
    <w:rsid w:val="00B40580"/>
    <w:rsid w:val="00B407B5"/>
    <w:rsid w:val="00B40E0C"/>
    <w:rsid w:val="00B40F8E"/>
    <w:rsid w:val="00B41210"/>
    <w:rsid w:val="00B4133A"/>
    <w:rsid w:val="00B4148D"/>
    <w:rsid w:val="00B4181D"/>
    <w:rsid w:val="00B41839"/>
    <w:rsid w:val="00B4191B"/>
    <w:rsid w:val="00B419DC"/>
    <w:rsid w:val="00B41A77"/>
    <w:rsid w:val="00B420F2"/>
    <w:rsid w:val="00B4256E"/>
    <w:rsid w:val="00B42644"/>
    <w:rsid w:val="00B42CC9"/>
    <w:rsid w:val="00B42DC7"/>
    <w:rsid w:val="00B42EA3"/>
    <w:rsid w:val="00B431D1"/>
    <w:rsid w:val="00B433C2"/>
    <w:rsid w:val="00B43614"/>
    <w:rsid w:val="00B43690"/>
    <w:rsid w:val="00B43B64"/>
    <w:rsid w:val="00B43CE2"/>
    <w:rsid w:val="00B43E17"/>
    <w:rsid w:val="00B43E6B"/>
    <w:rsid w:val="00B444CD"/>
    <w:rsid w:val="00B444E9"/>
    <w:rsid w:val="00B44A47"/>
    <w:rsid w:val="00B44BEF"/>
    <w:rsid w:val="00B44CCA"/>
    <w:rsid w:val="00B44D60"/>
    <w:rsid w:val="00B453D7"/>
    <w:rsid w:val="00B45EBE"/>
    <w:rsid w:val="00B46163"/>
    <w:rsid w:val="00B46489"/>
    <w:rsid w:val="00B46540"/>
    <w:rsid w:val="00B4666E"/>
    <w:rsid w:val="00B46A43"/>
    <w:rsid w:val="00B46B43"/>
    <w:rsid w:val="00B46BB7"/>
    <w:rsid w:val="00B46C69"/>
    <w:rsid w:val="00B46D88"/>
    <w:rsid w:val="00B46DA4"/>
    <w:rsid w:val="00B46F05"/>
    <w:rsid w:val="00B46F47"/>
    <w:rsid w:val="00B46FC0"/>
    <w:rsid w:val="00B4751C"/>
    <w:rsid w:val="00B47697"/>
    <w:rsid w:val="00B47868"/>
    <w:rsid w:val="00B478D6"/>
    <w:rsid w:val="00B47D7B"/>
    <w:rsid w:val="00B47FB9"/>
    <w:rsid w:val="00B503D2"/>
    <w:rsid w:val="00B507EF"/>
    <w:rsid w:val="00B50B6B"/>
    <w:rsid w:val="00B50E4E"/>
    <w:rsid w:val="00B50FFC"/>
    <w:rsid w:val="00B51093"/>
    <w:rsid w:val="00B51252"/>
    <w:rsid w:val="00B5164C"/>
    <w:rsid w:val="00B517A2"/>
    <w:rsid w:val="00B51B49"/>
    <w:rsid w:val="00B52048"/>
    <w:rsid w:val="00B52068"/>
    <w:rsid w:val="00B524C6"/>
    <w:rsid w:val="00B525E3"/>
    <w:rsid w:val="00B52888"/>
    <w:rsid w:val="00B52D93"/>
    <w:rsid w:val="00B52F00"/>
    <w:rsid w:val="00B52F2B"/>
    <w:rsid w:val="00B53206"/>
    <w:rsid w:val="00B53260"/>
    <w:rsid w:val="00B5331D"/>
    <w:rsid w:val="00B534C8"/>
    <w:rsid w:val="00B53521"/>
    <w:rsid w:val="00B53710"/>
    <w:rsid w:val="00B5394F"/>
    <w:rsid w:val="00B53C9F"/>
    <w:rsid w:val="00B54090"/>
    <w:rsid w:val="00B540CC"/>
    <w:rsid w:val="00B5424D"/>
    <w:rsid w:val="00B5477F"/>
    <w:rsid w:val="00B5497C"/>
    <w:rsid w:val="00B54BC9"/>
    <w:rsid w:val="00B54CE6"/>
    <w:rsid w:val="00B54D34"/>
    <w:rsid w:val="00B54D75"/>
    <w:rsid w:val="00B55264"/>
    <w:rsid w:val="00B552B7"/>
    <w:rsid w:val="00B5549C"/>
    <w:rsid w:val="00B5568D"/>
    <w:rsid w:val="00B55BC5"/>
    <w:rsid w:val="00B55D33"/>
    <w:rsid w:val="00B55D47"/>
    <w:rsid w:val="00B55F10"/>
    <w:rsid w:val="00B560AF"/>
    <w:rsid w:val="00B563A6"/>
    <w:rsid w:val="00B566CF"/>
    <w:rsid w:val="00B568E5"/>
    <w:rsid w:val="00B56A26"/>
    <w:rsid w:val="00B56BA5"/>
    <w:rsid w:val="00B57458"/>
    <w:rsid w:val="00B578C1"/>
    <w:rsid w:val="00B57A62"/>
    <w:rsid w:val="00B57B84"/>
    <w:rsid w:val="00B57E01"/>
    <w:rsid w:val="00B57FEB"/>
    <w:rsid w:val="00B60060"/>
    <w:rsid w:val="00B6006F"/>
    <w:rsid w:val="00B60509"/>
    <w:rsid w:val="00B60514"/>
    <w:rsid w:val="00B60540"/>
    <w:rsid w:val="00B6081C"/>
    <w:rsid w:val="00B60955"/>
    <w:rsid w:val="00B60C27"/>
    <w:rsid w:val="00B60FD5"/>
    <w:rsid w:val="00B610AE"/>
    <w:rsid w:val="00B6119E"/>
    <w:rsid w:val="00B617BB"/>
    <w:rsid w:val="00B61E65"/>
    <w:rsid w:val="00B61E73"/>
    <w:rsid w:val="00B61FF5"/>
    <w:rsid w:val="00B621BA"/>
    <w:rsid w:val="00B621BE"/>
    <w:rsid w:val="00B6244D"/>
    <w:rsid w:val="00B62458"/>
    <w:rsid w:val="00B624DE"/>
    <w:rsid w:val="00B6260A"/>
    <w:rsid w:val="00B62DA5"/>
    <w:rsid w:val="00B62DA9"/>
    <w:rsid w:val="00B62E76"/>
    <w:rsid w:val="00B62F23"/>
    <w:rsid w:val="00B631DE"/>
    <w:rsid w:val="00B632FD"/>
    <w:rsid w:val="00B63316"/>
    <w:rsid w:val="00B637E4"/>
    <w:rsid w:val="00B63A3C"/>
    <w:rsid w:val="00B63B6F"/>
    <w:rsid w:val="00B63FFA"/>
    <w:rsid w:val="00B63FFF"/>
    <w:rsid w:val="00B64098"/>
    <w:rsid w:val="00B641A2"/>
    <w:rsid w:val="00B64368"/>
    <w:rsid w:val="00B64429"/>
    <w:rsid w:val="00B64493"/>
    <w:rsid w:val="00B64705"/>
    <w:rsid w:val="00B64BFD"/>
    <w:rsid w:val="00B64D35"/>
    <w:rsid w:val="00B655E7"/>
    <w:rsid w:val="00B657FE"/>
    <w:rsid w:val="00B65C91"/>
    <w:rsid w:val="00B65D21"/>
    <w:rsid w:val="00B65E6E"/>
    <w:rsid w:val="00B6615A"/>
    <w:rsid w:val="00B6622E"/>
    <w:rsid w:val="00B6669C"/>
    <w:rsid w:val="00B6673B"/>
    <w:rsid w:val="00B66BA1"/>
    <w:rsid w:val="00B66C1E"/>
    <w:rsid w:val="00B66C9D"/>
    <w:rsid w:val="00B66D53"/>
    <w:rsid w:val="00B6739E"/>
    <w:rsid w:val="00B676B1"/>
    <w:rsid w:val="00B677A9"/>
    <w:rsid w:val="00B677FF"/>
    <w:rsid w:val="00B67AE9"/>
    <w:rsid w:val="00B67AF0"/>
    <w:rsid w:val="00B67CDF"/>
    <w:rsid w:val="00B7001A"/>
    <w:rsid w:val="00B703A0"/>
    <w:rsid w:val="00B70B04"/>
    <w:rsid w:val="00B70B66"/>
    <w:rsid w:val="00B70BE1"/>
    <w:rsid w:val="00B70CB1"/>
    <w:rsid w:val="00B70EAD"/>
    <w:rsid w:val="00B70F7F"/>
    <w:rsid w:val="00B70FC6"/>
    <w:rsid w:val="00B710B7"/>
    <w:rsid w:val="00B710BD"/>
    <w:rsid w:val="00B713CC"/>
    <w:rsid w:val="00B713FF"/>
    <w:rsid w:val="00B717D0"/>
    <w:rsid w:val="00B7196B"/>
    <w:rsid w:val="00B719CF"/>
    <w:rsid w:val="00B71B88"/>
    <w:rsid w:val="00B71DD0"/>
    <w:rsid w:val="00B7214B"/>
    <w:rsid w:val="00B7221B"/>
    <w:rsid w:val="00B72276"/>
    <w:rsid w:val="00B72566"/>
    <w:rsid w:val="00B72597"/>
    <w:rsid w:val="00B72742"/>
    <w:rsid w:val="00B7277B"/>
    <w:rsid w:val="00B72CCB"/>
    <w:rsid w:val="00B72E06"/>
    <w:rsid w:val="00B730CC"/>
    <w:rsid w:val="00B732A6"/>
    <w:rsid w:val="00B73697"/>
    <w:rsid w:val="00B739D6"/>
    <w:rsid w:val="00B73E24"/>
    <w:rsid w:val="00B73F4E"/>
    <w:rsid w:val="00B7402B"/>
    <w:rsid w:val="00B7466F"/>
    <w:rsid w:val="00B74A00"/>
    <w:rsid w:val="00B75118"/>
    <w:rsid w:val="00B751E7"/>
    <w:rsid w:val="00B753A2"/>
    <w:rsid w:val="00B759AE"/>
    <w:rsid w:val="00B75BDA"/>
    <w:rsid w:val="00B75E06"/>
    <w:rsid w:val="00B75ED8"/>
    <w:rsid w:val="00B75F48"/>
    <w:rsid w:val="00B75F84"/>
    <w:rsid w:val="00B761EB"/>
    <w:rsid w:val="00B76514"/>
    <w:rsid w:val="00B76719"/>
    <w:rsid w:val="00B7671F"/>
    <w:rsid w:val="00B76728"/>
    <w:rsid w:val="00B76859"/>
    <w:rsid w:val="00B7689E"/>
    <w:rsid w:val="00B76F2C"/>
    <w:rsid w:val="00B7726F"/>
    <w:rsid w:val="00B77333"/>
    <w:rsid w:val="00B7779D"/>
    <w:rsid w:val="00B77D7E"/>
    <w:rsid w:val="00B77E9F"/>
    <w:rsid w:val="00B77FD4"/>
    <w:rsid w:val="00B80087"/>
    <w:rsid w:val="00B801A1"/>
    <w:rsid w:val="00B802CD"/>
    <w:rsid w:val="00B803FB"/>
    <w:rsid w:val="00B8071C"/>
    <w:rsid w:val="00B80797"/>
    <w:rsid w:val="00B80C4C"/>
    <w:rsid w:val="00B810A8"/>
    <w:rsid w:val="00B8118B"/>
    <w:rsid w:val="00B81365"/>
    <w:rsid w:val="00B815BA"/>
    <w:rsid w:val="00B817A8"/>
    <w:rsid w:val="00B81940"/>
    <w:rsid w:val="00B81A77"/>
    <w:rsid w:val="00B81B58"/>
    <w:rsid w:val="00B81E05"/>
    <w:rsid w:val="00B81ED5"/>
    <w:rsid w:val="00B820B8"/>
    <w:rsid w:val="00B82206"/>
    <w:rsid w:val="00B822DC"/>
    <w:rsid w:val="00B82463"/>
    <w:rsid w:val="00B82778"/>
    <w:rsid w:val="00B82864"/>
    <w:rsid w:val="00B82EDF"/>
    <w:rsid w:val="00B82FFF"/>
    <w:rsid w:val="00B830E8"/>
    <w:rsid w:val="00B83308"/>
    <w:rsid w:val="00B83340"/>
    <w:rsid w:val="00B83382"/>
    <w:rsid w:val="00B834A2"/>
    <w:rsid w:val="00B83535"/>
    <w:rsid w:val="00B83AFA"/>
    <w:rsid w:val="00B83C34"/>
    <w:rsid w:val="00B83EB3"/>
    <w:rsid w:val="00B83F71"/>
    <w:rsid w:val="00B842C3"/>
    <w:rsid w:val="00B84366"/>
    <w:rsid w:val="00B845AB"/>
    <w:rsid w:val="00B846B4"/>
    <w:rsid w:val="00B84716"/>
    <w:rsid w:val="00B8480A"/>
    <w:rsid w:val="00B848C4"/>
    <w:rsid w:val="00B84A1B"/>
    <w:rsid w:val="00B84B3F"/>
    <w:rsid w:val="00B84DBD"/>
    <w:rsid w:val="00B84E19"/>
    <w:rsid w:val="00B84FED"/>
    <w:rsid w:val="00B85031"/>
    <w:rsid w:val="00B851EF"/>
    <w:rsid w:val="00B8534D"/>
    <w:rsid w:val="00B853D3"/>
    <w:rsid w:val="00B8543B"/>
    <w:rsid w:val="00B854E9"/>
    <w:rsid w:val="00B8553E"/>
    <w:rsid w:val="00B85590"/>
    <w:rsid w:val="00B85845"/>
    <w:rsid w:val="00B85CCD"/>
    <w:rsid w:val="00B8639A"/>
    <w:rsid w:val="00B866A2"/>
    <w:rsid w:val="00B869B9"/>
    <w:rsid w:val="00B86CAF"/>
    <w:rsid w:val="00B87025"/>
    <w:rsid w:val="00B874C7"/>
    <w:rsid w:val="00B87556"/>
    <w:rsid w:val="00B87650"/>
    <w:rsid w:val="00B87BE5"/>
    <w:rsid w:val="00B87F79"/>
    <w:rsid w:val="00B904C2"/>
    <w:rsid w:val="00B90D64"/>
    <w:rsid w:val="00B90FAE"/>
    <w:rsid w:val="00B91131"/>
    <w:rsid w:val="00B91135"/>
    <w:rsid w:val="00B9160F"/>
    <w:rsid w:val="00B916A0"/>
    <w:rsid w:val="00B91964"/>
    <w:rsid w:val="00B91E87"/>
    <w:rsid w:val="00B91FBE"/>
    <w:rsid w:val="00B9225C"/>
    <w:rsid w:val="00B922F1"/>
    <w:rsid w:val="00B9245E"/>
    <w:rsid w:val="00B92734"/>
    <w:rsid w:val="00B92843"/>
    <w:rsid w:val="00B92857"/>
    <w:rsid w:val="00B92960"/>
    <w:rsid w:val="00B92BEE"/>
    <w:rsid w:val="00B92D5C"/>
    <w:rsid w:val="00B92D6A"/>
    <w:rsid w:val="00B92DCE"/>
    <w:rsid w:val="00B92EB0"/>
    <w:rsid w:val="00B9322A"/>
    <w:rsid w:val="00B93285"/>
    <w:rsid w:val="00B934EF"/>
    <w:rsid w:val="00B9392B"/>
    <w:rsid w:val="00B93A32"/>
    <w:rsid w:val="00B93C96"/>
    <w:rsid w:val="00B9400F"/>
    <w:rsid w:val="00B940F1"/>
    <w:rsid w:val="00B943D6"/>
    <w:rsid w:val="00B94422"/>
    <w:rsid w:val="00B94676"/>
    <w:rsid w:val="00B9494F"/>
    <w:rsid w:val="00B94B9F"/>
    <w:rsid w:val="00B94DC5"/>
    <w:rsid w:val="00B94E44"/>
    <w:rsid w:val="00B94EF9"/>
    <w:rsid w:val="00B94F91"/>
    <w:rsid w:val="00B95439"/>
    <w:rsid w:val="00B95A05"/>
    <w:rsid w:val="00B95D69"/>
    <w:rsid w:val="00B96552"/>
    <w:rsid w:val="00B966A9"/>
    <w:rsid w:val="00B968A9"/>
    <w:rsid w:val="00B968BA"/>
    <w:rsid w:val="00B96B80"/>
    <w:rsid w:val="00B97123"/>
    <w:rsid w:val="00B9733A"/>
    <w:rsid w:val="00B973BA"/>
    <w:rsid w:val="00B974B0"/>
    <w:rsid w:val="00B97616"/>
    <w:rsid w:val="00B976BA"/>
    <w:rsid w:val="00B976BB"/>
    <w:rsid w:val="00B9773D"/>
    <w:rsid w:val="00B97888"/>
    <w:rsid w:val="00B97894"/>
    <w:rsid w:val="00B97E08"/>
    <w:rsid w:val="00BA02D3"/>
    <w:rsid w:val="00BA0301"/>
    <w:rsid w:val="00BA03F4"/>
    <w:rsid w:val="00BA04DF"/>
    <w:rsid w:val="00BA0691"/>
    <w:rsid w:val="00BA0852"/>
    <w:rsid w:val="00BA0A20"/>
    <w:rsid w:val="00BA0BE4"/>
    <w:rsid w:val="00BA0FB6"/>
    <w:rsid w:val="00BA10A7"/>
    <w:rsid w:val="00BA12D1"/>
    <w:rsid w:val="00BA1464"/>
    <w:rsid w:val="00BA1678"/>
    <w:rsid w:val="00BA17E5"/>
    <w:rsid w:val="00BA1A2C"/>
    <w:rsid w:val="00BA1A52"/>
    <w:rsid w:val="00BA1E47"/>
    <w:rsid w:val="00BA2066"/>
    <w:rsid w:val="00BA2257"/>
    <w:rsid w:val="00BA2793"/>
    <w:rsid w:val="00BA2798"/>
    <w:rsid w:val="00BA287B"/>
    <w:rsid w:val="00BA2930"/>
    <w:rsid w:val="00BA2EC6"/>
    <w:rsid w:val="00BA2FD1"/>
    <w:rsid w:val="00BA3041"/>
    <w:rsid w:val="00BA3180"/>
    <w:rsid w:val="00BA33BE"/>
    <w:rsid w:val="00BA35AA"/>
    <w:rsid w:val="00BA3610"/>
    <w:rsid w:val="00BA36BB"/>
    <w:rsid w:val="00BA372B"/>
    <w:rsid w:val="00BA3825"/>
    <w:rsid w:val="00BA3CC0"/>
    <w:rsid w:val="00BA3DA8"/>
    <w:rsid w:val="00BA3DE5"/>
    <w:rsid w:val="00BA4443"/>
    <w:rsid w:val="00BA453B"/>
    <w:rsid w:val="00BA4608"/>
    <w:rsid w:val="00BA4611"/>
    <w:rsid w:val="00BA46AD"/>
    <w:rsid w:val="00BA48A1"/>
    <w:rsid w:val="00BA49BD"/>
    <w:rsid w:val="00BA4BA5"/>
    <w:rsid w:val="00BA4D32"/>
    <w:rsid w:val="00BA4F92"/>
    <w:rsid w:val="00BA527B"/>
    <w:rsid w:val="00BA53D0"/>
    <w:rsid w:val="00BA542E"/>
    <w:rsid w:val="00BA5C0F"/>
    <w:rsid w:val="00BA5D35"/>
    <w:rsid w:val="00BA5E1E"/>
    <w:rsid w:val="00BA5EE0"/>
    <w:rsid w:val="00BA61CD"/>
    <w:rsid w:val="00BA64B0"/>
    <w:rsid w:val="00BA655D"/>
    <w:rsid w:val="00BA6568"/>
    <w:rsid w:val="00BA6B4F"/>
    <w:rsid w:val="00BA6BD4"/>
    <w:rsid w:val="00BA6D8D"/>
    <w:rsid w:val="00BA6E69"/>
    <w:rsid w:val="00BA7164"/>
    <w:rsid w:val="00BA71C2"/>
    <w:rsid w:val="00BA7414"/>
    <w:rsid w:val="00BA7445"/>
    <w:rsid w:val="00BA7813"/>
    <w:rsid w:val="00BA7BBD"/>
    <w:rsid w:val="00BA7FA3"/>
    <w:rsid w:val="00BB0015"/>
    <w:rsid w:val="00BB0048"/>
    <w:rsid w:val="00BB0112"/>
    <w:rsid w:val="00BB0327"/>
    <w:rsid w:val="00BB0567"/>
    <w:rsid w:val="00BB09BA"/>
    <w:rsid w:val="00BB0A4E"/>
    <w:rsid w:val="00BB0CE3"/>
    <w:rsid w:val="00BB0DCC"/>
    <w:rsid w:val="00BB1ACD"/>
    <w:rsid w:val="00BB1B83"/>
    <w:rsid w:val="00BB1B95"/>
    <w:rsid w:val="00BB2C3D"/>
    <w:rsid w:val="00BB301A"/>
    <w:rsid w:val="00BB3259"/>
    <w:rsid w:val="00BB3318"/>
    <w:rsid w:val="00BB33C1"/>
    <w:rsid w:val="00BB345B"/>
    <w:rsid w:val="00BB35AB"/>
    <w:rsid w:val="00BB3809"/>
    <w:rsid w:val="00BB3844"/>
    <w:rsid w:val="00BB39B1"/>
    <w:rsid w:val="00BB39BF"/>
    <w:rsid w:val="00BB3B33"/>
    <w:rsid w:val="00BB3E5A"/>
    <w:rsid w:val="00BB4278"/>
    <w:rsid w:val="00BB4870"/>
    <w:rsid w:val="00BB4C4A"/>
    <w:rsid w:val="00BB4E92"/>
    <w:rsid w:val="00BB4F78"/>
    <w:rsid w:val="00BB5047"/>
    <w:rsid w:val="00BB5409"/>
    <w:rsid w:val="00BB5E85"/>
    <w:rsid w:val="00BB605A"/>
    <w:rsid w:val="00BB60D5"/>
    <w:rsid w:val="00BB67F2"/>
    <w:rsid w:val="00BB6D2A"/>
    <w:rsid w:val="00BB6D5E"/>
    <w:rsid w:val="00BB6F52"/>
    <w:rsid w:val="00BB6FF8"/>
    <w:rsid w:val="00BB704C"/>
    <w:rsid w:val="00BB71B4"/>
    <w:rsid w:val="00BB7536"/>
    <w:rsid w:val="00BB7781"/>
    <w:rsid w:val="00BB790E"/>
    <w:rsid w:val="00BB7DEE"/>
    <w:rsid w:val="00BB7E1F"/>
    <w:rsid w:val="00BC02A5"/>
    <w:rsid w:val="00BC06AF"/>
    <w:rsid w:val="00BC0AB3"/>
    <w:rsid w:val="00BC0CA2"/>
    <w:rsid w:val="00BC108C"/>
    <w:rsid w:val="00BC1106"/>
    <w:rsid w:val="00BC1531"/>
    <w:rsid w:val="00BC165D"/>
    <w:rsid w:val="00BC183B"/>
    <w:rsid w:val="00BC18F4"/>
    <w:rsid w:val="00BC19DE"/>
    <w:rsid w:val="00BC1C9A"/>
    <w:rsid w:val="00BC211E"/>
    <w:rsid w:val="00BC2804"/>
    <w:rsid w:val="00BC2DD6"/>
    <w:rsid w:val="00BC3AE9"/>
    <w:rsid w:val="00BC3CCF"/>
    <w:rsid w:val="00BC3D4F"/>
    <w:rsid w:val="00BC3EA3"/>
    <w:rsid w:val="00BC3F89"/>
    <w:rsid w:val="00BC4052"/>
    <w:rsid w:val="00BC41A0"/>
    <w:rsid w:val="00BC41CD"/>
    <w:rsid w:val="00BC4379"/>
    <w:rsid w:val="00BC4772"/>
    <w:rsid w:val="00BC4B6C"/>
    <w:rsid w:val="00BC4B79"/>
    <w:rsid w:val="00BC4CF5"/>
    <w:rsid w:val="00BC4D89"/>
    <w:rsid w:val="00BC4ED1"/>
    <w:rsid w:val="00BC5000"/>
    <w:rsid w:val="00BC531D"/>
    <w:rsid w:val="00BC5572"/>
    <w:rsid w:val="00BC56C8"/>
    <w:rsid w:val="00BC5B81"/>
    <w:rsid w:val="00BC5BA6"/>
    <w:rsid w:val="00BC5D17"/>
    <w:rsid w:val="00BC5E6B"/>
    <w:rsid w:val="00BC66E2"/>
    <w:rsid w:val="00BC6782"/>
    <w:rsid w:val="00BC67E7"/>
    <w:rsid w:val="00BC6821"/>
    <w:rsid w:val="00BC6A20"/>
    <w:rsid w:val="00BC6C54"/>
    <w:rsid w:val="00BC6C74"/>
    <w:rsid w:val="00BC6D24"/>
    <w:rsid w:val="00BC6F8E"/>
    <w:rsid w:val="00BC6FAF"/>
    <w:rsid w:val="00BC7252"/>
    <w:rsid w:val="00BC72E8"/>
    <w:rsid w:val="00BC7612"/>
    <w:rsid w:val="00BC784A"/>
    <w:rsid w:val="00BC795E"/>
    <w:rsid w:val="00BC79D4"/>
    <w:rsid w:val="00BC7EB1"/>
    <w:rsid w:val="00BD034E"/>
    <w:rsid w:val="00BD075C"/>
    <w:rsid w:val="00BD07A1"/>
    <w:rsid w:val="00BD0A5B"/>
    <w:rsid w:val="00BD10DF"/>
    <w:rsid w:val="00BD1A8E"/>
    <w:rsid w:val="00BD2235"/>
    <w:rsid w:val="00BD2954"/>
    <w:rsid w:val="00BD2F75"/>
    <w:rsid w:val="00BD2FAD"/>
    <w:rsid w:val="00BD349C"/>
    <w:rsid w:val="00BD3673"/>
    <w:rsid w:val="00BD3C0C"/>
    <w:rsid w:val="00BD3CE1"/>
    <w:rsid w:val="00BD3E1D"/>
    <w:rsid w:val="00BD4303"/>
    <w:rsid w:val="00BD437F"/>
    <w:rsid w:val="00BD47E5"/>
    <w:rsid w:val="00BD487E"/>
    <w:rsid w:val="00BD4A0A"/>
    <w:rsid w:val="00BD4AE1"/>
    <w:rsid w:val="00BD4E78"/>
    <w:rsid w:val="00BD50D6"/>
    <w:rsid w:val="00BD5151"/>
    <w:rsid w:val="00BD52B0"/>
    <w:rsid w:val="00BD5444"/>
    <w:rsid w:val="00BD5678"/>
    <w:rsid w:val="00BD5BCD"/>
    <w:rsid w:val="00BD5DA5"/>
    <w:rsid w:val="00BD6093"/>
    <w:rsid w:val="00BD644A"/>
    <w:rsid w:val="00BD64C9"/>
    <w:rsid w:val="00BD675E"/>
    <w:rsid w:val="00BD6AEE"/>
    <w:rsid w:val="00BD6D99"/>
    <w:rsid w:val="00BD6EAE"/>
    <w:rsid w:val="00BD71C7"/>
    <w:rsid w:val="00BD755F"/>
    <w:rsid w:val="00BD777F"/>
    <w:rsid w:val="00BD789A"/>
    <w:rsid w:val="00BD7968"/>
    <w:rsid w:val="00BD79F5"/>
    <w:rsid w:val="00BD7B20"/>
    <w:rsid w:val="00BD7CCE"/>
    <w:rsid w:val="00BD7F3A"/>
    <w:rsid w:val="00BE000D"/>
    <w:rsid w:val="00BE02B5"/>
    <w:rsid w:val="00BE03B6"/>
    <w:rsid w:val="00BE08CB"/>
    <w:rsid w:val="00BE0B31"/>
    <w:rsid w:val="00BE0D09"/>
    <w:rsid w:val="00BE0D0C"/>
    <w:rsid w:val="00BE0ED8"/>
    <w:rsid w:val="00BE113E"/>
    <w:rsid w:val="00BE1369"/>
    <w:rsid w:val="00BE1480"/>
    <w:rsid w:val="00BE14BF"/>
    <w:rsid w:val="00BE1573"/>
    <w:rsid w:val="00BE19E8"/>
    <w:rsid w:val="00BE1E1A"/>
    <w:rsid w:val="00BE1E6B"/>
    <w:rsid w:val="00BE2051"/>
    <w:rsid w:val="00BE23F6"/>
    <w:rsid w:val="00BE26A4"/>
    <w:rsid w:val="00BE26B9"/>
    <w:rsid w:val="00BE2F36"/>
    <w:rsid w:val="00BE3079"/>
    <w:rsid w:val="00BE30EA"/>
    <w:rsid w:val="00BE32B0"/>
    <w:rsid w:val="00BE3489"/>
    <w:rsid w:val="00BE3927"/>
    <w:rsid w:val="00BE3996"/>
    <w:rsid w:val="00BE3A5E"/>
    <w:rsid w:val="00BE3E20"/>
    <w:rsid w:val="00BE43B3"/>
    <w:rsid w:val="00BE47F7"/>
    <w:rsid w:val="00BE4830"/>
    <w:rsid w:val="00BE497E"/>
    <w:rsid w:val="00BE4A7E"/>
    <w:rsid w:val="00BE4AB3"/>
    <w:rsid w:val="00BE514C"/>
    <w:rsid w:val="00BE544D"/>
    <w:rsid w:val="00BE5657"/>
    <w:rsid w:val="00BE5924"/>
    <w:rsid w:val="00BE59D1"/>
    <w:rsid w:val="00BE5B80"/>
    <w:rsid w:val="00BE5BD6"/>
    <w:rsid w:val="00BE5C37"/>
    <w:rsid w:val="00BE5D8A"/>
    <w:rsid w:val="00BE624D"/>
    <w:rsid w:val="00BE63A0"/>
    <w:rsid w:val="00BE6D6F"/>
    <w:rsid w:val="00BE6DC7"/>
    <w:rsid w:val="00BE6E32"/>
    <w:rsid w:val="00BE733F"/>
    <w:rsid w:val="00BE7408"/>
    <w:rsid w:val="00BE7440"/>
    <w:rsid w:val="00BE7629"/>
    <w:rsid w:val="00BE7A84"/>
    <w:rsid w:val="00BE7ABC"/>
    <w:rsid w:val="00BE7FCE"/>
    <w:rsid w:val="00BF0339"/>
    <w:rsid w:val="00BF03D9"/>
    <w:rsid w:val="00BF05B3"/>
    <w:rsid w:val="00BF0985"/>
    <w:rsid w:val="00BF108B"/>
    <w:rsid w:val="00BF10DB"/>
    <w:rsid w:val="00BF1148"/>
    <w:rsid w:val="00BF11C9"/>
    <w:rsid w:val="00BF12DA"/>
    <w:rsid w:val="00BF136E"/>
    <w:rsid w:val="00BF1717"/>
    <w:rsid w:val="00BF1850"/>
    <w:rsid w:val="00BF1932"/>
    <w:rsid w:val="00BF1B10"/>
    <w:rsid w:val="00BF1FA2"/>
    <w:rsid w:val="00BF21CD"/>
    <w:rsid w:val="00BF238C"/>
    <w:rsid w:val="00BF248A"/>
    <w:rsid w:val="00BF2B53"/>
    <w:rsid w:val="00BF2D4C"/>
    <w:rsid w:val="00BF2E5B"/>
    <w:rsid w:val="00BF301B"/>
    <w:rsid w:val="00BF342C"/>
    <w:rsid w:val="00BF3630"/>
    <w:rsid w:val="00BF397C"/>
    <w:rsid w:val="00BF3991"/>
    <w:rsid w:val="00BF3A85"/>
    <w:rsid w:val="00BF3F69"/>
    <w:rsid w:val="00BF4106"/>
    <w:rsid w:val="00BF41D2"/>
    <w:rsid w:val="00BF42AA"/>
    <w:rsid w:val="00BF43D0"/>
    <w:rsid w:val="00BF440E"/>
    <w:rsid w:val="00BF448E"/>
    <w:rsid w:val="00BF454A"/>
    <w:rsid w:val="00BF45A9"/>
    <w:rsid w:val="00BF48D9"/>
    <w:rsid w:val="00BF4ED1"/>
    <w:rsid w:val="00BF507C"/>
    <w:rsid w:val="00BF514E"/>
    <w:rsid w:val="00BF518D"/>
    <w:rsid w:val="00BF51AB"/>
    <w:rsid w:val="00BF54E7"/>
    <w:rsid w:val="00BF5639"/>
    <w:rsid w:val="00BF582A"/>
    <w:rsid w:val="00BF5980"/>
    <w:rsid w:val="00BF5993"/>
    <w:rsid w:val="00BF60FE"/>
    <w:rsid w:val="00BF6254"/>
    <w:rsid w:val="00BF639A"/>
    <w:rsid w:val="00BF6964"/>
    <w:rsid w:val="00BF6F2C"/>
    <w:rsid w:val="00BF72BE"/>
    <w:rsid w:val="00BF74FB"/>
    <w:rsid w:val="00BF7523"/>
    <w:rsid w:val="00BF752E"/>
    <w:rsid w:val="00BF789F"/>
    <w:rsid w:val="00BF7E67"/>
    <w:rsid w:val="00C00156"/>
    <w:rsid w:val="00C0015D"/>
    <w:rsid w:val="00C00407"/>
    <w:rsid w:val="00C00725"/>
    <w:rsid w:val="00C00791"/>
    <w:rsid w:val="00C0079D"/>
    <w:rsid w:val="00C007FB"/>
    <w:rsid w:val="00C00813"/>
    <w:rsid w:val="00C0095B"/>
    <w:rsid w:val="00C00A53"/>
    <w:rsid w:val="00C00A75"/>
    <w:rsid w:val="00C00A9C"/>
    <w:rsid w:val="00C00EF2"/>
    <w:rsid w:val="00C01236"/>
    <w:rsid w:val="00C0130D"/>
    <w:rsid w:val="00C01B65"/>
    <w:rsid w:val="00C01B8B"/>
    <w:rsid w:val="00C01BA7"/>
    <w:rsid w:val="00C01BD8"/>
    <w:rsid w:val="00C01C2B"/>
    <w:rsid w:val="00C0256B"/>
    <w:rsid w:val="00C02723"/>
    <w:rsid w:val="00C02802"/>
    <w:rsid w:val="00C031C6"/>
    <w:rsid w:val="00C03215"/>
    <w:rsid w:val="00C037E3"/>
    <w:rsid w:val="00C03857"/>
    <w:rsid w:val="00C038B1"/>
    <w:rsid w:val="00C0391F"/>
    <w:rsid w:val="00C03982"/>
    <w:rsid w:val="00C03CA8"/>
    <w:rsid w:val="00C03E10"/>
    <w:rsid w:val="00C03F5C"/>
    <w:rsid w:val="00C03FA1"/>
    <w:rsid w:val="00C042B0"/>
    <w:rsid w:val="00C044C8"/>
    <w:rsid w:val="00C0470C"/>
    <w:rsid w:val="00C047C9"/>
    <w:rsid w:val="00C04A6C"/>
    <w:rsid w:val="00C04AE1"/>
    <w:rsid w:val="00C04B84"/>
    <w:rsid w:val="00C04DAD"/>
    <w:rsid w:val="00C05046"/>
    <w:rsid w:val="00C05061"/>
    <w:rsid w:val="00C05691"/>
    <w:rsid w:val="00C05795"/>
    <w:rsid w:val="00C057D2"/>
    <w:rsid w:val="00C0602B"/>
    <w:rsid w:val="00C060C1"/>
    <w:rsid w:val="00C062DF"/>
    <w:rsid w:val="00C06413"/>
    <w:rsid w:val="00C06939"/>
    <w:rsid w:val="00C0696C"/>
    <w:rsid w:val="00C069CC"/>
    <w:rsid w:val="00C06F22"/>
    <w:rsid w:val="00C06FFB"/>
    <w:rsid w:val="00C072B2"/>
    <w:rsid w:val="00C07337"/>
    <w:rsid w:val="00C07736"/>
    <w:rsid w:val="00C0774E"/>
    <w:rsid w:val="00C078E6"/>
    <w:rsid w:val="00C07CC1"/>
    <w:rsid w:val="00C103C1"/>
    <w:rsid w:val="00C107C1"/>
    <w:rsid w:val="00C10B61"/>
    <w:rsid w:val="00C10CE0"/>
    <w:rsid w:val="00C10D9A"/>
    <w:rsid w:val="00C10E6E"/>
    <w:rsid w:val="00C10EB6"/>
    <w:rsid w:val="00C10EC5"/>
    <w:rsid w:val="00C10F48"/>
    <w:rsid w:val="00C1111F"/>
    <w:rsid w:val="00C113CF"/>
    <w:rsid w:val="00C11CB7"/>
    <w:rsid w:val="00C11F29"/>
    <w:rsid w:val="00C11FC1"/>
    <w:rsid w:val="00C1217B"/>
    <w:rsid w:val="00C12391"/>
    <w:rsid w:val="00C12547"/>
    <w:rsid w:val="00C125EB"/>
    <w:rsid w:val="00C12880"/>
    <w:rsid w:val="00C12AF5"/>
    <w:rsid w:val="00C12D6B"/>
    <w:rsid w:val="00C12E72"/>
    <w:rsid w:val="00C1314F"/>
    <w:rsid w:val="00C13298"/>
    <w:rsid w:val="00C1330E"/>
    <w:rsid w:val="00C13352"/>
    <w:rsid w:val="00C13362"/>
    <w:rsid w:val="00C13537"/>
    <w:rsid w:val="00C1355D"/>
    <w:rsid w:val="00C135D9"/>
    <w:rsid w:val="00C13AAA"/>
    <w:rsid w:val="00C13C0B"/>
    <w:rsid w:val="00C13DFB"/>
    <w:rsid w:val="00C13E94"/>
    <w:rsid w:val="00C13F98"/>
    <w:rsid w:val="00C14110"/>
    <w:rsid w:val="00C144B2"/>
    <w:rsid w:val="00C147DD"/>
    <w:rsid w:val="00C1495B"/>
    <w:rsid w:val="00C14A21"/>
    <w:rsid w:val="00C14B1F"/>
    <w:rsid w:val="00C14CF7"/>
    <w:rsid w:val="00C14D82"/>
    <w:rsid w:val="00C14EFE"/>
    <w:rsid w:val="00C15176"/>
    <w:rsid w:val="00C15475"/>
    <w:rsid w:val="00C1563C"/>
    <w:rsid w:val="00C15749"/>
    <w:rsid w:val="00C15BBD"/>
    <w:rsid w:val="00C15CCF"/>
    <w:rsid w:val="00C15FAA"/>
    <w:rsid w:val="00C16363"/>
    <w:rsid w:val="00C16763"/>
    <w:rsid w:val="00C1679F"/>
    <w:rsid w:val="00C167EE"/>
    <w:rsid w:val="00C16DD2"/>
    <w:rsid w:val="00C16E4E"/>
    <w:rsid w:val="00C16E53"/>
    <w:rsid w:val="00C175BF"/>
    <w:rsid w:val="00C17654"/>
    <w:rsid w:val="00C176BC"/>
    <w:rsid w:val="00C17A53"/>
    <w:rsid w:val="00C17ADE"/>
    <w:rsid w:val="00C17AF6"/>
    <w:rsid w:val="00C17D72"/>
    <w:rsid w:val="00C17F95"/>
    <w:rsid w:val="00C17FFE"/>
    <w:rsid w:val="00C2005C"/>
    <w:rsid w:val="00C20618"/>
    <w:rsid w:val="00C20E37"/>
    <w:rsid w:val="00C20E99"/>
    <w:rsid w:val="00C20F91"/>
    <w:rsid w:val="00C21049"/>
    <w:rsid w:val="00C21608"/>
    <w:rsid w:val="00C21806"/>
    <w:rsid w:val="00C218CE"/>
    <w:rsid w:val="00C21AC8"/>
    <w:rsid w:val="00C21DDA"/>
    <w:rsid w:val="00C21EE4"/>
    <w:rsid w:val="00C221E1"/>
    <w:rsid w:val="00C22223"/>
    <w:rsid w:val="00C224D8"/>
    <w:rsid w:val="00C2250D"/>
    <w:rsid w:val="00C226A7"/>
    <w:rsid w:val="00C226B2"/>
    <w:rsid w:val="00C2295B"/>
    <w:rsid w:val="00C22995"/>
    <w:rsid w:val="00C229BA"/>
    <w:rsid w:val="00C22B2F"/>
    <w:rsid w:val="00C22B9C"/>
    <w:rsid w:val="00C22BB0"/>
    <w:rsid w:val="00C22BFE"/>
    <w:rsid w:val="00C22F4F"/>
    <w:rsid w:val="00C23D45"/>
    <w:rsid w:val="00C23FD7"/>
    <w:rsid w:val="00C24262"/>
    <w:rsid w:val="00C245FA"/>
    <w:rsid w:val="00C24821"/>
    <w:rsid w:val="00C248B4"/>
    <w:rsid w:val="00C252ED"/>
    <w:rsid w:val="00C25364"/>
    <w:rsid w:val="00C2536C"/>
    <w:rsid w:val="00C257F4"/>
    <w:rsid w:val="00C25865"/>
    <w:rsid w:val="00C25956"/>
    <w:rsid w:val="00C25A4C"/>
    <w:rsid w:val="00C25B82"/>
    <w:rsid w:val="00C25BAE"/>
    <w:rsid w:val="00C25BC6"/>
    <w:rsid w:val="00C2631A"/>
    <w:rsid w:val="00C26368"/>
    <w:rsid w:val="00C26412"/>
    <w:rsid w:val="00C26612"/>
    <w:rsid w:val="00C2684F"/>
    <w:rsid w:val="00C26F46"/>
    <w:rsid w:val="00C272B4"/>
    <w:rsid w:val="00C27BBF"/>
    <w:rsid w:val="00C27E64"/>
    <w:rsid w:val="00C3014A"/>
    <w:rsid w:val="00C30656"/>
    <w:rsid w:val="00C30830"/>
    <w:rsid w:val="00C30F54"/>
    <w:rsid w:val="00C31033"/>
    <w:rsid w:val="00C310A5"/>
    <w:rsid w:val="00C319D7"/>
    <w:rsid w:val="00C31AEB"/>
    <w:rsid w:val="00C31B94"/>
    <w:rsid w:val="00C31CE8"/>
    <w:rsid w:val="00C322F6"/>
    <w:rsid w:val="00C325B3"/>
    <w:rsid w:val="00C32916"/>
    <w:rsid w:val="00C3293C"/>
    <w:rsid w:val="00C32F49"/>
    <w:rsid w:val="00C331C9"/>
    <w:rsid w:val="00C33450"/>
    <w:rsid w:val="00C33648"/>
    <w:rsid w:val="00C33703"/>
    <w:rsid w:val="00C33727"/>
    <w:rsid w:val="00C33893"/>
    <w:rsid w:val="00C338D7"/>
    <w:rsid w:val="00C33954"/>
    <w:rsid w:val="00C33E72"/>
    <w:rsid w:val="00C33F42"/>
    <w:rsid w:val="00C34008"/>
    <w:rsid w:val="00C3453A"/>
    <w:rsid w:val="00C35A00"/>
    <w:rsid w:val="00C36133"/>
    <w:rsid w:val="00C36296"/>
    <w:rsid w:val="00C364A4"/>
    <w:rsid w:val="00C3658E"/>
    <w:rsid w:val="00C36788"/>
    <w:rsid w:val="00C36B7F"/>
    <w:rsid w:val="00C36D1E"/>
    <w:rsid w:val="00C36E48"/>
    <w:rsid w:val="00C37A78"/>
    <w:rsid w:val="00C40043"/>
    <w:rsid w:val="00C40057"/>
    <w:rsid w:val="00C400DA"/>
    <w:rsid w:val="00C400DD"/>
    <w:rsid w:val="00C40204"/>
    <w:rsid w:val="00C4034E"/>
    <w:rsid w:val="00C406E0"/>
    <w:rsid w:val="00C4073A"/>
    <w:rsid w:val="00C40B4F"/>
    <w:rsid w:val="00C412BA"/>
    <w:rsid w:val="00C41689"/>
    <w:rsid w:val="00C41746"/>
    <w:rsid w:val="00C417A2"/>
    <w:rsid w:val="00C419B2"/>
    <w:rsid w:val="00C41D22"/>
    <w:rsid w:val="00C41E60"/>
    <w:rsid w:val="00C41F24"/>
    <w:rsid w:val="00C41F35"/>
    <w:rsid w:val="00C421AB"/>
    <w:rsid w:val="00C422B2"/>
    <w:rsid w:val="00C42655"/>
    <w:rsid w:val="00C4277B"/>
    <w:rsid w:val="00C42DAC"/>
    <w:rsid w:val="00C42EB8"/>
    <w:rsid w:val="00C4314C"/>
    <w:rsid w:val="00C43741"/>
    <w:rsid w:val="00C43BD6"/>
    <w:rsid w:val="00C44097"/>
    <w:rsid w:val="00C44456"/>
    <w:rsid w:val="00C446FA"/>
    <w:rsid w:val="00C44722"/>
    <w:rsid w:val="00C44745"/>
    <w:rsid w:val="00C447F8"/>
    <w:rsid w:val="00C449F3"/>
    <w:rsid w:val="00C44BD2"/>
    <w:rsid w:val="00C45386"/>
    <w:rsid w:val="00C4539F"/>
    <w:rsid w:val="00C4547E"/>
    <w:rsid w:val="00C456A4"/>
    <w:rsid w:val="00C45C9C"/>
    <w:rsid w:val="00C45D9C"/>
    <w:rsid w:val="00C45E57"/>
    <w:rsid w:val="00C45F61"/>
    <w:rsid w:val="00C46410"/>
    <w:rsid w:val="00C466FF"/>
    <w:rsid w:val="00C4690D"/>
    <w:rsid w:val="00C46AB1"/>
    <w:rsid w:val="00C501FB"/>
    <w:rsid w:val="00C50404"/>
    <w:rsid w:val="00C506D4"/>
    <w:rsid w:val="00C50A6E"/>
    <w:rsid w:val="00C50DD8"/>
    <w:rsid w:val="00C50DDE"/>
    <w:rsid w:val="00C50FC2"/>
    <w:rsid w:val="00C510CE"/>
    <w:rsid w:val="00C51112"/>
    <w:rsid w:val="00C5139E"/>
    <w:rsid w:val="00C51667"/>
    <w:rsid w:val="00C51761"/>
    <w:rsid w:val="00C519BC"/>
    <w:rsid w:val="00C51AB3"/>
    <w:rsid w:val="00C51B6F"/>
    <w:rsid w:val="00C51C87"/>
    <w:rsid w:val="00C51F97"/>
    <w:rsid w:val="00C52237"/>
    <w:rsid w:val="00C52338"/>
    <w:rsid w:val="00C524A9"/>
    <w:rsid w:val="00C524B9"/>
    <w:rsid w:val="00C52624"/>
    <w:rsid w:val="00C5297E"/>
    <w:rsid w:val="00C52C6F"/>
    <w:rsid w:val="00C52D3B"/>
    <w:rsid w:val="00C52FF3"/>
    <w:rsid w:val="00C530C8"/>
    <w:rsid w:val="00C5321F"/>
    <w:rsid w:val="00C53358"/>
    <w:rsid w:val="00C534D6"/>
    <w:rsid w:val="00C536C8"/>
    <w:rsid w:val="00C536D9"/>
    <w:rsid w:val="00C536E0"/>
    <w:rsid w:val="00C537C2"/>
    <w:rsid w:val="00C5389A"/>
    <w:rsid w:val="00C539AA"/>
    <w:rsid w:val="00C53C0F"/>
    <w:rsid w:val="00C53C28"/>
    <w:rsid w:val="00C5435D"/>
    <w:rsid w:val="00C54717"/>
    <w:rsid w:val="00C54A5F"/>
    <w:rsid w:val="00C54B32"/>
    <w:rsid w:val="00C54FB4"/>
    <w:rsid w:val="00C5504B"/>
    <w:rsid w:val="00C551C8"/>
    <w:rsid w:val="00C552CD"/>
    <w:rsid w:val="00C553D5"/>
    <w:rsid w:val="00C555AE"/>
    <w:rsid w:val="00C55863"/>
    <w:rsid w:val="00C55A93"/>
    <w:rsid w:val="00C563BA"/>
    <w:rsid w:val="00C5642D"/>
    <w:rsid w:val="00C56B06"/>
    <w:rsid w:val="00C56CD9"/>
    <w:rsid w:val="00C56D0A"/>
    <w:rsid w:val="00C56DDD"/>
    <w:rsid w:val="00C56F87"/>
    <w:rsid w:val="00C57166"/>
    <w:rsid w:val="00C5726A"/>
    <w:rsid w:val="00C573F9"/>
    <w:rsid w:val="00C578D3"/>
    <w:rsid w:val="00C57A90"/>
    <w:rsid w:val="00C60435"/>
    <w:rsid w:val="00C6068A"/>
    <w:rsid w:val="00C607C0"/>
    <w:rsid w:val="00C60817"/>
    <w:rsid w:val="00C6084A"/>
    <w:rsid w:val="00C61047"/>
    <w:rsid w:val="00C614B6"/>
    <w:rsid w:val="00C61590"/>
    <w:rsid w:val="00C61745"/>
    <w:rsid w:val="00C6184F"/>
    <w:rsid w:val="00C6189E"/>
    <w:rsid w:val="00C61B84"/>
    <w:rsid w:val="00C61B8E"/>
    <w:rsid w:val="00C61C97"/>
    <w:rsid w:val="00C61DC4"/>
    <w:rsid w:val="00C61E89"/>
    <w:rsid w:val="00C61F66"/>
    <w:rsid w:val="00C61F81"/>
    <w:rsid w:val="00C625B0"/>
    <w:rsid w:val="00C626F0"/>
    <w:rsid w:val="00C62C1B"/>
    <w:rsid w:val="00C62F48"/>
    <w:rsid w:val="00C63034"/>
    <w:rsid w:val="00C630B1"/>
    <w:rsid w:val="00C63340"/>
    <w:rsid w:val="00C633FE"/>
    <w:rsid w:val="00C63A2A"/>
    <w:rsid w:val="00C6409E"/>
    <w:rsid w:val="00C64376"/>
    <w:rsid w:val="00C6441A"/>
    <w:rsid w:val="00C645ED"/>
    <w:rsid w:val="00C647A7"/>
    <w:rsid w:val="00C647E7"/>
    <w:rsid w:val="00C648EB"/>
    <w:rsid w:val="00C64900"/>
    <w:rsid w:val="00C64D2F"/>
    <w:rsid w:val="00C64DB6"/>
    <w:rsid w:val="00C650CA"/>
    <w:rsid w:val="00C65192"/>
    <w:rsid w:val="00C653F0"/>
    <w:rsid w:val="00C656B4"/>
    <w:rsid w:val="00C656D0"/>
    <w:rsid w:val="00C65892"/>
    <w:rsid w:val="00C658E2"/>
    <w:rsid w:val="00C6594A"/>
    <w:rsid w:val="00C65ACB"/>
    <w:rsid w:val="00C65B14"/>
    <w:rsid w:val="00C65BE7"/>
    <w:rsid w:val="00C66950"/>
    <w:rsid w:val="00C66BBA"/>
    <w:rsid w:val="00C66D33"/>
    <w:rsid w:val="00C66EC8"/>
    <w:rsid w:val="00C66F07"/>
    <w:rsid w:val="00C671BE"/>
    <w:rsid w:val="00C678D4"/>
    <w:rsid w:val="00C67B88"/>
    <w:rsid w:val="00C67C7F"/>
    <w:rsid w:val="00C67CA9"/>
    <w:rsid w:val="00C700F6"/>
    <w:rsid w:val="00C7046B"/>
    <w:rsid w:val="00C70BFE"/>
    <w:rsid w:val="00C70FA9"/>
    <w:rsid w:val="00C70FC1"/>
    <w:rsid w:val="00C7102F"/>
    <w:rsid w:val="00C71541"/>
    <w:rsid w:val="00C71BB3"/>
    <w:rsid w:val="00C71C64"/>
    <w:rsid w:val="00C71DBC"/>
    <w:rsid w:val="00C71DCC"/>
    <w:rsid w:val="00C71F22"/>
    <w:rsid w:val="00C722E2"/>
    <w:rsid w:val="00C72403"/>
    <w:rsid w:val="00C7245A"/>
    <w:rsid w:val="00C72505"/>
    <w:rsid w:val="00C72515"/>
    <w:rsid w:val="00C7266B"/>
    <w:rsid w:val="00C72716"/>
    <w:rsid w:val="00C7281F"/>
    <w:rsid w:val="00C72913"/>
    <w:rsid w:val="00C72A4A"/>
    <w:rsid w:val="00C72BD2"/>
    <w:rsid w:val="00C72D94"/>
    <w:rsid w:val="00C72F2E"/>
    <w:rsid w:val="00C73012"/>
    <w:rsid w:val="00C733F5"/>
    <w:rsid w:val="00C735C2"/>
    <w:rsid w:val="00C73C31"/>
    <w:rsid w:val="00C73DCC"/>
    <w:rsid w:val="00C7406F"/>
    <w:rsid w:val="00C7418D"/>
    <w:rsid w:val="00C742FB"/>
    <w:rsid w:val="00C74629"/>
    <w:rsid w:val="00C74905"/>
    <w:rsid w:val="00C749BE"/>
    <w:rsid w:val="00C74A75"/>
    <w:rsid w:val="00C74DAF"/>
    <w:rsid w:val="00C75002"/>
    <w:rsid w:val="00C750D4"/>
    <w:rsid w:val="00C751AA"/>
    <w:rsid w:val="00C7524B"/>
    <w:rsid w:val="00C753BB"/>
    <w:rsid w:val="00C75694"/>
    <w:rsid w:val="00C7581A"/>
    <w:rsid w:val="00C759E7"/>
    <w:rsid w:val="00C759F6"/>
    <w:rsid w:val="00C75AAE"/>
    <w:rsid w:val="00C75B97"/>
    <w:rsid w:val="00C75D74"/>
    <w:rsid w:val="00C75DFE"/>
    <w:rsid w:val="00C75F99"/>
    <w:rsid w:val="00C76230"/>
    <w:rsid w:val="00C76832"/>
    <w:rsid w:val="00C768D2"/>
    <w:rsid w:val="00C76A63"/>
    <w:rsid w:val="00C76AA2"/>
    <w:rsid w:val="00C76BB7"/>
    <w:rsid w:val="00C76E4E"/>
    <w:rsid w:val="00C772F2"/>
    <w:rsid w:val="00C77311"/>
    <w:rsid w:val="00C77632"/>
    <w:rsid w:val="00C77735"/>
    <w:rsid w:val="00C777C8"/>
    <w:rsid w:val="00C77848"/>
    <w:rsid w:val="00C77C04"/>
    <w:rsid w:val="00C77ED6"/>
    <w:rsid w:val="00C80142"/>
    <w:rsid w:val="00C80229"/>
    <w:rsid w:val="00C80806"/>
    <w:rsid w:val="00C808A1"/>
    <w:rsid w:val="00C80BE3"/>
    <w:rsid w:val="00C80D55"/>
    <w:rsid w:val="00C80D60"/>
    <w:rsid w:val="00C80F75"/>
    <w:rsid w:val="00C81031"/>
    <w:rsid w:val="00C8182B"/>
    <w:rsid w:val="00C81F01"/>
    <w:rsid w:val="00C824C8"/>
    <w:rsid w:val="00C824D1"/>
    <w:rsid w:val="00C8262D"/>
    <w:rsid w:val="00C826D7"/>
    <w:rsid w:val="00C82787"/>
    <w:rsid w:val="00C82B03"/>
    <w:rsid w:val="00C82C05"/>
    <w:rsid w:val="00C82C1A"/>
    <w:rsid w:val="00C82CD5"/>
    <w:rsid w:val="00C82D06"/>
    <w:rsid w:val="00C82FA3"/>
    <w:rsid w:val="00C83020"/>
    <w:rsid w:val="00C83219"/>
    <w:rsid w:val="00C8349A"/>
    <w:rsid w:val="00C834BA"/>
    <w:rsid w:val="00C83614"/>
    <w:rsid w:val="00C83634"/>
    <w:rsid w:val="00C83787"/>
    <w:rsid w:val="00C839C5"/>
    <w:rsid w:val="00C83B1C"/>
    <w:rsid w:val="00C83C51"/>
    <w:rsid w:val="00C83D7F"/>
    <w:rsid w:val="00C83DAA"/>
    <w:rsid w:val="00C83E0A"/>
    <w:rsid w:val="00C83FDD"/>
    <w:rsid w:val="00C84103"/>
    <w:rsid w:val="00C8425B"/>
    <w:rsid w:val="00C849B8"/>
    <w:rsid w:val="00C84F1E"/>
    <w:rsid w:val="00C853AE"/>
    <w:rsid w:val="00C85834"/>
    <w:rsid w:val="00C858CD"/>
    <w:rsid w:val="00C85A81"/>
    <w:rsid w:val="00C85AE6"/>
    <w:rsid w:val="00C85B18"/>
    <w:rsid w:val="00C85C30"/>
    <w:rsid w:val="00C85EDF"/>
    <w:rsid w:val="00C8636E"/>
    <w:rsid w:val="00C863E3"/>
    <w:rsid w:val="00C86475"/>
    <w:rsid w:val="00C86AAD"/>
    <w:rsid w:val="00C86AAF"/>
    <w:rsid w:val="00C86B8A"/>
    <w:rsid w:val="00C86FF9"/>
    <w:rsid w:val="00C8707C"/>
    <w:rsid w:val="00C8714D"/>
    <w:rsid w:val="00C8722C"/>
    <w:rsid w:val="00C8731D"/>
    <w:rsid w:val="00C8736F"/>
    <w:rsid w:val="00C8788B"/>
    <w:rsid w:val="00C878F6"/>
    <w:rsid w:val="00C87C77"/>
    <w:rsid w:val="00C87D61"/>
    <w:rsid w:val="00C87D64"/>
    <w:rsid w:val="00C900B7"/>
    <w:rsid w:val="00C9032A"/>
    <w:rsid w:val="00C904F9"/>
    <w:rsid w:val="00C906D5"/>
    <w:rsid w:val="00C908BE"/>
    <w:rsid w:val="00C909F8"/>
    <w:rsid w:val="00C90CBD"/>
    <w:rsid w:val="00C90E34"/>
    <w:rsid w:val="00C90EAD"/>
    <w:rsid w:val="00C90ED4"/>
    <w:rsid w:val="00C9128D"/>
    <w:rsid w:val="00C91470"/>
    <w:rsid w:val="00C914FA"/>
    <w:rsid w:val="00C91697"/>
    <w:rsid w:val="00C91BB5"/>
    <w:rsid w:val="00C91D65"/>
    <w:rsid w:val="00C91F9C"/>
    <w:rsid w:val="00C9219C"/>
    <w:rsid w:val="00C9226E"/>
    <w:rsid w:val="00C923BB"/>
    <w:rsid w:val="00C925E4"/>
    <w:rsid w:val="00C9283F"/>
    <w:rsid w:val="00C92860"/>
    <w:rsid w:val="00C92956"/>
    <w:rsid w:val="00C92FFD"/>
    <w:rsid w:val="00C9302D"/>
    <w:rsid w:val="00C9313A"/>
    <w:rsid w:val="00C93287"/>
    <w:rsid w:val="00C93670"/>
    <w:rsid w:val="00C9385D"/>
    <w:rsid w:val="00C93B89"/>
    <w:rsid w:val="00C93CF0"/>
    <w:rsid w:val="00C93DA5"/>
    <w:rsid w:val="00C93F81"/>
    <w:rsid w:val="00C942AF"/>
    <w:rsid w:val="00C94322"/>
    <w:rsid w:val="00C9456A"/>
    <w:rsid w:val="00C94645"/>
    <w:rsid w:val="00C94A6B"/>
    <w:rsid w:val="00C94A9A"/>
    <w:rsid w:val="00C94BAB"/>
    <w:rsid w:val="00C94D4B"/>
    <w:rsid w:val="00C94D64"/>
    <w:rsid w:val="00C94E44"/>
    <w:rsid w:val="00C94F86"/>
    <w:rsid w:val="00C95018"/>
    <w:rsid w:val="00C95401"/>
    <w:rsid w:val="00C95414"/>
    <w:rsid w:val="00C954E6"/>
    <w:rsid w:val="00C95BEC"/>
    <w:rsid w:val="00C968DE"/>
    <w:rsid w:val="00C9690B"/>
    <w:rsid w:val="00C969C1"/>
    <w:rsid w:val="00C96B80"/>
    <w:rsid w:val="00C96C31"/>
    <w:rsid w:val="00C96D42"/>
    <w:rsid w:val="00C96DB8"/>
    <w:rsid w:val="00C97110"/>
    <w:rsid w:val="00C97869"/>
    <w:rsid w:val="00C979D4"/>
    <w:rsid w:val="00C97A5D"/>
    <w:rsid w:val="00C97B39"/>
    <w:rsid w:val="00C97F00"/>
    <w:rsid w:val="00C97FBE"/>
    <w:rsid w:val="00CA020D"/>
    <w:rsid w:val="00CA0645"/>
    <w:rsid w:val="00CA06A8"/>
    <w:rsid w:val="00CA07E8"/>
    <w:rsid w:val="00CA081F"/>
    <w:rsid w:val="00CA0DD9"/>
    <w:rsid w:val="00CA0E8B"/>
    <w:rsid w:val="00CA0E91"/>
    <w:rsid w:val="00CA13B2"/>
    <w:rsid w:val="00CA18AD"/>
    <w:rsid w:val="00CA19B4"/>
    <w:rsid w:val="00CA1AC7"/>
    <w:rsid w:val="00CA1BC4"/>
    <w:rsid w:val="00CA1D29"/>
    <w:rsid w:val="00CA1ED6"/>
    <w:rsid w:val="00CA1F45"/>
    <w:rsid w:val="00CA20E0"/>
    <w:rsid w:val="00CA21FE"/>
    <w:rsid w:val="00CA2221"/>
    <w:rsid w:val="00CA2672"/>
    <w:rsid w:val="00CA2800"/>
    <w:rsid w:val="00CA2AFD"/>
    <w:rsid w:val="00CA2B37"/>
    <w:rsid w:val="00CA2F7D"/>
    <w:rsid w:val="00CA3094"/>
    <w:rsid w:val="00CA32DA"/>
    <w:rsid w:val="00CA33CF"/>
    <w:rsid w:val="00CA34FA"/>
    <w:rsid w:val="00CA36DE"/>
    <w:rsid w:val="00CA37CB"/>
    <w:rsid w:val="00CA3857"/>
    <w:rsid w:val="00CA3998"/>
    <w:rsid w:val="00CA3A80"/>
    <w:rsid w:val="00CA3AC3"/>
    <w:rsid w:val="00CA3AF0"/>
    <w:rsid w:val="00CA3CA9"/>
    <w:rsid w:val="00CA3F98"/>
    <w:rsid w:val="00CA420E"/>
    <w:rsid w:val="00CA4831"/>
    <w:rsid w:val="00CA4CD5"/>
    <w:rsid w:val="00CA4FB4"/>
    <w:rsid w:val="00CA53FD"/>
    <w:rsid w:val="00CA5440"/>
    <w:rsid w:val="00CA553B"/>
    <w:rsid w:val="00CA5677"/>
    <w:rsid w:val="00CA56EB"/>
    <w:rsid w:val="00CA59A1"/>
    <w:rsid w:val="00CA5A9E"/>
    <w:rsid w:val="00CA5E10"/>
    <w:rsid w:val="00CA5E76"/>
    <w:rsid w:val="00CA5EAB"/>
    <w:rsid w:val="00CA60E9"/>
    <w:rsid w:val="00CA6127"/>
    <w:rsid w:val="00CA660F"/>
    <w:rsid w:val="00CA67ED"/>
    <w:rsid w:val="00CA67EF"/>
    <w:rsid w:val="00CA6B82"/>
    <w:rsid w:val="00CA6BE2"/>
    <w:rsid w:val="00CA6CEE"/>
    <w:rsid w:val="00CA6EEE"/>
    <w:rsid w:val="00CA71DB"/>
    <w:rsid w:val="00CA7C31"/>
    <w:rsid w:val="00CA7EBA"/>
    <w:rsid w:val="00CA7F5B"/>
    <w:rsid w:val="00CA7FB7"/>
    <w:rsid w:val="00CB02DE"/>
    <w:rsid w:val="00CB0780"/>
    <w:rsid w:val="00CB07DC"/>
    <w:rsid w:val="00CB0C51"/>
    <w:rsid w:val="00CB0CBF"/>
    <w:rsid w:val="00CB14E7"/>
    <w:rsid w:val="00CB15DE"/>
    <w:rsid w:val="00CB1821"/>
    <w:rsid w:val="00CB186A"/>
    <w:rsid w:val="00CB18C0"/>
    <w:rsid w:val="00CB191D"/>
    <w:rsid w:val="00CB1AD5"/>
    <w:rsid w:val="00CB1F96"/>
    <w:rsid w:val="00CB213E"/>
    <w:rsid w:val="00CB2728"/>
    <w:rsid w:val="00CB2B71"/>
    <w:rsid w:val="00CB2CCE"/>
    <w:rsid w:val="00CB2DCF"/>
    <w:rsid w:val="00CB2F53"/>
    <w:rsid w:val="00CB301A"/>
    <w:rsid w:val="00CB34AD"/>
    <w:rsid w:val="00CB36EC"/>
    <w:rsid w:val="00CB3B1A"/>
    <w:rsid w:val="00CB3B7D"/>
    <w:rsid w:val="00CB3C29"/>
    <w:rsid w:val="00CB3D04"/>
    <w:rsid w:val="00CB3DC5"/>
    <w:rsid w:val="00CB3E92"/>
    <w:rsid w:val="00CB42CA"/>
    <w:rsid w:val="00CB4730"/>
    <w:rsid w:val="00CB47CB"/>
    <w:rsid w:val="00CB49A8"/>
    <w:rsid w:val="00CB4AA6"/>
    <w:rsid w:val="00CB4B79"/>
    <w:rsid w:val="00CB4E74"/>
    <w:rsid w:val="00CB5025"/>
    <w:rsid w:val="00CB5040"/>
    <w:rsid w:val="00CB5106"/>
    <w:rsid w:val="00CB51A6"/>
    <w:rsid w:val="00CB5322"/>
    <w:rsid w:val="00CB5759"/>
    <w:rsid w:val="00CB5D0E"/>
    <w:rsid w:val="00CB5E98"/>
    <w:rsid w:val="00CB5FD5"/>
    <w:rsid w:val="00CB60C6"/>
    <w:rsid w:val="00CB6500"/>
    <w:rsid w:val="00CB6935"/>
    <w:rsid w:val="00CB6A42"/>
    <w:rsid w:val="00CB6AB5"/>
    <w:rsid w:val="00CB6C9E"/>
    <w:rsid w:val="00CB6D1E"/>
    <w:rsid w:val="00CB6F11"/>
    <w:rsid w:val="00CB7484"/>
    <w:rsid w:val="00CB754D"/>
    <w:rsid w:val="00CB756F"/>
    <w:rsid w:val="00CB76CC"/>
    <w:rsid w:val="00CB79F3"/>
    <w:rsid w:val="00CB7BA0"/>
    <w:rsid w:val="00CB7C71"/>
    <w:rsid w:val="00CB7EC4"/>
    <w:rsid w:val="00CC0186"/>
    <w:rsid w:val="00CC01CF"/>
    <w:rsid w:val="00CC038D"/>
    <w:rsid w:val="00CC0431"/>
    <w:rsid w:val="00CC0886"/>
    <w:rsid w:val="00CC0890"/>
    <w:rsid w:val="00CC09C2"/>
    <w:rsid w:val="00CC0B18"/>
    <w:rsid w:val="00CC0BEF"/>
    <w:rsid w:val="00CC0F83"/>
    <w:rsid w:val="00CC11AE"/>
    <w:rsid w:val="00CC11E5"/>
    <w:rsid w:val="00CC1225"/>
    <w:rsid w:val="00CC13DC"/>
    <w:rsid w:val="00CC17A3"/>
    <w:rsid w:val="00CC1874"/>
    <w:rsid w:val="00CC194A"/>
    <w:rsid w:val="00CC1A03"/>
    <w:rsid w:val="00CC1AA7"/>
    <w:rsid w:val="00CC1AAB"/>
    <w:rsid w:val="00CC1B83"/>
    <w:rsid w:val="00CC1F9C"/>
    <w:rsid w:val="00CC1FCB"/>
    <w:rsid w:val="00CC2616"/>
    <w:rsid w:val="00CC2BF6"/>
    <w:rsid w:val="00CC2C37"/>
    <w:rsid w:val="00CC2E38"/>
    <w:rsid w:val="00CC2ED4"/>
    <w:rsid w:val="00CC309F"/>
    <w:rsid w:val="00CC3171"/>
    <w:rsid w:val="00CC3258"/>
    <w:rsid w:val="00CC3355"/>
    <w:rsid w:val="00CC34AA"/>
    <w:rsid w:val="00CC3557"/>
    <w:rsid w:val="00CC38BE"/>
    <w:rsid w:val="00CC3921"/>
    <w:rsid w:val="00CC3DC0"/>
    <w:rsid w:val="00CC42C5"/>
    <w:rsid w:val="00CC463D"/>
    <w:rsid w:val="00CC46B0"/>
    <w:rsid w:val="00CC4819"/>
    <w:rsid w:val="00CC4A63"/>
    <w:rsid w:val="00CC4C06"/>
    <w:rsid w:val="00CC4EC6"/>
    <w:rsid w:val="00CC4F38"/>
    <w:rsid w:val="00CC4F9D"/>
    <w:rsid w:val="00CC560E"/>
    <w:rsid w:val="00CC56FC"/>
    <w:rsid w:val="00CC5924"/>
    <w:rsid w:val="00CC5EEA"/>
    <w:rsid w:val="00CC5FC4"/>
    <w:rsid w:val="00CC6065"/>
    <w:rsid w:val="00CC629C"/>
    <w:rsid w:val="00CC658E"/>
    <w:rsid w:val="00CC65E8"/>
    <w:rsid w:val="00CC6739"/>
    <w:rsid w:val="00CC673A"/>
    <w:rsid w:val="00CC687A"/>
    <w:rsid w:val="00CC689A"/>
    <w:rsid w:val="00CC6ACF"/>
    <w:rsid w:val="00CC6D03"/>
    <w:rsid w:val="00CC7443"/>
    <w:rsid w:val="00CC7970"/>
    <w:rsid w:val="00CC7B1C"/>
    <w:rsid w:val="00CD02D9"/>
    <w:rsid w:val="00CD045A"/>
    <w:rsid w:val="00CD04A7"/>
    <w:rsid w:val="00CD0529"/>
    <w:rsid w:val="00CD057B"/>
    <w:rsid w:val="00CD05E5"/>
    <w:rsid w:val="00CD06AD"/>
    <w:rsid w:val="00CD0A31"/>
    <w:rsid w:val="00CD0B7D"/>
    <w:rsid w:val="00CD0BFF"/>
    <w:rsid w:val="00CD0C44"/>
    <w:rsid w:val="00CD122F"/>
    <w:rsid w:val="00CD14B8"/>
    <w:rsid w:val="00CD2025"/>
    <w:rsid w:val="00CD279E"/>
    <w:rsid w:val="00CD2819"/>
    <w:rsid w:val="00CD28C1"/>
    <w:rsid w:val="00CD2A2F"/>
    <w:rsid w:val="00CD2B12"/>
    <w:rsid w:val="00CD31B1"/>
    <w:rsid w:val="00CD33C5"/>
    <w:rsid w:val="00CD35B0"/>
    <w:rsid w:val="00CD3F4E"/>
    <w:rsid w:val="00CD4047"/>
    <w:rsid w:val="00CD434B"/>
    <w:rsid w:val="00CD450F"/>
    <w:rsid w:val="00CD45E9"/>
    <w:rsid w:val="00CD4700"/>
    <w:rsid w:val="00CD5698"/>
    <w:rsid w:val="00CD5964"/>
    <w:rsid w:val="00CD5B37"/>
    <w:rsid w:val="00CD613D"/>
    <w:rsid w:val="00CD6206"/>
    <w:rsid w:val="00CD64AD"/>
    <w:rsid w:val="00CD6DE6"/>
    <w:rsid w:val="00CD6E86"/>
    <w:rsid w:val="00CD7185"/>
    <w:rsid w:val="00CD71E0"/>
    <w:rsid w:val="00CD7614"/>
    <w:rsid w:val="00CD7838"/>
    <w:rsid w:val="00CD7A1B"/>
    <w:rsid w:val="00CE033D"/>
    <w:rsid w:val="00CE07FA"/>
    <w:rsid w:val="00CE0EB7"/>
    <w:rsid w:val="00CE10C6"/>
    <w:rsid w:val="00CE1376"/>
    <w:rsid w:val="00CE15A0"/>
    <w:rsid w:val="00CE184B"/>
    <w:rsid w:val="00CE20DE"/>
    <w:rsid w:val="00CE2162"/>
    <w:rsid w:val="00CE2260"/>
    <w:rsid w:val="00CE24CA"/>
    <w:rsid w:val="00CE26EF"/>
    <w:rsid w:val="00CE28A2"/>
    <w:rsid w:val="00CE298C"/>
    <w:rsid w:val="00CE2AF3"/>
    <w:rsid w:val="00CE2EB1"/>
    <w:rsid w:val="00CE327D"/>
    <w:rsid w:val="00CE3401"/>
    <w:rsid w:val="00CE341D"/>
    <w:rsid w:val="00CE3443"/>
    <w:rsid w:val="00CE3567"/>
    <w:rsid w:val="00CE3B15"/>
    <w:rsid w:val="00CE3C9D"/>
    <w:rsid w:val="00CE3CA5"/>
    <w:rsid w:val="00CE4213"/>
    <w:rsid w:val="00CE4A2B"/>
    <w:rsid w:val="00CE4A88"/>
    <w:rsid w:val="00CE4ABD"/>
    <w:rsid w:val="00CE4B43"/>
    <w:rsid w:val="00CE4CFA"/>
    <w:rsid w:val="00CE4DD0"/>
    <w:rsid w:val="00CE5324"/>
    <w:rsid w:val="00CE55C2"/>
    <w:rsid w:val="00CE58A0"/>
    <w:rsid w:val="00CE59AF"/>
    <w:rsid w:val="00CE5C4A"/>
    <w:rsid w:val="00CE6174"/>
    <w:rsid w:val="00CE644C"/>
    <w:rsid w:val="00CE6461"/>
    <w:rsid w:val="00CE652C"/>
    <w:rsid w:val="00CE65B0"/>
    <w:rsid w:val="00CE6806"/>
    <w:rsid w:val="00CE68D4"/>
    <w:rsid w:val="00CE6978"/>
    <w:rsid w:val="00CE6B8E"/>
    <w:rsid w:val="00CE6E27"/>
    <w:rsid w:val="00CE6EF6"/>
    <w:rsid w:val="00CE6F8D"/>
    <w:rsid w:val="00CE6FF8"/>
    <w:rsid w:val="00CE7166"/>
    <w:rsid w:val="00CE7488"/>
    <w:rsid w:val="00CE774E"/>
    <w:rsid w:val="00CE7A36"/>
    <w:rsid w:val="00CE7A6D"/>
    <w:rsid w:val="00CE7AF0"/>
    <w:rsid w:val="00CE7B6A"/>
    <w:rsid w:val="00CF054C"/>
    <w:rsid w:val="00CF05B9"/>
    <w:rsid w:val="00CF071D"/>
    <w:rsid w:val="00CF071F"/>
    <w:rsid w:val="00CF0A3C"/>
    <w:rsid w:val="00CF0C3F"/>
    <w:rsid w:val="00CF0E86"/>
    <w:rsid w:val="00CF0F4D"/>
    <w:rsid w:val="00CF118A"/>
    <w:rsid w:val="00CF1291"/>
    <w:rsid w:val="00CF129A"/>
    <w:rsid w:val="00CF141A"/>
    <w:rsid w:val="00CF14AB"/>
    <w:rsid w:val="00CF14B7"/>
    <w:rsid w:val="00CF1520"/>
    <w:rsid w:val="00CF1765"/>
    <w:rsid w:val="00CF17E4"/>
    <w:rsid w:val="00CF17E8"/>
    <w:rsid w:val="00CF19AB"/>
    <w:rsid w:val="00CF1A73"/>
    <w:rsid w:val="00CF1F2A"/>
    <w:rsid w:val="00CF1F2D"/>
    <w:rsid w:val="00CF20DC"/>
    <w:rsid w:val="00CF2863"/>
    <w:rsid w:val="00CF295C"/>
    <w:rsid w:val="00CF2E9F"/>
    <w:rsid w:val="00CF3069"/>
    <w:rsid w:val="00CF34E0"/>
    <w:rsid w:val="00CF3528"/>
    <w:rsid w:val="00CF3722"/>
    <w:rsid w:val="00CF38F0"/>
    <w:rsid w:val="00CF3AD3"/>
    <w:rsid w:val="00CF3B69"/>
    <w:rsid w:val="00CF3C7D"/>
    <w:rsid w:val="00CF3D7F"/>
    <w:rsid w:val="00CF3E53"/>
    <w:rsid w:val="00CF4148"/>
    <w:rsid w:val="00CF4246"/>
    <w:rsid w:val="00CF4492"/>
    <w:rsid w:val="00CF4678"/>
    <w:rsid w:val="00CF4A36"/>
    <w:rsid w:val="00CF4BC3"/>
    <w:rsid w:val="00CF4C56"/>
    <w:rsid w:val="00CF4E4F"/>
    <w:rsid w:val="00CF51D9"/>
    <w:rsid w:val="00CF52CD"/>
    <w:rsid w:val="00CF5568"/>
    <w:rsid w:val="00CF5BEA"/>
    <w:rsid w:val="00CF6436"/>
    <w:rsid w:val="00CF6474"/>
    <w:rsid w:val="00CF67F5"/>
    <w:rsid w:val="00CF697F"/>
    <w:rsid w:val="00CF6A15"/>
    <w:rsid w:val="00CF6B23"/>
    <w:rsid w:val="00CF6F6D"/>
    <w:rsid w:val="00CF72CD"/>
    <w:rsid w:val="00CF7551"/>
    <w:rsid w:val="00CF7635"/>
    <w:rsid w:val="00CF79E0"/>
    <w:rsid w:val="00D0005E"/>
    <w:rsid w:val="00D0040C"/>
    <w:rsid w:val="00D0040E"/>
    <w:rsid w:val="00D0056E"/>
    <w:rsid w:val="00D006E6"/>
    <w:rsid w:val="00D0083C"/>
    <w:rsid w:val="00D00D6D"/>
    <w:rsid w:val="00D00F66"/>
    <w:rsid w:val="00D012CC"/>
    <w:rsid w:val="00D014A4"/>
    <w:rsid w:val="00D014EB"/>
    <w:rsid w:val="00D018F8"/>
    <w:rsid w:val="00D01B68"/>
    <w:rsid w:val="00D01C68"/>
    <w:rsid w:val="00D01D95"/>
    <w:rsid w:val="00D01D99"/>
    <w:rsid w:val="00D020A4"/>
    <w:rsid w:val="00D0228A"/>
    <w:rsid w:val="00D02778"/>
    <w:rsid w:val="00D029D4"/>
    <w:rsid w:val="00D029DC"/>
    <w:rsid w:val="00D02BCC"/>
    <w:rsid w:val="00D02E9D"/>
    <w:rsid w:val="00D03561"/>
    <w:rsid w:val="00D0369F"/>
    <w:rsid w:val="00D036DF"/>
    <w:rsid w:val="00D036F8"/>
    <w:rsid w:val="00D03C91"/>
    <w:rsid w:val="00D042F2"/>
    <w:rsid w:val="00D04404"/>
    <w:rsid w:val="00D049A1"/>
    <w:rsid w:val="00D04BA3"/>
    <w:rsid w:val="00D04DEB"/>
    <w:rsid w:val="00D04E8B"/>
    <w:rsid w:val="00D04F66"/>
    <w:rsid w:val="00D050F7"/>
    <w:rsid w:val="00D052E2"/>
    <w:rsid w:val="00D05C68"/>
    <w:rsid w:val="00D05CA9"/>
    <w:rsid w:val="00D05E20"/>
    <w:rsid w:val="00D061F8"/>
    <w:rsid w:val="00D06390"/>
    <w:rsid w:val="00D0665A"/>
    <w:rsid w:val="00D06831"/>
    <w:rsid w:val="00D069B5"/>
    <w:rsid w:val="00D06AAA"/>
    <w:rsid w:val="00D06AB2"/>
    <w:rsid w:val="00D06B3B"/>
    <w:rsid w:val="00D06B4A"/>
    <w:rsid w:val="00D06B4F"/>
    <w:rsid w:val="00D06C6C"/>
    <w:rsid w:val="00D06DAD"/>
    <w:rsid w:val="00D07523"/>
    <w:rsid w:val="00D0752C"/>
    <w:rsid w:val="00D0792A"/>
    <w:rsid w:val="00D07E08"/>
    <w:rsid w:val="00D07EE8"/>
    <w:rsid w:val="00D07F2B"/>
    <w:rsid w:val="00D100C9"/>
    <w:rsid w:val="00D1032C"/>
    <w:rsid w:val="00D1037C"/>
    <w:rsid w:val="00D10637"/>
    <w:rsid w:val="00D106A6"/>
    <w:rsid w:val="00D10840"/>
    <w:rsid w:val="00D109F7"/>
    <w:rsid w:val="00D10C2E"/>
    <w:rsid w:val="00D10C62"/>
    <w:rsid w:val="00D10D2E"/>
    <w:rsid w:val="00D11124"/>
    <w:rsid w:val="00D111BD"/>
    <w:rsid w:val="00D114E8"/>
    <w:rsid w:val="00D11842"/>
    <w:rsid w:val="00D1188D"/>
    <w:rsid w:val="00D119B9"/>
    <w:rsid w:val="00D11F60"/>
    <w:rsid w:val="00D1225A"/>
    <w:rsid w:val="00D123B3"/>
    <w:rsid w:val="00D125DA"/>
    <w:rsid w:val="00D12BDE"/>
    <w:rsid w:val="00D12D74"/>
    <w:rsid w:val="00D13071"/>
    <w:rsid w:val="00D13167"/>
    <w:rsid w:val="00D1351A"/>
    <w:rsid w:val="00D13E8C"/>
    <w:rsid w:val="00D142F3"/>
    <w:rsid w:val="00D143C1"/>
    <w:rsid w:val="00D14674"/>
    <w:rsid w:val="00D147C8"/>
    <w:rsid w:val="00D1491F"/>
    <w:rsid w:val="00D14945"/>
    <w:rsid w:val="00D14A10"/>
    <w:rsid w:val="00D14EF4"/>
    <w:rsid w:val="00D14F56"/>
    <w:rsid w:val="00D14F5A"/>
    <w:rsid w:val="00D15153"/>
    <w:rsid w:val="00D1526C"/>
    <w:rsid w:val="00D1572D"/>
    <w:rsid w:val="00D1577D"/>
    <w:rsid w:val="00D15993"/>
    <w:rsid w:val="00D15B96"/>
    <w:rsid w:val="00D16139"/>
    <w:rsid w:val="00D16189"/>
    <w:rsid w:val="00D163F2"/>
    <w:rsid w:val="00D165C6"/>
    <w:rsid w:val="00D16735"/>
    <w:rsid w:val="00D16764"/>
    <w:rsid w:val="00D16AB3"/>
    <w:rsid w:val="00D16B08"/>
    <w:rsid w:val="00D16BFB"/>
    <w:rsid w:val="00D16EF3"/>
    <w:rsid w:val="00D16FB9"/>
    <w:rsid w:val="00D171FA"/>
    <w:rsid w:val="00D172C2"/>
    <w:rsid w:val="00D17637"/>
    <w:rsid w:val="00D1781F"/>
    <w:rsid w:val="00D17A4A"/>
    <w:rsid w:val="00D17C62"/>
    <w:rsid w:val="00D17CBC"/>
    <w:rsid w:val="00D17E3E"/>
    <w:rsid w:val="00D20083"/>
    <w:rsid w:val="00D201F1"/>
    <w:rsid w:val="00D20308"/>
    <w:rsid w:val="00D203D4"/>
    <w:rsid w:val="00D20CED"/>
    <w:rsid w:val="00D20DEE"/>
    <w:rsid w:val="00D21051"/>
    <w:rsid w:val="00D21079"/>
    <w:rsid w:val="00D21394"/>
    <w:rsid w:val="00D213D7"/>
    <w:rsid w:val="00D214E8"/>
    <w:rsid w:val="00D21574"/>
    <w:rsid w:val="00D21B1C"/>
    <w:rsid w:val="00D21CA4"/>
    <w:rsid w:val="00D21D03"/>
    <w:rsid w:val="00D22012"/>
    <w:rsid w:val="00D2205A"/>
    <w:rsid w:val="00D222AA"/>
    <w:rsid w:val="00D22605"/>
    <w:rsid w:val="00D22639"/>
    <w:rsid w:val="00D226BA"/>
    <w:rsid w:val="00D226DD"/>
    <w:rsid w:val="00D22849"/>
    <w:rsid w:val="00D22954"/>
    <w:rsid w:val="00D22973"/>
    <w:rsid w:val="00D22AB8"/>
    <w:rsid w:val="00D22D8D"/>
    <w:rsid w:val="00D2303E"/>
    <w:rsid w:val="00D232D3"/>
    <w:rsid w:val="00D23424"/>
    <w:rsid w:val="00D234BA"/>
    <w:rsid w:val="00D23597"/>
    <w:rsid w:val="00D23778"/>
    <w:rsid w:val="00D238D0"/>
    <w:rsid w:val="00D23A40"/>
    <w:rsid w:val="00D23C5E"/>
    <w:rsid w:val="00D23C8C"/>
    <w:rsid w:val="00D24100"/>
    <w:rsid w:val="00D245A4"/>
    <w:rsid w:val="00D245BE"/>
    <w:rsid w:val="00D246B8"/>
    <w:rsid w:val="00D2476A"/>
    <w:rsid w:val="00D24CBF"/>
    <w:rsid w:val="00D24F20"/>
    <w:rsid w:val="00D250BA"/>
    <w:rsid w:val="00D2526F"/>
    <w:rsid w:val="00D2564B"/>
    <w:rsid w:val="00D25A1D"/>
    <w:rsid w:val="00D25ABF"/>
    <w:rsid w:val="00D2659A"/>
    <w:rsid w:val="00D269FA"/>
    <w:rsid w:val="00D26A87"/>
    <w:rsid w:val="00D26B38"/>
    <w:rsid w:val="00D26CB9"/>
    <w:rsid w:val="00D26EA6"/>
    <w:rsid w:val="00D27269"/>
    <w:rsid w:val="00D27639"/>
    <w:rsid w:val="00D27766"/>
    <w:rsid w:val="00D27874"/>
    <w:rsid w:val="00D27A75"/>
    <w:rsid w:val="00D27D8C"/>
    <w:rsid w:val="00D27D9C"/>
    <w:rsid w:val="00D3020B"/>
    <w:rsid w:val="00D30247"/>
    <w:rsid w:val="00D303AF"/>
    <w:rsid w:val="00D305F9"/>
    <w:rsid w:val="00D3087C"/>
    <w:rsid w:val="00D30BB0"/>
    <w:rsid w:val="00D31003"/>
    <w:rsid w:val="00D31756"/>
    <w:rsid w:val="00D3187C"/>
    <w:rsid w:val="00D3190E"/>
    <w:rsid w:val="00D31ABA"/>
    <w:rsid w:val="00D31B89"/>
    <w:rsid w:val="00D31C53"/>
    <w:rsid w:val="00D31D50"/>
    <w:rsid w:val="00D31D9E"/>
    <w:rsid w:val="00D32013"/>
    <w:rsid w:val="00D320AC"/>
    <w:rsid w:val="00D32447"/>
    <w:rsid w:val="00D3254D"/>
    <w:rsid w:val="00D32570"/>
    <w:rsid w:val="00D326DA"/>
    <w:rsid w:val="00D32A6C"/>
    <w:rsid w:val="00D32B86"/>
    <w:rsid w:val="00D32BB8"/>
    <w:rsid w:val="00D32CC4"/>
    <w:rsid w:val="00D32D10"/>
    <w:rsid w:val="00D33024"/>
    <w:rsid w:val="00D331FF"/>
    <w:rsid w:val="00D33514"/>
    <w:rsid w:val="00D33626"/>
    <w:rsid w:val="00D3362E"/>
    <w:rsid w:val="00D33646"/>
    <w:rsid w:val="00D33799"/>
    <w:rsid w:val="00D33F13"/>
    <w:rsid w:val="00D33F45"/>
    <w:rsid w:val="00D34022"/>
    <w:rsid w:val="00D3413B"/>
    <w:rsid w:val="00D34348"/>
    <w:rsid w:val="00D3467A"/>
    <w:rsid w:val="00D346AB"/>
    <w:rsid w:val="00D346F6"/>
    <w:rsid w:val="00D34836"/>
    <w:rsid w:val="00D34B03"/>
    <w:rsid w:val="00D34B30"/>
    <w:rsid w:val="00D34E50"/>
    <w:rsid w:val="00D35186"/>
    <w:rsid w:val="00D35433"/>
    <w:rsid w:val="00D354E7"/>
    <w:rsid w:val="00D3567B"/>
    <w:rsid w:val="00D3603E"/>
    <w:rsid w:val="00D36088"/>
    <w:rsid w:val="00D3616F"/>
    <w:rsid w:val="00D361D6"/>
    <w:rsid w:val="00D363DD"/>
    <w:rsid w:val="00D36439"/>
    <w:rsid w:val="00D36485"/>
    <w:rsid w:val="00D3661C"/>
    <w:rsid w:val="00D36627"/>
    <w:rsid w:val="00D36684"/>
    <w:rsid w:val="00D36771"/>
    <w:rsid w:val="00D369E9"/>
    <w:rsid w:val="00D36AC2"/>
    <w:rsid w:val="00D36E61"/>
    <w:rsid w:val="00D37008"/>
    <w:rsid w:val="00D379D2"/>
    <w:rsid w:val="00D37A97"/>
    <w:rsid w:val="00D37D18"/>
    <w:rsid w:val="00D37D83"/>
    <w:rsid w:val="00D37EE7"/>
    <w:rsid w:val="00D400F3"/>
    <w:rsid w:val="00D408CB"/>
    <w:rsid w:val="00D40DC1"/>
    <w:rsid w:val="00D41072"/>
    <w:rsid w:val="00D41138"/>
    <w:rsid w:val="00D41266"/>
    <w:rsid w:val="00D4157C"/>
    <w:rsid w:val="00D4162E"/>
    <w:rsid w:val="00D41854"/>
    <w:rsid w:val="00D41A34"/>
    <w:rsid w:val="00D41DB1"/>
    <w:rsid w:val="00D41FAB"/>
    <w:rsid w:val="00D42193"/>
    <w:rsid w:val="00D4292B"/>
    <w:rsid w:val="00D42931"/>
    <w:rsid w:val="00D429EF"/>
    <w:rsid w:val="00D42F42"/>
    <w:rsid w:val="00D4314B"/>
    <w:rsid w:val="00D432BE"/>
    <w:rsid w:val="00D43464"/>
    <w:rsid w:val="00D4352D"/>
    <w:rsid w:val="00D43583"/>
    <w:rsid w:val="00D43647"/>
    <w:rsid w:val="00D4384C"/>
    <w:rsid w:val="00D43FF6"/>
    <w:rsid w:val="00D4400D"/>
    <w:rsid w:val="00D4424A"/>
    <w:rsid w:val="00D44444"/>
    <w:rsid w:val="00D4456E"/>
    <w:rsid w:val="00D447A3"/>
    <w:rsid w:val="00D449BD"/>
    <w:rsid w:val="00D449C4"/>
    <w:rsid w:val="00D44CC0"/>
    <w:rsid w:val="00D44CFD"/>
    <w:rsid w:val="00D4517F"/>
    <w:rsid w:val="00D45873"/>
    <w:rsid w:val="00D45AA2"/>
    <w:rsid w:val="00D45B3B"/>
    <w:rsid w:val="00D45C4B"/>
    <w:rsid w:val="00D45DDD"/>
    <w:rsid w:val="00D45E7F"/>
    <w:rsid w:val="00D45EFB"/>
    <w:rsid w:val="00D45F45"/>
    <w:rsid w:val="00D460AC"/>
    <w:rsid w:val="00D460AE"/>
    <w:rsid w:val="00D462BD"/>
    <w:rsid w:val="00D462D4"/>
    <w:rsid w:val="00D4635E"/>
    <w:rsid w:val="00D46471"/>
    <w:rsid w:val="00D465C9"/>
    <w:rsid w:val="00D467A6"/>
    <w:rsid w:val="00D467E9"/>
    <w:rsid w:val="00D46A45"/>
    <w:rsid w:val="00D46E19"/>
    <w:rsid w:val="00D46F80"/>
    <w:rsid w:val="00D4703A"/>
    <w:rsid w:val="00D47573"/>
    <w:rsid w:val="00D47CEB"/>
    <w:rsid w:val="00D50151"/>
    <w:rsid w:val="00D501C4"/>
    <w:rsid w:val="00D506A2"/>
    <w:rsid w:val="00D50731"/>
    <w:rsid w:val="00D50790"/>
    <w:rsid w:val="00D509BC"/>
    <w:rsid w:val="00D509EB"/>
    <w:rsid w:val="00D50BD2"/>
    <w:rsid w:val="00D50C1A"/>
    <w:rsid w:val="00D50D65"/>
    <w:rsid w:val="00D50DA6"/>
    <w:rsid w:val="00D50FCA"/>
    <w:rsid w:val="00D512CE"/>
    <w:rsid w:val="00D51420"/>
    <w:rsid w:val="00D51448"/>
    <w:rsid w:val="00D515BA"/>
    <w:rsid w:val="00D5174D"/>
    <w:rsid w:val="00D51921"/>
    <w:rsid w:val="00D521BB"/>
    <w:rsid w:val="00D5223E"/>
    <w:rsid w:val="00D52469"/>
    <w:rsid w:val="00D5259A"/>
    <w:rsid w:val="00D52606"/>
    <w:rsid w:val="00D52711"/>
    <w:rsid w:val="00D5289A"/>
    <w:rsid w:val="00D529F6"/>
    <w:rsid w:val="00D52B07"/>
    <w:rsid w:val="00D52B15"/>
    <w:rsid w:val="00D52B60"/>
    <w:rsid w:val="00D52CE1"/>
    <w:rsid w:val="00D532FC"/>
    <w:rsid w:val="00D5333B"/>
    <w:rsid w:val="00D53377"/>
    <w:rsid w:val="00D533CF"/>
    <w:rsid w:val="00D536B1"/>
    <w:rsid w:val="00D53925"/>
    <w:rsid w:val="00D53D39"/>
    <w:rsid w:val="00D540C4"/>
    <w:rsid w:val="00D54291"/>
    <w:rsid w:val="00D5443B"/>
    <w:rsid w:val="00D54607"/>
    <w:rsid w:val="00D5497D"/>
    <w:rsid w:val="00D54B60"/>
    <w:rsid w:val="00D54C97"/>
    <w:rsid w:val="00D54CF7"/>
    <w:rsid w:val="00D54DF6"/>
    <w:rsid w:val="00D551BE"/>
    <w:rsid w:val="00D552C3"/>
    <w:rsid w:val="00D552DA"/>
    <w:rsid w:val="00D5590E"/>
    <w:rsid w:val="00D55946"/>
    <w:rsid w:val="00D55987"/>
    <w:rsid w:val="00D55E96"/>
    <w:rsid w:val="00D55F1C"/>
    <w:rsid w:val="00D5603A"/>
    <w:rsid w:val="00D5616F"/>
    <w:rsid w:val="00D561AA"/>
    <w:rsid w:val="00D5629E"/>
    <w:rsid w:val="00D56648"/>
    <w:rsid w:val="00D56820"/>
    <w:rsid w:val="00D5684F"/>
    <w:rsid w:val="00D568D5"/>
    <w:rsid w:val="00D56B3A"/>
    <w:rsid w:val="00D56B41"/>
    <w:rsid w:val="00D56B6E"/>
    <w:rsid w:val="00D56D3B"/>
    <w:rsid w:val="00D56D83"/>
    <w:rsid w:val="00D5756E"/>
    <w:rsid w:val="00D57644"/>
    <w:rsid w:val="00D57700"/>
    <w:rsid w:val="00D577C6"/>
    <w:rsid w:val="00D57A79"/>
    <w:rsid w:val="00D57AF6"/>
    <w:rsid w:val="00D57C78"/>
    <w:rsid w:val="00D57CB8"/>
    <w:rsid w:val="00D57F23"/>
    <w:rsid w:val="00D6004F"/>
    <w:rsid w:val="00D60109"/>
    <w:rsid w:val="00D60176"/>
    <w:rsid w:val="00D6068F"/>
    <w:rsid w:val="00D60765"/>
    <w:rsid w:val="00D608D4"/>
    <w:rsid w:val="00D60B79"/>
    <w:rsid w:val="00D60C0E"/>
    <w:rsid w:val="00D60DC0"/>
    <w:rsid w:val="00D6102C"/>
    <w:rsid w:val="00D61291"/>
    <w:rsid w:val="00D61491"/>
    <w:rsid w:val="00D614E4"/>
    <w:rsid w:val="00D617FF"/>
    <w:rsid w:val="00D61967"/>
    <w:rsid w:val="00D61A53"/>
    <w:rsid w:val="00D61C5A"/>
    <w:rsid w:val="00D61D1B"/>
    <w:rsid w:val="00D61E7C"/>
    <w:rsid w:val="00D621C6"/>
    <w:rsid w:val="00D625E7"/>
    <w:rsid w:val="00D6269E"/>
    <w:rsid w:val="00D6270E"/>
    <w:rsid w:val="00D62822"/>
    <w:rsid w:val="00D62862"/>
    <w:rsid w:val="00D62989"/>
    <w:rsid w:val="00D62B5C"/>
    <w:rsid w:val="00D62C04"/>
    <w:rsid w:val="00D63671"/>
    <w:rsid w:val="00D63A0B"/>
    <w:rsid w:val="00D63C18"/>
    <w:rsid w:val="00D63F74"/>
    <w:rsid w:val="00D640A0"/>
    <w:rsid w:val="00D640DF"/>
    <w:rsid w:val="00D64296"/>
    <w:rsid w:val="00D648FB"/>
    <w:rsid w:val="00D64B2F"/>
    <w:rsid w:val="00D64C34"/>
    <w:rsid w:val="00D64DC8"/>
    <w:rsid w:val="00D64E64"/>
    <w:rsid w:val="00D64F9D"/>
    <w:rsid w:val="00D650B6"/>
    <w:rsid w:val="00D651A7"/>
    <w:rsid w:val="00D65230"/>
    <w:rsid w:val="00D653E8"/>
    <w:rsid w:val="00D65546"/>
    <w:rsid w:val="00D65A9D"/>
    <w:rsid w:val="00D65AD0"/>
    <w:rsid w:val="00D65D1B"/>
    <w:rsid w:val="00D66097"/>
    <w:rsid w:val="00D661A6"/>
    <w:rsid w:val="00D66586"/>
    <w:rsid w:val="00D668F3"/>
    <w:rsid w:val="00D66A12"/>
    <w:rsid w:val="00D66A40"/>
    <w:rsid w:val="00D66DEB"/>
    <w:rsid w:val="00D66F2F"/>
    <w:rsid w:val="00D6736D"/>
    <w:rsid w:val="00D673E8"/>
    <w:rsid w:val="00D6768F"/>
    <w:rsid w:val="00D678D1"/>
    <w:rsid w:val="00D67A1A"/>
    <w:rsid w:val="00D67C01"/>
    <w:rsid w:val="00D67E0C"/>
    <w:rsid w:val="00D70048"/>
    <w:rsid w:val="00D7068C"/>
    <w:rsid w:val="00D706A1"/>
    <w:rsid w:val="00D70789"/>
    <w:rsid w:val="00D708F9"/>
    <w:rsid w:val="00D709E3"/>
    <w:rsid w:val="00D70CAE"/>
    <w:rsid w:val="00D70D07"/>
    <w:rsid w:val="00D712AC"/>
    <w:rsid w:val="00D71375"/>
    <w:rsid w:val="00D71408"/>
    <w:rsid w:val="00D71549"/>
    <w:rsid w:val="00D716A7"/>
    <w:rsid w:val="00D7176B"/>
    <w:rsid w:val="00D71892"/>
    <w:rsid w:val="00D7225D"/>
    <w:rsid w:val="00D722FF"/>
    <w:rsid w:val="00D7232B"/>
    <w:rsid w:val="00D724A3"/>
    <w:rsid w:val="00D725FD"/>
    <w:rsid w:val="00D73121"/>
    <w:rsid w:val="00D73157"/>
    <w:rsid w:val="00D731B7"/>
    <w:rsid w:val="00D7339C"/>
    <w:rsid w:val="00D73451"/>
    <w:rsid w:val="00D7350B"/>
    <w:rsid w:val="00D73A01"/>
    <w:rsid w:val="00D74021"/>
    <w:rsid w:val="00D741DD"/>
    <w:rsid w:val="00D74212"/>
    <w:rsid w:val="00D74403"/>
    <w:rsid w:val="00D7445F"/>
    <w:rsid w:val="00D749F9"/>
    <w:rsid w:val="00D74AAA"/>
    <w:rsid w:val="00D74B40"/>
    <w:rsid w:val="00D74EB7"/>
    <w:rsid w:val="00D74F84"/>
    <w:rsid w:val="00D7521A"/>
    <w:rsid w:val="00D7529F"/>
    <w:rsid w:val="00D75399"/>
    <w:rsid w:val="00D754BC"/>
    <w:rsid w:val="00D7555F"/>
    <w:rsid w:val="00D759DC"/>
    <w:rsid w:val="00D75AFC"/>
    <w:rsid w:val="00D75E2F"/>
    <w:rsid w:val="00D75FFF"/>
    <w:rsid w:val="00D7629E"/>
    <w:rsid w:val="00D764EA"/>
    <w:rsid w:val="00D7669C"/>
    <w:rsid w:val="00D766B7"/>
    <w:rsid w:val="00D76A77"/>
    <w:rsid w:val="00D76ADC"/>
    <w:rsid w:val="00D76C9B"/>
    <w:rsid w:val="00D76DF3"/>
    <w:rsid w:val="00D7729D"/>
    <w:rsid w:val="00D773D4"/>
    <w:rsid w:val="00D779F0"/>
    <w:rsid w:val="00D77AAD"/>
    <w:rsid w:val="00D77C35"/>
    <w:rsid w:val="00D77C63"/>
    <w:rsid w:val="00D77DDF"/>
    <w:rsid w:val="00D77F4C"/>
    <w:rsid w:val="00D80239"/>
    <w:rsid w:val="00D80563"/>
    <w:rsid w:val="00D807CF"/>
    <w:rsid w:val="00D80E94"/>
    <w:rsid w:val="00D81126"/>
    <w:rsid w:val="00D8116C"/>
    <w:rsid w:val="00D81234"/>
    <w:rsid w:val="00D813EC"/>
    <w:rsid w:val="00D81483"/>
    <w:rsid w:val="00D814C0"/>
    <w:rsid w:val="00D814C8"/>
    <w:rsid w:val="00D81583"/>
    <w:rsid w:val="00D8159E"/>
    <w:rsid w:val="00D81B78"/>
    <w:rsid w:val="00D81D60"/>
    <w:rsid w:val="00D81F47"/>
    <w:rsid w:val="00D81F84"/>
    <w:rsid w:val="00D82049"/>
    <w:rsid w:val="00D82067"/>
    <w:rsid w:val="00D820F6"/>
    <w:rsid w:val="00D821F9"/>
    <w:rsid w:val="00D8231C"/>
    <w:rsid w:val="00D8251D"/>
    <w:rsid w:val="00D82612"/>
    <w:rsid w:val="00D82C7D"/>
    <w:rsid w:val="00D82DC1"/>
    <w:rsid w:val="00D82DF4"/>
    <w:rsid w:val="00D832AF"/>
    <w:rsid w:val="00D834C5"/>
    <w:rsid w:val="00D835EC"/>
    <w:rsid w:val="00D837F4"/>
    <w:rsid w:val="00D83DBA"/>
    <w:rsid w:val="00D83E09"/>
    <w:rsid w:val="00D83FF5"/>
    <w:rsid w:val="00D84343"/>
    <w:rsid w:val="00D843EF"/>
    <w:rsid w:val="00D844C0"/>
    <w:rsid w:val="00D8450C"/>
    <w:rsid w:val="00D845E6"/>
    <w:rsid w:val="00D84768"/>
    <w:rsid w:val="00D84780"/>
    <w:rsid w:val="00D849C7"/>
    <w:rsid w:val="00D84E5E"/>
    <w:rsid w:val="00D84F16"/>
    <w:rsid w:val="00D850E7"/>
    <w:rsid w:val="00D8572F"/>
    <w:rsid w:val="00D8593C"/>
    <w:rsid w:val="00D85973"/>
    <w:rsid w:val="00D8597D"/>
    <w:rsid w:val="00D85CA4"/>
    <w:rsid w:val="00D85D22"/>
    <w:rsid w:val="00D85F41"/>
    <w:rsid w:val="00D860FD"/>
    <w:rsid w:val="00D861DF"/>
    <w:rsid w:val="00D861F3"/>
    <w:rsid w:val="00D865FA"/>
    <w:rsid w:val="00D86639"/>
    <w:rsid w:val="00D8665C"/>
    <w:rsid w:val="00D8668C"/>
    <w:rsid w:val="00D866BC"/>
    <w:rsid w:val="00D8692B"/>
    <w:rsid w:val="00D86A09"/>
    <w:rsid w:val="00D86A84"/>
    <w:rsid w:val="00D86CF1"/>
    <w:rsid w:val="00D86E66"/>
    <w:rsid w:val="00D8742D"/>
    <w:rsid w:val="00D8762C"/>
    <w:rsid w:val="00D8773C"/>
    <w:rsid w:val="00D87916"/>
    <w:rsid w:val="00D87BC1"/>
    <w:rsid w:val="00D87C3D"/>
    <w:rsid w:val="00D87DFA"/>
    <w:rsid w:val="00D90055"/>
    <w:rsid w:val="00D90350"/>
    <w:rsid w:val="00D90398"/>
    <w:rsid w:val="00D90823"/>
    <w:rsid w:val="00D90B11"/>
    <w:rsid w:val="00D91241"/>
    <w:rsid w:val="00D91462"/>
    <w:rsid w:val="00D917EB"/>
    <w:rsid w:val="00D918CF"/>
    <w:rsid w:val="00D91986"/>
    <w:rsid w:val="00D91B6C"/>
    <w:rsid w:val="00D920E9"/>
    <w:rsid w:val="00D921BF"/>
    <w:rsid w:val="00D9256B"/>
    <w:rsid w:val="00D929B8"/>
    <w:rsid w:val="00D92A1B"/>
    <w:rsid w:val="00D92DA8"/>
    <w:rsid w:val="00D92E69"/>
    <w:rsid w:val="00D92F2F"/>
    <w:rsid w:val="00D92F7B"/>
    <w:rsid w:val="00D93034"/>
    <w:rsid w:val="00D9312F"/>
    <w:rsid w:val="00D9320B"/>
    <w:rsid w:val="00D932E1"/>
    <w:rsid w:val="00D93567"/>
    <w:rsid w:val="00D93A0E"/>
    <w:rsid w:val="00D93AFF"/>
    <w:rsid w:val="00D93BCE"/>
    <w:rsid w:val="00D93D3C"/>
    <w:rsid w:val="00D945B6"/>
    <w:rsid w:val="00D9471E"/>
    <w:rsid w:val="00D94756"/>
    <w:rsid w:val="00D947A6"/>
    <w:rsid w:val="00D949B0"/>
    <w:rsid w:val="00D949B8"/>
    <w:rsid w:val="00D94B56"/>
    <w:rsid w:val="00D94DAC"/>
    <w:rsid w:val="00D94EA1"/>
    <w:rsid w:val="00D94FCC"/>
    <w:rsid w:val="00D95005"/>
    <w:rsid w:val="00D950DE"/>
    <w:rsid w:val="00D95103"/>
    <w:rsid w:val="00D95866"/>
    <w:rsid w:val="00D95AAA"/>
    <w:rsid w:val="00D95AF8"/>
    <w:rsid w:val="00D95CDB"/>
    <w:rsid w:val="00D95E16"/>
    <w:rsid w:val="00D95EA0"/>
    <w:rsid w:val="00D962A2"/>
    <w:rsid w:val="00D96644"/>
    <w:rsid w:val="00D966C2"/>
    <w:rsid w:val="00D96888"/>
    <w:rsid w:val="00D96916"/>
    <w:rsid w:val="00D969BB"/>
    <w:rsid w:val="00D969E4"/>
    <w:rsid w:val="00D96EDA"/>
    <w:rsid w:val="00D970DF"/>
    <w:rsid w:val="00D972AA"/>
    <w:rsid w:val="00D97356"/>
    <w:rsid w:val="00D9761D"/>
    <w:rsid w:val="00D976F6"/>
    <w:rsid w:val="00D9787D"/>
    <w:rsid w:val="00D97A69"/>
    <w:rsid w:val="00D97C13"/>
    <w:rsid w:val="00D97C59"/>
    <w:rsid w:val="00D97E43"/>
    <w:rsid w:val="00DA0716"/>
    <w:rsid w:val="00DA0DCF"/>
    <w:rsid w:val="00DA0F31"/>
    <w:rsid w:val="00DA139B"/>
    <w:rsid w:val="00DA14F7"/>
    <w:rsid w:val="00DA16EA"/>
    <w:rsid w:val="00DA1D42"/>
    <w:rsid w:val="00DA1D5C"/>
    <w:rsid w:val="00DA1DBE"/>
    <w:rsid w:val="00DA214E"/>
    <w:rsid w:val="00DA25B2"/>
    <w:rsid w:val="00DA266A"/>
    <w:rsid w:val="00DA26AD"/>
    <w:rsid w:val="00DA2957"/>
    <w:rsid w:val="00DA29E8"/>
    <w:rsid w:val="00DA2ACD"/>
    <w:rsid w:val="00DA2D50"/>
    <w:rsid w:val="00DA2EBF"/>
    <w:rsid w:val="00DA33B5"/>
    <w:rsid w:val="00DA340E"/>
    <w:rsid w:val="00DA342C"/>
    <w:rsid w:val="00DA352B"/>
    <w:rsid w:val="00DA372C"/>
    <w:rsid w:val="00DA4482"/>
    <w:rsid w:val="00DA4C2A"/>
    <w:rsid w:val="00DA4D1B"/>
    <w:rsid w:val="00DA4F27"/>
    <w:rsid w:val="00DA4F4B"/>
    <w:rsid w:val="00DA4FB2"/>
    <w:rsid w:val="00DA5078"/>
    <w:rsid w:val="00DA50C7"/>
    <w:rsid w:val="00DA5893"/>
    <w:rsid w:val="00DA5931"/>
    <w:rsid w:val="00DA5F2D"/>
    <w:rsid w:val="00DA62F7"/>
    <w:rsid w:val="00DA63DC"/>
    <w:rsid w:val="00DA67E4"/>
    <w:rsid w:val="00DA6903"/>
    <w:rsid w:val="00DA6A25"/>
    <w:rsid w:val="00DA6A8D"/>
    <w:rsid w:val="00DA6C1E"/>
    <w:rsid w:val="00DA6C3D"/>
    <w:rsid w:val="00DA6D78"/>
    <w:rsid w:val="00DA6E28"/>
    <w:rsid w:val="00DA74A2"/>
    <w:rsid w:val="00DA76DF"/>
    <w:rsid w:val="00DA7776"/>
    <w:rsid w:val="00DA781C"/>
    <w:rsid w:val="00DA796F"/>
    <w:rsid w:val="00DA7A72"/>
    <w:rsid w:val="00DA7C0E"/>
    <w:rsid w:val="00DB02A8"/>
    <w:rsid w:val="00DB0400"/>
    <w:rsid w:val="00DB07A7"/>
    <w:rsid w:val="00DB0A1F"/>
    <w:rsid w:val="00DB0AA5"/>
    <w:rsid w:val="00DB0ABE"/>
    <w:rsid w:val="00DB0ADB"/>
    <w:rsid w:val="00DB0B88"/>
    <w:rsid w:val="00DB0C4A"/>
    <w:rsid w:val="00DB0D2D"/>
    <w:rsid w:val="00DB0D3D"/>
    <w:rsid w:val="00DB0E9F"/>
    <w:rsid w:val="00DB0EA3"/>
    <w:rsid w:val="00DB1195"/>
    <w:rsid w:val="00DB1378"/>
    <w:rsid w:val="00DB170E"/>
    <w:rsid w:val="00DB19E8"/>
    <w:rsid w:val="00DB1F56"/>
    <w:rsid w:val="00DB202E"/>
    <w:rsid w:val="00DB2059"/>
    <w:rsid w:val="00DB2137"/>
    <w:rsid w:val="00DB23E6"/>
    <w:rsid w:val="00DB242D"/>
    <w:rsid w:val="00DB24FD"/>
    <w:rsid w:val="00DB26B0"/>
    <w:rsid w:val="00DB28F4"/>
    <w:rsid w:val="00DB2C38"/>
    <w:rsid w:val="00DB2DB7"/>
    <w:rsid w:val="00DB3719"/>
    <w:rsid w:val="00DB3901"/>
    <w:rsid w:val="00DB3916"/>
    <w:rsid w:val="00DB3B45"/>
    <w:rsid w:val="00DB3F39"/>
    <w:rsid w:val="00DB462E"/>
    <w:rsid w:val="00DB4673"/>
    <w:rsid w:val="00DB487C"/>
    <w:rsid w:val="00DB49DA"/>
    <w:rsid w:val="00DB4F1E"/>
    <w:rsid w:val="00DB5A1E"/>
    <w:rsid w:val="00DB6335"/>
    <w:rsid w:val="00DB63CE"/>
    <w:rsid w:val="00DB6B2A"/>
    <w:rsid w:val="00DB7005"/>
    <w:rsid w:val="00DB7165"/>
    <w:rsid w:val="00DB7429"/>
    <w:rsid w:val="00DB7661"/>
    <w:rsid w:val="00DB766B"/>
    <w:rsid w:val="00DB77DC"/>
    <w:rsid w:val="00DB7881"/>
    <w:rsid w:val="00DB7B18"/>
    <w:rsid w:val="00DB7D33"/>
    <w:rsid w:val="00DB7D5D"/>
    <w:rsid w:val="00DC037C"/>
    <w:rsid w:val="00DC039D"/>
    <w:rsid w:val="00DC05FF"/>
    <w:rsid w:val="00DC0667"/>
    <w:rsid w:val="00DC08F3"/>
    <w:rsid w:val="00DC09D1"/>
    <w:rsid w:val="00DC0A75"/>
    <w:rsid w:val="00DC0BE4"/>
    <w:rsid w:val="00DC0C58"/>
    <w:rsid w:val="00DC0C94"/>
    <w:rsid w:val="00DC0D0F"/>
    <w:rsid w:val="00DC1041"/>
    <w:rsid w:val="00DC12FF"/>
    <w:rsid w:val="00DC1548"/>
    <w:rsid w:val="00DC1820"/>
    <w:rsid w:val="00DC1894"/>
    <w:rsid w:val="00DC1939"/>
    <w:rsid w:val="00DC1B5C"/>
    <w:rsid w:val="00DC20E3"/>
    <w:rsid w:val="00DC270A"/>
    <w:rsid w:val="00DC2788"/>
    <w:rsid w:val="00DC2AD8"/>
    <w:rsid w:val="00DC2BEB"/>
    <w:rsid w:val="00DC2DD4"/>
    <w:rsid w:val="00DC2F97"/>
    <w:rsid w:val="00DC31D4"/>
    <w:rsid w:val="00DC354C"/>
    <w:rsid w:val="00DC3594"/>
    <w:rsid w:val="00DC3B4C"/>
    <w:rsid w:val="00DC3C3C"/>
    <w:rsid w:val="00DC3DC0"/>
    <w:rsid w:val="00DC4051"/>
    <w:rsid w:val="00DC4102"/>
    <w:rsid w:val="00DC4505"/>
    <w:rsid w:val="00DC46AC"/>
    <w:rsid w:val="00DC46CA"/>
    <w:rsid w:val="00DC4960"/>
    <w:rsid w:val="00DC4D48"/>
    <w:rsid w:val="00DC4E32"/>
    <w:rsid w:val="00DC4FB2"/>
    <w:rsid w:val="00DC4FDF"/>
    <w:rsid w:val="00DC5693"/>
    <w:rsid w:val="00DC5E8E"/>
    <w:rsid w:val="00DC61A1"/>
    <w:rsid w:val="00DC66B2"/>
    <w:rsid w:val="00DC688A"/>
    <w:rsid w:val="00DC6967"/>
    <w:rsid w:val="00DC6A3C"/>
    <w:rsid w:val="00DC6F6B"/>
    <w:rsid w:val="00DC7011"/>
    <w:rsid w:val="00DC7131"/>
    <w:rsid w:val="00DC7196"/>
    <w:rsid w:val="00DC73BC"/>
    <w:rsid w:val="00DC7740"/>
    <w:rsid w:val="00DC7802"/>
    <w:rsid w:val="00DC7B27"/>
    <w:rsid w:val="00DC7B86"/>
    <w:rsid w:val="00DC7CF0"/>
    <w:rsid w:val="00DD003C"/>
    <w:rsid w:val="00DD0375"/>
    <w:rsid w:val="00DD06D0"/>
    <w:rsid w:val="00DD0BDA"/>
    <w:rsid w:val="00DD0D78"/>
    <w:rsid w:val="00DD0F24"/>
    <w:rsid w:val="00DD13A1"/>
    <w:rsid w:val="00DD1488"/>
    <w:rsid w:val="00DD1787"/>
    <w:rsid w:val="00DD2257"/>
    <w:rsid w:val="00DD229F"/>
    <w:rsid w:val="00DD2AE9"/>
    <w:rsid w:val="00DD2B28"/>
    <w:rsid w:val="00DD2B8E"/>
    <w:rsid w:val="00DD2C19"/>
    <w:rsid w:val="00DD2CCF"/>
    <w:rsid w:val="00DD2FD7"/>
    <w:rsid w:val="00DD37D2"/>
    <w:rsid w:val="00DD37D5"/>
    <w:rsid w:val="00DD3EC4"/>
    <w:rsid w:val="00DD409A"/>
    <w:rsid w:val="00DD40D1"/>
    <w:rsid w:val="00DD4210"/>
    <w:rsid w:val="00DD4686"/>
    <w:rsid w:val="00DD4C53"/>
    <w:rsid w:val="00DD4D79"/>
    <w:rsid w:val="00DD4E20"/>
    <w:rsid w:val="00DD4EC2"/>
    <w:rsid w:val="00DD5408"/>
    <w:rsid w:val="00DD5591"/>
    <w:rsid w:val="00DD5597"/>
    <w:rsid w:val="00DD57D6"/>
    <w:rsid w:val="00DD5976"/>
    <w:rsid w:val="00DD5989"/>
    <w:rsid w:val="00DD5CE1"/>
    <w:rsid w:val="00DD5D65"/>
    <w:rsid w:val="00DD6167"/>
    <w:rsid w:val="00DD6358"/>
    <w:rsid w:val="00DD6491"/>
    <w:rsid w:val="00DD6749"/>
    <w:rsid w:val="00DD68EC"/>
    <w:rsid w:val="00DD6A4D"/>
    <w:rsid w:val="00DD6E24"/>
    <w:rsid w:val="00DD6F72"/>
    <w:rsid w:val="00DD6FEC"/>
    <w:rsid w:val="00DD7078"/>
    <w:rsid w:val="00DD72A1"/>
    <w:rsid w:val="00DD737B"/>
    <w:rsid w:val="00DD73A4"/>
    <w:rsid w:val="00DD7443"/>
    <w:rsid w:val="00DD7581"/>
    <w:rsid w:val="00DD75E6"/>
    <w:rsid w:val="00DD7E1B"/>
    <w:rsid w:val="00DE01B7"/>
    <w:rsid w:val="00DE0353"/>
    <w:rsid w:val="00DE0358"/>
    <w:rsid w:val="00DE057D"/>
    <w:rsid w:val="00DE06F8"/>
    <w:rsid w:val="00DE07C7"/>
    <w:rsid w:val="00DE0E76"/>
    <w:rsid w:val="00DE140B"/>
    <w:rsid w:val="00DE150D"/>
    <w:rsid w:val="00DE1693"/>
    <w:rsid w:val="00DE1AB6"/>
    <w:rsid w:val="00DE1B23"/>
    <w:rsid w:val="00DE1ED2"/>
    <w:rsid w:val="00DE1FDE"/>
    <w:rsid w:val="00DE1FF8"/>
    <w:rsid w:val="00DE21C2"/>
    <w:rsid w:val="00DE2313"/>
    <w:rsid w:val="00DE24BB"/>
    <w:rsid w:val="00DE27CC"/>
    <w:rsid w:val="00DE2B1D"/>
    <w:rsid w:val="00DE2C83"/>
    <w:rsid w:val="00DE2DAE"/>
    <w:rsid w:val="00DE2E70"/>
    <w:rsid w:val="00DE3378"/>
    <w:rsid w:val="00DE33B8"/>
    <w:rsid w:val="00DE363A"/>
    <w:rsid w:val="00DE37B9"/>
    <w:rsid w:val="00DE388B"/>
    <w:rsid w:val="00DE38AD"/>
    <w:rsid w:val="00DE3948"/>
    <w:rsid w:val="00DE3A59"/>
    <w:rsid w:val="00DE3B3C"/>
    <w:rsid w:val="00DE3E53"/>
    <w:rsid w:val="00DE3F55"/>
    <w:rsid w:val="00DE4463"/>
    <w:rsid w:val="00DE44B5"/>
    <w:rsid w:val="00DE455A"/>
    <w:rsid w:val="00DE46BE"/>
    <w:rsid w:val="00DE472E"/>
    <w:rsid w:val="00DE48AD"/>
    <w:rsid w:val="00DE4A47"/>
    <w:rsid w:val="00DE5244"/>
    <w:rsid w:val="00DE552C"/>
    <w:rsid w:val="00DE58AF"/>
    <w:rsid w:val="00DE5B07"/>
    <w:rsid w:val="00DE5D00"/>
    <w:rsid w:val="00DE5D8D"/>
    <w:rsid w:val="00DE5DAF"/>
    <w:rsid w:val="00DE5DD6"/>
    <w:rsid w:val="00DE628C"/>
    <w:rsid w:val="00DE630B"/>
    <w:rsid w:val="00DE6433"/>
    <w:rsid w:val="00DE6657"/>
    <w:rsid w:val="00DE6FB1"/>
    <w:rsid w:val="00DE7282"/>
    <w:rsid w:val="00DE73E3"/>
    <w:rsid w:val="00DE7621"/>
    <w:rsid w:val="00DE7A4F"/>
    <w:rsid w:val="00DE7C2E"/>
    <w:rsid w:val="00DF003F"/>
    <w:rsid w:val="00DF0254"/>
    <w:rsid w:val="00DF0516"/>
    <w:rsid w:val="00DF0554"/>
    <w:rsid w:val="00DF061A"/>
    <w:rsid w:val="00DF0882"/>
    <w:rsid w:val="00DF0936"/>
    <w:rsid w:val="00DF0BCA"/>
    <w:rsid w:val="00DF11BA"/>
    <w:rsid w:val="00DF1732"/>
    <w:rsid w:val="00DF19C4"/>
    <w:rsid w:val="00DF19EB"/>
    <w:rsid w:val="00DF1B00"/>
    <w:rsid w:val="00DF1CBE"/>
    <w:rsid w:val="00DF1D34"/>
    <w:rsid w:val="00DF1E13"/>
    <w:rsid w:val="00DF1E90"/>
    <w:rsid w:val="00DF1FF7"/>
    <w:rsid w:val="00DF203C"/>
    <w:rsid w:val="00DF2195"/>
    <w:rsid w:val="00DF23C7"/>
    <w:rsid w:val="00DF23D8"/>
    <w:rsid w:val="00DF2480"/>
    <w:rsid w:val="00DF26D7"/>
    <w:rsid w:val="00DF2775"/>
    <w:rsid w:val="00DF294D"/>
    <w:rsid w:val="00DF2A07"/>
    <w:rsid w:val="00DF2C3D"/>
    <w:rsid w:val="00DF315B"/>
    <w:rsid w:val="00DF3193"/>
    <w:rsid w:val="00DF3443"/>
    <w:rsid w:val="00DF34D8"/>
    <w:rsid w:val="00DF368A"/>
    <w:rsid w:val="00DF3A25"/>
    <w:rsid w:val="00DF3FCD"/>
    <w:rsid w:val="00DF402A"/>
    <w:rsid w:val="00DF4261"/>
    <w:rsid w:val="00DF4558"/>
    <w:rsid w:val="00DF480D"/>
    <w:rsid w:val="00DF4B8F"/>
    <w:rsid w:val="00DF4E30"/>
    <w:rsid w:val="00DF4E48"/>
    <w:rsid w:val="00DF51E9"/>
    <w:rsid w:val="00DF539E"/>
    <w:rsid w:val="00DF53A2"/>
    <w:rsid w:val="00DF5493"/>
    <w:rsid w:val="00DF5630"/>
    <w:rsid w:val="00DF5651"/>
    <w:rsid w:val="00DF5776"/>
    <w:rsid w:val="00DF5A1A"/>
    <w:rsid w:val="00DF5A3F"/>
    <w:rsid w:val="00DF5D69"/>
    <w:rsid w:val="00DF5D7E"/>
    <w:rsid w:val="00DF5ED7"/>
    <w:rsid w:val="00DF644F"/>
    <w:rsid w:val="00DF6CD2"/>
    <w:rsid w:val="00DF6EF9"/>
    <w:rsid w:val="00DF701B"/>
    <w:rsid w:val="00DF708D"/>
    <w:rsid w:val="00DF712A"/>
    <w:rsid w:val="00DF7245"/>
    <w:rsid w:val="00DF7289"/>
    <w:rsid w:val="00DF73C6"/>
    <w:rsid w:val="00DF7546"/>
    <w:rsid w:val="00DF7988"/>
    <w:rsid w:val="00DF7EDA"/>
    <w:rsid w:val="00E00307"/>
    <w:rsid w:val="00E0031C"/>
    <w:rsid w:val="00E00817"/>
    <w:rsid w:val="00E0097F"/>
    <w:rsid w:val="00E00AE4"/>
    <w:rsid w:val="00E00EBD"/>
    <w:rsid w:val="00E0105E"/>
    <w:rsid w:val="00E01179"/>
    <w:rsid w:val="00E01543"/>
    <w:rsid w:val="00E018AB"/>
    <w:rsid w:val="00E01E25"/>
    <w:rsid w:val="00E01E74"/>
    <w:rsid w:val="00E0201E"/>
    <w:rsid w:val="00E021C3"/>
    <w:rsid w:val="00E02368"/>
    <w:rsid w:val="00E024E8"/>
    <w:rsid w:val="00E02617"/>
    <w:rsid w:val="00E02736"/>
    <w:rsid w:val="00E027D8"/>
    <w:rsid w:val="00E028A3"/>
    <w:rsid w:val="00E02A06"/>
    <w:rsid w:val="00E02A5E"/>
    <w:rsid w:val="00E02E53"/>
    <w:rsid w:val="00E02E7F"/>
    <w:rsid w:val="00E02F0E"/>
    <w:rsid w:val="00E02F76"/>
    <w:rsid w:val="00E0336C"/>
    <w:rsid w:val="00E034F3"/>
    <w:rsid w:val="00E035E8"/>
    <w:rsid w:val="00E038F7"/>
    <w:rsid w:val="00E03BE5"/>
    <w:rsid w:val="00E03BF3"/>
    <w:rsid w:val="00E03E4E"/>
    <w:rsid w:val="00E03E97"/>
    <w:rsid w:val="00E040CE"/>
    <w:rsid w:val="00E04916"/>
    <w:rsid w:val="00E04E3D"/>
    <w:rsid w:val="00E04E76"/>
    <w:rsid w:val="00E0501C"/>
    <w:rsid w:val="00E051F1"/>
    <w:rsid w:val="00E052A3"/>
    <w:rsid w:val="00E0556B"/>
    <w:rsid w:val="00E055A8"/>
    <w:rsid w:val="00E05634"/>
    <w:rsid w:val="00E057C1"/>
    <w:rsid w:val="00E057E7"/>
    <w:rsid w:val="00E058B1"/>
    <w:rsid w:val="00E05904"/>
    <w:rsid w:val="00E059EA"/>
    <w:rsid w:val="00E05A22"/>
    <w:rsid w:val="00E05EB2"/>
    <w:rsid w:val="00E0601F"/>
    <w:rsid w:val="00E06186"/>
    <w:rsid w:val="00E06212"/>
    <w:rsid w:val="00E06257"/>
    <w:rsid w:val="00E06352"/>
    <w:rsid w:val="00E063E7"/>
    <w:rsid w:val="00E0647E"/>
    <w:rsid w:val="00E0653B"/>
    <w:rsid w:val="00E06740"/>
    <w:rsid w:val="00E069CF"/>
    <w:rsid w:val="00E06BD1"/>
    <w:rsid w:val="00E06DDB"/>
    <w:rsid w:val="00E06E29"/>
    <w:rsid w:val="00E06F22"/>
    <w:rsid w:val="00E0709F"/>
    <w:rsid w:val="00E078C7"/>
    <w:rsid w:val="00E078E8"/>
    <w:rsid w:val="00E079B5"/>
    <w:rsid w:val="00E07AAF"/>
    <w:rsid w:val="00E07CA8"/>
    <w:rsid w:val="00E100A6"/>
    <w:rsid w:val="00E102DD"/>
    <w:rsid w:val="00E103B8"/>
    <w:rsid w:val="00E10502"/>
    <w:rsid w:val="00E10684"/>
    <w:rsid w:val="00E108E5"/>
    <w:rsid w:val="00E109EE"/>
    <w:rsid w:val="00E10C1B"/>
    <w:rsid w:val="00E10D7B"/>
    <w:rsid w:val="00E113F7"/>
    <w:rsid w:val="00E116F4"/>
    <w:rsid w:val="00E117F3"/>
    <w:rsid w:val="00E1185E"/>
    <w:rsid w:val="00E11A87"/>
    <w:rsid w:val="00E11E99"/>
    <w:rsid w:val="00E12275"/>
    <w:rsid w:val="00E1242C"/>
    <w:rsid w:val="00E128E2"/>
    <w:rsid w:val="00E12B2F"/>
    <w:rsid w:val="00E12BC6"/>
    <w:rsid w:val="00E12FD2"/>
    <w:rsid w:val="00E12FEF"/>
    <w:rsid w:val="00E1310C"/>
    <w:rsid w:val="00E13407"/>
    <w:rsid w:val="00E1361C"/>
    <w:rsid w:val="00E13854"/>
    <w:rsid w:val="00E13AC7"/>
    <w:rsid w:val="00E13D18"/>
    <w:rsid w:val="00E14178"/>
    <w:rsid w:val="00E143CB"/>
    <w:rsid w:val="00E14C98"/>
    <w:rsid w:val="00E14D63"/>
    <w:rsid w:val="00E14E1B"/>
    <w:rsid w:val="00E14E4B"/>
    <w:rsid w:val="00E1534F"/>
    <w:rsid w:val="00E154DC"/>
    <w:rsid w:val="00E154FE"/>
    <w:rsid w:val="00E15651"/>
    <w:rsid w:val="00E157A6"/>
    <w:rsid w:val="00E1599F"/>
    <w:rsid w:val="00E15C19"/>
    <w:rsid w:val="00E15D1D"/>
    <w:rsid w:val="00E15FB2"/>
    <w:rsid w:val="00E16062"/>
    <w:rsid w:val="00E16214"/>
    <w:rsid w:val="00E1622B"/>
    <w:rsid w:val="00E16449"/>
    <w:rsid w:val="00E16825"/>
    <w:rsid w:val="00E16834"/>
    <w:rsid w:val="00E169F7"/>
    <w:rsid w:val="00E16A0F"/>
    <w:rsid w:val="00E16ABF"/>
    <w:rsid w:val="00E16B8F"/>
    <w:rsid w:val="00E16E19"/>
    <w:rsid w:val="00E17254"/>
    <w:rsid w:val="00E1733D"/>
    <w:rsid w:val="00E17358"/>
    <w:rsid w:val="00E174DD"/>
    <w:rsid w:val="00E1757D"/>
    <w:rsid w:val="00E176CC"/>
    <w:rsid w:val="00E179A4"/>
    <w:rsid w:val="00E17A07"/>
    <w:rsid w:val="00E17B38"/>
    <w:rsid w:val="00E204BE"/>
    <w:rsid w:val="00E20785"/>
    <w:rsid w:val="00E207AC"/>
    <w:rsid w:val="00E2097F"/>
    <w:rsid w:val="00E209B6"/>
    <w:rsid w:val="00E20C2D"/>
    <w:rsid w:val="00E20DF4"/>
    <w:rsid w:val="00E20EA2"/>
    <w:rsid w:val="00E20F1D"/>
    <w:rsid w:val="00E20FD9"/>
    <w:rsid w:val="00E21110"/>
    <w:rsid w:val="00E2113B"/>
    <w:rsid w:val="00E21276"/>
    <w:rsid w:val="00E213EC"/>
    <w:rsid w:val="00E21450"/>
    <w:rsid w:val="00E21489"/>
    <w:rsid w:val="00E21629"/>
    <w:rsid w:val="00E21862"/>
    <w:rsid w:val="00E21AD7"/>
    <w:rsid w:val="00E21D66"/>
    <w:rsid w:val="00E21F33"/>
    <w:rsid w:val="00E221C3"/>
    <w:rsid w:val="00E2237D"/>
    <w:rsid w:val="00E22885"/>
    <w:rsid w:val="00E228A1"/>
    <w:rsid w:val="00E2366C"/>
    <w:rsid w:val="00E236D6"/>
    <w:rsid w:val="00E23936"/>
    <w:rsid w:val="00E23AD1"/>
    <w:rsid w:val="00E23DCE"/>
    <w:rsid w:val="00E23E4D"/>
    <w:rsid w:val="00E241CA"/>
    <w:rsid w:val="00E242E3"/>
    <w:rsid w:val="00E243B0"/>
    <w:rsid w:val="00E243BF"/>
    <w:rsid w:val="00E244A7"/>
    <w:rsid w:val="00E24508"/>
    <w:rsid w:val="00E24BEF"/>
    <w:rsid w:val="00E24D9A"/>
    <w:rsid w:val="00E24DBE"/>
    <w:rsid w:val="00E24E0D"/>
    <w:rsid w:val="00E24EEB"/>
    <w:rsid w:val="00E24F66"/>
    <w:rsid w:val="00E24F7A"/>
    <w:rsid w:val="00E25264"/>
    <w:rsid w:val="00E255B6"/>
    <w:rsid w:val="00E259F6"/>
    <w:rsid w:val="00E25A4C"/>
    <w:rsid w:val="00E25D09"/>
    <w:rsid w:val="00E262AB"/>
    <w:rsid w:val="00E26332"/>
    <w:rsid w:val="00E263E1"/>
    <w:rsid w:val="00E26658"/>
    <w:rsid w:val="00E2672E"/>
    <w:rsid w:val="00E269EF"/>
    <w:rsid w:val="00E26A27"/>
    <w:rsid w:val="00E26A2C"/>
    <w:rsid w:val="00E26B82"/>
    <w:rsid w:val="00E26D75"/>
    <w:rsid w:val="00E26E37"/>
    <w:rsid w:val="00E270D7"/>
    <w:rsid w:val="00E273AC"/>
    <w:rsid w:val="00E276E3"/>
    <w:rsid w:val="00E2787A"/>
    <w:rsid w:val="00E2788D"/>
    <w:rsid w:val="00E27A34"/>
    <w:rsid w:val="00E27CBF"/>
    <w:rsid w:val="00E27EA6"/>
    <w:rsid w:val="00E3008A"/>
    <w:rsid w:val="00E302D0"/>
    <w:rsid w:val="00E30459"/>
    <w:rsid w:val="00E30623"/>
    <w:rsid w:val="00E30734"/>
    <w:rsid w:val="00E30831"/>
    <w:rsid w:val="00E3097D"/>
    <w:rsid w:val="00E30AD1"/>
    <w:rsid w:val="00E30BCF"/>
    <w:rsid w:val="00E30C3C"/>
    <w:rsid w:val="00E30D08"/>
    <w:rsid w:val="00E31457"/>
    <w:rsid w:val="00E3167E"/>
    <w:rsid w:val="00E31880"/>
    <w:rsid w:val="00E32064"/>
    <w:rsid w:val="00E3230A"/>
    <w:rsid w:val="00E324C3"/>
    <w:rsid w:val="00E3265B"/>
    <w:rsid w:val="00E32718"/>
    <w:rsid w:val="00E328E2"/>
    <w:rsid w:val="00E32B1C"/>
    <w:rsid w:val="00E32D95"/>
    <w:rsid w:val="00E33099"/>
    <w:rsid w:val="00E332D8"/>
    <w:rsid w:val="00E33337"/>
    <w:rsid w:val="00E333F9"/>
    <w:rsid w:val="00E33785"/>
    <w:rsid w:val="00E33899"/>
    <w:rsid w:val="00E33961"/>
    <w:rsid w:val="00E33A0F"/>
    <w:rsid w:val="00E33E52"/>
    <w:rsid w:val="00E33F25"/>
    <w:rsid w:val="00E33FD7"/>
    <w:rsid w:val="00E341D2"/>
    <w:rsid w:val="00E34618"/>
    <w:rsid w:val="00E346F2"/>
    <w:rsid w:val="00E34E2E"/>
    <w:rsid w:val="00E3534A"/>
    <w:rsid w:val="00E3536F"/>
    <w:rsid w:val="00E3579E"/>
    <w:rsid w:val="00E359FD"/>
    <w:rsid w:val="00E35C8B"/>
    <w:rsid w:val="00E35CB3"/>
    <w:rsid w:val="00E364F0"/>
    <w:rsid w:val="00E3659C"/>
    <w:rsid w:val="00E369B8"/>
    <w:rsid w:val="00E36C67"/>
    <w:rsid w:val="00E36D95"/>
    <w:rsid w:val="00E37193"/>
    <w:rsid w:val="00E372D9"/>
    <w:rsid w:val="00E373C9"/>
    <w:rsid w:val="00E37653"/>
    <w:rsid w:val="00E3778A"/>
    <w:rsid w:val="00E37C96"/>
    <w:rsid w:val="00E37F4E"/>
    <w:rsid w:val="00E40168"/>
    <w:rsid w:val="00E4020E"/>
    <w:rsid w:val="00E40320"/>
    <w:rsid w:val="00E407D8"/>
    <w:rsid w:val="00E40812"/>
    <w:rsid w:val="00E40837"/>
    <w:rsid w:val="00E40A9E"/>
    <w:rsid w:val="00E40C26"/>
    <w:rsid w:val="00E40D84"/>
    <w:rsid w:val="00E416CC"/>
    <w:rsid w:val="00E416F8"/>
    <w:rsid w:val="00E41938"/>
    <w:rsid w:val="00E4194B"/>
    <w:rsid w:val="00E41B62"/>
    <w:rsid w:val="00E41B95"/>
    <w:rsid w:val="00E41D65"/>
    <w:rsid w:val="00E41D86"/>
    <w:rsid w:val="00E41E6A"/>
    <w:rsid w:val="00E42431"/>
    <w:rsid w:val="00E42E64"/>
    <w:rsid w:val="00E42E7D"/>
    <w:rsid w:val="00E42F6A"/>
    <w:rsid w:val="00E43143"/>
    <w:rsid w:val="00E434C7"/>
    <w:rsid w:val="00E4395B"/>
    <w:rsid w:val="00E43D04"/>
    <w:rsid w:val="00E43F22"/>
    <w:rsid w:val="00E4409A"/>
    <w:rsid w:val="00E44248"/>
    <w:rsid w:val="00E44A1A"/>
    <w:rsid w:val="00E44AC1"/>
    <w:rsid w:val="00E44AD9"/>
    <w:rsid w:val="00E4512C"/>
    <w:rsid w:val="00E451D8"/>
    <w:rsid w:val="00E45215"/>
    <w:rsid w:val="00E45444"/>
    <w:rsid w:val="00E455C4"/>
    <w:rsid w:val="00E45D6B"/>
    <w:rsid w:val="00E45D81"/>
    <w:rsid w:val="00E45DF6"/>
    <w:rsid w:val="00E45EEF"/>
    <w:rsid w:val="00E461DF"/>
    <w:rsid w:val="00E461EB"/>
    <w:rsid w:val="00E46252"/>
    <w:rsid w:val="00E463E8"/>
    <w:rsid w:val="00E46573"/>
    <w:rsid w:val="00E4657B"/>
    <w:rsid w:val="00E46670"/>
    <w:rsid w:val="00E46747"/>
    <w:rsid w:val="00E46824"/>
    <w:rsid w:val="00E46970"/>
    <w:rsid w:val="00E4697D"/>
    <w:rsid w:val="00E46C98"/>
    <w:rsid w:val="00E46EED"/>
    <w:rsid w:val="00E46F50"/>
    <w:rsid w:val="00E472C8"/>
    <w:rsid w:val="00E47457"/>
    <w:rsid w:val="00E474C3"/>
    <w:rsid w:val="00E47673"/>
    <w:rsid w:val="00E4796D"/>
    <w:rsid w:val="00E47A84"/>
    <w:rsid w:val="00E47ABF"/>
    <w:rsid w:val="00E47BF3"/>
    <w:rsid w:val="00E47D91"/>
    <w:rsid w:val="00E47E6E"/>
    <w:rsid w:val="00E501B7"/>
    <w:rsid w:val="00E50809"/>
    <w:rsid w:val="00E50BC3"/>
    <w:rsid w:val="00E50F01"/>
    <w:rsid w:val="00E51282"/>
    <w:rsid w:val="00E51311"/>
    <w:rsid w:val="00E51493"/>
    <w:rsid w:val="00E5159F"/>
    <w:rsid w:val="00E51729"/>
    <w:rsid w:val="00E517B9"/>
    <w:rsid w:val="00E51865"/>
    <w:rsid w:val="00E518C8"/>
    <w:rsid w:val="00E51CBB"/>
    <w:rsid w:val="00E51E45"/>
    <w:rsid w:val="00E52344"/>
    <w:rsid w:val="00E5244A"/>
    <w:rsid w:val="00E5281B"/>
    <w:rsid w:val="00E5289C"/>
    <w:rsid w:val="00E528BB"/>
    <w:rsid w:val="00E52916"/>
    <w:rsid w:val="00E529DF"/>
    <w:rsid w:val="00E52ABF"/>
    <w:rsid w:val="00E52B10"/>
    <w:rsid w:val="00E52BA6"/>
    <w:rsid w:val="00E52C82"/>
    <w:rsid w:val="00E530E6"/>
    <w:rsid w:val="00E5346C"/>
    <w:rsid w:val="00E53746"/>
    <w:rsid w:val="00E53D04"/>
    <w:rsid w:val="00E5413F"/>
    <w:rsid w:val="00E542EC"/>
    <w:rsid w:val="00E54657"/>
    <w:rsid w:val="00E547E0"/>
    <w:rsid w:val="00E54AB8"/>
    <w:rsid w:val="00E54AE4"/>
    <w:rsid w:val="00E54CF3"/>
    <w:rsid w:val="00E54D05"/>
    <w:rsid w:val="00E54D2E"/>
    <w:rsid w:val="00E552F7"/>
    <w:rsid w:val="00E55D51"/>
    <w:rsid w:val="00E55FEC"/>
    <w:rsid w:val="00E561A4"/>
    <w:rsid w:val="00E56240"/>
    <w:rsid w:val="00E56383"/>
    <w:rsid w:val="00E5652C"/>
    <w:rsid w:val="00E56594"/>
    <w:rsid w:val="00E5660A"/>
    <w:rsid w:val="00E567D4"/>
    <w:rsid w:val="00E569D8"/>
    <w:rsid w:val="00E56CB2"/>
    <w:rsid w:val="00E56DD3"/>
    <w:rsid w:val="00E57134"/>
    <w:rsid w:val="00E5720C"/>
    <w:rsid w:val="00E57505"/>
    <w:rsid w:val="00E57552"/>
    <w:rsid w:val="00E57597"/>
    <w:rsid w:val="00E575C5"/>
    <w:rsid w:val="00E57673"/>
    <w:rsid w:val="00E57727"/>
    <w:rsid w:val="00E57D0E"/>
    <w:rsid w:val="00E57D51"/>
    <w:rsid w:val="00E60528"/>
    <w:rsid w:val="00E60572"/>
    <w:rsid w:val="00E61206"/>
    <w:rsid w:val="00E6163A"/>
    <w:rsid w:val="00E61AA4"/>
    <w:rsid w:val="00E61BA5"/>
    <w:rsid w:val="00E61BD8"/>
    <w:rsid w:val="00E61DA9"/>
    <w:rsid w:val="00E620EE"/>
    <w:rsid w:val="00E625A0"/>
    <w:rsid w:val="00E626A9"/>
    <w:rsid w:val="00E62727"/>
    <w:rsid w:val="00E62843"/>
    <w:rsid w:val="00E62C86"/>
    <w:rsid w:val="00E62F71"/>
    <w:rsid w:val="00E633CA"/>
    <w:rsid w:val="00E63580"/>
    <w:rsid w:val="00E6358C"/>
    <w:rsid w:val="00E639B3"/>
    <w:rsid w:val="00E63B5F"/>
    <w:rsid w:val="00E63F4E"/>
    <w:rsid w:val="00E64310"/>
    <w:rsid w:val="00E644AE"/>
    <w:rsid w:val="00E644BA"/>
    <w:rsid w:val="00E644C4"/>
    <w:rsid w:val="00E64706"/>
    <w:rsid w:val="00E64C22"/>
    <w:rsid w:val="00E64E9A"/>
    <w:rsid w:val="00E65063"/>
    <w:rsid w:val="00E650B6"/>
    <w:rsid w:val="00E650F1"/>
    <w:rsid w:val="00E6539E"/>
    <w:rsid w:val="00E65588"/>
    <w:rsid w:val="00E655D2"/>
    <w:rsid w:val="00E656AD"/>
    <w:rsid w:val="00E6579D"/>
    <w:rsid w:val="00E65D67"/>
    <w:rsid w:val="00E66112"/>
    <w:rsid w:val="00E66153"/>
    <w:rsid w:val="00E66281"/>
    <w:rsid w:val="00E6672C"/>
    <w:rsid w:val="00E66AF0"/>
    <w:rsid w:val="00E66EE8"/>
    <w:rsid w:val="00E67679"/>
    <w:rsid w:val="00E67771"/>
    <w:rsid w:val="00E67874"/>
    <w:rsid w:val="00E67A04"/>
    <w:rsid w:val="00E67A63"/>
    <w:rsid w:val="00E67B3B"/>
    <w:rsid w:val="00E67D4D"/>
    <w:rsid w:val="00E67D6D"/>
    <w:rsid w:val="00E67EA7"/>
    <w:rsid w:val="00E67FFC"/>
    <w:rsid w:val="00E70022"/>
    <w:rsid w:val="00E700ED"/>
    <w:rsid w:val="00E70122"/>
    <w:rsid w:val="00E70128"/>
    <w:rsid w:val="00E7021E"/>
    <w:rsid w:val="00E709F7"/>
    <w:rsid w:val="00E70B59"/>
    <w:rsid w:val="00E70BAE"/>
    <w:rsid w:val="00E70F9D"/>
    <w:rsid w:val="00E7119E"/>
    <w:rsid w:val="00E712FA"/>
    <w:rsid w:val="00E716A6"/>
    <w:rsid w:val="00E716E3"/>
    <w:rsid w:val="00E71B72"/>
    <w:rsid w:val="00E71BDA"/>
    <w:rsid w:val="00E71C6A"/>
    <w:rsid w:val="00E71E41"/>
    <w:rsid w:val="00E71E50"/>
    <w:rsid w:val="00E71EDC"/>
    <w:rsid w:val="00E725F0"/>
    <w:rsid w:val="00E728A6"/>
    <w:rsid w:val="00E72BBD"/>
    <w:rsid w:val="00E72CCD"/>
    <w:rsid w:val="00E72FDB"/>
    <w:rsid w:val="00E73317"/>
    <w:rsid w:val="00E733FB"/>
    <w:rsid w:val="00E736BC"/>
    <w:rsid w:val="00E73877"/>
    <w:rsid w:val="00E73885"/>
    <w:rsid w:val="00E73BDE"/>
    <w:rsid w:val="00E73C5A"/>
    <w:rsid w:val="00E73E2A"/>
    <w:rsid w:val="00E73EE2"/>
    <w:rsid w:val="00E73F34"/>
    <w:rsid w:val="00E74192"/>
    <w:rsid w:val="00E7511A"/>
    <w:rsid w:val="00E75202"/>
    <w:rsid w:val="00E752A7"/>
    <w:rsid w:val="00E7553B"/>
    <w:rsid w:val="00E75735"/>
    <w:rsid w:val="00E75860"/>
    <w:rsid w:val="00E75929"/>
    <w:rsid w:val="00E75983"/>
    <w:rsid w:val="00E75AC5"/>
    <w:rsid w:val="00E75C53"/>
    <w:rsid w:val="00E75C82"/>
    <w:rsid w:val="00E75D79"/>
    <w:rsid w:val="00E764FB"/>
    <w:rsid w:val="00E768C9"/>
    <w:rsid w:val="00E76A41"/>
    <w:rsid w:val="00E76EE0"/>
    <w:rsid w:val="00E77080"/>
    <w:rsid w:val="00E772D4"/>
    <w:rsid w:val="00E77381"/>
    <w:rsid w:val="00E774A1"/>
    <w:rsid w:val="00E77BDC"/>
    <w:rsid w:val="00E77DF7"/>
    <w:rsid w:val="00E802C7"/>
    <w:rsid w:val="00E80304"/>
    <w:rsid w:val="00E80554"/>
    <w:rsid w:val="00E808A1"/>
    <w:rsid w:val="00E80A08"/>
    <w:rsid w:val="00E80B70"/>
    <w:rsid w:val="00E80BE9"/>
    <w:rsid w:val="00E80CF6"/>
    <w:rsid w:val="00E80DB9"/>
    <w:rsid w:val="00E813FD"/>
    <w:rsid w:val="00E815CF"/>
    <w:rsid w:val="00E8161A"/>
    <w:rsid w:val="00E8171A"/>
    <w:rsid w:val="00E8175E"/>
    <w:rsid w:val="00E81F65"/>
    <w:rsid w:val="00E81F80"/>
    <w:rsid w:val="00E81FA9"/>
    <w:rsid w:val="00E81FC0"/>
    <w:rsid w:val="00E822BE"/>
    <w:rsid w:val="00E82386"/>
    <w:rsid w:val="00E825FF"/>
    <w:rsid w:val="00E8291D"/>
    <w:rsid w:val="00E8297B"/>
    <w:rsid w:val="00E82C1F"/>
    <w:rsid w:val="00E82D2E"/>
    <w:rsid w:val="00E82F28"/>
    <w:rsid w:val="00E833E6"/>
    <w:rsid w:val="00E835CF"/>
    <w:rsid w:val="00E835D4"/>
    <w:rsid w:val="00E83611"/>
    <w:rsid w:val="00E8374B"/>
    <w:rsid w:val="00E8375B"/>
    <w:rsid w:val="00E838BD"/>
    <w:rsid w:val="00E838F8"/>
    <w:rsid w:val="00E83C69"/>
    <w:rsid w:val="00E83E58"/>
    <w:rsid w:val="00E83EEC"/>
    <w:rsid w:val="00E8401A"/>
    <w:rsid w:val="00E8417C"/>
    <w:rsid w:val="00E84420"/>
    <w:rsid w:val="00E84528"/>
    <w:rsid w:val="00E846D8"/>
    <w:rsid w:val="00E84871"/>
    <w:rsid w:val="00E84E0B"/>
    <w:rsid w:val="00E84EA9"/>
    <w:rsid w:val="00E851EF"/>
    <w:rsid w:val="00E85256"/>
    <w:rsid w:val="00E8537F"/>
    <w:rsid w:val="00E85514"/>
    <w:rsid w:val="00E855D7"/>
    <w:rsid w:val="00E85853"/>
    <w:rsid w:val="00E85AEC"/>
    <w:rsid w:val="00E85B96"/>
    <w:rsid w:val="00E85CFF"/>
    <w:rsid w:val="00E85FCE"/>
    <w:rsid w:val="00E86014"/>
    <w:rsid w:val="00E860FF"/>
    <w:rsid w:val="00E866AA"/>
    <w:rsid w:val="00E869FB"/>
    <w:rsid w:val="00E86A31"/>
    <w:rsid w:val="00E86BE2"/>
    <w:rsid w:val="00E86C5D"/>
    <w:rsid w:val="00E86C9D"/>
    <w:rsid w:val="00E8712E"/>
    <w:rsid w:val="00E874A4"/>
    <w:rsid w:val="00E875F9"/>
    <w:rsid w:val="00E878A3"/>
    <w:rsid w:val="00E87EE7"/>
    <w:rsid w:val="00E90079"/>
    <w:rsid w:val="00E9015A"/>
    <w:rsid w:val="00E9016F"/>
    <w:rsid w:val="00E90393"/>
    <w:rsid w:val="00E903D9"/>
    <w:rsid w:val="00E90654"/>
    <w:rsid w:val="00E90993"/>
    <w:rsid w:val="00E909A3"/>
    <w:rsid w:val="00E90AC6"/>
    <w:rsid w:val="00E90AF1"/>
    <w:rsid w:val="00E90BAB"/>
    <w:rsid w:val="00E90D7D"/>
    <w:rsid w:val="00E90E4B"/>
    <w:rsid w:val="00E91012"/>
    <w:rsid w:val="00E91092"/>
    <w:rsid w:val="00E91992"/>
    <w:rsid w:val="00E91E64"/>
    <w:rsid w:val="00E91F6B"/>
    <w:rsid w:val="00E92426"/>
    <w:rsid w:val="00E924FB"/>
    <w:rsid w:val="00E92552"/>
    <w:rsid w:val="00E9284A"/>
    <w:rsid w:val="00E92A65"/>
    <w:rsid w:val="00E92F1C"/>
    <w:rsid w:val="00E92F68"/>
    <w:rsid w:val="00E93379"/>
    <w:rsid w:val="00E933D6"/>
    <w:rsid w:val="00E9344D"/>
    <w:rsid w:val="00E936E9"/>
    <w:rsid w:val="00E93A47"/>
    <w:rsid w:val="00E93D95"/>
    <w:rsid w:val="00E94069"/>
    <w:rsid w:val="00E9431E"/>
    <w:rsid w:val="00E943B8"/>
    <w:rsid w:val="00E9446F"/>
    <w:rsid w:val="00E947A4"/>
    <w:rsid w:val="00E94A29"/>
    <w:rsid w:val="00E94C67"/>
    <w:rsid w:val="00E94E28"/>
    <w:rsid w:val="00E94E40"/>
    <w:rsid w:val="00E94EC3"/>
    <w:rsid w:val="00E95160"/>
    <w:rsid w:val="00E95380"/>
    <w:rsid w:val="00E9541D"/>
    <w:rsid w:val="00E95571"/>
    <w:rsid w:val="00E956D9"/>
    <w:rsid w:val="00E95A64"/>
    <w:rsid w:val="00E95D0D"/>
    <w:rsid w:val="00E95D18"/>
    <w:rsid w:val="00E964A5"/>
    <w:rsid w:val="00E964D8"/>
    <w:rsid w:val="00E9663F"/>
    <w:rsid w:val="00E967B6"/>
    <w:rsid w:val="00E9691B"/>
    <w:rsid w:val="00E96A71"/>
    <w:rsid w:val="00E96C54"/>
    <w:rsid w:val="00E96F4E"/>
    <w:rsid w:val="00E970C3"/>
    <w:rsid w:val="00E970F1"/>
    <w:rsid w:val="00E97161"/>
    <w:rsid w:val="00E97472"/>
    <w:rsid w:val="00E9752C"/>
    <w:rsid w:val="00E975D8"/>
    <w:rsid w:val="00E97C16"/>
    <w:rsid w:val="00E97D00"/>
    <w:rsid w:val="00E97E6A"/>
    <w:rsid w:val="00E97EA5"/>
    <w:rsid w:val="00EA00A6"/>
    <w:rsid w:val="00EA01BA"/>
    <w:rsid w:val="00EA0299"/>
    <w:rsid w:val="00EA02AB"/>
    <w:rsid w:val="00EA034A"/>
    <w:rsid w:val="00EA05FA"/>
    <w:rsid w:val="00EA0611"/>
    <w:rsid w:val="00EA0B51"/>
    <w:rsid w:val="00EA0CB4"/>
    <w:rsid w:val="00EA0D5D"/>
    <w:rsid w:val="00EA0ED6"/>
    <w:rsid w:val="00EA13A8"/>
    <w:rsid w:val="00EA156E"/>
    <w:rsid w:val="00EA189B"/>
    <w:rsid w:val="00EA1CE6"/>
    <w:rsid w:val="00EA1D2A"/>
    <w:rsid w:val="00EA1DAA"/>
    <w:rsid w:val="00EA1DEB"/>
    <w:rsid w:val="00EA23C8"/>
    <w:rsid w:val="00EA23F4"/>
    <w:rsid w:val="00EA2746"/>
    <w:rsid w:val="00EA2925"/>
    <w:rsid w:val="00EA2AEE"/>
    <w:rsid w:val="00EA2C77"/>
    <w:rsid w:val="00EA2D0B"/>
    <w:rsid w:val="00EA2DB1"/>
    <w:rsid w:val="00EA2DC2"/>
    <w:rsid w:val="00EA3033"/>
    <w:rsid w:val="00EA327A"/>
    <w:rsid w:val="00EA33DC"/>
    <w:rsid w:val="00EA3E7B"/>
    <w:rsid w:val="00EA3F37"/>
    <w:rsid w:val="00EA4225"/>
    <w:rsid w:val="00EA422B"/>
    <w:rsid w:val="00EA4237"/>
    <w:rsid w:val="00EA475C"/>
    <w:rsid w:val="00EA49B6"/>
    <w:rsid w:val="00EA4A03"/>
    <w:rsid w:val="00EA4F74"/>
    <w:rsid w:val="00EA4FB0"/>
    <w:rsid w:val="00EA4FD1"/>
    <w:rsid w:val="00EA51F0"/>
    <w:rsid w:val="00EA525F"/>
    <w:rsid w:val="00EA5266"/>
    <w:rsid w:val="00EA52BE"/>
    <w:rsid w:val="00EA55E7"/>
    <w:rsid w:val="00EA584E"/>
    <w:rsid w:val="00EA59E8"/>
    <w:rsid w:val="00EA5B21"/>
    <w:rsid w:val="00EA5B2A"/>
    <w:rsid w:val="00EA5B5A"/>
    <w:rsid w:val="00EA5F01"/>
    <w:rsid w:val="00EA5F73"/>
    <w:rsid w:val="00EA63A5"/>
    <w:rsid w:val="00EA648D"/>
    <w:rsid w:val="00EA69FF"/>
    <w:rsid w:val="00EA6ADE"/>
    <w:rsid w:val="00EA6C49"/>
    <w:rsid w:val="00EA6FA8"/>
    <w:rsid w:val="00EA708E"/>
    <w:rsid w:val="00EA7480"/>
    <w:rsid w:val="00EA7A91"/>
    <w:rsid w:val="00EA7BCC"/>
    <w:rsid w:val="00EA7CD4"/>
    <w:rsid w:val="00EB0044"/>
    <w:rsid w:val="00EB02C0"/>
    <w:rsid w:val="00EB03A2"/>
    <w:rsid w:val="00EB0649"/>
    <w:rsid w:val="00EB11A2"/>
    <w:rsid w:val="00EB148D"/>
    <w:rsid w:val="00EB1723"/>
    <w:rsid w:val="00EB1A98"/>
    <w:rsid w:val="00EB1AC1"/>
    <w:rsid w:val="00EB1AFA"/>
    <w:rsid w:val="00EB1D8E"/>
    <w:rsid w:val="00EB2002"/>
    <w:rsid w:val="00EB20CC"/>
    <w:rsid w:val="00EB2138"/>
    <w:rsid w:val="00EB21B5"/>
    <w:rsid w:val="00EB2950"/>
    <w:rsid w:val="00EB2A96"/>
    <w:rsid w:val="00EB2A9E"/>
    <w:rsid w:val="00EB307E"/>
    <w:rsid w:val="00EB3427"/>
    <w:rsid w:val="00EB36F1"/>
    <w:rsid w:val="00EB3CC6"/>
    <w:rsid w:val="00EB3F27"/>
    <w:rsid w:val="00EB4077"/>
    <w:rsid w:val="00EB41A5"/>
    <w:rsid w:val="00EB41DB"/>
    <w:rsid w:val="00EB4509"/>
    <w:rsid w:val="00EB45CC"/>
    <w:rsid w:val="00EB4850"/>
    <w:rsid w:val="00EB4D70"/>
    <w:rsid w:val="00EB4FBA"/>
    <w:rsid w:val="00EB503D"/>
    <w:rsid w:val="00EB50DF"/>
    <w:rsid w:val="00EB5167"/>
    <w:rsid w:val="00EB5212"/>
    <w:rsid w:val="00EB5693"/>
    <w:rsid w:val="00EB57C5"/>
    <w:rsid w:val="00EB57FC"/>
    <w:rsid w:val="00EB58DF"/>
    <w:rsid w:val="00EB5944"/>
    <w:rsid w:val="00EB59E1"/>
    <w:rsid w:val="00EB5A62"/>
    <w:rsid w:val="00EB5BBE"/>
    <w:rsid w:val="00EB5CAE"/>
    <w:rsid w:val="00EB6372"/>
    <w:rsid w:val="00EB645E"/>
    <w:rsid w:val="00EB64DD"/>
    <w:rsid w:val="00EB650D"/>
    <w:rsid w:val="00EB6769"/>
    <w:rsid w:val="00EB6CB4"/>
    <w:rsid w:val="00EB71C3"/>
    <w:rsid w:val="00EB71E3"/>
    <w:rsid w:val="00EB7205"/>
    <w:rsid w:val="00EB7451"/>
    <w:rsid w:val="00EB75C3"/>
    <w:rsid w:val="00EB7644"/>
    <w:rsid w:val="00EB7A96"/>
    <w:rsid w:val="00EB7D5E"/>
    <w:rsid w:val="00EC0194"/>
    <w:rsid w:val="00EC05CA"/>
    <w:rsid w:val="00EC05F9"/>
    <w:rsid w:val="00EC074B"/>
    <w:rsid w:val="00EC07D7"/>
    <w:rsid w:val="00EC093C"/>
    <w:rsid w:val="00EC0B24"/>
    <w:rsid w:val="00EC0B8B"/>
    <w:rsid w:val="00EC0C94"/>
    <w:rsid w:val="00EC0DDE"/>
    <w:rsid w:val="00EC0F40"/>
    <w:rsid w:val="00EC1037"/>
    <w:rsid w:val="00EC1099"/>
    <w:rsid w:val="00EC13D5"/>
    <w:rsid w:val="00EC15C0"/>
    <w:rsid w:val="00EC16B4"/>
    <w:rsid w:val="00EC1B29"/>
    <w:rsid w:val="00EC1C56"/>
    <w:rsid w:val="00EC1CD2"/>
    <w:rsid w:val="00EC1D34"/>
    <w:rsid w:val="00EC1D73"/>
    <w:rsid w:val="00EC1ECC"/>
    <w:rsid w:val="00EC1F3D"/>
    <w:rsid w:val="00EC201D"/>
    <w:rsid w:val="00EC2099"/>
    <w:rsid w:val="00EC2485"/>
    <w:rsid w:val="00EC25C4"/>
    <w:rsid w:val="00EC2B3D"/>
    <w:rsid w:val="00EC2DE9"/>
    <w:rsid w:val="00EC2F31"/>
    <w:rsid w:val="00EC310F"/>
    <w:rsid w:val="00EC367E"/>
    <w:rsid w:val="00EC3AF1"/>
    <w:rsid w:val="00EC3E22"/>
    <w:rsid w:val="00EC3FC8"/>
    <w:rsid w:val="00EC407D"/>
    <w:rsid w:val="00EC42EE"/>
    <w:rsid w:val="00EC455C"/>
    <w:rsid w:val="00EC45F5"/>
    <w:rsid w:val="00EC465A"/>
    <w:rsid w:val="00EC4770"/>
    <w:rsid w:val="00EC48C0"/>
    <w:rsid w:val="00EC4BD7"/>
    <w:rsid w:val="00EC4C7C"/>
    <w:rsid w:val="00EC4CAC"/>
    <w:rsid w:val="00EC4E0A"/>
    <w:rsid w:val="00EC5575"/>
    <w:rsid w:val="00EC582E"/>
    <w:rsid w:val="00EC5933"/>
    <w:rsid w:val="00EC5977"/>
    <w:rsid w:val="00EC59FF"/>
    <w:rsid w:val="00EC5C56"/>
    <w:rsid w:val="00EC5D0E"/>
    <w:rsid w:val="00EC5F62"/>
    <w:rsid w:val="00EC61FE"/>
    <w:rsid w:val="00EC6240"/>
    <w:rsid w:val="00EC6579"/>
    <w:rsid w:val="00EC67E3"/>
    <w:rsid w:val="00EC6A59"/>
    <w:rsid w:val="00EC6B5C"/>
    <w:rsid w:val="00EC6F91"/>
    <w:rsid w:val="00EC72A5"/>
    <w:rsid w:val="00EC75B6"/>
    <w:rsid w:val="00EC773F"/>
    <w:rsid w:val="00EC7837"/>
    <w:rsid w:val="00EC7923"/>
    <w:rsid w:val="00EC7D40"/>
    <w:rsid w:val="00EC7E75"/>
    <w:rsid w:val="00EC7FE3"/>
    <w:rsid w:val="00ED0847"/>
    <w:rsid w:val="00ED0933"/>
    <w:rsid w:val="00ED0C31"/>
    <w:rsid w:val="00ED0D3A"/>
    <w:rsid w:val="00ED0DDF"/>
    <w:rsid w:val="00ED10CB"/>
    <w:rsid w:val="00ED154C"/>
    <w:rsid w:val="00ED17DE"/>
    <w:rsid w:val="00ED1879"/>
    <w:rsid w:val="00ED1C45"/>
    <w:rsid w:val="00ED1DED"/>
    <w:rsid w:val="00ED1E95"/>
    <w:rsid w:val="00ED1EFB"/>
    <w:rsid w:val="00ED2358"/>
    <w:rsid w:val="00ED2483"/>
    <w:rsid w:val="00ED26AC"/>
    <w:rsid w:val="00ED27B8"/>
    <w:rsid w:val="00ED287E"/>
    <w:rsid w:val="00ED29ED"/>
    <w:rsid w:val="00ED2CA8"/>
    <w:rsid w:val="00ED2E4A"/>
    <w:rsid w:val="00ED300F"/>
    <w:rsid w:val="00ED330C"/>
    <w:rsid w:val="00ED3942"/>
    <w:rsid w:val="00ED394D"/>
    <w:rsid w:val="00ED39B9"/>
    <w:rsid w:val="00ED3AA8"/>
    <w:rsid w:val="00ED3ACC"/>
    <w:rsid w:val="00ED3CC7"/>
    <w:rsid w:val="00ED3CF7"/>
    <w:rsid w:val="00ED3D48"/>
    <w:rsid w:val="00ED3E66"/>
    <w:rsid w:val="00ED3F7D"/>
    <w:rsid w:val="00ED3FB1"/>
    <w:rsid w:val="00ED41E3"/>
    <w:rsid w:val="00ED46F0"/>
    <w:rsid w:val="00ED4721"/>
    <w:rsid w:val="00ED4795"/>
    <w:rsid w:val="00ED4B3C"/>
    <w:rsid w:val="00ED4C9C"/>
    <w:rsid w:val="00ED4D48"/>
    <w:rsid w:val="00ED52B8"/>
    <w:rsid w:val="00ED5566"/>
    <w:rsid w:val="00ED55AF"/>
    <w:rsid w:val="00ED5658"/>
    <w:rsid w:val="00ED56F4"/>
    <w:rsid w:val="00ED5742"/>
    <w:rsid w:val="00ED58B8"/>
    <w:rsid w:val="00ED59A9"/>
    <w:rsid w:val="00ED59D7"/>
    <w:rsid w:val="00ED5C22"/>
    <w:rsid w:val="00ED5C59"/>
    <w:rsid w:val="00ED5E72"/>
    <w:rsid w:val="00ED5FB9"/>
    <w:rsid w:val="00ED60D1"/>
    <w:rsid w:val="00ED64F3"/>
    <w:rsid w:val="00ED6544"/>
    <w:rsid w:val="00ED669A"/>
    <w:rsid w:val="00ED6841"/>
    <w:rsid w:val="00ED6876"/>
    <w:rsid w:val="00ED6E5E"/>
    <w:rsid w:val="00ED6EC3"/>
    <w:rsid w:val="00ED717B"/>
    <w:rsid w:val="00ED760F"/>
    <w:rsid w:val="00ED788B"/>
    <w:rsid w:val="00ED7FD5"/>
    <w:rsid w:val="00EE0310"/>
    <w:rsid w:val="00EE0429"/>
    <w:rsid w:val="00EE0734"/>
    <w:rsid w:val="00EE09F6"/>
    <w:rsid w:val="00EE0FCF"/>
    <w:rsid w:val="00EE13B8"/>
    <w:rsid w:val="00EE1572"/>
    <w:rsid w:val="00EE19BB"/>
    <w:rsid w:val="00EE1D28"/>
    <w:rsid w:val="00EE1F5C"/>
    <w:rsid w:val="00EE208D"/>
    <w:rsid w:val="00EE2198"/>
    <w:rsid w:val="00EE256C"/>
    <w:rsid w:val="00EE29C6"/>
    <w:rsid w:val="00EE2AC7"/>
    <w:rsid w:val="00EE2CCA"/>
    <w:rsid w:val="00EE2F58"/>
    <w:rsid w:val="00EE2F5B"/>
    <w:rsid w:val="00EE3095"/>
    <w:rsid w:val="00EE3298"/>
    <w:rsid w:val="00EE32E8"/>
    <w:rsid w:val="00EE333E"/>
    <w:rsid w:val="00EE3476"/>
    <w:rsid w:val="00EE37D3"/>
    <w:rsid w:val="00EE3CB2"/>
    <w:rsid w:val="00EE3FD6"/>
    <w:rsid w:val="00EE404B"/>
    <w:rsid w:val="00EE43A1"/>
    <w:rsid w:val="00EE43BE"/>
    <w:rsid w:val="00EE481E"/>
    <w:rsid w:val="00EE48F7"/>
    <w:rsid w:val="00EE4958"/>
    <w:rsid w:val="00EE4A2B"/>
    <w:rsid w:val="00EE4DFA"/>
    <w:rsid w:val="00EE50CA"/>
    <w:rsid w:val="00EE525C"/>
    <w:rsid w:val="00EE533E"/>
    <w:rsid w:val="00EE5540"/>
    <w:rsid w:val="00EE57B2"/>
    <w:rsid w:val="00EE59DC"/>
    <w:rsid w:val="00EE5C8A"/>
    <w:rsid w:val="00EE606C"/>
    <w:rsid w:val="00EE618B"/>
    <w:rsid w:val="00EE632C"/>
    <w:rsid w:val="00EE659C"/>
    <w:rsid w:val="00EE667E"/>
    <w:rsid w:val="00EE6868"/>
    <w:rsid w:val="00EE697D"/>
    <w:rsid w:val="00EE6B35"/>
    <w:rsid w:val="00EE6CAA"/>
    <w:rsid w:val="00EE6DE5"/>
    <w:rsid w:val="00EE713F"/>
    <w:rsid w:val="00EE736E"/>
    <w:rsid w:val="00EE74AA"/>
    <w:rsid w:val="00EE776B"/>
    <w:rsid w:val="00EE7AAB"/>
    <w:rsid w:val="00EE7C4B"/>
    <w:rsid w:val="00EE7FFA"/>
    <w:rsid w:val="00EF0012"/>
    <w:rsid w:val="00EF00D2"/>
    <w:rsid w:val="00EF0216"/>
    <w:rsid w:val="00EF02AF"/>
    <w:rsid w:val="00EF02EE"/>
    <w:rsid w:val="00EF0364"/>
    <w:rsid w:val="00EF04BF"/>
    <w:rsid w:val="00EF06FB"/>
    <w:rsid w:val="00EF0793"/>
    <w:rsid w:val="00EF0816"/>
    <w:rsid w:val="00EF08B0"/>
    <w:rsid w:val="00EF0928"/>
    <w:rsid w:val="00EF09AE"/>
    <w:rsid w:val="00EF1181"/>
    <w:rsid w:val="00EF149A"/>
    <w:rsid w:val="00EF1889"/>
    <w:rsid w:val="00EF19DB"/>
    <w:rsid w:val="00EF1A20"/>
    <w:rsid w:val="00EF2711"/>
    <w:rsid w:val="00EF2732"/>
    <w:rsid w:val="00EF2945"/>
    <w:rsid w:val="00EF2B4F"/>
    <w:rsid w:val="00EF3471"/>
    <w:rsid w:val="00EF36F3"/>
    <w:rsid w:val="00EF3700"/>
    <w:rsid w:val="00EF39A7"/>
    <w:rsid w:val="00EF3B64"/>
    <w:rsid w:val="00EF3B69"/>
    <w:rsid w:val="00EF3CAA"/>
    <w:rsid w:val="00EF44B4"/>
    <w:rsid w:val="00EF49C6"/>
    <w:rsid w:val="00EF4CCC"/>
    <w:rsid w:val="00EF51DF"/>
    <w:rsid w:val="00EF522A"/>
    <w:rsid w:val="00EF59C2"/>
    <w:rsid w:val="00EF5BFA"/>
    <w:rsid w:val="00EF5FC1"/>
    <w:rsid w:val="00EF6337"/>
    <w:rsid w:val="00EF6540"/>
    <w:rsid w:val="00EF6614"/>
    <w:rsid w:val="00EF67DA"/>
    <w:rsid w:val="00EF6AA6"/>
    <w:rsid w:val="00EF6B00"/>
    <w:rsid w:val="00EF6FBC"/>
    <w:rsid w:val="00EF7010"/>
    <w:rsid w:val="00EF7135"/>
    <w:rsid w:val="00EF71DE"/>
    <w:rsid w:val="00EF71EC"/>
    <w:rsid w:val="00EF724A"/>
    <w:rsid w:val="00EF72E1"/>
    <w:rsid w:val="00EF7496"/>
    <w:rsid w:val="00EF7531"/>
    <w:rsid w:val="00EF792E"/>
    <w:rsid w:val="00EF7B60"/>
    <w:rsid w:val="00EF7C7C"/>
    <w:rsid w:val="00EF7CEF"/>
    <w:rsid w:val="00EF7EF9"/>
    <w:rsid w:val="00F0041B"/>
    <w:rsid w:val="00F00486"/>
    <w:rsid w:val="00F0049A"/>
    <w:rsid w:val="00F00543"/>
    <w:rsid w:val="00F008A4"/>
    <w:rsid w:val="00F00A41"/>
    <w:rsid w:val="00F00D2B"/>
    <w:rsid w:val="00F012D2"/>
    <w:rsid w:val="00F01430"/>
    <w:rsid w:val="00F01677"/>
    <w:rsid w:val="00F01997"/>
    <w:rsid w:val="00F01CA0"/>
    <w:rsid w:val="00F01D55"/>
    <w:rsid w:val="00F0265D"/>
    <w:rsid w:val="00F028A6"/>
    <w:rsid w:val="00F02D07"/>
    <w:rsid w:val="00F02E4A"/>
    <w:rsid w:val="00F031EE"/>
    <w:rsid w:val="00F03296"/>
    <w:rsid w:val="00F0333F"/>
    <w:rsid w:val="00F0342A"/>
    <w:rsid w:val="00F035B4"/>
    <w:rsid w:val="00F038C0"/>
    <w:rsid w:val="00F03DC7"/>
    <w:rsid w:val="00F04145"/>
    <w:rsid w:val="00F0422E"/>
    <w:rsid w:val="00F046D7"/>
    <w:rsid w:val="00F0480E"/>
    <w:rsid w:val="00F048AD"/>
    <w:rsid w:val="00F04CA9"/>
    <w:rsid w:val="00F04F34"/>
    <w:rsid w:val="00F058CB"/>
    <w:rsid w:val="00F05AE0"/>
    <w:rsid w:val="00F05CB1"/>
    <w:rsid w:val="00F05F6C"/>
    <w:rsid w:val="00F06115"/>
    <w:rsid w:val="00F06133"/>
    <w:rsid w:val="00F067AB"/>
    <w:rsid w:val="00F067E2"/>
    <w:rsid w:val="00F06D90"/>
    <w:rsid w:val="00F070BA"/>
    <w:rsid w:val="00F07124"/>
    <w:rsid w:val="00F0747B"/>
    <w:rsid w:val="00F07976"/>
    <w:rsid w:val="00F07990"/>
    <w:rsid w:val="00F07ABA"/>
    <w:rsid w:val="00F07B9F"/>
    <w:rsid w:val="00F07CE4"/>
    <w:rsid w:val="00F07E53"/>
    <w:rsid w:val="00F07FA9"/>
    <w:rsid w:val="00F10031"/>
    <w:rsid w:val="00F100B3"/>
    <w:rsid w:val="00F10239"/>
    <w:rsid w:val="00F1026B"/>
    <w:rsid w:val="00F106D1"/>
    <w:rsid w:val="00F1088C"/>
    <w:rsid w:val="00F10D4F"/>
    <w:rsid w:val="00F11078"/>
    <w:rsid w:val="00F11225"/>
    <w:rsid w:val="00F113A4"/>
    <w:rsid w:val="00F116B3"/>
    <w:rsid w:val="00F11848"/>
    <w:rsid w:val="00F11885"/>
    <w:rsid w:val="00F118A0"/>
    <w:rsid w:val="00F11A7C"/>
    <w:rsid w:val="00F11BCE"/>
    <w:rsid w:val="00F11C21"/>
    <w:rsid w:val="00F121D2"/>
    <w:rsid w:val="00F121FB"/>
    <w:rsid w:val="00F122B6"/>
    <w:rsid w:val="00F122D8"/>
    <w:rsid w:val="00F122ED"/>
    <w:rsid w:val="00F1237E"/>
    <w:rsid w:val="00F127CA"/>
    <w:rsid w:val="00F12801"/>
    <w:rsid w:val="00F12A4B"/>
    <w:rsid w:val="00F12BA2"/>
    <w:rsid w:val="00F12C2F"/>
    <w:rsid w:val="00F12E26"/>
    <w:rsid w:val="00F12E43"/>
    <w:rsid w:val="00F130CA"/>
    <w:rsid w:val="00F131E7"/>
    <w:rsid w:val="00F136FC"/>
    <w:rsid w:val="00F139A0"/>
    <w:rsid w:val="00F139D5"/>
    <w:rsid w:val="00F13D20"/>
    <w:rsid w:val="00F14063"/>
    <w:rsid w:val="00F1426B"/>
    <w:rsid w:val="00F14798"/>
    <w:rsid w:val="00F1485D"/>
    <w:rsid w:val="00F153E9"/>
    <w:rsid w:val="00F15913"/>
    <w:rsid w:val="00F15938"/>
    <w:rsid w:val="00F15C94"/>
    <w:rsid w:val="00F15D44"/>
    <w:rsid w:val="00F15DE6"/>
    <w:rsid w:val="00F16252"/>
    <w:rsid w:val="00F16366"/>
    <w:rsid w:val="00F173A1"/>
    <w:rsid w:val="00F176F9"/>
    <w:rsid w:val="00F17835"/>
    <w:rsid w:val="00F1795F"/>
    <w:rsid w:val="00F17B17"/>
    <w:rsid w:val="00F17E46"/>
    <w:rsid w:val="00F17EB3"/>
    <w:rsid w:val="00F2020E"/>
    <w:rsid w:val="00F203A0"/>
    <w:rsid w:val="00F20427"/>
    <w:rsid w:val="00F205C1"/>
    <w:rsid w:val="00F207AF"/>
    <w:rsid w:val="00F207D1"/>
    <w:rsid w:val="00F20C16"/>
    <w:rsid w:val="00F20E7B"/>
    <w:rsid w:val="00F2168B"/>
    <w:rsid w:val="00F21718"/>
    <w:rsid w:val="00F2179F"/>
    <w:rsid w:val="00F21F46"/>
    <w:rsid w:val="00F22026"/>
    <w:rsid w:val="00F2208B"/>
    <w:rsid w:val="00F221DE"/>
    <w:rsid w:val="00F2224E"/>
    <w:rsid w:val="00F223E5"/>
    <w:rsid w:val="00F2248B"/>
    <w:rsid w:val="00F22C9E"/>
    <w:rsid w:val="00F22ECB"/>
    <w:rsid w:val="00F2312F"/>
    <w:rsid w:val="00F23301"/>
    <w:rsid w:val="00F234AE"/>
    <w:rsid w:val="00F23616"/>
    <w:rsid w:val="00F237BF"/>
    <w:rsid w:val="00F23906"/>
    <w:rsid w:val="00F23914"/>
    <w:rsid w:val="00F23A6C"/>
    <w:rsid w:val="00F23ADD"/>
    <w:rsid w:val="00F23E1D"/>
    <w:rsid w:val="00F23E89"/>
    <w:rsid w:val="00F2444E"/>
    <w:rsid w:val="00F2462E"/>
    <w:rsid w:val="00F247CA"/>
    <w:rsid w:val="00F247FC"/>
    <w:rsid w:val="00F24C71"/>
    <w:rsid w:val="00F24DBC"/>
    <w:rsid w:val="00F25002"/>
    <w:rsid w:val="00F251F7"/>
    <w:rsid w:val="00F253CF"/>
    <w:rsid w:val="00F256BB"/>
    <w:rsid w:val="00F2575B"/>
    <w:rsid w:val="00F25AE6"/>
    <w:rsid w:val="00F25B65"/>
    <w:rsid w:val="00F25C0D"/>
    <w:rsid w:val="00F25C97"/>
    <w:rsid w:val="00F25DB6"/>
    <w:rsid w:val="00F261C8"/>
    <w:rsid w:val="00F26585"/>
    <w:rsid w:val="00F266CC"/>
    <w:rsid w:val="00F26C0C"/>
    <w:rsid w:val="00F26DA6"/>
    <w:rsid w:val="00F26DF5"/>
    <w:rsid w:val="00F26F2B"/>
    <w:rsid w:val="00F270B2"/>
    <w:rsid w:val="00F27353"/>
    <w:rsid w:val="00F27416"/>
    <w:rsid w:val="00F27487"/>
    <w:rsid w:val="00F276C0"/>
    <w:rsid w:val="00F27AA6"/>
    <w:rsid w:val="00F27BBF"/>
    <w:rsid w:val="00F27BC0"/>
    <w:rsid w:val="00F27E16"/>
    <w:rsid w:val="00F27EA1"/>
    <w:rsid w:val="00F3000E"/>
    <w:rsid w:val="00F3026A"/>
    <w:rsid w:val="00F30E52"/>
    <w:rsid w:val="00F312B2"/>
    <w:rsid w:val="00F315EC"/>
    <w:rsid w:val="00F3162D"/>
    <w:rsid w:val="00F31988"/>
    <w:rsid w:val="00F31A1F"/>
    <w:rsid w:val="00F31A5D"/>
    <w:rsid w:val="00F31A61"/>
    <w:rsid w:val="00F31C01"/>
    <w:rsid w:val="00F31D53"/>
    <w:rsid w:val="00F31DAB"/>
    <w:rsid w:val="00F32076"/>
    <w:rsid w:val="00F323E2"/>
    <w:rsid w:val="00F3249F"/>
    <w:rsid w:val="00F32BF4"/>
    <w:rsid w:val="00F336A2"/>
    <w:rsid w:val="00F33848"/>
    <w:rsid w:val="00F3389F"/>
    <w:rsid w:val="00F33C66"/>
    <w:rsid w:val="00F33E78"/>
    <w:rsid w:val="00F3434F"/>
    <w:rsid w:val="00F34594"/>
    <w:rsid w:val="00F34708"/>
    <w:rsid w:val="00F34815"/>
    <w:rsid w:val="00F34863"/>
    <w:rsid w:val="00F34891"/>
    <w:rsid w:val="00F349FA"/>
    <w:rsid w:val="00F34AC1"/>
    <w:rsid w:val="00F34BAD"/>
    <w:rsid w:val="00F3510E"/>
    <w:rsid w:val="00F356F8"/>
    <w:rsid w:val="00F35A9D"/>
    <w:rsid w:val="00F35C55"/>
    <w:rsid w:val="00F35E00"/>
    <w:rsid w:val="00F3603B"/>
    <w:rsid w:val="00F3604A"/>
    <w:rsid w:val="00F36190"/>
    <w:rsid w:val="00F361C3"/>
    <w:rsid w:val="00F36254"/>
    <w:rsid w:val="00F36482"/>
    <w:rsid w:val="00F36625"/>
    <w:rsid w:val="00F36945"/>
    <w:rsid w:val="00F36A6C"/>
    <w:rsid w:val="00F36D1D"/>
    <w:rsid w:val="00F36FD3"/>
    <w:rsid w:val="00F37191"/>
    <w:rsid w:val="00F37328"/>
    <w:rsid w:val="00F37490"/>
    <w:rsid w:val="00F37576"/>
    <w:rsid w:val="00F376C6"/>
    <w:rsid w:val="00F37749"/>
    <w:rsid w:val="00F3776C"/>
    <w:rsid w:val="00F377EB"/>
    <w:rsid w:val="00F37821"/>
    <w:rsid w:val="00F37869"/>
    <w:rsid w:val="00F378AE"/>
    <w:rsid w:val="00F37BFF"/>
    <w:rsid w:val="00F37F80"/>
    <w:rsid w:val="00F37FFD"/>
    <w:rsid w:val="00F402AD"/>
    <w:rsid w:val="00F4037A"/>
    <w:rsid w:val="00F4061B"/>
    <w:rsid w:val="00F4066E"/>
    <w:rsid w:val="00F40830"/>
    <w:rsid w:val="00F40A8A"/>
    <w:rsid w:val="00F40B48"/>
    <w:rsid w:val="00F40C03"/>
    <w:rsid w:val="00F411D9"/>
    <w:rsid w:val="00F42133"/>
    <w:rsid w:val="00F42175"/>
    <w:rsid w:val="00F42B72"/>
    <w:rsid w:val="00F42B85"/>
    <w:rsid w:val="00F432CE"/>
    <w:rsid w:val="00F43D7E"/>
    <w:rsid w:val="00F43F25"/>
    <w:rsid w:val="00F43FB7"/>
    <w:rsid w:val="00F440E6"/>
    <w:rsid w:val="00F44354"/>
    <w:rsid w:val="00F443A9"/>
    <w:rsid w:val="00F444AC"/>
    <w:rsid w:val="00F447D4"/>
    <w:rsid w:val="00F448CA"/>
    <w:rsid w:val="00F44EF7"/>
    <w:rsid w:val="00F44F59"/>
    <w:rsid w:val="00F44FBF"/>
    <w:rsid w:val="00F454EA"/>
    <w:rsid w:val="00F459BF"/>
    <w:rsid w:val="00F45CAF"/>
    <w:rsid w:val="00F45CB9"/>
    <w:rsid w:val="00F45CD9"/>
    <w:rsid w:val="00F45D42"/>
    <w:rsid w:val="00F45F08"/>
    <w:rsid w:val="00F45F74"/>
    <w:rsid w:val="00F46234"/>
    <w:rsid w:val="00F462DF"/>
    <w:rsid w:val="00F4689D"/>
    <w:rsid w:val="00F46A78"/>
    <w:rsid w:val="00F46DE5"/>
    <w:rsid w:val="00F46E92"/>
    <w:rsid w:val="00F47341"/>
    <w:rsid w:val="00F474D1"/>
    <w:rsid w:val="00F47877"/>
    <w:rsid w:val="00F478DF"/>
    <w:rsid w:val="00F47B79"/>
    <w:rsid w:val="00F47BE8"/>
    <w:rsid w:val="00F47E3B"/>
    <w:rsid w:val="00F47E42"/>
    <w:rsid w:val="00F47F62"/>
    <w:rsid w:val="00F47F70"/>
    <w:rsid w:val="00F502C0"/>
    <w:rsid w:val="00F503AB"/>
    <w:rsid w:val="00F507FF"/>
    <w:rsid w:val="00F5087E"/>
    <w:rsid w:val="00F50983"/>
    <w:rsid w:val="00F509C4"/>
    <w:rsid w:val="00F50A8A"/>
    <w:rsid w:val="00F50AEE"/>
    <w:rsid w:val="00F50AF2"/>
    <w:rsid w:val="00F50BA1"/>
    <w:rsid w:val="00F50D2A"/>
    <w:rsid w:val="00F50DD8"/>
    <w:rsid w:val="00F50EE1"/>
    <w:rsid w:val="00F50F35"/>
    <w:rsid w:val="00F511D7"/>
    <w:rsid w:val="00F51302"/>
    <w:rsid w:val="00F51409"/>
    <w:rsid w:val="00F5162A"/>
    <w:rsid w:val="00F518DF"/>
    <w:rsid w:val="00F51960"/>
    <w:rsid w:val="00F51B16"/>
    <w:rsid w:val="00F51C30"/>
    <w:rsid w:val="00F51CE5"/>
    <w:rsid w:val="00F51D2B"/>
    <w:rsid w:val="00F51E01"/>
    <w:rsid w:val="00F51F4A"/>
    <w:rsid w:val="00F51F4B"/>
    <w:rsid w:val="00F51F4E"/>
    <w:rsid w:val="00F52007"/>
    <w:rsid w:val="00F52123"/>
    <w:rsid w:val="00F5220E"/>
    <w:rsid w:val="00F52227"/>
    <w:rsid w:val="00F522A9"/>
    <w:rsid w:val="00F524AE"/>
    <w:rsid w:val="00F524E3"/>
    <w:rsid w:val="00F5258D"/>
    <w:rsid w:val="00F529F6"/>
    <w:rsid w:val="00F52A33"/>
    <w:rsid w:val="00F52C10"/>
    <w:rsid w:val="00F52D88"/>
    <w:rsid w:val="00F53055"/>
    <w:rsid w:val="00F53A05"/>
    <w:rsid w:val="00F53A35"/>
    <w:rsid w:val="00F53C39"/>
    <w:rsid w:val="00F53C4C"/>
    <w:rsid w:val="00F53E29"/>
    <w:rsid w:val="00F53E8E"/>
    <w:rsid w:val="00F546E9"/>
    <w:rsid w:val="00F5489E"/>
    <w:rsid w:val="00F549DA"/>
    <w:rsid w:val="00F5529D"/>
    <w:rsid w:val="00F553CA"/>
    <w:rsid w:val="00F55956"/>
    <w:rsid w:val="00F55A95"/>
    <w:rsid w:val="00F55C20"/>
    <w:rsid w:val="00F56160"/>
    <w:rsid w:val="00F5644A"/>
    <w:rsid w:val="00F5678F"/>
    <w:rsid w:val="00F56C19"/>
    <w:rsid w:val="00F56FD5"/>
    <w:rsid w:val="00F5716B"/>
    <w:rsid w:val="00F5727B"/>
    <w:rsid w:val="00F572C5"/>
    <w:rsid w:val="00F573AD"/>
    <w:rsid w:val="00F579CA"/>
    <w:rsid w:val="00F602EF"/>
    <w:rsid w:val="00F60345"/>
    <w:rsid w:val="00F60684"/>
    <w:rsid w:val="00F60896"/>
    <w:rsid w:val="00F60B2C"/>
    <w:rsid w:val="00F60B43"/>
    <w:rsid w:val="00F60BD7"/>
    <w:rsid w:val="00F60FE9"/>
    <w:rsid w:val="00F61165"/>
    <w:rsid w:val="00F612AB"/>
    <w:rsid w:val="00F6147A"/>
    <w:rsid w:val="00F61983"/>
    <w:rsid w:val="00F619A8"/>
    <w:rsid w:val="00F61A1D"/>
    <w:rsid w:val="00F61D87"/>
    <w:rsid w:val="00F6211E"/>
    <w:rsid w:val="00F6242D"/>
    <w:rsid w:val="00F62510"/>
    <w:rsid w:val="00F62693"/>
    <w:rsid w:val="00F628B0"/>
    <w:rsid w:val="00F629FC"/>
    <w:rsid w:val="00F62A98"/>
    <w:rsid w:val="00F62D1E"/>
    <w:rsid w:val="00F62DFC"/>
    <w:rsid w:val="00F62EEE"/>
    <w:rsid w:val="00F63074"/>
    <w:rsid w:val="00F6339E"/>
    <w:rsid w:val="00F63536"/>
    <w:rsid w:val="00F63665"/>
    <w:rsid w:val="00F63674"/>
    <w:rsid w:val="00F63AF9"/>
    <w:rsid w:val="00F6403B"/>
    <w:rsid w:val="00F64088"/>
    <w:rsid w:val="00F6453C"/>
    <w:rsid w:val="00F6455F"/>
    <w:rsid w:val="00F6468F"/>
    <w:rsid w:val="00F64802"/>
    <w:rsid w:val="00F649AA"/>
    <w:rsid w:val="00F64A69"/>
    <w:rsid w:val="00F64C24"/>
    <w:rsid w:val="00F64DA1"/>
    <w:rsid w:val="00F64F3E"/>
    <w:rsid w:val="00F65056"/>
    <w:rsid w:val="00F65313"/>
    <w:rsid w:val="00F65405"/>
    <w:rsid w:val="00F655C5"/>
    <w:rsid w:val="00F65B63"/>
    <w:rsid w:val="00F65EDB"/>
    <w:rsid w:val="00F65F7D"/>
    <w:rsid w:val="00F6628A"/>
    <w:rsid w:val="00F6637C"/>
    <w:rsid w:val="00F663A5"/>
    <w:rsid w:val="00F663ED"/>
    <w:rsid w:val="00F6661C"/>
    <w:rsid w:val="00F6666C"/>
    <w:rsid w:val="00F667E2"/>
    <w:rsid w:val="00F66BE8"/>
    <w:rsid w:val="00F66E0A"/>
    <w:rsid w:val="00F66F8F"/>
    <w:rsid w:val="00F67935"/>
    <w:rsid w:val="00F67ECA"/>
    <w:rsid w:val="00F67F24"/>
    <w:rsid w:val="00F701E3"/>
    <w:rsid w:val="00F70231"/>
    <w:rsid w:val="00F70360"/>
    <w:rsid w:val="00F70564"/>
    <w:rsid w:val="00F707B0"/>
    <w:rsid w:val="00F70BA7"/>
    <w:rsid w:val="00F710E4"/>
    <w:rsid w:val="00F71201"/>
    <w:rsid w:val="00F7136E"/>
    <w:rsid w:val="00F7155E"/>
    <w:rsid w:val="00F715FA"/>
    <w:rsid w:val="00F717C0"/>
    <w:rsid w:val="00F71858"/>
    <w:rsid w:val="00F718D0"/>
    <w:rsid w:val="00F71969"/>
    <w:rsid w:val="00F71BE3"/>
    <w:rsid w:val="00F71F43"/>
    <w:rsid w:val="00F71F6D"/>
    <w:rsid w:val="00F722A3"/>
    <w:rsid w:val="00F72320"/>
    <w:rsid w:val="00F723DC"/>
    <w:rsid w:val="00F724BB"/>
    <w:rsid w:val="00F726A9"/>
    <w:rsid w:val="00F7281D"/>
    <w:rsid w:val="00F72AF7"/>
    <w:rsid w:val="00F72D77"/>
    <w:rsid w:val="00F72DFC"/>
    <w:rsid w:val="00F72E86"/>
    <w:rsid w:val="00F73758"/>
    <w:rsid w:val="00F7378A"/>
    <w:rsid w:val="00F739D1"/>
    <w:rsid w:val="00F73B80"/>
    <w:rsid w:val="00F73BA1"/>
    <w:rsid w:val="00F73E48"/>
    <w:rsid w:val="00F73F48"/>
    <w:rsid w:val="00F747C6"/>
    <w:rsid w:val="00F74806"/>
    <w:rsid w:val="00F74848"/>
    <w:rsid w:val="00F74A76"/>
    <w:rsid w:val="00F74D6D"/>
    <w:rsid w:val="00F74F65"/>
    <w:rsid w:val="00F74F78"/>
    <w:rsid w:val="00F74FF4"/>
    <w:rsid w:val="00F75262"/>
    <w:rsid w:val="00F75B45"/>
    <w:rsid w:val="00F75BAE"/>
    <w:rsid w:val="00F75DB0"/>
    <w:rsid w:val="00F75DF9"/>
    <w:rsid w:val="00F7606C"/>
    <w:rsid w:val="00F761D3"/>
    <w:rsid w:val="00F7628F"/>
    <w:rsid w:val="00F7638D"/>
    <w:rsid w:val="00F7650A"/>
    <w:rsid w:val="00F76D63"/>
    <w:rsid w:val="00F76F48"/>
    <w:rsid w:val="00F76F67"/>
    <w:rsid w:val="00F773FC"/>
    <w:rsid w:val="00F77760"/>
    <w:rsid w:val="00F7786D"/>
    <w:rsid w:val="00F77BAF"/>
    <w:rsid w:val="00F77C3E"/>
    <w:rsid w:val="00F80221"/>
    <w:rsid w:val="00F8045A"/>
    <w:rsid w:val="00F806DD"/>
    <w:rsid w:val="00F80828"/>
    <w:rsid w:val="00F8086C"/>
    <w:rsid w:val="00F80953"/>
    <w:rsid w:val="00F80C13"/>
    <w:rsid w:val="00F810FF"/>
    <w:rsid w:val="00F8111B"/>
    <w:rsid w:val="00F813C9"/>
    <w:rsid w:val="00F8149A"/>
    <w:rsid w:val="00F8193B"/>
    <w:rsid w:val="00F8194A"/>
    <w:rsid w:val="00F819C6"/>
    <w:rsid w:val="00F81AD2"/>
    <w:rsid w:val="00F81AE7"/>
    <w:rsid w:val="00F81DD4"/>
    <w:rsid w:val="00F81EAA"/>
    <w:rsid w:val="00F8211D"/>
    <w:rsid w:val="00F8224D"/>
    <w:rsid w:val="00F82801"/>
    <w:rsid w:val="00F82842"/>
    <w:rsid w:val="00F8289B"/>
    <w:rsid w:val="00F82A66"/>
    <w:rsid w:val="00F82DC7"/>
    <w:rsid w:val="00F82EE7"/>
    <w:rsid w:val="00F82FA0"/>
    <w:rsid w:val="00F83010"/>
    <w:rsid w:val="00F8307A"/>
    <w:rsid w:val="00F8322A"/>
    <w:rsid w:val="00F8351E"/>
    <w:rsid w:val="00F83893"/>
    <w:rsid w:val="00F8391B"/>
    <w:rsid w:val="00F83A36"/>
    <w:rsid w:val="00F83EA2"/>
    <w:rsid w:val="00F83F1C"/>
    <w:rsid w:val="00F84800"/>
    <w:rsid w:val="00F8490C"/>
    <w:rsid w:val="00F84E2A"/>
    <w:rsid w:val="00F84E4B"/>
    <w:rsid w:val="00F85269"/>
    <w:rsid w:val="00F852BF"/>
    <w:rsid w:val="00F852D2"/>
    <w:rsid w:val="00F85327"/>
    <w:rsid w:val="00F855C1"/>
    <w:rsid w:val="00F855C2"/>
    <w:rsid w:val="00F85870"/>
    <w:rsid w:val="00F858EE"/>
    <w:rsid w:val="00F8598D"/>
    <w:rsid w:val="00F85DAD"/>
    <w:rsid w:val="00F863E4"/>
    <w:rsid w:val="00F864E1"/>
    <w:rsid w:val="00F8696F"/>
    <w:rsid w:val="00F86D59"/>
    <w:rsid w:val="00F86D87"/>
    <w:rsid w:val="00F86F03"/>
    <w:rsid w:val="00F86F07"/>
    <w:rsid w:val="00F86F37"/>
    <w:rsid w:val="00F86F94"/>
    <w:rsid w:val="00F86F96"/>
    <w:rsid w:val="00F87480"/>
    <w:rsid w:val="00F8758F"/>
    <w:rsid w:val="00F87670"/>
    <w:rsid w:val="00F87870"/>
    <w:rsid w:val="00F87895"/>
    <w:rsid w:val="00F901FA"/>
    <w:rsid w:val="00F9020A"/>
    <w:rsid w:val="00F904FC"/>
    <w:rsid w:val="00F906BA"/>
    <w:rsid w:val="00F907C5"/>
    <w:rsid w:val="00F90926"/>
    <w:rsid w:val="00F90A6B"/>
    <w:rsid w:val="00F9106E"/>
    <w:rsid w:val="00F910AB"/>
    <w:rsid w:val="00F91166"/>
    <w:rsid w:val="00F913D8"/>
    <w:rsid w:val="00F91B45"/>
    <w:rsid w:val="00F92174"/>
    <w:rsid w:val="00F923F7"/>
    <w:rsid w:val="00F92672"/>
    <w:rsid w:val="00F92707"/>
    <w:rsid w:val="00F92B57"/>
    <w:rsid w:val="00F92CBA"/>
    <w:rsid w:val="00F93364"/>
    <w:rsid w:val="00F93528"/>
    <w:rsid w:val="00F93804"/>
    <w:rsid w:val="00F93866"/>
    <w:rsid w:val="00F93D66"/>
    <w:rsid w:val="00F93D8F"/>
    <w:rsid w:val="00F94047"/>
    <w:rsid w:val="00F94221"/>
    <w:rsid w:val="00F94664"/>
    <w:rsid w:val="00F946CE"/>
    <w:rsid w:val="00F9499F"/>
    <w:rsid w:val="00F949D5"/>
    <w:rsid w:val="00F94BB0"/>
    <w:rsid w:val="00F94F07"/>
    <w:rsid w:val="00F95088"/>
    <w:rsid w:val="00F95682"/>
    <w:rsid w:val="00F956E8"/>
    <w:rsid w:val="00F95953"/>
    <w:rsid w:val="00F95B35"/>
    <w:rsid w:val="00F95BDE"/>
    <w:rsid w:val="00F95D19"/>
    <w:rsid w:val="00F9600A"/>
    <w:rsid w:val="00F9617F"/>
    <w:rsid w:val="00F962EA"/>
    <w:rsid w:val="00F965F1"/>
    <w:rsid w:val="00F96B56"/>
    <w:rsid w:val="00F96DA6"/>
    <w:rsid w:val="00F9708E"/>
    <w:rsid w:val="00F971AC"/>
    <w:rsid w:val="00F976B7"/>
    <w:rsid w:val="00F976CB"/>
    <w:rsid w:val="00F97712"/>
    <w:rsid w:val="00F97D50"/>
    <w:rsid w:val="00FA0160"/>
    <w:rsid w:val="00FA01F3"/>
    <w:rsid w:val="00FA0372"/>
    <w:rsid w:val="00FA03A0"/>
    <w:rsid w:val="00FA08A2"/>
    <w:rsid w:val="00FA08DE"/>
    <w:rsid w:val="00FA0969"/>
    <w:rsid w:val="00FA0BB1"/>
    <w:rsid w:val="00FA0C04"/>
    <w:rsid w:val="00FA1105"/>
    <w:rsid w:val="00FA11A0"/>
    <w:rsid w:val="00FA12E4"/>
    <w:rsid w:val="00FA1601"/>
    <w:rsid w:val="00FA1839"/>
    <w:rsid w:val="00FA1A40"/>
    <w:rsid w:val="00FA1A7D"/>
    <w:rsid w:val="00FA1F00"/>
    <w:rsid w:val="00FA2105"/>
    <w:rsid w:val="00FA21A5"/>
    <w:rsid w:val="00FA274A"/>
    <w:rsid w:val="00FA291F"/>
    <w:rsid w:val="00FA2929"/>
    <w:rsid w:val="00FA296E"/>
    <w:rsid w:val="00FA2E99"/>
    <w:rsid w:val="00FA2FA0"/>
    <w:rsid w:val="00FA33A1"/>
    <w:rsid w:val="00FA3960"/>
    <w:rsid w:val="00FA3B80"/>
    <w:rsid w:val="00FA4061"/>
    <w:rsid w:val="00FA4275"/>
    <w:rsid w:val="00FA4A84"/>
    <w:rsid w:val="00FA4CA5"/>
    <w:rsid w:val="00FA4D31"/>
    <w:rsid w:val="00FA4FFC"/>
    <w:rsid w:val="00FA5108"/>
    <w:rsid w:val="00FA55AC"/>
    <w:rsid w:val="00FA5680"/>
    <w:rsid w:val="00FA5AB9"/>
    <w:rsid w:val="00FA6288"/>
    <w:rsid w:val="00FA6474"/>
    <w:rsid w:val="00FA653D"/>
    <w:rsid w:val="00FA65A8"/>
    <w:rsid w:val="00FA65E1"/>
    <w:rsid w:val="00FA665C"/>
    <w:rsid w:val="00FA6834"/>
    <w:rsid w:val="00FA6ADA"/>
    <w:rsid w:val="00FA6BCA"/>
    <w:rsid w:val="00FA6C83"/>
    <w:rsid w:val="00FA71A9"/>
    <w:rsid w:val="00FA7387"/>
    <w:rsid w:val="00FA73B7"/>
    <w:rsid w:val="00FA770A"/>
    <w:rsid w:val="00FA7A56"/>
    <w:rsid w:val="00FA7BBE"/>
    <w:rsid w:val="00FA7C73"/>
    <w:rsid w:val="00FB0562"/>
    <w:rsid w:val="00FB05FB"/>
    <w:rsid w:val="00FB0627"/>
    <w:rsid w:val="00FB0638"/>
    <w:rsid w:val="00FB100F"/>
    <w:rsid w:val="00FB1242"/>
    <w:rsid w:val="00FB152E"/>
    <w:rsid w:val="00FB167D"/>
    <w:rsid w:val="00FB16E9"/>
    <w:rsid w:val="00FB1857"/>
    <w:rsid w:val="00FB1991"/>
    <w:rsid w:val="00FB1C33"/>
    <w:rsid w:val="00FB1EC9"/>
    <w:rsid w:val="00FB2519"/>
    <w:rsid w:val="00FB2651"/>
    <w:rsid w:val="00FB28F6"/>
    <w:rsid w:val="00FB2AB0"/>
    <w:rsid w:val="00FB2D0C"/>
    <w:rsid w:val="00FB2D95"/>
    <w:rsid w:val="00FB3435"/>
    <w:rsid w:val="00FB346C"/>
    <w:rsid w:val="00FB35BE"/>
    <w:rsid w:val="00FB361C"/>
    <w:rsid w:val="00FB3735"/>
    <w:rsid w:val="00FB3D4E"/>
    <w:rsid w:val="00FB3E71"/>
    <w:rsid w:val="00FB3EF9"/>
    <w:rsid w:val="00FB40A8"/>
    <w:rsid w:val="00FB4183"/>
    <w:rsid w:val="00FB4370"/>
    <w:rsid w:val="00FB44F1"/>
    <w:rsid w:val="00FB4FF8"/>
    <w:rsid w:val="00FB5177"/>
    <w:rsid w:val="00FB5378"/>
    <w:rsid w:val="00FB566E"/>
    <w:rsid w:val="00FB5799"/>
    <w:rsid w:val="00FB59F6"/>
    <w:rsid w:val="00FB5B09"/>
    <w:rsid w:val="00FB61DF"/>
    <w:rsid w:val="00FB62ED"/>
    <w:rsid w:val="00FB6685"/>
    <w:rsid w:val="00FB676C"/>
    <w:rsid w:val="00FB68FC"/>
    <w:rsid w:val="00FB6B6E"/>
    <w:rsid w:val="00FB6D27"/>
    <w:rsid w:val="00FB6F55"/>
    <w:rsid w:val="00FB7114"/>
    <w:rsid w:val="00FB75AA"/>
    <w:rsid w:val="00FB76F2"/>
    <w:rsid w:val="00FB7752"/>
    <w:rsid w:val="00FB7AB1"/>
    <w:rsid w:val="00FB7B58"/>
    <w:rsid w:val="00FB7BDC"/>
    <w:rsid w:val="00FB7EF8"/>
    <w:rsid w:val="00FC008D"/>
    <w:rsid w:val="00FC0833"/>
    <w:rsid w:val="00FC0CD5"/>
    <w:rsid w:val="00FC0D0B"/>
    <w:rsid w:val="00FC10BC"/>
    <w:rsid w:val="00FC12FB"/>
    <w:rsid w:val="00FC19C6"/>
    <w:rsid w:val="00FC1C7B"/>
    <w:rsid w:val="00FC1E21"/>
    <w:rsid w:val="00FC2069"/>
    <w:rsid w:val="00FC217F"/>
    <w:rsid w:val="00FC2186"/>
    <w:rsid w:val="00FC2483"/>
    <w:rsid w:val="00FC260B"/>
    <w:rsid w:val="00FC2821"/>
    <w:rsid w:val="00FC2C86"/>
    <w:rsid w:val="00FC3252"/>
    <w:rsid w:val="00FC32AC"/>
    <w:rsid w:val="00FC3438"/>
    <w:rsid w:val="00FC34D0"/>
    <w:rsid w:val="00FC35DB"/>
    <w:rsid w:val="00FC3670"/>
    <w:rsid w:val="00FC371A"/>
    <w:rsid w:val="00FC3852"/>
    <w:rsid w:val="00FC3C74"/>
    <w:rsid w:val="00FC44F0"/>
    <w:rsid w:val="00FC45CD"/>
    <w:rsid w:val="00FC49FF"/>
    <w:rsid w:val="00FC4A2D"/>
    <w:rsid w:val="00FC4A2E"/>
    <w:rsid w:val="00FC4CE4"/>
    <w:rsid w:val="00FC4E16"/>
    <w:rsid w:val="00FC50F1"/>
    <w:rsid w:val="00FC51C5"/>
    <w:rsid w:val="00FC51F4"/>
    <w:rsid w:val="00FC56B1"/>
    <w:rsid w:val="00FC5C78"/>
    <w:rsid w:val="00FC5E53"/>
    <w:rsid w:val="00FC6117"/>
    <w:rsid w:val="00FC64BC"/>
    <w:rsid w:val="00FC66A4"/>
    <w:rsid w:val="00FC68A8"/>
    <w:rsid w:val="00FC69AA"/>
    <w:rsid w:val="00FC6A4E"/>
    <w:rsid w:val="00FC6A4F"/>
    <w:rsid w:val="00FC6A57"/>
    <w:rsid w:val="00FC6DBA"/>
    <w:rsid w:val="00FC713B"/>
    <w:rsid w:val="00FC7831"/>
    <w:rsid w:val="00FC7924"/>
    <w:rsid w:val="00FC7B9F"/>
    <w:rsid w:val="00FC7BC9"/>
    <w:rsid w:val="00FC7E69"/>
    <w:rsid w:val="00FC7EA3"/>
    <w:rsid w:val="00FC7FB9"/>
    <w:rsid w:val="00FD0180"/>
    <w:rsid w:val="00FD0226"/>
    <w:rsid w:val="00FD052E"/>
    <w:rsid w:val="00FD0677"/>
    <w:rsid w:val="00FD06F8"/>
    <w:rsid w:val="00FD082F"/>
    <w:rsid w:val="00FD0A35"/>
    <w:rsid w:val="00FD0AB6"/>
    <w:rsid w:val="00FD0C47"/>
    <w:rsid w:val="00FD0F14"/>
    <w:rsid w:val="00FD10EE"/>
    <w:rsid w:val="00FD1131"/>
    <w:rsid w:val="00FD11A6"/>
    <w:rsid w:val="00FD14BC"/>
    <w:rsid w:val="00FD18B1"/>
    <w:rsid w:val="00FD198A"/>
    <w:rsid w:val="00FD2286"/>
    <w:rsid w:val="00FD2495"/>
    <w:rsid w:val="00FD254D"/>
    <w:rsid w:val="00FD258D"/>
    <w:rsid w:val="00FD26B1"/>
    <w:rsid w:val="00FD27E9"/>
    <w:rsid w:val="00FD2C48"/>
    <w:rsid w:val="00FD2CA3"/>
    <w:rsid w:val="00FD2DC7"/>
    <w:rsid w:val="00FD2F82"/>
    <w:rsid w:val="00FD314A"/>
    <w:rsid w:val="00FD3169"/>
    <w:rsid w:val="00FD372A"/>
    <w:rsid w:val="00FD37BC"/>
    <w:rsid w:val="00FD3B8A"/>
    <w:rsid w:val="00FD4153"/>
    <w:rsid w:val="00FD42DA"/>
    <w:rsid w:val="00FD4372"/>
    <w:rsid w:val="00FD4700"/>
    <w:rsid w:val="00FD4825"/>
    <w:rsid w:val="00FD4C54"/>
    <w:rsid w:val="00FD4C58"/>
    <w:rsid w:val="00FD4C85"/>
    <w:rsid w:val="00FD4D18"/>
    <w:rsid w:val="00FD4E26"/>
    <w:rsid w:val="00FD4E8B"/>
    <w:rsid w:val="00FD4F5D"/>
    <w:rsid w:val="00FD5101"/>
    <w:rsid w:val="00FD5275"/>
    <w:rsid w:val="00FD53C8"/>
    <w:rsid w:val="00FD56A2"/>
    <w:rsid w:val="00FD5956"/>
    <w:rsid w:val="00FD5FB0"/>
    <w:rsid w:val="00FD6536"/>
    <w:rsid w:val="00FD6AC4"/>
    <w:rsid w:val="00FD6AE0"/>
    <w:rsid w:val="00FD6B38"/>
    <w:rsid w:val="00FD6F62"/>
    <w:rsid w:val="00FD6FF0"/>
    <w:rsid w:val="00FD7211"/>
    <w:rsid w:val="00FD7259"/>
    <w:rsid w:val="00FD7288"/>
    <w:rsid w:val="00FD7542"/>
    <w:rsid w:val="00FD7BFC"/>
    <w:rsid w:val="00FE00D8"/>
    <w:rsid w:val="00FE04A7"/>
    <w:rsid w:val="00FE067E"/>
    <w:rsid w:val="00FE095D"/>
    <w:rsid w:val="00FE0AB9"/>
    <w:rsid w:val="00FE1245"/>
    <w:rsid w:val="00FE129D"/>
    <w:rsid w:val="00FE12A9"/>
    <w:rsid w:val="00FE12D4"/>
    <w:rsid w:val="00FE12E1"/>
    <w:rsid w:val="00FE130D"/>
    <w:rsid w:val="00FE13A8"/>
    <w:rsid w:val="00FE163B"/>
    <w:rsid w:val="00FE18C0"/>
    <w:rsid w:val="00FE198F"/>
    <w:rsid w:val="00FE1993"/>
    <w:rsid w:val="00FE1A50"/>
    <w:rsid w:val="00FE1AB4"/>
    <w:rsid w:val="00FE1AC1"/>
    <w:rsid w:val="00FE1D37"/>
    <w:rsid w:val="00FE1EBE"/>
    <w:rsid w:val="00FE20D8"/>
    <w:rsid w:val="00FE26DB"/>
    <w:rsid w:val="00FE2A45"/>
    <w:rsid w:val="00FE2CCD"/>
    <w:rsid w:val="00FE30CF"/>
    <w:rsid w:val="00FE31BE"/>
    <w:rsid w:val="00FE332A"/>
    <w:rsid w:val="00FE3BBB"/>
    <w:rsid w:val="00FE3DD3"/>
    <w:rsid w:val="00FE3F76"/>
    <w:rsid w:val="00FE4009"/>
    <w:rsid w:val="00FE419F"/>
    <w:rsid w:val="00FE4268"/>
    <w:rsid w:val="00FE474D"/>
    <w:rsid w:val="00FE480C"/>
    <w:rsid w:val="00FE486E"/>
    <w:rsid w:val="00FE4CC3"/>
    <w:rsid w:val="00FE4CF2"/>
    <w:rsid w:val="00FE50C5"/>
    <w:rsid w:val="00FE5B4C"/>
    <w:rsid w:val="00FE5CC4"/>
    <w:rsid w:val="00FE5CCA"/>
    <w:rsid w:val="00FE5E42"/>
    <w:rsid w:val="00FE652A"/>
    <w:rsid w:val="00FE656D"/>
    <w:rsid w:val="00FE694A"/>
    <w:rsid w:val="00FE6AA7"/>
    <w:rsid w:val="00FE6D91"/>
    <w:rsid w:val="00FE719C"/>
    <w:rsid w:val="00FE7454"/>
    <w:rsid w:val="00FE76CE"/>
    <w:rsid w:val="00FE7BB2"/>
    <w:rsid w:val="00FF073B"/>
    <w:rsid w:val="00FF0A6E"/>
    <w:rsid w:val="00FF0B0E"/>
    <w:rsid w:val="00FF0F60"/>
    <w:rsid w:val="00FF1253"/>
    <w:rsid w:val="00FF14EB"/>
    <w:rsid w:val="00FF163A"/>
    <w:rsid w:val="00FF16B5"/>
    <w:rsid w:val="00FF174B"/>
    <w:rsid w:val="00FF1925"/>
    <w:rsid w:val="00FF1CFB"/>
    <w:rsid w:val="00FF1DC6"/>
    <w:rsid w:val="00FF1EE9"/>
    <w:rsid w:val="00FF2176"/>
    <w:rsid w:val="00FF2414"/>
    <w:rsid w:val="00FF2752"/>
    <w:rsid w:val="00FF28BF"/>
    <w:rsid w:val="00FF2A4B"/>
    <w:rsid w:val="00FF2D87"/>
    <w:rsid w:val="00FF2E42"/>
    <w:rsid w:val="00FF2EF4"/>
    <w:rsid w:val="00FF2F4C"/>
    <w:rsid w:val="00FF30A3"/>
    <w:rsid w:val="00FF3307"/>
    <w:rsid w:val="00FF33C1"/>
    <w:rsid w:val="00FF35D0"/>
    <w:rsid w:val="00FF37C8"/>
    <w:rsid w:val="00FF3808"/>
    <w:rsid w:val="00FF3834"/>
    <w:rsid w:val="00FF42CC"/>
    <w:rsid w:val="00FF4A19"/>
    <w:rsid w:val="00FF4B09"/>
    <w:rsid w:val="00FF4FB3"/>
    <w:rsid w:val="00FF5132"/>
    <w:rsid w:val="00FF5163"/>
    <w:rsid w:val="00FF52DF"/>
    <w:rsid w:val="00FF5360"/>
    <w:rsid w:val="00FF54C7"/>
    <w:rsid w:val="00FF5559"/>
    <w:rsid w:val="00FF5611"/>
    <w:rsid w:val="00FF5624"/>
    <w:rsid w:val="00FF593C"/>
    <w:rsid w:val="00FF5CD4"/>
    <w:rsid w:val="00FF5FB9"/>
    <w:rsid w:val="00FF5FCC"/>
    <w:rsid w:val="00FF614D"/>
    <w:rsid w:val="00FF6153"/>
    <w:rsid w:val="00FF61C3"/>
    <w:rsid w:val="00FF635A"/>
    <w:rsid w:val="00FF6423"/>
    <w:rsid w:val="00FF6482"/>
    <w:rsid w:val="00FF6A4D"/>
    <w:rsid w:val="00FF6A59"/>
    <w:rsid w:val="00FF6C78"/>
    <w:rsid w:val="00FF6D2B"/>
    <w:rsid w:val="00FF6D90"/>
    <w:rsid w:val="00FF7041"/>
    <w:rsid w:val="00FF72FB"/>
    <w:rsid w:val="00FF76BC"/>
    <w:rsid w:val="00FF7723"/>
    <w:rsid w:val="00FF77E8"/>
    <w:rsid w:val="00FF792C"/>
    <w:rsid w:val="00FF7F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#f49100" strokecolor="#f49100">
      <v:fill color="#f49100" on="f"/>
      <v:stroke color="#f49100"/>
      <o:colormru v:ext="edit" colors="#f49100,#8f9286"/>
    </o:shapedefaults>
    <o:shapelayout v:ext="edit">
      <o:idmap v:ext="edit" data="2"/>
    </o:shapelayout>
  </w:shapeDefaults>
  <w:decimalSymbol w:val="."/>
  <w:listSeparator w:val=","/>
  <w14:docId w14:val="7FB7F31C"/>
  <w15:docId w15:val="{20D52C69-85C1-4795-8861-D48968189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705C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A394F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link w:val="Heading2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5A394F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i/>
      <w:iCs/>
    </w:rPr>
  </w:style>
  <w:style w:type="paragraph" w:styleId="Heading4">
    <w:name w:val="heading 4"/>
    <w:basedOn w:val="Normal"/>
    <w:next w:val="Normal"/>
    <w:link w:val="Heading4Char1"/>
    <w:qFormat/>
    <w:rsid w:val="005A394F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link w:val="Heading5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29"/>
      <w:outlineLvl w:val="4"/>
    </w:pPr>
    <w:rPr>
      <w:rFonts w:ascii="Times New Roman" w:hAnsi="Times New Roman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/>
      <w:b/>
      <w:bCs/>
      <w:sz w:val="32"/>
      <w:szCs w:val="32"/>
      <w:u w:val="single"/>
    </w:rPr>
  </w:style>
  <w:style w:type="paragraph" w:styleId="Heading7">
    <w:name w:val="heading 7"/>
    <w:basedOn w:val="Normal"/>
    <w:next w:val="Normal"/>
    <w:link w:val="Heading7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/>
      <w:b/>
      <w:bCs/>
      <w:sz w:val="30"/>
      <w:szCs w:val="30"/>
    </w:rPr>
  </w:style>
  <w:style w:type="paragraph" w:styleId="Heading8">
    <w:name w:val="heading 8"/>
    <w:basedOn w:val="Normal"/>
    <w:next w:val="Normal"/>
    <w:link w:val="Heading8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/>
      <w:b/>
      <w:bCs/>
      <w:sz w:val="32"/>
      <w:szCs w:val="32"/>
    </w:rPr>
  </w:style>
  <w:style w:type="paragraph" w:styleId="Heading9">
    <w:name w:val="heading 9"/>
    <w:basedOn w:val="Normal"/>
    <w:next w:val="Normal"/>
    <w:link w:val="Heading9Char1"/>
    <w:qFormat/>
    <w:rsid w:val="005A394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8"/>
    </w:pPr>
    <w:rPr>
      <w:rFonts w:ascii="Times New Roman" w:hAnsi="Times New Roman"/>
      <w:b/>
      <w:bCs/>
      <w:sz w:val="3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3057D6"/>
    <w:rPr>
      <w:rFonts w:ascii="Arial" w:hAnsi="Arial"/>
      <w:b/>
      <w:bCs/>
      <w:sz w:val="18"/>
      <w:szCs w:val="18"/>
      <w:u w:val="single"/>
      <w:shd w:val="solid" w:color="FFFFFF" w:fill="FFFFFF"/>
    </w:rPr>
  </w:style>
  <w:style w:type="character" w:customStyle="1" w:styleId="Heading2Char">
    <w:name w:val="Heading 2 Char"/>
    <w:link w:val="Heading2"/>
    <w:rsid w:val="003057D6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rsid w:val="003057D6"/>
    <w:rPr>
      <w:rFonts w:ascii="Arial" w:hAnsi="Arial"/>
      <w:i/>
      <w:iCs/>
      <w:sz w:val="18"/>
      <w:szCs w:val="18"/>
      <w:lang w:val="en-US" w:eastAsia="en-US" w:bidi="th-TH"/>
    </w:rPr>
  </w:style>
  <w:style w:type="character" w:customStyle="1" w:styleId="Heading4Char1">
    <w:name w:val="Heading 4 Char1"/>
    <w:link w:val="Heading4"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1">
    <w:name w:val="Heading 5 Char1"/>
    <w:link w:val="Heading5"/>
    <w:rsid w:val="00E56DD3"/>
    <w:rPr>
      <w:rFonts w:cs="EucrosiaUPC"/>
      <w:b/>
      <w:bCs/>
      <w:sz w:val="32"/>
      <w:szCs w:val="32"/>
    </w:rPr>
  </w:style>
  <w:style w:type="character" w:customStyle="1" w:styleId="Heading6Char1">
    <w:name w:val="Heading 6 Char1"/>
    <w:link w:val="Heading6"/>
    <w:rsid w:val="00E56DD3"/>
    <w:rPr>
      <w:rFonts w:cs="EucrosiaUPC"/>
      <w:b/>
      <w:bCs/>
      <w:sz w:val="32"/>
      <w:szCs w:val="32"/>
      <w:u w:val="single"/>
    </w:rPr>
  </w:style>
  <w:style w:type="character" w:customStyle="1" w:styleId="Heading7Char1">
    <w:name w:val="Heading 7 Char1"/>
    <w:link w:val="Heading7"/>
    <w:rsid w:val="00E56DD3"/>
    <w:rPr>
      <w:rFonts w:cs="EucrosiaUPC"/>
      <w:b/>
      <w:bCs/>
      <w:sz w:val="30"/>
      <w:szCs w:val="30"/>
    </w:rPr>
  </w:style>
  <w:style w:type="character" w:customStyle="1" w:styleId="Heading8Char1">
    <w:name w:val="Heading 8 Char1"/>
    <w:link w:val="Heading8"/>
    <w:rsid w:val="00E56DD3"/>
    <w:rPr>
      <w:rFonts w:cs="EucrosiaUPC"/>
      <w:b/>
      <w:bCs/>
      <w:sz w:val="32"/>
      <w:szCs w:val="32"/>
    </w:rPr>
  </w:style>
  <w:style w:type="character" w:customStyle="1" w:styleId="Heading9Char1">
    <w:name w:val="Heading 9 Char1"/>
    <w:link w:val="Heading9"/>
    <w:rsid w:val="00E56DD3"/>
    <w:rPr>
      <w:rFonts w:cs="EucrosiaUPC"/>
      <w:b/>
      <w:bCs/>
      <w:sz w:val="30"/>
      <w:szCs w:val="30"/>
    </w:rPr>
  </w:style>
  <w:style w:type="character" w:customStyle="1" w:styleId="BodyTextChar">
    <w:name w:val="Body Text Char"/>
    <w:aliases w:val="bt Char,body text Char,Body Char"/>
    <w:link w:val="BodyText"/>
    <w:rsid w:val="003057D6"/>
    <w:rPr>
      <w:rFonts w:ascii="Arial" w:hAnsi="Arial"/>
      <w:sz w:val="18"/>
      <w:szCs w:val="18"/>
      <w:lang w:val="en-US" w:eastAsia="en-US" w:bidi="th-TH"/>
    </w:rPr>
  </w:style>
  <w:style w:type="paragraph" w:styleId="BodyText">
    <w:name w:val="Body Text"/>
    <w:aliases w:val="bt,body text,Body"/>
    <w:basedOn w:val="Normal"/>
    <w:link w:val="BodyTextChar"/>
    <w:rsid w:val="005A394F"/>
    <w:pPr>
      <w:spacing w:after="120"/>
    </w:pPr>
  </w:style>
  <w:style w:type="paragraph" w:styleId="Header">
    <w:name w:val="header"/>
    <w:basedOn w:val="Normal"/>
    <w:link w:val="Head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HeaderChar1">
    <w:name w:val="Header Char1"/>
    <w:link w:val="Header"/>
    <w:rsid w:val="00E56DD3"/>
    <w:rPr>
      <w:rFonts w:ascii="Arial" w:hAnsi="Arial"/>
      <w:sz w:val="18"/>
      <w:szCs w:val="18"/>
    </w:rPr>
  </w:style>
  <w:style w:type="character" w:customStyle="1" w:styleId="AAAddress">
    <w:name w:val="AA Address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rsid w:val="005A394F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1"/>
    <w:uiPriority w:val="99"/>
    <w:rsid w:val="005A394F"/>
    <w:pPr>
      <w:tabs>
        <w:tab w:val="center" w:pos="4536"/>
        <w:tab w:val="right" w:pos="9072"/>
      </w:tabs>
    </w:pPr>
  </w:style>
  <w:style w:type="character" w:customStyle="1" w:styleId="FooterChar1">
    <w:name w:val="Footer Char1"/>
    <w:link w:val="Footer"/>
    <w:uiPriority w:val="99"/>
    <w:rsid w:val="00E56DD3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5A394F"/>
    <w:rPr>
      <w:rFonts w:cs="Times New Roman"/>
      <w:b/>
      <w:bCs/>
    </w:rPr>
  </w:style>
  <w:style w:type="paragraph" w:styleId="ListBullet">
    <w:name w:val="List Bullet"/>
    <w:basedOn w:val="Normal"/>
    <w:rsid w:val="005A394F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5A394F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5A394F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5A394F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rsid w:val="005A394F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rsid w:val="005A394F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rsid w:val="005A394F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rsid w:val="005A394F"/>
    <w:pPr>
      <w:ind w:left="284"/>
    </w:pPr>
  </w:style>
  <w:style w:type="paragraph" w:customStyle="1" w:styleId="AAFrameAddress">
    <w:name w:val="AA Frame Address"/>
    <w:basedOn w:val="Heading1"/>
    <w:rsid w:val="005A394F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rsid w:val="005A394F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rsid w:val="005A394F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semiHidden/>
    <w:rsid w:val="005A394F"/>
    <w:pPr>
      <w:ind w:left="284" w:hanging="284"/>
    </w:pPr>
  </w:style>
  <w:style w:type="paragraph" w:styleId="Index1">
    <w:name w:val="index 1"/>
    <w:basedOn w:val="Normal"/>
    <w:next w:val="Normal"/>
    <w:autoRedefine/>
    <w:semiHidden/>
    <w:rsid w:val="005A394F"/>
    <w:pPr>
      <w:ind w:left="284" w:hanging="284"/>
    </w:pPr>
  </w:style>
  <w:style w:type="paragraph" w:styleId="Index2">
    <w:name w:val="index 2"/>
    <w:basedOn w:val="Normal"/>
    <w:next w:val="Normal"/>
    <w:autoRedefine/>
    <w:semiHidden/>
    <w:rsid w:val="005A394F"/>
    <w:pPr>
      <w:ind w:left="568" w:hanging="284"/>
    </w:pPr>
  </w:style>
  <w:style w:type="paragraph" w:styleId="Index3">
    <w:name w:val="index 3"/>
    <w:basedOn w:val="Normal"/>
    <w:next w:val="Normal"/>
    <w:autoRedefine/>
    <w:semiHidden/>
    <w:rsid w:val="005A394F"/>
    <w:pPr>
      <w:ind w:left="851" w:hanging="284"/>
    </w:pPr>
  </w:style>
  <w:style w:type="paragraph" w:styleId="Index4">
    <w:name w:val="index 4"/>
    <w:basedOn w:val="Normal"/>
    <w:next w:val="Normal"/>
    <w:semiHidden/>
    <w:rsid w:val="005A394F"/>
    <w:pPr>
      <w:ind w:left="1135" w:hanging="284"/>
    </w:pPr>
  </w:style>
  <w:style w:type="paragraph" w:styleId="Index6">
    <w:name w:val="index 6"/>
    <w:basedOn w:val="Normal"/>
    <w:next w:val="Normal"/>
    <w:semiHidden/>
    <w:rsid w:val="005A394F"/>
    <w:pPr>
      <w:ind w:left="1702" w:hanging="284"/>
    </w:pPr>
  </w:style>
  <w:style w:type="paragraph" w:styleId="Index5">
    <w:name w:val="index 5"/>
    <w:basedOn w:val="Normal"/>
    <w:next w:val="Normal"/>
    <w:semiHidden/>
    <w:rsid w:val="005A394F"/>
    <w:pPr>
      <w:ind w:left="1418" w:hanging="284"/>
    </w:pPr>
  </w:style>
  <w:style w:type="paragraph" w:styleId="Index7">
    <w:name w:val="index 7"/>
    <w:basedOn w:val="Normal"/>
    <w:next w:val="Normal"/>
    <w:semiHidden/>
    <w:rsid w:val="005A394F"/>
    <w:pPr>
      <w:ind w:left="1985" w:hanging="284"/>
    </w:pPr>
  </w:style>
  <w:style w:type="paragraph" w:styleId="Index8">
    <w:name w:val="index 8"/>
    <w:basedOn w:val="Normal"/>
    <w:next w:val="Normal"/>
    <w:semiHidden/>
    <w:rsid w:val="005A394F"/>
    <w:pPr>
      <w:ind w:left="2269" w:hanging="284"/>
    </w:pPr>
  </w:style>
  <w:style w:type="paragraph" w:styleId="Index9">
    <w:name w:val="index 9"/>
    <w:basedOn w:val="Normal"/>
    <w:next w:val="Normal"/>
    <w:semiHidden/>
    <w:rsid w:val="005A394F"/>
    <w:pPr>
      <w:ind w:left="2552" w:hanging="284"/>
    </w:pPr>
  </w:style>
  <w:style w:type="paragraph" w:styleId="TOC2">
    <w:name w:val="toc 2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5A394F"/>
    <w:pPr>
      <w:ind w:left="851"/>
    </w:pPr>
  </w:style>
  <w:style w:type="paragraph" w:styleId="TOC5">
    <w:name w:val="toc 5"/>
    <w:basedOn w:val="Normal"/>
    <w:next w:val="Normal"/>
    <w:semiHidden/>
    <w:rsid w:val="005A394F"/>
    <w:pPr>
      <w:ind w:left="1134"/>
    </w:pPr>
  </w:style>
  <w:style w:type="paragraph" w:styleId="TOC6">
    <w:name w:val="toc 6"/>
    <w:basedOn w:val="Normal"/>
    <w:next w:val="Normal"/>
    <w:semiHidden/>
    <w:rsid w:val="005A394F"/>
    <w:pPr>
      <w:ind w:left="1418"/>
    </w:pPr>
  </w:style>
  <w:style w:type="paragraph" w:styleId="TOC7">
    <w:name w:val="toc 7"/>
    <w:basedOn w:val="Normal"/>
    <w:next w:val="Normal"/>
    <w:semiHidden/>
    <w:rsid w:val="005A394F"/>
    <w:pPr>
      <w:ind w:left="1701"/>
    </w:pPr>
  </w:style>
  <w:style w:type="paragraph" w:styleId="TOC8">
    <w:name w:val="toc 8"/>
    <w:basedOn w:val="Normal"/>
    <w:next w:val="Normal"/>
    <w:semiHidden/>
    <w:rsid w:val="005A394F"/>
    <w:pPr>
      <w:ind w:left="1985"/>
    </w:pPr>
  </w:style>
  <w:style w:type="paragraph" w:styleId="TOC9">
    <w:name w:val="toc 9"/>
    <w:basedOn w:val="Normal"/>
    <w:next w:val="Normal"/>
    <w:semiHidden/>
    <w:rsid w:val="005A394F"/>
    <w:pPr>
      <w:ind w:left="2268"/>
    </w:pPr>
  </w:style>
  <w:style w:type="paragraph" w:styleId="TableofFigures">
    <w:name w:val="table of figures"/>
    <w:basedOn w:val="Normal"/>
    <w:next w:val="Normal"/>
    <w:semiHidden/>
    <w:rsid w:val="005A394F"/>
    <w:pPr>
      <w:ind w:left="567" w:hanging="567"/>
    </w:pPr>
  </w:style>
  <w:style w:type="paragraph" w:styleId="ListBullet5">
    <w:name w:val="List Bullet 5"/>
    <w:basedOn w:val="Normal"/>
    <w:rsid w:val="005A394F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FirstIndent">
    <w:name w:val="Body Text First Indent"/>
    <w:basedOn w:val="BodyText"/>
    <w:link w:val="BodyTextFirstIndentChar1"/>
    <w:rsid w:val="005A394F"/>
    <w:pPr>
      <w:ind w:firstLine="284"/>
    </w:pPr>
  </w:style>
  <w:style w:type="character" w:customStyle="1" w:styleId="BodyTextFirstIndentChar1">
    <w:name w:val="Body Text First Indent Char1"/>
    <w:link w:val="BodyTextFirstIndent"/>
    <w:rsid w:val="00E56DD3"/>
    <w:rPr>
      <w:rFonts w:ascii="Arial" w:eastAsia="Times New Roman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1"/>
    <w:rsid w:val="005A394F"/>
    <w:pPr>
      <w:spacing w:after="120"/>
      <w:ind w:left="283"/>
    </w:pPr>
  </w:style>
  <w:style w:type="character" w:customStyle="1" w:styleId="BodyTextIndentChar1">
    <w:name w:val="Body Text Indent Char1"/>
    <w:aliases w:val="i Char1"/>
    <w:link w:val="BodyTextIndent"/>
    <w:rsid w:val="00E56DD3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1"/>
    <w:rsid w:val="005A394F"/>
    <w:pPr>
      <w:ind w:left="284" w:firstLine="284"/>
    </w:pPr>
  </w:style>
  <w:style w:type="character" w:customStyle="1" w:styleId="BodyTextFirstIndent2Char1">
    <w:name w:val="Body Text First Indent 2 Char1"/>
    <w:link w:val="BodyTextFirstIndent2"/>
    <w:rsid w:val="00E56DD3"/>
    <w:rPr>
      <w:rFonts w:ascii="Arial" w:hAnsi="Arial"/>
      <w:sz w:val="18"/>
      <w:szCs w:val="18"/>
    </w:rPr>
  </w:style>
  <w:style w:type="character" w:styleId="Strong">
    <w:name w:val="Strong"/>
    <w:qFormat/>
    <w:rsid w:val="005A394F"/>
    <w:rPr>
      <w:rFonts w:cs="Times New Roman"/>
      <w:b/>
      <w:bCs/>
    </w:rPr>
  </w:style>
  <w:style w:type="paragraph" w:customStyle="1" w:styleId="AA1stlevelbullet">
    <w:name w:val="AA 1st level bullet"/>
    <w:basedOn w:val="Normal"/>
    <w:rsid w:val="005A394F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rsid w:val="005A394F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rsid w:val="005A394F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rsid w:val="005A394F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rsid w:val="005A394F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rsid w:val="005A394F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5A394F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rsid w:val="005A394F"/>
    <w:pPr>
      <w:framePr w:h="1054" w:wrap="around" w:y="5920"/>
    </w:pPr>
  </w:style>
  <w:style w:type="paragraph" w:customStyle="1" w:styleId="ReportHeading3">
    <w:name w:val="ReportHeading3"/>
    <w:basedOn w:val="ReportHeading2"/>
    <w:rsid w:val="005A394F"/>
    <w:pPr>
      <w:framePr w:h="443" w:wrap="around" w:y="8223"/>
    </w:pPr>
  </w:style>
  <w:style w:type="paragraph" w:customStyle="1" w:styleId="a">
    <w:name w:val="¢éÍ¤ÇÒ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rsid w:val="005A394F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rsid w:val="005A394F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rsid w:val="005A394F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rsid w:val="005A394F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rsid w:val="005A394F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rsid w:val="005A394F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???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styleId="BodyText2">
    <w:name w:val="Body Text 2"/>
    <w:basedOn w:val="Normal"/>
    <w:link w:val="BodyText2Char1"/>
    <w:uiPriority w:val="99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360" w:firstLine="540"/>
      <w:jc w:val="both"/>
    </w:pPr>
    <w:rPr>
      <w:rFonts w:ascii="Book Antiqua" w:hAnsi="Book Antiqua"/>
      <w:sz w:val="22"/>
      <w:szCs w:val="22"/>
    </w:rPr>
  </w:style>
  <w:style w:type="character" w:customStyle="1" w:styleId="BodyText2Char1">
    <w:name w:val="Body Text 2 Char1"/>
    <w:link w:val="BodyText2"/>
    <w:uiPriority w:val="99"/>
    <w:rsid w:val="00E56DD3"/>
    <w:rPr>
      <w:rFonts w:ascii="Book Antiqua" w:hAnsi="Book Antiqua"/>
      <w:sz w:val="22"/>
      <w:szCs w:val="22"/>
    </w:rPr>
  </w:style>
  <w:style w:type="paragraph" w:customStyle="1" w:styleId="a1">
    <w:name w:val="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a2">
    <w:name w:val="ºÇ¡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T0">
    <w:name w:val="????? T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0">
    <w:name w:val="?????3?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paragraph" w:customStyle="1" w:styleId="a3">
    <w:name w:val="???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E">
    <w:name w:val="ª×èÍºÃÔÉÑ· E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4">
    <w:name w:val="Åº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5">
    <w:name w:val="ลบ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eastAsia="Cordia New" w:cs="BrowalliaUPC"/>
      <w:snapToGrid w:val="0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/>
      <w:sz w:val="30"/>
      <w:szCs w:val="30"/>
    </w:rPr>
  </w:style>
  <w:style w:type="character" w:customStyle="1" w:styleId="BodyText3Char1">
    <w:name w:val="Body Text 3 Char1"/>
    <w:link w:val="BodyText3"/>
    <w:rsid w:val="00E56DD3"/>
    <w:rPr>
      <w:rFonts w:cs="EucrosiaUPC"/>
      <w:sz w:val="30"/>
      <w:szCs w:val="30"/>
    </w:rPr>
  </w:style>
  <w:style w:type="character" w:styleId="PageNumber">
    <w:name w:val="page number"/>
    <w:basedOn w:val="DefaultParagraphFont"/>
    <w:rsid w:val="005A394F"/>
  </w:style>
  <w:style w:type="paragraph" w:customStyle="1" w:styleId="ASSETS">
    <w:name w:val="ASSETS"/>
    <w:basedOn w:val="Normal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1"/>
    <w:rsid w:val="005A39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</w:rPr>
  </w:style>
  <w:style w:type="character" w:customStyle="1" w:styleId="BodyTextIndent2Char1">
    <w:name w:val="Body Text Indent 2 Char1"/>
    <w:link w:val="BodyTextIndent2"/>
    <w:rsid w:val="00E56DD3"/>
    <w:rPr>
      <w:rFonts w:cs="EucrosiaUPC"/>
      <w:sz w:val="30"/>
      <w:szCs w:val="30"/>
    </w:rPr>
  </w:style>
  <w:style w:type="paragraph" w:styleId="BalloonText">
    <w:name w:val="Balloon Text"/>
    <w:basedOn w:val="Normal"/>
    <w:link w:val="BalloonTextChar"/>
    <w:semiHidden/>
    <w:rsid w:val="00105CB6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56DD3"/>
    <w:rPr>
      <w:rFonts w:ascii="Tahoma" w:hAnsi="Tahoma" w:cs="Tahoma"/>
      <w:sz w:val="16"/>
      <w:szCs w:val="16"/>
    </w:rPr>
  </w:style>
  <w:style w:type="paragraph" w:customStyle="1" w:styleId="AccPolicyHeading">
    <w:name w:val="Acc Policy Heading"/>
    <w:basedOn w:val="BodyText"/>
    <w:link w:val="AccPolicyHeadingChar"/>
    <w:autoRedefine/>
    <w:rsid w:val="001C075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735"/>
      </w:tabs>
      <w:spacing w:after="0" w:line="240" w:lineRule="auto"/>
      <w:ind w:right="29"/>
      <w:jc w:val="thaiDistribute"/>
    </w:pPr>
    <w:rPr>
      <w:rFonts w:ascii="Angsana New" w:hAnsi="Angsana New"/>
      <w:b/>
      <w:bCs/>
      <w:i/>
      <w:iCs/>
      <w:sz w:val="20"/>
      <w:szCs w:val="20"/>
      <w:lang w:val="en-GB"/>
    </w:rPr>
  </w:style>
  <w:style w:type="character" w:customStyle="1" w:styleId="AccPolicyHeadingChar">
    <w:name w:val="Acc Policy Heading Char"/>
    <w:link w:val="AccPolicyHeading"/>
    <w:rsid w:val="001C075D"/>
    <w:rPr>
      <w:rFonts w:ascii="Angsana New" w:hAnsi="Angsana New"/>
      <w:b/>
      <w:bCs/>
      <w:i/>
      <w:iCs/>
      <w:lang w:val="en-GB"/>
    </w:rPr>
  </w:style>
  <w:style w:type="table" w:styleId="TableGrid">
    <w:name w:val="Table Grid"/>
    <w:basedOn w:val="TableNormal"/>
    <w:uiPriority w:val="39"/>
    <w:rsid w:val="00E95160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gnature">
    <w:name w:val="Signature"/>
    <w:basedOn w:val="Normal"/>
    <w:link w:val="SignatureChar1"/>
    <w:rsid w:val="003057D6"/>
    <w:pPr>
      <w:spacing w:line="240" w:lineRule="auto"/>
    </w:pPr>
  </w:style>
  <w:style w:type="character" w:customStyle="1" w:styleId="SignatureChar1">
    <w:name w:val="Signature Char1"/>
    <w:link w:val="Signature"/>
    <w:rsid w:val="00E56DD3"/>
    <w:rPr>
      <w:rFonts w:ascii="Arial" w:hAnsi="Arial"/>
      <w:sz w:val="18"/>
      <w:szCs w:val="18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">
    <w:name w:val="block"/>
    <w:aliases w:val="b,b + Angsana New,Bold,Thai Distributed Justification,Left:  0....,Normal + Angsana New,15 pt,Left:  1 cm,Rig..."/>
    <w:basedOn w:val="BodyText"/>
    <w:link w:val="blockCha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mergecolhdg">
    <w:name w:val="acct merge col hdg"/>
    <w:aliases w:val="m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mainheading">
    <w:name w:val="acct main heading"/>
    <w:aliases w:val="am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Cs w:val="20"/>
      <w:lang w:val="en-GB" w:bidi="ar-SA"/>
    </w:rPr>
  </w:style>
  <w:style w:type="character" w:customStyle="1" w:styleId="FootnoteTextChar">
    <w:name w:val="Footnote Text Char"/>
    <w:aliases w:val="ft Char"/>
    <w:link w:val="FootnoteText"/>
    <w:semiHidden/>
    <w:rsid w:val="00E56DD3"/>
    <w:rPr>
      <w:sz w:val="18"/>
      <w:lang w:val="en-GB" w:bidi="ar-SA"/>
    </w:rPr>
  </w:style>
  <w:style w:type="paragraph" w:customStyle="1" w:styleId="Graphic">
    <w:name w:val="Graphic"/>
    <w:basedOn w:val="Signature"/>
    <w:rsid w:val="003057D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3057D6"/>
    <w:pPr>
      <w:spacing w:after="0"/>
    </w:pPr>
  </w:style>
  <w:style w:type="paragraph" w:customStyle="1" w:styleId="acctdividends">
    <w:name w:val="acct dividends"/>
    <w:aliases w:val="a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3057D6"/>
    <w:pPr>
      <w:spacing w:after="0"/>
    </w:pPr>
  </w:style>
  <w:style w:type="paragraph" w:customStyle="1" w:styleId="acctindent">
    <w:name w:val="acct indent"/>
    <w:aliases w:val="ai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3057D6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3057D6"/>
    <w:pPr>
      <w:numPr>
        <w:ilvl w:val="1"/>
        <w:numId w:val="14"/>
      </w:numPr>
      <w:tabs>
        <w:tab w:val="clear" w:pos="227"/>
        <w:tab w:val="clear" w:pos="454"/>
        <w:tab w:val="clear" w:pos="576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3057D6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3057D6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3057D6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3057D6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3057D6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3057D6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3057D6"/>
    <w:pPr>
      <w:spacing w:after="0"/>
    </w:pPr>
  </w:style>
  <w:style w:type="paragraph" w:customStyle="1" w:styleId="List1a">
    <w:name w:val="List 1a"/>
    <w:aliases w:val="1a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/>
      <w:sz w:val="22"/>
      <w:szCs w:val="20"/>
      <w:lang w:val="en-GB" w:bidi="ar-SA"/>
    </w:rPr>
  </w:style>
  <w:style w:type="paragraph" w:styleId="MacroText">
    <w:name w:val="macro"/>
    <w:link w:val="MacroTextChar"/>
    <w:semiHidden/>
    <w:rsid w:val="003057D6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/>
      <w:lang w:val="en-AU" w:bidi="ar-SA"/>
    </w:rPr>
  </w:style>
  <w:style w:type="character" w:customStyle="1" w:styleId="MacroTextChar">
    <w:name w:val="Macro Text Char"/>
    <w:link w:val="MacroText"/>
    <w:semiHidden/>
    <w:rsid w:val="00E56DD3"/>
    <w:rPr>
      <w:rFonts w:ascii="Courier New" w:hAnsi="Courier New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3057D6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3057D6"/>
  </w:style>
  <w:style w:type="paragraph" w:customStyle="1" w:styleId="zreportaddinfo">
    <w:name w:val="zreport addinfo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3057D6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3057D6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3057D6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3057D6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3057D6"/>
    <w:rPr>
      <w:b/>
      <w:bCs/>
    </w:rPr>
  </w:style>
  <w:style w:type="paragraph" w:customStyle="1" w:styleId="nineptbodytext">
    <w:name w:val="nine pt body text"/>
    <w:aliases w:val="9bt"/>
    <w:basedOn w:val="nineptnormal"/>
    <w:rsid w:val="003057D6"/>
    <w:pPr>
      <w:spacing w:after="220"/>
    </w:pPr>
  </w:style>
  <w:style w:type="paragraph" w:customStyle="1" w:styleId="nineptnormal">
    <w:name w:val="nine pt normal"/>
    <w:aliases w:val="9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3057D6"/>
    <w:pPr>
      <w:jc w:val="center"/>
    </w:pPr>
  </w:style>
  <w:style w:type="paragraph" w:customStyle="1" w:styleId="heading">
    <w:name w:val="heading"/>
    <w:aliases w:val="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3057D6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3057D6"/>
  </w:style>
  <w:style w:type="paragraph" w:customStyle="1" w:styleId="nineptheadingcentredbold">
    <w:name w:val="nine pt heading centred bold"/>
    <w:aliases w:val="9hc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3057D6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3057D6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3057D6"/>
    <w:rPr>
      <w:b/>
    </w:rPr>
  </w:style>
  <w:style w:type="paragraph" w:customStyle="1" w:styleId="nineptcolumntab1">
    <w:name w:val="nine pt column tab1"/>
    <w:aliases w:val="a91"/>
    <w:basedOn w:val="nineptnormal"/>
    <w:rsid w:val="003057D6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3057D6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3057D6"/>
    <w:pPr>
      <w:jc w:val="center"/>
    </w:pPr>
  </w:style>
  <w:style w:type="paragraph" w:customStyle="1" w:styleId="Normalheading">
    <w:name w:val="Normal heading"/>
    <w:aliases w:val="nh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3057D6"/>
    <w:p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3057D6"/>
    <w:p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3057D6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3057D6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3057D6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3057D6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3057D6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3057D6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3057D6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3057D6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3057D6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3057D6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3057D6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3057D6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3057D6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3057D6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3057D6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3057D6"/>
    <w:pPr>
      <w:spacing w:after="0"/>
    </w:pPr>
  </w:style>
  <w:style w:type="paragraph" w:customStyle="1" w:styleId="smallreturn">
    <w:name w:val="small return"/>
    <w:aliases w:val="sr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3057D6"/>
    <w:pPr>
      <w:spacing w:after="0"/>
    </w:pPr>
  </w:style>
  <w:style w:type="paragraph" w:customStyle="1" w:styleId="headingbolditalic">
    <w:name w:val="heading bold italic"/>
    <w:aliases w:val="hbi"/>
    <w:basedOn w:val="heading"/>
    <w:rsid w:val="003057D6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3057D6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3057D6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3057D6"/>
    <w:pPr>
      <w:spacing w:after="0"/>
    </w:pPr>
  </w:style>
  <w:style w:type="paragraph" w:customStyle="1" w:styleId="blockbullet">
    <w:name w:val="block bullet"/>
    <w:aliases w:val="bb"/>
    <w:basedOn w:val="block"/>
    <w:rsid w:val="003057D6"/>
    <w:pPr>
      <w:numPr>
        <w:numId w:val="16"/>
      </w:numPr>
      <w:tabs>
        <w:tab w:val="clear" w:pos="340"/>
        <w:tab w:val="num" w:pos="907"/>
      </w:tabs>
      <w:ind w:left="907"/>
    </w:pPr>
  </w:style>
  <w:style w:type="paragraph" w:customStyle="1" w:styleId="acctfourfigureslongernumber3">
    <w:name w:val="acct four figures longer number3"/>
    <w:aliases w:val="a4+3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3057D6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3057D6"/>
    <w:pPr>
      <w:spacing w:after="0"/>
    </w:pPr>
  </w:style>
  <w:style w:type="paragraph" w:customStyle="1" w:styleId="eightptnormal">
    <w:name w:val="eight pt normal"/>
    <w:aliases w:val="8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3057D6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3057D6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3057D6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3057D6"/>
    <w:rPr>
      <w:b/>
      <w:bCs/>
    </w:rPr>
  </w:style>
  <w:style w:type="paragraph" w:customStyle="1" w:styleId="eightptbodytext">
    <w:name w:val="eight pt body text"/>
    <w:aliases w:val="8bt"/>
    <w:basedOn w:val="eightptnormal"/>
    <w:rsid w:val="003057D6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3057D6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3057D6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3057D6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3057D6"/>
    <w:pPr>
      <w:spacing w:after="0"/>
    </w:pPr>
  </w:style>
  <w:style w:type="paragraph" w:customStyle="1" w:styleId="eightptblock">
    <w:name w:val="eight pt block"/>
    <w:aliases w:val="8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3057D6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3057D6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3057D6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3057D6"/>
    <w:pPr>
      <w:spacing w:after="0"/>
    </w:pPr>
  </w:style>
  <w:style w:type="paragraph" w:customStyle="1" w:styleId="blockindent">
    <w:name w:val="block indent"/>
    <w:aliases w:val="bi"/>
    <w:basedOn w:val="block"/>
    <w:rsid w:val="003057D6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3057D6"/>
    <w:pPr>
      <w:jc w:val="center"/>
    </w:pPr>
  </w:style>
  <w:style w:type="paragraph" w:customStyle="1" w:styleId="nineptcol">
    <w:name w:val="nine pt %col"/>
    <w:aliases w:val="9%"/>
    <w:basedOn w:val="nineptnormal"/>
    <w:rsid w:val="003057D6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3057D6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3057D6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3057D6"/>
    <w:pPr>
      <w:spacing w:after="0"/>
    </w:pPr>
  </w:style>
  <w:style w:type="paragraph" w:customStyle="1" w:styleId="nineptblocklist">
    <w:name w:val="nine pt block list"/>
    <w:aliases w:val="9bl"/>
    <w:basedOn w:val="nineptblock"/>
    <w:rsid w:val="003057D6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3057D6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3057D6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3057D6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3057D6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3057D6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3057D6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3057D6"/>
    <w:pPr>
      <w:spacing w:after="20"/>
    </w:pPr>
  </w:style>
  <w:style w:type="paragraph" w:customStyle="1" w:styleId="blockbulletnospaceafter">
    <w:name w:val="block bullet no space after"/>
    <w:aliases w:val="bbn,block bullet no sp"/>
    <w:basedOn w:val="blockbullet"/>
    <w:rsid w:val="003057D6"/>
    <w:pPr>
      <w:spacing w:after="0"/>
    </w:pPr>
  </w:style>
  <w:style w:type="paragraph" w:customStyle="1" w:styleId="acctstatementheadingaitalicbold">
    <w:name w:val="acct statement heading (a) italic bold"/>
    <w:aliases w:val="asaib"/>
    <w:basedOn w:val="acctstatementheadinga"/>
    <w:rsid w:val="003057D6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3057D6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3057D6"/>
    <w:pPr>
      <w:spacing w:after="80"/>
    </w:pPr>
  </w:style>
  <w:style w:type="paragraph" w:customStyle="1" w:styleId="nineptratecol">
    <w:name w:val="nine pt rate col"/>
    <w:aliases w:val="a9r"/>
    <w:basedOn w:val="nineptnormal"/>
    <w:rsid w:val="003057D6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3057D6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3057D6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3057D6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3057D6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3057D6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3057D6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3057D6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3057D6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3057D6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3057D6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3057D6"/>
    <w:pPr>
      <w:ind w:left="907" w:hanging="340"/>
    </w:pPr>
  </w:style>
  <w:style w:type="paragraph" w:customStyle="1" w:styleId="List3i">
    <w:name w:val="List 3i"/>
    <w:aliases w:val="3i"/>
    <w:basedOn w:val="List2i"/>
    <w:rsid w:val="003057D6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3057D6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3057D6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3057D6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3057D6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3057D6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3057D6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3057D6"/>
    <w:pPr>
      <w:spacing w:after="80"/>
    </w:pPr>
  </w:style>
  <w:style w:type="paragraph" w:customStyle="1" w:styleId="blockbullet2">
    <w:name w:val="block bullet 2"/>
    <w:aliases w:val="bb2"/>
    <w:basedOn w:val="BodyText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3057D6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3057D6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30728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right="389"/>
      <w:jc w:val="both"/>
    </w:pPr>
    <w:rPr>
      <w:rFonts w:ascii="Times New Roman" w:hAnsi="Times New Roman"/>
      <w:bCs/>
      <w:i/>
      <w:iCs/>
      <w:sz w:val="22"/>
      <w:szCs w:val="22"/>
      <w:lang w:eastAsia="en-GB"/>
    </w:rPr>
  </w:style>
  <w:style w:type="character" w:customStyle="1" w:styleId="AccPolicysubheadChar">
    <w:name w:val="Acc Policy sub head Char"/>
    <w:link w:val="AccPolicysubhead"/>
    <w:rsid w:val="0030728F"/>
    <w:rPr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3057D6"/>
    <w:pPr>
      <w:numPr>
        <w:numId w:val="17"/>
      </w:num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both"/>
    </w:pPr>
    <w:rPr>
      <w:rFonts w:ascii="Times New Roman" w:hAnsi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E56DD3"/>
    <w:pPr>
      <w:ind w:left="567"/>
    </w:pPr>
  </w:style>
  <w:style w:type="character" w:customStyle="1" w:styleId="AccPolicyalternativeChar">
    <w:name w:val="Acc Policy alternative Char"/>
    <w:link w:val="AccPolicyalternative"/>
    <w:rsid w:val="00E56DD3"/>
    <w:rPr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3057D6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3057D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paragraph" w:styleId="DocumentMap">
    <w:name w:val="Document Map"/>
    <w:basedOn w:val="Normal"/>
    <w:link w:val="DocumentMapChar"/>
    <w:semiHidden/>
    <w:rsid w:val="003057D6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bidi="ar-SA"/>
    </w:rPr>
  </w:style>
  <w:style w:type="character" w:customStyle="1" w:styleId="DocumentMapChar">
    <w:name w:val="Document Map Char"/>
    <w:link w:val="DocumentMap"/>
    <w:semiHidden/>
    <w:rsid w:val="00E56DD3"/>
    <w:rPr>
      <w:rFonts w:ascii="Tahoma" w:hAnsi="Tahoma" w:cs="Tahoma"/>
      <w:shd w:val="clear" w:color="auto" w:fill="000080"/>
      <w:lang w:val="en-GB" w:bidi="ar-SA"/>
    </w:rPr>
  </w:style>
  <w:style w:type="character" w:customStyle="1" w:styleId="AccPolicyHeadingCharChar">
    <w:name w:val="Acc Policy Heading Char Char"/>
    <w:rsid w:val="000B78AD"/>
    <w:rPr>
      <w:bCs/>
      <w:sz w:val="22"/>
      <w:szCs w:val="22"/>
      <w:lang w:val="en-US" w:eastAsia="en-GB" w:bidi="th-TH"/>
    </w:rPr>
  </w:style>
  <w:style w:type="paragraph" w:customStyle="1" w:styleId="CharChar">
    <w:name w:val="อักขระ อักขระ อักขระ Char Char อักขระ"/>
    <w:basedOn w:val="Normal"/>
    <w:rsid w:val="0011053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styleId="FootnoteReference">
    <w:name w:val="footnote reference"/>
    <w:aliases w:val="fr"/>
    <w:uiPriority w:val="99"/>
    <w:rsid w:val="004E16F1"/>
    <w:rPr>
      <w:position w:val="6"/>
      <w:sz w:val="14"/>
    </w:rPr>
  </w:style>
  <w:style w:type="character" w:customStyle="1" w:styleId="EmailStyle286">
    <w:name w:val="EmailStyle286"/>
    <w:semiHidden/>
    <w:rsid w:val="004E16F1"/>
    <w:rPr>
      <w:rFonts w:ascii="Arial" w:hAnsi="Arial" w:cs="Arial"/>
      <w:color w:val="auto"/>
      <w:sz w:val="20"/>
      <w:szCs w:val="20"/>
    </w:rPr>
  </w:style>
  <w:style w:type="paragraph" w:customStyle="1" w:styleId="CharChar0">
    <w:name w:val="อักขระ อักขระ Char Char อักขระ อักขระ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styleId="BodyTextIndent3">
    <w:name w:val="Body Text Indent 3"/>
    <w:basedOn w:val="Normal"/>
    <w:link w:val="BodyTextIndent3Char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20" w:line="260" w:lineRule="atLeast"/>
      <w:ind w:left="360"/>
    </w:pPr>
    <w:rPr>
      <w:rFonts w:ascii="Times New Roman" w:hAnsi="Times New Roman"/>
      <w:sz w:val="16"/>
      <w:szCs w:val="16"/>
      <w:lang w:val="en-GB" w:bidi="ar-SA"/>
    </w:rPr>
  </w:style>
  <w:style w:type="character" w:customStyle="1" w:styleId="BodyTextIndent3Char">
    <w:name w:val="Body Text Indent 3 Char"/>
    <w:link w:val="BodyTextIndent3"/>
    <w:rsid w:val="002565CA"/>
    <w:rPr>
      <w:sz w:val="16"/>
      <w:szCs w:val="16"/>
      <w:lang w:val="en-GB" w:bidi="ar-SA"/>
    </w:rPr>
  </w:style>
  <w:style w:type="paragraph" w:customStyle="1" w:styleId="NormalComplex11pt">
    <w:name w:val="Normal + (Complex) 11 pt"/>
    <w:aliases w:val="Justified,Left:  0.38&quot;,Line spacing:  Exactly 17 ..."/>
    <w:basedOn w:val="BodyText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547"/>
      <w:jc w:val="both"/>
    </w:pPr>
    <w:rPr>
      <w:rFonts w:ascii="Times New Roman" w:hAnsi="Times New Roman"/>
      <w:spacing w:val="-2"/>
      <w:sz w:val="22"/>
      <w:szCs w:val="22"/>
      <w:lang w:val="en-GB" w:bidi="ar-SA"/>
    </w:rPr>
  </w:style>
  <w:style w:type="paragraph" w:styleId="HTMLPreformatted">
    <w:name w:val="HTML Preformatted"/>
    <w:basedOn w:val="Normal"/>
    <w:link w:val="HTMLPreformattedChar"/>
    <w:uiPriority w:val="99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Angsana New" w:eastAsia="Batang" w:hAnsi="Angsana New"/>
      <w:sz w:val="28"/>
      <w:szCs w:val="28"/>
      <w:lang w:eastAsia="ko-KR"/>
    </w:rPr>
  </w:style>
  <w:style w:type="character" w:customStyle="1" w:styleId="HTMLPreformattedChar">
    <w:name w:val="HTML Preformatted Char"/>
    <w:link w:val="HTMLPreformatted"/>
    <w:uiPriority w:val="99"/>
    <w:rsid w:val="0008537C"/>
    <w:rPr>
      <w:rFonts w:ascii="Angsana New" w:eastAsia="Batang" w:hAnsi="Angsana New"/>
      <w:sz w:val="28"/>
      <w:szCs w:val="28"/>
      <w:lang w:eastAsia="ko-KR"/>
    </w:rPr>
  </w:style>
  <w:style w:type="paragraph" w:customStyle="1" w:styleId="RNormal">
    <w:name w:val="RNormal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plainKPMG">
    <w:name w:val="plain KPMG"/>
    <w:aliases w:val="p"/>
    <w:basedOn w:val="Normal"/>
    <w:rsid w:val="004E16F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" w:hAnsi="Times" w:cs="New York"/>
      <w:sz w:val="24"/>
      <w:szCs w:val="24"/>
      <w:lang w:val="th-TH"/>
    </w:rPr>
  </w:style>
  <w:style w:type="character" w:customStyle="1" w:styleId="CharChar1">
    <w:name w:val="Char Char1"/>
    <w:rsid w:val="004E16F1"/>
    <w:rPr>
      <w:rFonts w:cs="Angsana New"/>
      <w:b/>
      <w:i/>
      <w:sz w:val="24"/>
      <w:lang w:val="en-GB" w:eastAsia="en-US" w:bidi="ar-SA"/>
    </w:rPr>
  </w:style>
  <w:style w:type="character" w:styleId="CommentReference">
    <w:name w:val="annotation reference"/>
    <w:rsid w:val="0076283E"/>
    <w:rPr>
      <w:sz w:val="16"/>
      <w:szCs w:val="16"/>
    </w:rPr>
  </w:style>
  <w:style w:type="paragraph" w:styleId="CommentText">
    <w:name w:val="annotation text"/>
    <w:basedOn w:val="Normal"/>
    <w:link w:val="CommentTextChar"/>
    <w:rsid w:val="0076283E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E56DD3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76283E"/>
    <w:rPr>
      <w:b/>
      <w:bCs/>
    </w:rPr>
  </w:style>
  <w:style w:type="character" w:customStyle="1" w:styleId="CommentSubjectChar">
    <w:name w:val="Comment Subject Char"/>
    <w:link w:val="CommentSubject"/>
    <w:locked/>
    <w:rsid w:val="00E56DD3"/>
    <w:rPr>
      <w:rFonts w:ascii="Arial" w:hAnsi="Arial"/>
      <w:b/>
      <w:bCs/>
    </w:rPr>
  </w:style>
  <w:style w:type="character" w:customStyle="1" w:styleId="Heading1Char1">
    <w:name w:val="Heading 1 Char1"/>
    <w:uiPriority w:val="99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</w:rPr>
  </w:style>
  <w:style w:type="character" w:customStyle="1" w:styleId="Heading2Char1">
    <w:name w:val="Heading 2 Char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Heading3Char1">
    <w:name w:val="Heading 3 Char1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BodyTextChar1">
    <w:name w:val="Body Text Char1"/>
    <w:aliases w:val="bt Char1,body text Char1,Body Char1"/>
    <w:uiPriority w:val="99"/>
    <w:rsid w:val="00E56DD3"/>
    <w:rPr>
      <w:rFonts w:ascii="Arial" w:eastAsia="Times New Roman" w:hAnsi="Arial" w:cs="Angsana New"/>
      <w:sz w:val="18"/>
      <w:szCs w:val="22"/>
    </w:rPr>
  </w:style>
  <w:style w:type="character" w:customStyle="1" w:styleId="shorttext1">
    <w:name w:val="short_text1"/>
    <w:rsid w:val="00E56DD3"/>
    <w:rPr>
      <w:sz w:val="29"/>
      <w:szCs w:val="29"/>
    </w:rPr>
  </w:style>
  <w:style w:type="character" w:customStyle="1" w:styleId="shorttext">
    <w:name w:val="short_text"/>
    <w:basedOn w:val="DefaultParagraphFont"/>
    <w:rsid w:val="00E56DD3"/>
  </w:style>
  <w:style w:type="paragraph" w:customStyle="1" w:styleId="Default">
    <w:name w:val="Default"/>
    <w:rsid w:val="00E56DD3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E56DD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link w:val="PlainText"/>
    <w:uiPriority w:val="99"/>
    <w:rsid w:val="00E56DD3"/>
    <w:rPr>
      <w:rFonts w:ascii="Consolas" w:hAnsi="Consolas"/>
      <w:sz w:val="21"/>
      <w:szCs w:val="26"/>
    </w:rPr>
  </w:style>
  <w:style w:type="character" w:customStyle="1" w:styleId="BodyText2Char">
    <w:name w:val="Body Text 2 Char"/>
    <w:locked/>
    <w:rsid w:val="00E56DD3"/>
    <w:rPr>
      <w:rFonts w:ascii="Book Antiqua" w:hAnsi="Book Antiqua" w:cs="Times New Roman"/>
      <w:sz w:val="22"/>
      <w:szCs w:val="22"/>
    </w:rPr>
  </w:style>
  <w:style w:type="character" w:customStyle="1" w:styleId="Heading4Char">
    <w:name w:val="Heading 4 Char"/>
    <w:locked/>
    <w:rsid w:val="00E56DD3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6Char">
    <w:name w:val="Heading 6 Char"/>
    <w:locked/>
    <w:rsid w:val="00E56DD3"/>
    <w:rPr>
      <w:rFonts w:cs="EucrosiaUPC"/>
      <w:b/>
      <w:bCs/>
      <w:sz w:val="32"/>
      <w:szCs w:val="32"/>
      <w:u w:val="single"/>
      <w:lang w:bidi="th-TH"/>
    </w:rPr>
  </w:style>
  <w:style w:type="character" w:customStyle="1" w:styleId="Heading7Char">
    <w:name w:val="Heading 7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ing8Char">
    <w:name w:val="Heading 8 Char"/>
    <w:locked/>
    <w:rsid w:val="00E56DD3"/>
    <w:rPr>
      <w:rFonts w:cs="EucrosiaUPC"/>
      <w:b/>
      <w:bCs/>
      <w:sz w:val="32"/>
      <w:szCs w:val="32"/>
      <w:lang w:bidi="th-TH"/>
    </w:rPr>
  </w:style>
  <w:style w:type="character" w:customStyle="1" w:styleId="Heading9Char">
    <w:name w:val="Heading 9 Char"/>
    <w:locked/>
    <w:rsid w:val="00E56DD3"/>
    <w:rPr>
      <w:rFonts w:cs="EucrosiaUPC"/>
      <w:b/>
      <w:bCs/>
      <w:sz w:val="30"/>
      <w:szCs w:val="30"/>
      <w:lang w:bidi="th-TH"/>
    </w:rPr>
  </w:style>
  <w:style w:type="character" w:customStyle="1" w:styleId="HeaderChar">
    <w:name w:val="Head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FooterChar">
    <w:name w:val="Footer Char"/>
    <w:uiPriority w:val="99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Char">
    <w:name w:val="Body Text First Indent Char"/>
    <w:locked/>
    <w:rsid w:val="00E56DD3"/>
    <w:rPr>
      <w:rFonts w:ascii="Arial" w:eastAsia="Times New Roman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FirstIndent2Char">
    <w:name w:val="Body Text First Indent 2 Char"/>
    <w:locked/>
    <w:rsid w:val="00E56DD3"/>
    <w:rPr>
      <w:rFonts w:ascii="Arial" w:hAnsi="Arial" w:cs="Times New Roman"/>
      <w:sz w:val="18"/>
      <w:szCs w:val="18"/>
    </w:rPr>
  </w:style>
  <w:style w:type="character" w:customStyle="1" w:styleId="BodyText3Char">
    <w:name w:val="Body Text 3 Char"/>
    <w:locked/>
    <w:rsid w:val="00E56DD3"/>
    <w:rPr>
      <w:rFonts w:cs="EucrosiaUPC"/>
      <w:sz w:val="30"/>
      <w:szCs w:val="30"/>
      <w:lang w:bidi="th-TH"/>
    </w:rPr>
  </w:style>
  <w:style w:type="character" w:customStyle="1" w:styleId="BodyTextIndent2Char">
    <w:name w:val="Body Text Indent 2 Char"/>
    <w:locked/>
    <w:rsid w:val="00E56DD3"/>
    <w:rPr>
      <w:rFonts w:cs="EucrosiaUPC"/>
      <w:sz w:val="30"/>
      <w:szCs w:val="30"/>
      <w:lang w:bidi="th-TH"/>
    </w:rPr>
  </w:style>
  <w:style w:type="character" w:customStyle="1" w:styleId="SignatureChar">
    <w:name w:val="Signature Char"/>
    <w:locked/>
    <w:rsid w:val="00E56DD3"/>
    <w:rPr>
      <w:rFonts w:ascii="Arial" w:hAnsi="Arial" w:cs="Times New Roman"/>
      <w:sz w:val="18"/>
      <w:szCs w:val="18"/>
    </w:rPr>
  </w:style>
  <w:style w:type="character" w:customStyle="1" w:styleId="hps">
    <w:name w:val="hps"/>
    <w:rsid w:val="00E56DD3"/>
    <w:rPr>
      <w:rFonts w:cs="Times New Roman"/>
    </w:rPr>
  </w:style>
  <w:style w:type="character" w:customStyle="1" w:styleId="gt-icon-text1">
    <w:name w:val="gt-icon-text1"/>
    <w:rsid w:val="00E56DD3"/>
    <w:rPr>
      <w:rFonts w:cs="Times New Roman"/>
    </w:rPr>
  </w:style>
  <w:style w:type="character" w:customStyle="1" w:styleId="longtext">
    <w:name w:val="long_text"/>
    <w:rsid w:val="00E56DD3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E56DD3"/>
    <w:pPr>
      <w:ind w:left="720"/>
      <w:contextualSpacing/>
    </w:pPr>
    <w:rPr>
      <w:szCs w:val="22"/>
    </w:rPr>
  </w:style>
  <w:style w:type="character" w:customStyle="1" w:styleId="CharChar22">
    <w:name w:val="Char Char22"/>
    <w:rsid w:val="00E56DD3"/>
    <w:rPr>
      <w:rFonts w:ascii="Arial" w:eastAsia="Times New Roman" w:hAnsi="Arial" w:cs="Times New Roman"/>
      <w:b/>
      <w:bCs/>
      <w:sz w:val="18"/>
      <w:szCs w:val="18"/>
      <w:u w:val="single"/>
      <w:shd w:val="solid" w:color="FFFFFF" w:fill="FFFFFF"/>
      <w:lang w:val="en-US" w:eastAsia="en-US"/>
    </w:rPr>
  </w:style>
  <w:style w:type="character" w:customStyle="1" w:styleId="CharChar21">
    <w:name w:val="Char Char21"/>
    <w:rsid w:val="00E56DD3"/>
    <w:rPr>
      <w:rFonts w:ascii="Arial" w:eastAsia="Times New Roman" w:hAnsi="Arial" w:cs="Times New Roman"/>
      <w:b/>
      <w:bCs/>
      <w:sz w:val="18"/>
      <w:szCs w:val="18"/>
    </w:rPr>
  </w:style>
  <w:style w:type="character" w:customStyle="1" w:styleId="CharChar20">
    <w:name w:val="Char Char20"/>
    <w:rsid w:val="00E56DD3"/>
    <w:rPr>
      <w:rFonts w:ascii="Arial" w:eastAsia="Times New Roman" w:hAnsi="Arial" w:cs="Times New Roman"/>
      <w:i/>
      <w:iCs/>
      <w:sz w:val="18"/>
      <w:szCs w:val="18"/>
    </w:rPr>
  </w:style>
  <w:style w:type="character" w:customStyle="1" w:styleId="atn">
    <w:name w:val="atn"/>
    <w:basedOn w:val="DefaultParagraphFont"/>
    <w:rsid w:val="00E56DD3"/>
  </w:style>
  <w:style w:type="character" w:styleId="Emphasis">
    <w:name w:val="Emphasis"/>
    <w:uiPriority w:val="20"/>
    <w:qFormat/>
    <w:rsid w:val="00E56DD3"/>
    <w:rPr>
      <w:b w:val="0"/>
      <w:bCs w:val="0"/>
      <w:i w:val="0"/>
      <w:iCs w:val="0"/>
      <w:color w:val="D14836"/>
    </w:rPr>
  </w:style>
  <w:style w:type="character" w:customStyle="1" w:styleId="st1">
    <w:name w:val="st1"/>
    <w:basedOn w:val="DefaultParagraphFont"/>
    <w:rsid w:val="00E56DD3"/>
  </w:style>
  <w:style w:type="paragraph" w:styleId="Revision">
    <w:name w:val="Revision"/>
    <w:hidden/>
    <w:uiPriority w:val="99"/>
    <w:semiHidden/>
    <w:rsid w:val="00E56DD3"/>
    <w:rPr>
      <w:rFonts w:ascii="Arial" w:hAnsi="Arial"/>
      <w:sz w:val="18"/>
      <w:szCs w:val="22"/>
    </w:rPr>
  </w:style>
  <w:style w:type="paragraph" w:customStyle="1" w:styleId="CharChar2">
    <w:name w:val="อักขระ อักขระ อักขระ Char Char อักขระ2"/>
    <w:basedOn w:val="Normal"/>
    <w:rsid w:val="00B15C4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23">
    <w:name w:val="Char Char2"/>
    <w:rsid w:val="002565CA"/>
    <w:rPr>
      <w:rFonts w:ascii="Arial" w:hAnsi="Arial"/>
      <w:b/>
      <w:bCs/>
      <w:sz w:val="18"/>
      <w:szCs w:val="18"/>
      <w:lang w:val="en-US" w:eastAsia="en-US" w:bidi="th-TH"/>
    </w:rPr>
  </w:style>
  <w:style w:type="paragraph" w:customStyle="1" w:styleId="CharChar24">
    <w:name w:val="อักขระ อักขระ Char Char อักขระ อักขระ2"/>
    <w:basedOn w:val="Normal"/>
    <w:rsid w:val="002565CA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2">
    <w:name w:val="Char Char12"/>
    <w:rsid w:val="002565CA"/>
    <w:rPr>
      <w:rFonts w:cs="Angsana New"/>
      <w:b/>
      <w:i/>
      <w:sz w:val="24"/>
      <w:lang w:val="en-GB" w:eastAsia="en-US" w:bidi="ar-SA"/>
    </w:rPr>
  </w:style>
  <w:style w:type="paragraph" w:styleId="NoSpacing">
    <w:name w:val="No Spacing"/>
    <w:uiPriority w:val="1"/>
    <w:qFormat/>
    <w:rsid w:val="00C20618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customStyle="1" w:styleId="h31">
    <w:name w:val="h31"/>
    <w:rsid w:val="005A6124"/>
    <w:rPr>
      <w:rFonts w:ascii="Tahoma" w:hAnsi="Tahoma" w:cs="Tahoma" w:hint="default"/>
      <w:b/>
      <w:bCs/>
      <w:vanish w:val="0"/>
      <w:webHidden w:val="0"/>
      <w:color w:val="3F3F3F"/>
      <w:sz w:val="21"/>
      <w:szCs w:val="21"/>
      <w:specVanish w:val="0"/>
    </w:rPr>
  </w:style>
  <w:style w:type="paragraph" w:styleId="NormalWeb">
    <w:name w:val="Normal (Web)"/>
    <w:basedOn w:val="Normal"/>
    <w:uiPriority w:val="99"/>
    <w:unhideWhenUsed/>
    <w:rsid w:val="00A2414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ahoma" w:eastAsia="Calibri" w:hAnsi="Tahoma" w:cs="Tahoma"/>
      <w:sz w:val="24"/>
      <w:szCs w:val="24"/>
    </w:rPr>
  </w:style>
  <w:style w:type="paragraph" w:customStyle="1" w:styleId="CharChar10">
    <w:name w:val="อักขระ อักขระ อักขระ Char Char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CharChar11">
    <w:name w:val="อักขระ อักขระ Char Char อักขระ อักขระ1"/>
    <w:basedOn w:val="Normal"/>
    <w:rsid w:val="0015221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character" w:customStyle="1" w:styleId="CharChar110">
    <w:name w:val="Char Char11"/>
    <w:rsid w:val="00152214"/>
    <w:rPr>
      <w:rFonts w:cs="Angsana New"/>
      <w:b/>
      <w:i/>
      <w:sz w:val="24"/>
      <w:lang w:val="en-GB" w:eastAsia="en-US" w:bidi="ar-SA"/>
    </w:rPr>
  </w:style>
  <w:style w:type="paragraph" w:customStyle="1" w:styleId="AccountingPolicy">
    <w:name w:val="Accounting Policy"/>
    <w:basedOn w:val="Normal"/>
    <w:link w:val="AccountingPolicyChar1"/>
    <w:rsid w:val="00152214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link w:val="AccountingPolicy"/>
    <w:locked/>
    <w:rsid w:val="00152214"/>
    <w:rPr>
      <w:rFonts w:ascii="Univers 45 Light" w:eastAsia="MS Mincho" w:hAnsi="Univers 45 Light" w:cs="Univers 45 Light"/>
      <w:color w:val="000000"/>
      <w:lang w:val="en-GB" w:bidi="ar-SA"/>
    </w:rPr>
  </w:style>
  <w:style w:type="character" w:customStyle="1" w:styleId="alt-edited1">
    <w:name w:val="alt-edited1"/>
    <w:rsid w:val="00152214"/>
    <w:rPr>
      <w:color w:val="4D90F0"/>
    </w:rPr>
  </w:style>
  <w:style w:type="character" w:customStyle="1" w:styleId="st">
    <w:name w:val="st"/>
    <w:basedOn w:val="DefaultParagraphFont"/>
    <w:rsid w:val="002E3A45"/>
  </w:style>
  <w:style w:type="character" w:customStyle="1" w:styleId="kno-tr-ctx">
    <w:name w:val="kno-tr-ctx"/>
    <w:basedOn w:val="DefaultParagraphFont"/>
    <w:rsid w:val="000C0CF2"/>
  </w:style>
  <w:style w:type="character" w:customStyle="1" w:styleId="blockChar">
    <w:name w:val="block Char"/>
    <w:aliases w:val="b Char"/>
    <w:basedOn w:val="DefaultParagraphFont"/>
    <w:link w:val="block"/>
    <w:locked/>
    <w:rsid w:val="009F2DD9"/>
    <w:rPr>
      <w:sz w:val="22"/>
      <w:lang w:val="en-GB" w:bidi="ar-SA"/>
    </w:rPr>
  </w:style>
  <w:style w:type="paragraph" w:customStyle="1" w:styleId="Pa47">
    <w:name w:val="Pa47"/>
    <w:basedOn w:val="Normal"/>
    <w:next w:val="Normal"/>
    <w:uiPriority w:val="99"/>
    <w:rsid w:val="00FD482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ListParagraphChar">
    <w:name w:val="List Paragraph Char"/>
    <w:link w:val="ListParagraph"/>
    <w:uiPriority w:val="34"/>
    <w:locked/>
    <w:rsid w:val="00DB2059"/>
    <w:rPr>
      <w:rFonts w:ascii="Arial" w:hAnsi="Arial"/>
      <w:sz w:val="18"/>
      <w:szCs w:val="22"/>
    </w:rPr>
  </w:style>
  <w:style w:type="paragraph" w:customStyle="1" w:styleId="paragraph">
    <w:name w:val="paragraph"/>
    <w:basedOn w:val="Normal"/>
    <w:rsid w:val="0079107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7910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49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10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38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850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16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7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01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7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2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9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0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2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52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4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68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60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686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9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69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4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38344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56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5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4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7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1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3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3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1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3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9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5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35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7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30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4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05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7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5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3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3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DC815-ACDF-4749-B5B6-5F93EFEC0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Report.dot</Template>
  <TotalTime>18</TotalTime>
  <Pages>3</Pages>
  <Words>368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Thai GAAP FS Template</vt:lpstr>
    </vt:vector>
  </TitlesOfParts>
  <Company>Hewlett-Packard Company</Company>
  <LinksUpToDate>false</LinksUpToDate>
  <CharactersWithSpaces>2462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Thai GAAP FS Template</dc:title>
  <dc:creator>tadsong_h22</dc:creator>
  <cp:lastModifiedBy>Tatiya, Anucha</cp:lastModifiedBy>
  <cp:revision>8</cp:revision>
  <cp:lastPrinted>2023-07-06T02:44:00Z</cp:lastPrinted>
  <dcterms:created xsi:type="dcterms:W3CDTF">2023-05-12T06:02:00Z</dcterms:created>
  <dcterms:modified xsi:type="dcterms:W3CDTF">2023-11-03T13:29:00Z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Version0">
    <vt:lpwstr>Thai</vt:lpwstr>
  </property>
  <property fmtid="{D5CDD505-2E9C-101B-9397-08002B2CF9AE}" pid="4" name="Categories0">
    <vt:lpwstr>Annual Financial Statement Template</vt:lpwstr>
  </property>
</Properties>
</file>