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3E23DF" w14:textId="77777777" w:rsidR="00597A0F" w:rsidRPr="00994C30"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cstheme="minorBidi" w:hint="cs"/>
          <w:sz w:val="40"/>
          <w:szCs w:val="40"/>
          <w:cs/>
        </w:rPr>
      </w:pPr>
    </w:p>
    <w:p w14:paraId="23F2CADA"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 xml:space="preserve">RATCH Group Public Company Limited </w:t>
      </w:r>
    </w:p>
    <w:p w14:paraId="345CC073"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and its subsidiaries</w:t>
      </w:r>
    </w:p>
    <w:p w14:paraId="654FB88B"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14:paraId="3E679240" w14:textId="77777777" w:rsidR="00597A0F" w:rsidRPr="004F2B2C" w:rsidRDefault="00597A0F" w:rsidP="00597A0F">
      <w:pPr>
        <w:pStyle w:val="CoverTitle"/>
        <w:spacing w:line="240" w:lineRule="atLeast"/>
        <w:jc w:val="center"/>
        <w:rPr>
          <w:rFonts w:cs="Times New Roman"/>
          <w:spacing w:val="-3"/>
          <w:szCs w:val="36"/>
        </w:rPr>
      </w:pPr>
      <w:r w:rsidRPr="004F2B2C">
        <w:rPr>
          <w:rFonts w:cs="Times New Roman"/>
          <w:spacing w:val="-3"/>
          <w:szCs w:val="36"/>
        </w:rPr>
        <w:t>Condensed interim financial statements</w:t>
      </w:r>
    </w:p>
    <w:p w14:paraId="26626E5A" w14:textId="049F1F10" w:rsidR="00597A0F" w:rsidRPr="004F2B2C" w:rsidRDefault="00597A0F" w:rsidP="00597A0F">
      <w:pPr>
        <w:jc w:val="center"/>
        <w:rPr>
          <w:rFonts w:ascii="Times New Roman" w:hAnsi="Times New Roman" w:cs="Times New Roman"/>
          <w:sz w:val="36"/>
          <w:szCs w:val="36"/>
        </w:rPr>
      </w:pPr>
      <w:r w:rsidRPr="004F2B2C">
        <w:rPr>
          <w:rFonts w:ascii="Times New Roman" w:hAnsi="Times New Roman" w:cs="Times New Roman"/>
          <w:sz w:val="36"/>
          <w:szCs w:val="36"/>
        </w:rPr>
        <w:t xml:space="preserve">for the three-month </w:t>
      </w:r>
      <w:r w:rsidR="00CF07F7">
        <w:rPr>
          <w:rFonts w:ascii="Times New Roman" w:hAnsi="Times New Roman" w:cs="Times New Roman"/>
          <w:sz w:val="36"/>
          <w:szCs w:val="36"/>
        </w:rPr>
        <w:t xml:space="preserve">and six-month </w:t>
      </w:r>
      <w:r w:rsidRPr="004F2B2C">
        <w:rPr>
          <w:rFonts w:ascii="Times New Roman" w:hAnsi="Times New Roman" w:cs="Times New Roman"/>
          <w:sz w:val="36"/>
          <w:szCs w:val="36"/>
        </w:rPr>
        <w:t>period</w:t>
      </w:r>
      <w:r w:rsidR="00CF07F7">
        <w:rPr>
          <w:rFonts w:ascii="Times New Roman" w:hAnsi="Times New Roman" w:cs="Times New Roman"/>
          <w:sz w:val="36"/>
          <w:szCs w:val="36"/>
        </w:rPr>
        <w:t>s</w:t>
      </w:r>
      <w:r w:rsidRPr="004F2B2C">
        <w:rPr>
          <w:rFonts w:ascii="Times New Roman" w:hAnsi="Times New Roman" w:cs="Times New Roman"/>
          <w:sz w:val="36"/>
          <w:szCs w:val="36"/>
        </w:rPr>
        <w:t xml:space="preserve"> ended</w:t>
      </w:r>
    </w:p>
    <w:p w14:paraId="29304904" w14:textId="35FA5AFE" w:rsidR="00597A0F" w:rsidRPr="0033323B" w:rsidRDefault="00CF07F7" w:rsidP="00597A0F">
      <w:pPr>
        <w:jc w:val="center"/>
        <w:rPr>
          <w:rFonts w:ascii="Times New Roman" w:hAnsi="Times New Roman" w:cstheme="minorBidi"/>
          <w:spacing w:val="-3"/>
          <w:sz w:val="36"/>
          <w:szCs w:val="36"/>
        </w:rPr>
      </w:pPr>
      <w:r>
        <w:rPr>
          <w:rFonts w:ascii="Times New Roman" w:hAnsi="Times New Roman" w:cs="Times New Roman"/>
          <w:spacing w:val="-3"/>
          <w:sz w:val="36"/>
          <w:szCs w:val="36"/>
        </w:rPr>
        <w:t>30 June</w:t>
      </w:r>
      <w:r w:rsidR="00597A0F" w:rsidRPr="004F2B2C">
        <w:rPr>
          <w:rFonts w:ascii="Times New Roman" w:hAnsi="Times New Roman" w:cs="Times New Roman"/>
          <w:spacing w:val="-3"/>
          <w:sz w:val="36"/>
          <w:szCs w:val="36"/>
        </w:rPr>
        <w:t xml:space="preserve"> </w:t>
      </w:r>
      <w:r w:rsidR="00597A0F" w:rsidRPr="00D66953">
        <w:rPr>
          <w:rFonts w:ascii="Times New Roman" w:hAnsi="Times New Roman" w:cs="Times New Roman"/>
          <w:spacing w:val="-3"/>
          <w:sz w:val="36"/>
          <w:szCs w:val="36"/>
        </w:rPr>
        <w:t>202</w:t>
      </w:r>
      <w:r w:rsidR="00597A0F">
        <w:rPr>
          <w:rFonts w:ascii="Times New Roman" w:hAnsi="Times New Roman" w:cstheme="minorBidi"/>
          <w:spacing w:val="-3"/>
          <w:sz w:val="36"/>
          <w:szCs w:val="36"/>
        </w:rPr>
        <w:t>3</w:t>
      </w:r>
    </w:p>
    <w:p w14:paraId="3C6DDB85" w14:textId="77777777" w:rsidR="00597A0F" w:rsidRPr="004F2B2C" w:rsidRDefault="00597A0F" w:rsidP="00597A0F">
      <w:pPr>
        <w:shd w:val="clear" w:color="auto" w:fill="FFFFFF"/>
        <w:jc w:val="center"/>
        <w:rPr>
          <w:rFonts w:ascii="Times New Roman" w:hAnsi="Times New Roman" w:cs="Times New Roman"/>
          <w:sz w:val="36"/>
          <w:szCs w:val="36"/>
        </w:rPr>
      </w:pPr>
      <w:r w:rsidRPr="004F2B2C">
        <w:rPr>
          <w:rFonts w:ascii="Times New Roman" w:hAnsi="Times New Roman" w:cs="Times New Roman"/>
          <w:sz w:val="36"/>
          <w:szCs w:val="36"/>
        </w:rPr>
        <w:t>and</w:t>
      </w:r>
    </w:p>
    <w:p w14:paraId="5D8B5894"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sz w:val="36"/>
          <w:szCs w:val="36"/>
        </w:rPr>
      </w:pPr>
      <w:r w:rsidRPr="004F2B2C">
        <w:rPr>
          <w:rFonts w:cs="Times New Roman"/>
          <w:b w:val="0"/>
          <w:sz w:val="36"/>
          <w:szCs w:val="36"/>
        </w:rPr>
        <w:t>Independent auditor’s review report</w:t>
      </w:r>
    </w:p>
    <w:p w14:paraId="45D208BF"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spacing w:val="-3"/>
          <w:sz w:val="36"/>
          <w:szCs w:val="36"/>
        </w:rPr>
      </w:pPr>
    </w:p>
    <w:p w14:paraId="25A65F34"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rPr>
        <w:sectPr w:rsidR="00597A0F" w:rsidRPr="004F2B2C" w:rsidSect="003A41D3">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gNumType w:start="0"/>
          <w:cols w:space="720"/>
          <w:titlePg/>
        </w:sectPr>
      </w:pPr>
    </w:p>
    <w:p w14:paraId="7A9F233B" w14:textId="77777777" w:rsidR="00597A0F" w:rsidRPr="00F3098C" w:rsidRDefault="00597A0F" w:rsidP="00597A0F">
      <w:pPr>
        <w:ind w:left="547" w:right="-29"/>
        <w:jc w:val="distribute"/>
        <w:rPr>
          <w:rFonts w:ascii="Times New Roman" w:hAnsi="Times New Roman" w:cs="Times New Roman"/>
          <w:b/>
          <w:bCs/>
          <w:sz w:val="22"/>
          <w:szCs w:val="22"/>
        </w:rPr>
      </w:pPr>
    </w:p>
    <w:p w14:paraId="46178A5D" w14:textId="77777777" w:rsidR="00597A0F" w:rsidRPr="004F2B2C" w:rsidRDefault="00597A0F" w:rsidP="00597A0F">
      <w:pPr>
        <w:jc w:val="thaiDistribute"/>
        <w:rPr>
          <w:rFonts w:ascii="Times New Roman" w:hAnsi="Times New Roman" w:cs="Times New Roman"/>
          <w:b/>
          <w:bCs/>
          <w:sz w:val="28"/>
          <w:szCs w:val="28"/>
        </w:rPr>
      </w:pPr>
      <w:r w:rsidRPr="004F2B2C">
        <w:rPr>
          <w:rFonts w:ascii="Times New Roman" w:hAnsi="Times New Roman" w:cs="Times New Roman"/>
          <w:b/>
          <w:bCs/>
          <w:sz w:val="28"/>
          <w:szCs w:val="28"/>
        </w:rPr>
        <w:t>Independent Auditor’s Report on Review of Interim Financial Information</w:t>
      </w:r>
      <w:r w:rsidRPr="004F2B2C" w:rsidDel="006C3963">
        <w:rPr>
          <w:rFonts w:ascii="Times New Roman" w:hAnsi="Times New Roman" w:cs="Times New Roman"/>
          <w:b/>
          <w:bCs/>
          <w:sz w:val="28"/>
          <w:szCs w:val="28"/>
        </w:rPr>
        <w:t xml:space="preserve"> </w:t>
      </w:r>
    </w:p>
    <w:p w14:paraId="1023FC69" w14:textId="77777777" w:rsidR="00597A0F" w:rsidRDefault="00597A0F" w:rsidP="00597A0F">
      <w:pPr>
        <w:spacing w:line="20" w:lineRule="atLeast"/>
        <w:jc w:val="both"/>
        <w:rPr>
          <w:rFonts w:ascii="Times New Roman" w:hAnsi="Times New Roman" w:cs="Times New Roman"/>
          <w:sz w:val="22"/>
          <w:szCs w:val="22"/>
          <w:lang w:val="en-GB"/>
        </w:rPr>
      </w:pPr>
    </w:p>
    <w:p w14:paraId="4F970DD4" w14:textId="77777777" w:rsidR="00597A0F" w:rsidRPr="00B00EAC" w:rsidRDefault="00597A0F" w:rsidP="00597A0F">
      <w:pPr>
        <w:spacing w:line="20" w:lineRule="atLeast"/>
        <w:jc w:val="both"/>
        <w:rPr>
          <w:rFonts w:ascii="Times New Roman" w:hAnsi="Times New Roman" w:cs="Times New Roman"/>
          <w:sz w:val="22"/>
          <w:szCs w:val="22"/>
          <w:lang w:val="en-GB"/>
        </w:rPr>
      </w:pPr>
    </w:p>
    <w:p w14:paraId="70FA5501" w14:textId="77777777" w:rsidR="00597A0F" w:rsidRPr="00B00EAC" w:rsidRDefault="00597A0F" w:rsidP="00597A0F">
      <w:pPr>
        <w:spacing w:line="20" w:lineRule="atLeast"/>
        <w:jc w:val="both"/>
        <w:rPr>
          <w:rFonts w:ascii="Times New Roman" w:hAnsi="Times New Roman" w:cs="Times New Roman"/>
          <w:sz w:val="22"/>
          <w:szCs w:val="22"/>
        </w:rPr>
      </w:pPr>
    </w:p>
    <w:p w14:paraId="4E9C0325" w14:textId="77777777" w:rsidR="00597A0F" w:rsidRPr="00B00EAC" w:rsidRDefault="00597A0F" w:rsidP="00597A0F">
      <w:pPr>
        <w:jc w:val="both"/>
        <w:rPr>
          <w:rFonts w:ascii="Times New Roman" w:hAnsi="Times New Roman" w:cs="Times New Roman"/>
          <w:b/>
          <w:bCs/>
          <w:i/>
          <w:iCs/>
          <w:sz w:val="22"/>
          <w:szCs w:val="22"/>
        </w:rPr>
      </w:pPr>
      <w:r w:rsidRPr="00B00EAC">
        <w:rPr>
          <w:rFonts w:ascii="Times New Roman" w:hAnsi="Times New Roman" w:cs="Times New Roman"/>
          <w:b/>
          <w:bCs/>
          <w:sz w:val="22"/>
          <w:szCs w:val="22"/>
        </w:rPr>
        <w:t>To the Board of Directors of RATCH Group Public Company Limited</w:t>
      </w:r>
    </w:p>
    <w:p w14:paraId="52317EFA" w14:textId="77777777" w:rsidR="00597A0F" w:rsidRPr="00B00EAC" w:rsidRDefault="00597A0F" w:rsidP="00597A0F">
      <w:pPr>
        <w:spacing w:line="20" w:lineRule="atLeast"/>
        <w:jc w:val="both"/>
        <w:rPr>
          <w:rFonts w:ascii="Times New Roman" w:hAnsi="Times New Roman" w:cs="Times New Roman"/>
          <w:sz w:val="22"/>
          <w:szCs w:val="22"/>
        </w:rPr>
      </w:pPr>
    </w:p>
    <w:p w14:paraId="4FE1232C" w14:textId="77777777" w:rsidR="00597A0F" w:rsidRPr="00B00EAC" w:rsidRDefault="00597A0F" w:rsidP="00597A0F">
      <w:pPr>
        <w:spacing w:line="20" w:lineRule="atLeast"/>
        <w:jc w:val="both"/>
        <w:rPr>
          <w:rFonts w:ascii="Times New Roman" w:hAnsi="Times New Roman" w:cs="Times New Roman"/>
          <w:sz w:val="22"/>
          <w:szCs w:val="22"/>
        </w:rPr>
      </w:pPr>
    </w:p>
    <w:p w14:paraId="0B0F2D79" w14:textId="1FC90C57" w:rsidR="00597A0F" w:rsidRPr="00B00EAC" w:rsidRDefault="00597A0F" w:rsidP="00597A0F">
      <w:pPr>
        <w:pStyle w:val="RNormal"/>
        <w:jc w:val="thaiDistribute"/>
        <w:rPr>
          <w:szCs w:val="22"/>
          <w:lang w:bidi="th-TH"/>
        </w:rPr>
      </w:pPr>
      <w:r w:rsidRPr="00B00EAC">
        <w:rPr>
          <w:szCs w:val="22"/>
          <w:lang w:bidi="th-TH"/>
        </w:rPr>
        <w:t xml:space="preserve">I have reviewed the accompanying consolidated and separate statements of financial position of RATCH Group Public Company Limited and its subsidiaries, and of RATCH Group Public Company Limited, respectively, as at </w:t>
      </w:r>
      <w:r w:rsidR="00CF07F7">
        <w:rPr>
          <w:szCs w:val="22"/>
          <w:lang w:bidi="th-TH"/>
        </w:rPr>
        <w:t>30 June</w:t>
      </w:r>
      <w:r w:rsidRPr="00B00EAC">
        <w:rPr>
          <w:szCs w:val="22"/>
          <w:lang w:bidi="th-TH"/>
        </w:rPr>
        <w:t xml:space="preserve"> 202</w:t>
      </w:r>
      <w:r>
        <w:rPr>
          <w:szCs w:val="22"/>
          <w:lang w:bidi="th-TH"/>
        </w:rPr>
        <w:t>3</w:t>
      </w:r>
      <w:r w:rsidRPr="00B00EAC">
        <w:rPr>
          <w:szCs w:val="22"/>
          <w:lang w:bidi="th-TH"/>
        </w:rPr>
        <w:t>; the consolidated and separate statements of comprehensive income</w:t>
      </w:r>
      <w:r w:rsidR="00CF07F7">
        <w:rPr>
          <w:szCs w:val="22"/>
          <w:lang w:bidi="th-TH"/>
        </w:rPr>
        <w:t xml:space="preserve"> for the three-month and six-month periods ended 30 June 2023</w:t>
      </w:r>
      <w:r w:rsidRPr="00B00EAC">
        <w:rPr>
          <w:szCs w:val="22"/>
          <w:lang w:bidi="th-TH"/>
        </w:rPr>
        <w:t xml:space="preserve">, </w:t>
      </w:r>
      <w:r w:rsidR="00CF07F7">
        <w:rPr>
          <w:szCs w:val="22"/>
          <w:lang w:bidi="th-TH"/>
        </w:rPr>
        <w:t xml:space="preserve">the consolidated and separate statements of </w:t>
      </w:r>
      <w:r w:rsidRPr="00B00EAC">
        <w:rPr>
          <w:szCs w:val="22"/>
          <w:lang w:bidi="th-TH"/>
        </w:rPr>
        <w:t xml:space="preserve">changes in equity and </w:t>
      </w:r>
      <w:r w:rsidRPr="00B00EAC">
        <w:rPr>
          <w:spacing w:val="-2"/>
          <w:szCs w:val="22"/>
          <w:lang w:bidi="th-TH"/>
        </w:rPr>
        <w:t xml:space="preserve">cash flows for the </w:t>
      </w:r>
      <w:r w:rsidR="00CF07F7">
        <w:rPr>
          <w:spacing w:val="-2"/>
          <w:szCs w:val="22"/>
          <w:lang w:bidi="th-TH"/>
        </w:rPr>
        <w:t>six</w:t>
      </w:r>
      <w:r w:rsidRPr="00B00EAC">
        <w:rPr>
          <w:spacing w:val="-2"/>
          <w:szCs w:val="22"/>
          <w:lang w:bidi="th-TH"/>
        </w:rPr>
        <w:t>-month period ended 3</w:t>
      </w:r>
      <w:r w:rsidR="00CF07F7">
        <w:rPr>
          <w:spacing w:val="-2"/>
          <w:szCs w:val="22"/>
          <w:lang w:bidi="th-TH"/>
        </w:rPr>
        <w:t>0</w:t>
      </w:r>
      <w:r w:rsidRPr="00B00EAC">
        <w:rPr>
          <w:spacing w:val="-2"/>
          <w:szCs w:val="22"/>
          <w:lang w:bidi="th-TH"/>
        </w:rPr>
        <w:t xml:space="preserve"> </w:t>
      </w:r>
      <w:r w:rsidR="00CF07F7">
        <w:rPr>
          <w:spacing w:val="-2"/>
          <w:szCs w:val="22"/>
          <w:lang w:bidi="th-TH"/>
        </w:rPr>
        <w:t>June</w:t>
      </w:r>
      <w:r w:rsidRPr="00B00EAC">
        <w:rPr>
          <w:spacing w:val="-2"/>
          <w:szCs w:val="22"/>
          <w:lang w:bidi="th-TH"/>
        </w:rPr>
        <w:t xml:space="preserve"> 202</w:t>
      </w:r>
      <w:r>
        <w:rPr>
          <w:spacing w:val="-2"/>
          <w:szCs w:val="22"/>
          <w:lang w:bidi="th-TH"/>
        </w:rPr>
        <w:t>3</w:t>
      </w:r>
      <w:r w:rsidRPr="00B00EAC">
        <w:rPr>
          <w:spacing w:val="-2"/>
          <w:szCs w:val="22"/>
          <w:lang w:bidi="th-TH"/>
        </w:rPr>
        <w:t xml:space="preserve"> and condensed notes (“interim financial information”).</w:t>
      </w:r>
      <w:r w:rsidRPr="00B00EAC">
        <w:rPr>
          <w:szCs w:val="22"/>
          <w:lang w:bidi="th-TH"/>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6050304E" w14:textId="77777777" w:rsidR="00597A0F" w:rsidRPr="00B00EAC" w:rsidRDefault="00597A0F" w:rsidP="00597A0F">
      <w:pPr>
        <w:pStyle w:val="RNormal"/>
        <w:jc w:val="thaiDistribute"/>
        <w:rPr>
          <w:szCs w:val="22"/>
          <w:lang w:bidi="th-TH"/>
        </w:rPr>
      </w:pPr>
    </w:p>
    <w:p w14:paraId="7F5A06C2" w14:textId="77777777" w:rsidR="00597A0F" w:rsidRPr="00B00EAC" w:rsidRDefault="00597A0F" w:rsidP="00597A0F">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Scope of Review</w:t>
      </w:r>
    </w:p>
    <w:p w14:paraId="3BC24C4B" w14:textId="77777777" w:rsidR="00597A0F" w:rsidRPr="00B00EAC" w:rsidRDefault="00597A0F" w:rsidP="00597A0F">
      <w:pPr>
        <w:jc w:val="thaiDistribute"/>
        <w:rPr>
          <w:rFonts w:ascii="Times New Roman" w:hAnsi="Times New Roman" w:cs="Times New Roman"/>
          <w:sz w:val="22"/>
          <w:szCs w:val="22"/>
        </w:rPr>
      </w:pPr>
    </w:p>
    <w:p w14:paraId="27F5B0FD" w14:textId="77777777" w:rsidR="00597A0F" w:rsidRPr="00B00EAC" w:rsidRDefault="00597A0F" w:rsidP="00597A0F">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793A84A" w14:textId="77777777" w:rsidR="00597A0F" w:rsidRPr="00B00EAC" w:rsidRDefault="00597A0F" w:rsidP="00597A0F">
      <w:pPr>
        <w:jc w:val="thaiDistribute"/>
        <w:rPr>
          <w:rFonts w:ascii="Times New Roman" w:hAnsi="Times New Roman" w:cs="Times New Roman"/>
          <w:sz w:val="22"/>
          <w:szCs w:val="22"/>
        </w:rPr>
      </w:pPr>
    </w:p>
    <w:p w14:paraId="16ABD236" w14:textId="77777777" w:rsidR="00597A0F" w:rsidRPr="00B00EAC" w:rsidRDefault="00597A0F" w:rsidP="00597A0F">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Conclusion</w:t>
      </w:r>
    </w:p>
    <w:p w14:paraId="58AC255A" w14:textId="77777777" w:rsidR="00597A0F" w:rsidRPr="00B00EAC" w:rsidRDefault="00597A0F" w:rsidP="00597A0F">
      <w:pPr>
        <w:autoSpaceDE w:val="0"/>
        <w:autoSpaceDN w:val="0"/>
        <w:adjustRightInd w:val="0"/>
        <w:spacing w:line="240" w:lineRule="auto"/>
        <w:jc w:val="thaiDistribute"/>
        <w:rPr>
          <w:rFonts w:ascii="Times New Roman" w:hAnsi="Times New Roman" w:cs="Times New Roman"/>
          <w:sz w:val="22"/>
          <w:szCs w:val="22"/>
        </w:rPr>
      </w:pPr>
    </w:p>
    <w:p w14:paraId="5F21CF53" w14:textId="77777777" w:rsidR="00597A0F" w:rsidRDefault="00597A0F" w:rsidP="00597A0F">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2F1B96FE" w14:textId="77777777" w:rsidR="00597A0F" w:rsidRDefault="00597A0F" w:rsidP="00597A0F">
      <w:pPr>
        <w:ind w:right="-27"/>
        <w:jc w:val="thaiDistribute"/>
        <w:rPr>
          <w:rFonts w:ascii="Times New Roman" w:hAnsi="Times New Roman" w:cs="Times New Roman"/>
          <w:sz w:val="22"/>
          <w:szCs w:val="22"/>
        </w:rPr>
      </w:pPr>
    </w:p>
    <w:p w14:paraId="507C6112" w14:textId="77777777" w:rsidR="00597A0F" w:rsidRDefault="00597A0F" w:rsidP="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2"/>
          <w:szCs w:val="22"/>
        </w:rPr>
      </w:pPr>
    </w:p>
    <w:p w14:paraId="4EA4BE5D" w14:textId="77777777" w:rsidR="00597A0F" w:rsidRPr="004F2B2C" w:rsidRDefault="00597A0F" w:rsidP="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2"/>
          <w:szCs w:val="22"/>
        </w:rPr>
        <w:sectPr w:rsidR="00597A0F" w:rsidRPr="004F2B2C" w:rsidSect="002408AD">
          <w:headerReference w:type="default" r:id="rId14"/>
          <w:footerReference w:type="default" r:id="rId15"/>
          <w:pgSz w:w="11907" w:h="16840" w:code="9"/>
          <w:pgMar w:top="691" w:right="1152" w:bottom="426" w:left="1152" w:header="720" w:footer="720" w:gutter="0"/>
          <w:pgNumType w:start="2"/>
          <w:cols w:space="708"/>
          <w:docGrid w:linePitch="360"/>
        </w:sectPr>
      </w:pPr>
    </w:p>
    <w:p w14:paraId="2127D2EC" w14:textId="77777777" w:rsidR="00597A0F" w:rsidRPr="00B00EAC" w:rsidRDefault="00597A0F" w:rsidP="00597A0F">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lastRenderedPageBreak/>
        <w:t>Emphasis of Matter</w:t>
      </w:r>
    </w:p>
    <w:p w14:paraId="0FD3791C" w14:textId="77777777" w:rsidR="00597A0F" w:rsidRPr="00B00EAC" w:rsidRDefault="00597A0F" w:rsidP="00597A0F">
      <w:pPr>
        <w:jc w:val="both"/>
        <w:rPr>
          <w:rFonts w:ascii="Times New Roman" w:hAnsi="Times New Roman" w:cs="Times New Roman"/>
          <w:sz w:val="22"/>
          <w:szCs w:val="22"/>
          <w:lang w:val="en-GB"/>
        </w:rPr>
      </w:pPr>
    </w:p>
    <w:p w14:paraId="3ED9E4B0" w14:textId="0F134FB0" w:rsidR="00597A0F" w:rsidRPr="00B00EAC" w:rsidRDefault="00597A0F" w:rsidP="0029624A">
      <w:pPr>
        <w:ind w:right="0"/>
        <w:jc w:val="thaiDistribute"/>
        <w:rPr>
          <w:rFonts w:ascii="Times New Roman" w:hAnsi="Times New Roman" w:cs="Times New Roman"/>
          <w:sz w:val="22"/>
          <w:szCs w:val="22"/>
        </w:rPr>
      </w:pPr>
      <w:r w:rsidRPr="00B00EAC">
        <w:rPr>
          <w:rFonts w:ascii="Times New Roman" w:hAnsi="Times New Roman" w:cs="Times New Roman"/>
          <w:sz w:val="22"/>
          <w:szCs w:val="22"/>
        </w:rPr>
        <w:t xml:space="preserve">I draw attention to Note </w:t>
      </w:r>
      <w:r w:rsidR="00662FDF">
        <w:rPr>
          <w:rFonts w:ascii="Times New Roman" w:hAnsi="Times New Roman" w:cs="Times New Roman"/>
          <w:sz w:val="22"/>
          <w:szCs w:val="22"/>
        </w:rPr>
        <w:t xml:space="preserve">4 and Note </w:t>
      </w:r>
      <w:r w:rsidR="00C05089">
        <w:rPr>
          <w:rFonts w:ascii="Times New Roman" w:hAnsi="Times New Roman" w:cs="Times New Roman"/>
          <w:sz w:val="22"/>
          <w:szCs w:val="22"/>
        </w:rPr>
        <w:t xml:space="preserve">5 </w:t>
      </w:r>
      <w:r w:rsidR="00C05089" w:rsidRPr="00C05089">
        <w:rPr>
          <w:rFonts w:ascii="Times New Roman" w:hAnsi="Times New Roman" w:cs="Times New Roman"/>
          <w:sz w:val="22"/>
          <w:szCs w:val="22"/>
        </w:rPr>
        <w:t xml:space="preserve">to the interim financial </w:t>
      </w:r>
      <w:r w:rsidR="006B3AE8">
        <w:rPr>
          <w:rFonts w:ascii="Times New Roman" w:hAnsi="Times New Roman" w:cs="Times New Roman"/>
          <w:sz w:val="22"/>
          <w:szCs w:val="22"/>
        </w:rPr>
        <w:t>statements</w:t>
      </w:r>
      <w:r w:rsidRPr="00B00EAC">
        <w:rPr>
          <w:rFonts w:ascii="Times New Roman" w:hAnsi="Times New Roman" w:cs="Times New Roman"/>
          <w:sz w:val="22"/>
          <w:szCs w:val="22"/>
          <w:cs/>
        </w:rPr>
        <w:t xml:space="preserve">. </w:t>
      </w:r>
      <w:r w:rsidR="00940776" w:rsidRPr="00940776">
        <w:rPr>
          <w:rFonts w:ascii="Times New Roman" w:hAnsi="Times New Roman" w:cs="Times New Roman"/>
          <w:sz w:val="22"/>
          <w:szCs w:val="22"/>
        </w:rPr>
        <w:t>The Group acquired a business during the year ended 31 December 2022 and engaged an independent appraiser to determine the fair value of the identifiable assets acquired and liabilities assumed from the business acquisitions. As at the reporting date, the appraisal has not yet been completed and therefore the fair value was determined provisionally and is subject to adjustment.</w:t>
      </w:r>
      <w:r w:rsidR="00940776">
        <w:rPr>
          <w:rFonts w:ascii="Times New Roman" w:hAnsi="Times New Roman" w:cs="Times New Roman"/>
          <w:sz w:val="22"/>
          <w:szCs w:val="22"/>
        </w:rPr>
        <w:t xml:space="preserve"> </w:t>
      </w:r>
      <w:r w:rsidRPr="00B00EAC">
        <w:rPr>
          <w:rFonts w:ascii="Times New Roman" w:hAnsi="Times New Roman" w:cs="Times New Roman"/>
          <w:sz w:val="22"/>
          <w:szCs w:val="22"/>
        </w:rPr>
        <w:t>My conclusion is not modified in respect of this matter.</w:t>
      </w:r>
    </w:p>
    <w:p w14:paraId="482712A6" w14:textId="77777777" w:rsidR="00597A0F" w:rsidRPr="00B00EAC" w:rsidRDefault="00597A0F" w:rsidP="00597A0F">
      <w:pPr>
        <w:ind w:left="-90" w:right="-27"/>
        <w:jc w:val="thaiDistribute"/>
        <w:rPr>
          <w:rFonts w:ascii="Times New Roman" w:hAnsi="Times New Roman" w:cs="Times New Roman"/>
          <w:sz w:val="22"/>
          <w:szCs w:val="22"/>
        </w:rPr>
      </w:pPr>
    </w:p>
    <w:p w14:paraId="1E033490" w14:textId="77777777" w:rsidR="00597A0F" w:rsidRDefault="00597A0F" w:rsidP="00597A0F">
      <w:pPr>
        <w:ind w:left="-90" w:right="-27"/>
        <w:jc w:val="thaiDistribute"/>
        <w:rPr>
          <w:rFonts w:ascii="Times New Roman" w:hAnsi="Times New Roman" w:cs="Times New Roman"/>
          <w:sz w:val="22"/>
          <w:szCs w:val="22"/>
        </w:rPr>
      </w:pPr>
    </w:p>
    <w:p w14:paraId="7C042C02" w14:textId="77777777" w:rsidR="00597A0F" w:rsidRDefault="00597A0F" w:rsidP="00597A0F">
      <w:pPr>
        <w:ind w:left="-90" w:right="-27"/>
        <w:jc w:val="thaiDistribute"/>
        <w:rPr>
          <w:rFonts w:ascii="Times New Roman" w:hAnsi="Times New Roman" w:cs="Times New Roman"/>
          <w:sz w:val="22"/>
          <w:szCs w:val="22"/>
        </w:rPr>
      </w:pPr>
    </w:p>
    <w:p w14:paraId="471955AB" w14:textId="2EB6AD72" w:rsidR="00597A0F" w:rsidRDefault="00597A0F" w:rsidP="00597A0F">
      <w:pPr>
        <w:ind w:left="-90" w:right="-27"/>
        <w:jc w:val="thaiDistribute"/>
        <w:rPr>
          <w:rFonts w:ascii="Times New Roman" w:hAnsi="Times New Roman" w:cs="Times New Roman"/>
          <w:sz w:val="22"/>
          <w:szCs w:val="22"/>
        </w:rPr>
      </w:pPr>
    </w:p>
    <w:p w14:paraId="3128CC13" w14:textId="0529D0B2" w:rsidR="00890299" w:rsidRDefault="00890299" w:rsidP="00597A0F">
      <w:pPr>
        <w:ind w:left="-90" w:right="-27"/>
        <w:jc w:val="thaiDistribute"/>
        <w:rPr>
          <w:rFonts w:ascii="Times New Roman" w:hAnsi="Times New Roman" w:cs="Times New Roman"/>
          <w:sz w:val="22"/>
          <w:szCs w:val="22"/>
        </w:rPr>
      </w:pPr>
    </w:p>
    <w:p w14:paraId="3037DD56" w14:textId="77777777" w:rsidR="00890299" w:rsidRPr="00B00EAC" w:rsidRDefault="00890299" w:rsidP="00597A0F">
      <w:pPr>
        <w:ind w:left="-90" w:right="-27"/>
        <w:jc w:val="thaiDistribute"/>
        <w:rPr>
          <w:rFonts w:ascii="Times New Roman" w:hAnsi="Times New Roman" w:cs="Times New Roman"/>
          <w:sz w:val="22"/>
          <w:szCs w:val="22"/>
        </w:rPr>
      </w:pPr>
    </w:p>
    <w:p w14:paraId="31F84E39" w14:textId="77777777" w:rsidR="00597A0F" w:rsidRPr="00B00EAC" w:rsidRDefault="00597A0F" w:rsidP="00597A0F">
      <w:pPr>
        <w:ind w:left="-90" w:right="-27"/>
        <w:jc w:val="thaiDistribute"/>
        <w:rPr>
          <w:rFonts w:ascii="Times New Roman" w:hAnsi="Times New Roman" w:cs="Times New Roman"/>
          <w:sz w:val="22"/>
          <w:szCs w:val="22"/>
        </w:rPr>
      </w:pPr>
    </w:p>
    <w:p w14:paraId="1DDDB707" w14:textId="57C6720F" w:rsidR="00597A0F" w:rsidRPr="00B00EAC" w:rsidRDefault="00597A0F" w:rsidP="00597A0F">
      <w:pPr>
        <w:ind w:left="-90"/>
        <w:jc w:val="thaiDistribute"/>
        <w:rPr>
          <w:rFonts w:ascii="Times New Roman" w:hAnsi="Times New Roman" w:cs="Times New Roman"/>
          <w:sz w:val="22"/>
          <w:szCs w:val="22"/>
        </w:rPr>
      </w:pPr>
      <w:r w:rsidRPr="00B00EAC">
        <w:rPr>
          <w:rFonts w:ascii="Times New Roman" w:hAnsi="Times New Roman" w:cs="Times New Roman"/>
          <w:sz w:val="22"/>
          <w:szCs w:val="22"/>
        </w:rPr>
        <w:t>(</w:t>
      </w:r>
      <w:proofErr w:type="spellStart"/>
      <w:r w:rsidR="00940776" w:rsidRPr="00940776">
        <w:rPr>
          <w:rFonts w:ascii="Times New Roman" w:hAnsi="Times New Roman" w:cs="Times New Roman"/>
          <w:sz w:val="22"/>
          <w:szCs w:val="22"/>
        </w:rPr>
        <w:t>Natthaphong</w:t>
      </w:r>
      <w:proofErr w:type="spellEnd"/>
      <w:r w:rsidR="00940776" w:rsidRPr="00940776">
        <w:rPr>
          <w:rFonts w:ascii="Times New Roman" w:hAnsi="Times New Roman" w:cs="Times New Roman"/>
          <w:sz w:val="22"/>
          <w:szCs w:val="22"/>
        </w:rPr>
        <w:t xml:space="preserve"> </w:t>
      </w:r>
      <w:proofErr w:type="spellStart"/>
      <w:r w:rsidR="00940776" w:rsidRPr="00940776">
        <w:rPr>
          <w:rFonts w:ascii="Times New Roman" w:hAnsi="Times New Roman" w:cs="Times New Roman"/>
          <w:sz w:val="22"/>
          <w:szCs w:val="22"/>
        </w:rPr>
        <w:t>Tantichattanon</w:t>
      </w:r>
      <w:proofErr w:type="spellEnd"/>
      <w:r w:rsidRPr="00B00EAC">
        <w:rPr>
          <w:rFonts w:ascii="Times New Roman" w:hAnsi="Times New Roman" w:cs="Times New Roman"/>
          <w:sz w:val="22"/>
          <w:szCs w:val="22"/>
        </w:rPr>
        <w:t>)</w:t>
      </w:r>
    </w:p>
    <w:p w14:paraId="5DC3449C" w14:textId="77777777" w:rsidR="00597A0F" w:rsidRPr="00B00EAC" w:rsidRDefault="00597A0F" w:rsidP="00597A0F">
      <w:pPr>
        <w:ind w:left="-90" w:right="-45"/>
        <w:jc w:val="both"/>
        <w:rPr>
          <w:rFonts w:ascii="Times New Roman" w:hAnsi="Times New Roman" w:cs="Times New Roman"/>
          <w:sz w:val="22"/>
          <w:szCs w:val="22"/>
        </w:rPr>
      </w:pPr>
      <w:r w:rsidRPr="00B00EAC">
        <w:rPr>
          <w:rFonts w:ascii="Times New Roman" w:hAnsi="Times New Roman" w:cs="Times New Roman"/>
          <w:sz w:val="22"/>
          <w:szCs w:val="22"/>
        </w:rPr>
        <w:t>Certified Public Accountant</w:t>
      </w:r>
    </w:p>
    <w:p w14:paraId="272BEFF0" w14:textId="27096789" w:rsidR="00597A0F" w:rsidRPr="00B00EAC" w:rsidRDefault="00597A0F" w:rsidP="00597A0F">
      <w:pPr>
        <w:ind w:left="-90" w:right="-45"/>
        <w:jc w:val="both"/>
        <w:rPr>
          <w:rFonts w:ascii="Times New Roman" w:hAnsi="Times New Roman" w:cs="Times New Roman"/>
          <w:sz w:val="22"/>
          <w:szCs w:val="22"/>
        </w:rPr>
      </w:pPr>
      <w:r w:rsidRPr="00B00EAC">
        <w:rPr>
          <w:rFonts w:ascii="Times New Roman" w:hAnsi="Times New Roman" w:cs="Times New Roman"/>
          <w:sz w:val="22"/>
          <w:szCs w:val="22"/>
        </w:rPr>
        <w:t xml:space="preserve">Registration No. </w:t>
      </w:r>
      <w:r w:rsidR="00940776">
        <w:rPr>
          <w:rFonts w:ascii="Times New Roman" w:hAnsi="Times New Roman" w:cs="Times New Roman"/>
          <w:sz w:val="22"/>
          <w:szCs w:val="22"/>
        </w:rPr>
        <w:t>8829</w:t>
      </w:r>
    </w:p>
    <w:p w14:paraId="5BA086CE" w14:textId="77777777" w:rsidR="00597A0F" w:rsidRPr="00B00EAC" w:rsidRDefault="00597A0F" w:rsidP="00597A0F">
      <w:pPr>
        <w:ind w:left="-90" w:right="-45"/>
        <w:jc w:val="both"/>
        <w:rPr>
          <w:rFonts w:ascii="Times New Roman" w:hAnsi="Times New Roman" w:cs="Times New Roman"/>
          <w:sz w:val="22"/>
          <w:szCs w:val="22"/>
        </w:rPr>
      </w:pPr>
    </w:p>
    <w:p w14:paraId="386064A7" w14:textId="77777777" w:rsidR="00597A0F" w:rsidRPr="00B00EAC" w:rsidRDefault="00597A0F" w:rsidP="00597A0F">
      <w:pPr>
        <w:ind w:left="-90" w:right="-45"/>
        <w:jc w:val="both"/>
        <w:rPr>
          <w:rFonts w:ascii="Times New Roman" w:hAnsi="Times New Roman" w:cs="Times New Roman"/>
          <w:sz w:val="22"/>
          <w:szCs w:val="22"/>
        </w:rPr>
      </w:pPr>
    </w:p>
    <w:p w14:paraId="65023002" w14:textId="77777777" w:rsidR="00597A0F" w:rsidRPr="00B00EAC" w:rsidRDefault="00597A0F" w:rsidP="00597A0F">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B00EAC">
        <w:rPr>
          <w:rFonts w:cs="Times New Roman"/>
        </w:rPr>
        <w:t xml:space="preserve">KPMG </w:t>
      </w:r>
      <w:proofErr w:type="spellStart"/>
      <w:r w:rsidRPr="00B00EAC">
        <w:rPr>
          <w:rFonts w:cs="Times New Roman"/>
        </w:rPr>
        <w:t>Phoomchai</w:t>
      </w:r>
      <w:proofErr w:type="spellEnd"/>
      <w:r w:rsidRPr="00B00EAC">
        <w:rPr>
          <w:rFonts w:cs="Times New Roman"/>
        </w:rPr>
        <w:t xml:space="preserve"> Audit Ltd.</w:t>
      </w:r>
    </w:p>
    <w:p w14:paraId="1FF8B8A9" w14:textId="77777777" w:rsidR="00597A0F" w:rsidRPr="00B00EAC" w:rsidRDefault="00597A0F" w:rsidP="00597A0F">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B00EAC">
        <w:rPr>
          <w:rFonts w:cs="Times New Roman"/>
        </w:rPr>
        <w:t>Bangkok</w:t>
      </w:r>
    </w:p>
    <w:p w14:paraId="1983743A" w14:textId="03CE9A5A" w:rsidR="0029624A" w:rsidRDefault="00CF07F7" w:rsidP="0029624A">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Pr>
          <w:rFonts w:cs="Times New Roman"/>
        </w:rPr>
        <w:t>11 August</w:t>
      </w:r>
      <w:r w:rsidR="00597A0F" w:rsidRPr="00C05089">
        <w:rPr>
          <w:rFonts w:cs="Times New Roman"/>
        </w:rPr>
        <w:t xml:space="preserve"> 2023</w:t>
      </w:r>
    </w:p>
    <w:sectPr w:rsidR="0029624A" w:rsidSect="0029624A">
      <w:headerReference w:type="default" r:id="rId16"/>
      <w:footerReference w:type="default" r:id="rId17"/>
      <w:pgSz w:w="11909" w:h="16834" w:code="9"/>
      <w:pgMar w:top="1152" w:right="1109" w:bottom="1152" w:left="1170" w:header="720" w:footer="720" w:gutter="0"/>
      <w:pgNumType w:start="1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44337" w14:textId="77777777" w:rsidR="00A60887" w:rsidRDefault="00A60887">
      <w:r>
        <w:separator/>
      </w:r>
    </w:p>
  </w:endnote>
  <w:endnote w:type="continuationSeparator" w:id="0">
    <w:p w14:paraId="5F92FDA2" w14:textId="77777777" w:rsidR="00A60887" w:rsidRDefault="00A6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altName w:val="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04DD" w14:textId="77777777" w:rsidR="00597A0F" w:rsidRDefault="00597A0F"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w:t>
    </w:r>
    <w:r w:rsidRPr="00D66953">
      <w:rPr>
        <w:rStyle w:val="PageNumber"/>
        <w:noProof/>
      </w:rPr>
      <w:t>0</w:t>
    </w:r>
    <w:r>
      <w:rPr>
        <w:rStyle w:val="PageNumber"/>
        <w:cs/>
      </w:rPr>
      <w:fldChar w:fldCharType="end"/>
    </w:r>
  </w:p>
  <w:p w14:paraId="1F5C550D" w14:textId="77777777" w:rsidR="00597A0F" w:rsidRDefault="00597A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423F8" w14:textId="77777777" w:rsidR="00597A0F" w:rsidRPr="00005ACB" w:rsidRDefault="00597A0F">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sidRPr="00D66953">
      <w:rPr>
        <w:rStyle w:val="PageNumber"/>
        <w:rFonts w:ascii="Angsana New" w:hAnsi="Angsana New"/>
        <w:noProof/>
        <w:sz w:val="30"/>
        <w:szCs w:val="30"/>
      </w:rPr>
      <w:t>2</w:t>
    </w:r>
    <w:r w:rsidRPr="00005ACB">
      <w:rPr>
        <w:rStyle w:val="PageNumber"/>
        <w:rFonts w:ascii="Angsana New" w:hAnsi="Angsana New"/>
        <w:sz w:val="30"/>
        <w:szCs w:val="30"/>
        <w:cs/>
      </w:rPr>
      <w:fldChar w:fldCharType="end"/>
    </w:r>
  </w:p>
  <w:p w14:paraId="0C74D636" w14:textId="77777777" w:rsidR="00597A0F" w:rsidRPr="000267E6" w:rsidRDefault="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D66953">
      <w:rPr>
        <w:rFonts w:ascii="Times New Roman" w:hAnsi="Times New Roman" w:cs="Times New Roman"/>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A314" w14:textId="77777777" w:rsidR="00597A0F" w:rsidRPr="00A472CC" w:rsidRDefault="00597A0F"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32CE" w14:textId="1EFBC316" w:rsidR="00597A0F" w:rsidRPr="004D2685" w:rsidRDefault="00597A0F">
    <w:pPr>
      <w:pStyle w:val="Footer"/>
      <w:tabs>
        <w:tab w:val="clear" w:pos="4678"/>
      </w:tabs>
      <w:jc w:val="center"/>
      <w:rPr>
        <w:rFonts w:ascii="Times New Roman" w:hAnsi="Times New Roman" w:cs="Times New Roman"/>
        <w:caps/>
        <w:noProof/>
        <w:sz w:val="22"/>
        <w:szCs w:val="22"/>
      </w:rPr>
    </w:pPr>
  </w:p>
  <w:p w14:paraId="41BDB3D8" w14:textId="77777777" w:rsidR="00597A0F" w:rsidRPr="00815CBF" w:rsidRDefault="00597A0F">
    <w:pPr>
      <w:pStyle w:val="Footer"/>
      <w:jc w:val="center"/>
      <w:rPr>
        <w:rFonts w:ascii="Times New Roman" w:hAnsi="Times New Roman"/>
        <w:sz w:val="22"/>
        <w:szCs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A3C3" w14:textId="77777777" w:rsidR="0029624A" w:rsidRPr="004D2685" w:rsidRDefault="0029624A">
    <w:pPr>
      <w:pStyle w:val="Footer"/>
      <w:tabs>
        <w:tab w:val="clear" w:pos="4678"/>
      </w:tabs>
      <w:jc w:val="center"/>
      <w:rPr>
        <w:rFonts w:ascii="Times New Roman" w:hAnsi="Times New Roman" w:cs="Times New Roman"/>
        <w:caps/>
        <w:noProof/>
        <w:sz w:val="22"/>
        <w:szCs w:val="22"/>
      </w:rPr>
    </w:pPr>
    <w:r>
      <w:rPr>
        <w:rFonts w:ascii="Times New Roman" w:hAnsi="Times New Roman" w:cs="Times New Roman"/>
        <w:caps/>
        <w:noProof/>
        <w:sz w:val="22"/>
        <w:szCs w:val="22"/>
      </w:rPr>
      <w:t>2</w:t>
    </w:r>
  </w:p>
  <w:p w14:paraId="273E6029" w14:textId="77777777" w:rsidR="0029624A" w:rsidRPr="00815CBF" w:rsidRDefault="0029624A">
    <w:pPr>
      <w:pStyle w:val="Footer"/>
      <w:jc w:val="center"/>
      <w:rPr>
        <w:rFonts w:ascii="Times New Roman" w:hAnsi="Times New Roman"/>
        <w:sz w:val="22"/>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E61F5" w14:textId="77777777" w:rsidR="00A60887" w:rsidRDefault="00A60887">
      <w:r>
        <w:separator/>
      </w:r>
    </w:p>
  </w:footnote>
  <w:footnote w:type="continuationSeparator" w:id="0">
    <w:p w14:paraId="3311FC06" w14:textId="77777777" w:rsidR="00A60887" w:rsidRDefault="00A60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00B0" w14:textId="77777777" w:rsidR="00597A0F" w:rsidRDefault="00000000">
    <w:pPr>
      <w:pStyle w:val="Header"/>
    </w:pPr>
    <w:r>
      <w:rPr>
        <w:noProof/>
      </w:rPr>
      <w:pict w14:anchorId="21810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BFD2" w14:textId="77777777" w:rsidR="00597A0F" w:rsidRDefault="00597A0F">
    <w:pPr>
      <w:pStyle w:val="Header"/>
    </w:pPr>
  </w:p>
  <w:p w14:paraId="4CABD26D" w14:textId="77777777" w:rsidR="00597A0F" w:rsidRDefault="00597A0F">
    <w:pPr>
      <w:pStyle w:val="Header"/>
    </w:pPr>
  </w:p>
  <w:p w14:paraId="76B47217" w14:textId="77777777" w:rsidR="00597A0F" w:rsidRDefault="00597A0F">
    <w:pPr>
      <w:pStyle w:val="Header"/>
    </w:pPr>
  </w:p>
  <w:p w14:paraId="0389DC0A" w14:textId="77777777" w:rsidR="00597A0F" w:rsidRDefault="00597A0F">
    <w:pPr>
      <w:pStyle w:val="Header"/>
    </w:pPr>
  </w:p>
  <w:p w14:paraId="5ACB0C86" w14:textId="77777777" w:rsidR="00597A0F" w:rsidRDefault="00597A0F">
    <w:pPr>
      <w:pStyle w:val="Header"/>
    </w:pPr>
  </w:p>
  <w:p w14:paraId="3AAC66EB" w14:textId="77777777" w:rsidR="00597A0F" w:rsidRDefault="00597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55BA"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DFEA427"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CEC2F00"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BD4141A"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2140216"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4A0DB42"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A0867F1" w14:textId="77777777" w:rsidR="00597A0F" w:rsidRPr="00191D71"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F8850C7"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B8FE66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A866D29"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21687C7"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5639484"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84560C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89E571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D7FA195"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466D2FB"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3A6A" w14:textId="77777777" w:rsidR="00597A0F"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2E76C402" w14:textId="77777777" w:rsidR="00597A0F"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1D4A4FDA"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6E630D7"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07EC8F5C"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19447B70"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7340484F"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0422E9A0"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A695A65"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46BDA22B"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p w14:paraId="74031E6A" w14:textId="77777777" w:rsidR="00597A0F" w:rsidRPr="003A41D3" w:rsidRDefault="00597A0F"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207D" w14:textId="6EC022EC" w:rsidR="00150C4E" w:rsidRDefault="00150C4E"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7D4D5015" w14:textId="1A06427F" w:rsidR="0029624A"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7D31C831" w14:textId="79D9F9A2" w:rsidR="0029624A"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p w14:paraId="3A4AA32E" w14:textId="77777777" w:rsidR="0029624A" w:rsidRPr="0029624A" w:rsidRDefault="0029624A" w:rsidP="0029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630"/>
      </w:tabs>
      <w:ind w:left="0" w:right="-385"/>
      <w:rPr>
        <w:rFonts w:ascii="Times New Roman" w:hAnsi="Times New Roman" w:cs="Times New Roman"/>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C21E819C"/>
    <w:lvl w:ilvl="0" w:tplc="AF222C7C">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2"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6"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3"/>
  </w:num>
  <w:num w:numId="2" w16cid:durableId="1500268389">
    <w:abstractNumId w:val="25"/>
  </w:num>
  <w:num w:numId="3" w16cid:durableId="116141859">
    <w:abstractNumId w:val="24"/>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2"/>
  </w:num>
  <w:num w:numId="10" w16cid:durableId="458451432">
    <w:abstractNumId w:val="26"/>
  </w:num>
  <w:num w:numId="11" w16cid:durableId="1421945607">
    <w:abstractNumId w:val="16"/>
  </w:num>
  <w:num w:numId="12" w16cid:durableId="584151792">
    <w:abstractNumId w:val="0"/>
  </w:num>
  <w:num w:numId="13" w16cid:durableId="1017125066">
    <w:abstractNumId w:val="6"/>
  </w:num>
  <w:num w:numId="14" w16cid:durableId="2110613475">
    <w:abstractNumId w:val="21"/>
  </w:num>
  <w:num w:numId="15" w16cid:durableId="46809288">
    <w:abstractNumId w:val="11"/>
  </w:num>
  <w:num w:numId="16" w16cid:durableId="2056005274">
    <w:abstractNumId w:val="23"/>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7"/>
  </w:num>
  <w:num w:numId="23" w16cid:durableId="108819440">
    <w:abstractNumId w:val="17"/>
  </w:num>
  <w:num w:numId="24" w16cid:durableId="379982103">
    <w:abstractNumId w:val="20"/>
  </w:num>
  <w:num w:numId="25" w16cid:durableId="742917613">
    <w:abstractNumId w:val="28"/>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1"/>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0D4"/>
    <w:rsid w:val="00041259"/>
    <w:rsid w:val="0004139A"/>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4EB"/>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8B2"/>
    <w:rsid w:val="000F39B6"/>
    <w:rsid w:val="000F3AB3"/>
    <w:rsid w:val="000F3BC1"/>
    <w:rsid w:val="000F3C12"/>
    <w:rsid w:val="000F3C44"/>
    <w:rsid w:val="000F41DE"/>
    <w:rsid w:val="000F4660"/>
    <w:rsid w:val="000F4A12"/>
    <w:rsid w:val="000F4E9B"/>
    <w:rsid w:val="000F5038"/>
    <w:rsid w:val="000F560A"/>
    <w:rsid w:val="000F5686"/>
    <w:rsid w:val="000F5A90"/>
    <w:rsid w:val="000F5B40"/>
    <w:rsid w:val="000F5DAF"/>
    <w:rsid w:val="000F618D"/>
    <w:rsid w:val="000F624B"/>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EEB"/>
    <w:rsid w:val="001463D0"/>
    <w:rsid w:val="001466FA"/>
    <w:rsid w:val="00146EA9"/>
    <w:rsid w:val="00146FD8"/>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7664"/>
    <w:rsid w:val="001576A7"/>
    <w:rsid w:val="00157842"/>
    <w:rsid w:val="00157B20"/>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E0"/>
    <w:rsid w:val="001936F2"/>
    <w:rsid w:val="00193A65"/>
    <w:rsid w:val="00193BFA"/>
    <w:rsid w:val="00193CC3"/>
    <w:rsid w:val="001943D1"/>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81"/>
    <w:rsid w:val="001A66EC"/>
    <w:rsid w:val="001A6B73"/>
    <w:rsid w:val="001A6CAE"/>
    <w:rsid w:val="001A6E72"/>
    <w:rsid w:val="001A6EF2"/>
    <w:rsid w:val="001A7116"/>
    <w:rsid w:val="001A74CA"/>
    <w:rsid w:val="001A7AA0"/>
    <w:rsid w:val="001A7CB3"/>
    <w:rsid w:val="001A7F80"/>
    <w:rsid w:val="001B013D"/>
    <w:rsid w:val="001B0903"/>
    <w:rsid w:val="001B0AF4"/>
    <w:rsid w:val="001B0EE3"/>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E7E"/>
    <w:rsid w:val="001B6F9F"/>
    <w:rsid w:val="001B769E"/>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CA"/>
    <w:rsid w:val="001D77F3"/>
    <w:rsid w:val="001D7AA9"/>
    <w:rsid w:val="001D7E51"/>
    <w:rsid w:val="001E001C"/>
    <w:rsid w:val="001E02C5"/>
    <w:rsid w:val="001E0335"/>
    <w:rsid w:val="001E05E1"/>
    <w:rsid w:val="001E08FF"/>
    <w:rsid w:val="001E0B57"/>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24A"/>
    <w:rsid w:val="00296330"/>
    <w:rsid w:val="002966B8"/>
    <w:rsid w:val="002967DB"/>
    <w:rsid w:val="002967EE"/>
    <w:rsid w:val="00296DEE"/>
    <w:rsid w:val="00296EB7"/>
    <w:rsid w:val="00297389"/>
    <w:rsid w:val="002975B1"/>
    <w:rsid w:val="002976B4"/>
    <w:rsid w:val="00297845"/>
    <w:rsid w:val="00297879"/>
    <w:rsid w:val="00297B20"/>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E49"/>
    <w:rsid w:val="002F0089"/>
    <w:rsid w:val="002F0A11"/>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C5"/>
    <w:rsid w:val="00326F07"/>
    <w:rsid w:val="003273A3"/>
    <w:rsid w:val="003273F7"/>
    <w:rsid w:val="00327693"/>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501A3"/>
    <w:rsid w:val="00350327"/>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2B75"/>
    <w:rsid w:val="00393129"/>
    <w:rsid w:val="00393654"/>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EF4"/>
    <w:rsid w:val="003A0F35"/>
    <w:rsid w:val="003A0FD4"/>
    <w:rsid w:val="003A133B"/>
    <w:rsid w:val="003A13C1"/>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944"/>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0C0"/>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C84"/>
    <w:rsid w:val="004C5F28"/>
    <w:rsid w:val="004C610D"/>
    <w:rsid w:val="004C62FA"/>
    <w:rsid w:val="004C6426"/>
    <w:rsid w:val="004C68F2"/>
    <w:rsid w:val="004C6BA7"/>
    <w:rsid w:val="004C74D9"/>
    <w:rsid w:val="004C7502"/>
    <w:rsid w:val="004C75F1"/>
    <w:rsid w:val="004C7767"/>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3574"/>
    <w:rsid w:val="004D3821"/>
    <w:rsid w:val="004D3D75"/>
    <w:rsid w:val="004D44C8"/>
    <w:rsid w:val="004D468E"/>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139C"/>
    <w:rsid w:val="004F1925"/>
    <w:rsid w:val="004F1C99"/>
    <w:rsid w:val="004F1CC1"/>
    <w:rsid w:val="004F1D23"/>
    <w:rsid w:val="004F1FED"/>
    <w:rsid w:val="004F22AA"/>
    <w:rsid w:val="004F243D"/>
    <w:rsid w:val="004F27EB"/>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B73"/>
    <w:rsid w:val="00513C02"/>
    <w:rsid w:val="00513E90"/>
    <w:rsid w:val="005141DF"/>
    <w:rsid w:val="00514234"/>
    <w:rsid w:val="00514435"/>
    <w:rsid w:val="00514455"/>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31DD"/>
    <w:rsid w:val="0059334C"/>
    <w:rsid w:val="00593A23"/>
    <w:rsid w:val="00593DE9"/>
    <w:rsid w:val="0059447B"/>
    <w:rsid w:val="00594669"/>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BAE"/>
    <w:rsid w:val="00617E1C"/>
    <w:rsid w:val="00617F0B"/>
    <w:rsid w:val="00617F5D"/>
    <w:rsid w:val="00617F8A"/>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131"/>
    <w:rsid w:val="00652240"/>
    <w:rsid w:val="00652541"/>
    <w:rsid w:val="00652796"/>
    <w:rsid w:val="0065299F"/>
    <w:rsid w:val="00652DD4"/>
    <w:rsid w:val="00652DFE"/>
    <w:rsid w:val="00653658"/>
    <w:rsid w:val="006538B0"/>
    <w:rsid w:val="00653BC3"/>
    <w:rsid w:val="00653E5B"/>
    <w:rsid w:val="00653E94"/>
    <w:rsid w:val="00653EA3"/>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B6E"/>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F09"/>
    <w:rsid w:val="006E0FB5"/>
    <w:rsid w:val="006E102C"/>
    <w:rsid w:val="006E1363"/>
    <w:rsid w:val="006E1898"/>
    <w:rsid w:val="006E1EEC"/>
    <w:rsid w:val="006E2352"/>
    <w:rsid w:val="006E2389"/>
    <w:rsid w:val="006E2985"/>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45A"/>
    <w:rsid w:val="006F0DC2"/>
    <w:rsid w:val="006F0E1F"/>
    <w:rsid w:val="006F0F24"/>
    <w:rsid w:val="006F11E4"/>
    <w:rsid w:val="006F1998"/>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6B2"/>
    <w:rsid w:val="00722920"/>
    <w:rsid w:val="00722A94"/>
    <w:rsid w:val="00722C8F"/>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54EF"/>
    <w:rsid w:val="007555D0"/>
    <w:rsid w:val="007557DA"/>
    <w:rsid w:val="007557DD"/>
    <w:rsid w:val="00755C72"/>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68AF"/>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E09"/>
    <w:rsid w:val="00795E2C"/>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403D"/>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0D8C"/>
    <w:rsid w:val="007D1146"/>
    <w:rsid w:val="007D1333"/>
    <w:rsid w:val="007D1EE3"/>
    <w:rsid w:val="007D245C"/>
    <w:rsid w:val="007D251A"/>
    <w:rsid w:val="007D2A67"/>
    <w:rsid w:val="007D2A76"/>
    <w:rsid w:val="007D2ABD"/>
    <w:rsid w:val="007D2B47"/>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7EB"/>
    <w:rsid w:val="007E5F8B"/>
    <w:rsid w:val="007E62DD"/>
    <w:rsid w:val="007E63AD"/>
    <w:rsid w:val="007E6421"/>
    <w:rsid w:val="007E65FB"/>
    <w:rsid w:val="007E667C"/>
    <w:rsid w:val="007E679D"/>
    <w:rsid w:val="007E6A5A"/>
    <w:rsid w:val="007E6B4A"/>
    <w:rsid w:val="007E6F26"/>
    <w:rsid w:val="007E7190"/>
    <w:rsid w:val="007E71AC"/>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61E4"/>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AA2"/>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628"/>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A2E"/>
    <w:rsid w:val="008D30C2"/>
    <w:rsid w:val="008D3288"/>
    <w:rsid w:val="008D32F9"/>
    <w:rsid w:val="008D345A"/>
    <w:rsid w:val="008D3ADA"/>
    <w:rsid w:val="008D3D0C"/>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699"/>
    <w:rsid w:val="00911B97"/>
    <w:rsid w:val="00911DB1"/>
    <w:rsid w:val="00911E66"/>
    <w:rsid w:val="00911EC9"/>
    <w:rsid w:val="00911FF2"/>
    <w:rsid w:val="00912AFF"/>
    <w:rsid w:val="00913119"/>
    <w:rsid w:val="0091315A"/>
    <w:rsid w:val="00913607"/>
    <w:rsid w:val="00913802"/>
    <w:rsid w:val="00913875"/>
    <w:rsid w:val="00913D42"/>
    <w:rsid w:val="0091452F"/>
    <w:rsid w:val="00915606"/>
    <w:rsid w:val="00915626"/>
    <w:rsid w:val="00915B4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AB"/>
    <w:rsid w:val="009F52CF"/>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887"/>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584"/>
    <w:rsid w:val="00AA77F9"/>
    <w:rsid w:val="00AA7988"/>
    <w:rsid w:val="00AA79D3"/>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8CD"/>
    <w:rsid w:val="00B02026"/>
    <w:rsid w:val="00B022C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731D"/>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AB0"/>
    <w:rsid w:val="00B86B2A"/>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A07"/>
    <w:rsid w:val="00BA2E38"/>
    <w:rsid w:val="00BA2EE6"/>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5F7"/>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7F7"/>
    <w:rsid w:val="00CF0E88"/>
    <w:rsid w:val="00CF1144"/>
    <w:rsid w:val="00CF164C"/>
    <w:rsid w:val="00CF1A47"/>
    <w:rsid w:val="00CF1A57"/>
    <w:rsid w:val="00CF1B77"/>
    <w:rsid w:val="00CF1DB2"/>
    <w:rsid w:val="00CF226C"/>
    <w:rsid w:val="00CF22D2"/>
    <w:rsid w:val="00CF22FC"/>
    <w:rsid w:val="00CF23F3"/>
    <w:rsid w:val="00CF2622"/>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848"/>
    <w:rsid w:val="00D36DA1"/>
    <w:rsid w:val="00D3706A"/>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AA"/>
    <w:rsid w:val="00D757AD"/>
    <w:rsid w:val="00D75A2C"/>
    <w:rsid w:val="00D75B2D"/>
    <w:rsid w:val="00D7617C"/>
    <w:rsid w:val="00D761C5"/>
    <w:rsid w:val="00D76221"/>
    <w:rsid w:val="00D76AC0"/>
    <w:rsid w:val="00D772C2"/>
    <w:rsid w:val="00D7755E"/>
    <w:rsid w:val="00D77753"/>
    <w:rsid w:val="00D77A80"/>
    <w:rsid w:val="00D77EE7"/>
    <w:rsid w:val="00D80094"/>
    <w:rsid w:val="00D80441"/>
    <w:rsid w:val="00D805D2"/>
    <w:rsid w:val="00D8089D"/>
    <w:rsid w:val="00D80AD4"/>
    <w:rsid w:val="00D80C31"/>
    <w:rsid w:val="00D80FE0"/>
    <w:rsid w:val="00D81454"/>
    <w:rsid w:val="00D81B6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A0047"/>
    <w:rsid w:val="00DA010A"/>
    <w:rsid w:val="00DA06AA"/>
    <w:rsid w:val="00DA07FC"/>
    <w:rsid w:val="00DA1046"/>
    <w:rsid w:val="00DA10D6"/>
    <w:rsid w:val="00DA1138"/>
    <w:rsid w:val="00DA11BF"/>
    <w:rsid w:val="00DA1998"/>
    <w:rsid w:val="00DA1A67"/>
    <w:rsid w:val="00DA1F08"/>
    <w:rsid w:val="00DA207E"/>
    <w:rsid w:val="00DA20CE"/>
    <w:rsid w:val="00DA24A3"/>
    <w:rsid w:val="00DA25B9"/>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81F"/>
    <w:rsid w:val="00DD1CC1"/>
    <w:rsid w:val="00DD1CCC"/>
    <w:rsid w:val="00DD2233"/>
    <w:rsid w:val="00DD299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D36"/>
    <w:rsid w:val="00E47E89"/>
    <w:rsid w:val="00E47FD1"/>
    <w:rsid w:val="00E500C9"/>
    <w:rsid w:val="00E506BA"/>
    <w:rsid w:val="00E507EE"/>
    <w:rsid w:val="00E50BB1"/>
    <w:rsid w:val="00E51934"/>
    <w:rsid w:val="00E51B66"/>
    <w:rsid w:val="00E51C3F"/>
    <w:rsid w:val="00E51E4D"/>
    <w:rsid w:val="00E5219C"/>
    <w:rsid w:val="00E521AA"/>
    <w:rsid w:val="00E529C3"/>
    <w:rsid w:val="00E52AE8"/>
    <w:rsid w:val="00E52E98"/>
    <w:rsid w:val="00E52F43"/>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F4"/>
    <w:rsid w:val="00EB663C"/>
    <w:rsid w:val="00EB6654"/>
    <w:rsid w:val="00EB693D"/>
    <w:rsid w:val="00EB6A68"/>
    <w:rsid w:val="00EB6BE8"/>
    <w:rsid w:val="00EB6C35"/>
    <w:rsid w:val="00EB716D"/>
    <w:rsid w:val="00EB773A"/>
    <w:rsid w:val="00EB77CD"/>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24B"/>
    <w:rsid w:val="00EC6293"/>
    <w:rsid w:val="00EC679D"/>
    <w:rsid w:val="00EC697C"/>
    <w:rsid w:val="00EC6A8A"/>
    <w:rsid w:val="00EC6C1A"/>
    <w:rsid w:val="00EC6D48"/>
    <w:rsid w:val="00EC6EC2"/>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886"/>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87D"/>
    <w:rsid w:val="00F57940"/>
    <w:rsid w:val="00F57D71"/>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234"/>
    <w:rsid w:val="00F66318"/>
    <w:rsid w:val="00F666E0"/>
    <w:rsid w:val="00F66743"/>
    <w:rsid w:val="00F66E9B"/>
    <w:rsid w:val="00F66F1C"/>
    <w:rsid w:val="00F6728B"/>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4E0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F6"/>
    <w:rsid w:val="00FD4E65"/>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0</TotalTime>
  <Pages>3</Pages>
  <Words>417</Words>
  <Characters>2377</Characters>
  <Application>Microsoft Office Word</Application>
  <DocSecurity>0</DocSecurity>
  <Lines>19</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Tatiya, Anucha</cp:lastModifiedBy>
  <cp:revision>2</cp:revision>
  <cp:lastPrinted>2023-05-12T04:02:00Z</cp:lastPrinted>
  <dcterms:created xsi:type="dcterms:W3CDTF">2023-07-14T09:29:00Z</dcterms:created>
  <dcterms:modified xsi:type="dcterms:W3CDTF">2023-07-14T09:29:00Z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