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43A04B" w14:textId="77777777" w:rsidR="00FB5D25" w:rsidRPr="004448D3" w:rsidRDefault="00FB5D25" w:rsidP="00CB7EF9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Times New Roman" w:hAnsi="Times New Roman"/>
          <w:sz w:val="28"/>
          <w:szCs w:val="28"/>
        </w:rPr>
      </w:pPr>
    </w:p>
    <w:p w14:paraId="4953A599" w14:textId="77777777" w:rsidR="00FB5D25" w:rsidRPr="004448D3" w:rsidRDefault="00FB5D25" w:rsidP="00CB7EF9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Times New Roman" w:hAnsi="Times New Roman"/>
        </w:rPr>
      </w:pPr>
    </w:p>
    <w:p w14:paraId="09054672" w14:textId="67692F97" w:rsidR="00CB7EF9" w:rsidRPr="001C2737" w:rsidRDefault="00CB7EF9" w:rsidP="00CB7EF9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Times New Roman" w:hAnsi="Times New Roman"/>
          <w:sz w:val="40"/>
          <w:szCs w:val="40"/>
        </w:rPr>
      </w:pPr>
      <w:r w:rsidRPr="001C2737">
        <w:rPr>
          <w:rFonts w:ascii="Times New Roman" w:hAnsi="Times New Roman"/>
          <w:sz w:val="40"/>
          <w:szCs w:val="40"/>
        </w:rPr>
        <w:t xml:space="preserve">RATCH Group Public Company Limited </w:t>
      </w:r>
    </w:p>
    <w:p w14:paraId="2A6C4235" w14:textId="77777777" w:rsidR="00CB7EF9" w:rsidRPr="001C2737" w:rsidRDefault="00CB7EF9" w:rsidP="00CB7EF9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Times New Roman" w:hAnsi="Times New Roman"/>
          <w:sz w:val="40"/>
          <w:szCs w:val="40"/>
        </w:rPr>
      </w:pPr>
      <w:r w:rsidRPr="001C2737">
        <w:rPr>
          <w:rFonts w:ascii="Times New Roman" w:hAnsi="Times New Roman"/>
          <w:sz w:val="40"/>
          <w:szCs w:val="40"/>
        </w:rPr>
        <w:t>and its subsidiaries</w:t>
      </w:r>
    </w:p>
    <w:p w14:paraId="7CF66F60" w14:textId="77777777" w:rsidR="00CB7EF9" w:rsidRPr="001C2737" w:rsidRDefault="00CB7EF9" w:rsidP="00CB7EF9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Times New Roman" w:hAnsi="Times New Roman"/>
          <w:b w:val="0"/>
          <w:bCs w:val="0"/>
          <w:sz w:val="40"/>
          <w:szCs w:val="40"/>
        </w:rPr>
      </w:pPr>
    </w:p>
    <w:p w14:paraId="151BBCAD" w14:textId="77777777" w:rsidR="004A3669" w:rsidRPr="00FB6639" w:rsidRDefault="009171CF" w:rsidP="004A3669">
      <w:pPr>
        <w:pStyle w:val="CoverTitle"/>
        <w:spacing w:line="240" w:lineRule="atLeast"/>
        <w:jc w:val="center"/>
        <w:rPr>
          <w:rFonts w:cs="Times New Roman"/>
          <w:spacing w:val="-3"/>
          <w:szCs w:val="36"/>
        </w:rPr>
      </w:pPr>
      <w:r w:rsidRPr="00FB6639">
        <w:rPr>
          <w:spacing w:val="-3"/>
          <w:szCs w:val="36"/>
        </w:rPr>
        <w:t>Condensed</w:t>
      </w:r>
      <w:r w:rsidRPr="00FB6639">
        <w:rPr>
          <w:rFonts w:cs="Times New Roman"/>
          <w:spacing w:val="-3"/>
          <w:szCs w:val="36"/>
        </w:rPr>
        <w:t xml:space="preserve"> </w:t>
      </w:r>
      <w:r w:rsidR="00452770" w:rsidRPr="00FB6639">
        <w:rPr>
          <w:rFonts w:cs="Times New Roman"/>
          <w:spacing w:val="-3"/>
          <w:szCs w:val="36"/>
        </w:rPr>
        <w:t>i</w:t>
      </w:r>
      <w:r w:rsidR="004A3669" w:rsidRPr="00FB6639">
        <w:rPr>
          <w:rFonts w:cs="Times New Roman"/>
          <w:spacing w:val="-3"/>
          <w:szCs w:val="36"/>
        </w:rPr>
        <w:t>nterim financial statements</w:t>
      </w:r>
    </w:p>
    <w:p w14:paraId="6421E3A1" w14:textId="2162F7DD" w:rsidR="004A3669" w:rsidRPr="00924B0A" w:rsidRDefault="004A3669" w:rsidP="004A3669">
      <w:pPr>
        <w:jc w:val="center"/>
        <w:rPr>
          <w:rFonts w:ascii="Times New Roman" w:hAnsi="Times New Roman" w:cs="Times New Roman"/>
          <w:spacing w:val="-3"/>
          <w:sz w:val="36"/>
          <w:szCs w:val="36"/>
          <w:lang w:val="en-GB" w:bidi="ar-SA"/>
        </w:rPr>
      </w:pPr>
      <w:r w:rsidRPr="00924B0A">
        <w:rPr>
          <w:rFonts w:ascii="Times New Roman" w:hAnsi="Times New Roman" w:cs="Times New Roman"/>
          <w:spacing w:val="-3"/>
          <w:sz w:val="36"/>
          <w:szCs w:val="36"/>
          <w:lang w:val="en-GB" w:bidi="ar-SA"/>
        </w:rPr>
        <w:t xml:space="preserve">for the three-month </w:t>
      </w:r>
      <w:r w:rsidR="00924B0A" w:rsidRPr="00924B0A">
        <w:rPr>
          <w:rFonts w:ascii="Times New Roman" w:hAnsi="Times New Roman" w:cs="Times New Roman"/>
          <w:spacing w:val="-3"/>
          <w:sz w:val="36"/>
          <w:szCs w:val="36"/>
          <w:lang w:val="en-GB" w:bidi="ar-SA"/>
        </w:rPr>
        <w:t>and six-month periods</w:t>
      </w:r>
      <w:r w:rsidR="00FB6639" w:rsidRPr="00924B0A">
        <w:rPr>
          <w:rFonts w:ascii="Times New Roman" w:hAnsi="Times New Roman" w:cs="Times New Roman"/>
          <w:spacing w:val="-3"/>
          <w:sz w:val="36"/>
          <w:szCs w:val="36"/>
          <w:lang w:val="en-GB" w:bidi="ar-SA"/>
        </w:rPr>
        <w:t xml:space="preserve"> </w:t>
      </w:r>
      <w:r w:rsidRPr="00924B0A">
        <w:rPr>
          <w:rFonts w:ascii="Times New Roman" w:hAnsi="Times New Roman" w:cs="Times New Roman"/>
          <w:spacing w:val="-3"/>
          <w:sz w:val="36"/>
          <w:szCs w:val="36"/>
          <w:lang w:val="en-GB" w:bidi="ar-SA"/>
        </w:rPr>
        <w:t>ended</w:t>
      </w:r>
    </w:p>
    <w:p w14:paraId="03268CD4" w14:textId="594F003D" w:rsidR="004A3669" w:rsidRPr="00FB6639" w:rsidRDefault="00FB6639" w:rsidP="004A3669">
      <w:pPr>
        <w:jc w:val="center"/>
        <w:rPr>
          <w:rFonts w:ascii="Times New Roman" w:hAnsi="Times New Roman" w:cs="Times New Roman"/>
          <w:spacing w:val="-3"/>
          <w:sz w:val="36"/>
          <w:szCs w:val="36"/>
        </w:rPr>
      </w:pPr>
      <w:r w:rsidRPr="00FB6639">
        <w:rPr>
          <w:rFonts w:ascii="Times New Roman" w:hAnsi="Times New Roman" w:cs="Times New Roman"/>
          <w:spacing w:val="-3"/>
          <w:sz w:val="36"/>
          <w:szCs w:val="36"/>
        </w:rPr>
        <w:t>3</w:t>
      </w:r>
      <w:r w:rsidR="00924B0A">
        <w:rPr>
          <w:rFonts w:ascii="Times New Roman" w:hAnsi="Times New Roman"/>
          <w:spacing w:val="-3"/>
          <w:sz w:val="36"/>
          <w:szCs w:val="45"/>
        </w:rPr>
        <w:t xml:space="preserve">0 June </w:t>
      </w:r>
      <w:r w:rsidR="004A3669" w:rsidRPr="00FB6639">
        <w:rPr>
          <w:rFonts w:ascii="Times New Roman" w:hAnsi="Times New Roman" w:cs="Times New Roman"/>
          <w:spacing w:val="-3"/>
          <w:sz w:val="36"/>
          <w:szCs w:val="36"/>
        </w:rPr>
        <w:t>20</w:t>
      </w:r>
      <w:r w:rsidRPr="00FB6639">
        <w:rPr>
          <w:rFonts w:ascii="Times New Roman" w:hAnsi="Times New Roman" w:cs="Times New Roman"/>
          <w:spacing w:val="-3"/>
          <w:sz w:val="36"/>
          <w:szCs w:val="36"/>
        </w:rPr>
        <w:t>2</w:t>
      </w:r>
      <w:r w:rsidR="002B580F">
        <w:rPr>
          <w:rFonts w:ascii="Times New Roman" w:hAnsi="Times New Roman" w:cs="Times New Roman"/>
          <w:spacing w:val="-3"/>
          <w:sz w:val="36"/>
          <w:szCs w:val="36"/>
        </w:rPr>
        <w:t>1</w:t>
      </w:r>
    </w:p>
    <w:p w14:paraId="78F565B9" w14:textId="77777777" w:rsidR="004A3669" w:rsidRPr="00FB6639" w:rsidRDefault="004A3669" w:rsidP="004A3669">
      <w:pPr>
        <w:shd w:val="clear" w:color="auto" w:fill="FFFFFF"/>
        <w:jc w:val="center"/>
        <w:rPr>
          <w:rFonts w:ascii="Times New Roman" w:hAnsi="Times New Roman" w:cs="Times New Roman"/>
          <w:sz w:val="36"/>
          <w:szCs w:val="36"/>
        </w:rPr>
      </w:pPr>
      <w:r w:rsidRPr="00FB6639">
        <w:rPr>
          <w:rFonts w:ascii="Times New Roman" w:hAnsi="Times New Roman" w:cs="Times New Roman"/>
          <w:sz w:val="36"/>
          <w:szCs w:val="36"/>
        </w:rPr>
        <w:t>and</w:t>
      </w:r>
    </w:p>
    <w:p w14:paraId="794C59B3" w14:textId="49131E70" w:rsidR="00DE7B78" w:rsidRPr="00FB6639" w:rsidRDefault="00DE7B78" w:rsidP="00CB7EF9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sz w:val="36"/>
          <w:szCs w:val="36"/>
        </w:rPr>
      </w:pPr>
      <w:r w:rsidRPr="00FB6639">
        <w:rPr>
          <w:rFonts w:cs="Times New Roman"/>
          <w:b w:val="0"/>
          <w:sz w:val="36"/>
          <w:szCs w:val="36"/>
        </w:rPr>
        <w:t xml:space="preserve">Independent auditor’s </w:t>
      </w:r>
      <w:r w:rsidR="00FB6639" w:rsidRPr="00FB6639">
        <w:rPr>
          <w:rFonts w:cs="Times New Roman"/>
          <w:b w:val="0"/>
          <w:sz w:val="36"/>
          <w:szCs w:val="36"/>
        </w:rPr>
        <w:t xml:space="preserve">review </w:t>
      </w:r>
      <w:r w:rsidRPr="00FB6639">
        <w:rPr>
          <w:rFonts w:cs="Times New Roman"/>
          <w:b w:val="0"/>
          <w:sz w:val="36"/>
          <w:szCs w:val="36"/>
        </w:rPr>
        <w:t>report</w:t>
      </w:r>
    </w:p>
    <w:p w14:paraId="62D9B8F0" w14:textId="77777777" w:rsidR="00CB7EF9" w:rsidRPr="001C2737" w:rsidRDefault="00CB7EF9" w:rsidP="00CB7EF9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bCs/>
          <w:spacing w:val="-3"/>
          <w:sz w:val="36"/>
          <w:szCs w:val="36"/>
        </w:rPr>
      </w:pPr>
    </w:p>
    <w:p w14:paraId="5598C0A1" w14:textId="77777777" w:rsidR="00CB7EF9" w:rsidRPr="001C2737" w:rsidRDefault="00CB7EF9" w:rsidP="00CB7EF9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bCs/>
        </w:rPr>
        <w:sectPr w:rsidR="00CB7EF9" w:rsidRPr="001C2737" w:rsidSect="00F955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5918E91C" w14:textId="77777777" w:rsidR="00D659AB" w:rsidRPr="00D659AB" w:rsidRDefault="00D659AB" w:rsidP="00D659AB">
      <w:pPr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28190C13" w14:textId="77777777" w:rsidR="00D659AB" w:rsidRPr="00D659AB" w:rsidRDefault="00D659AB" w:rsidP="00D659AB">
      <w:pPr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3BC0833A" w14:textId="77777777" w:rsidR="007E1E69" w:rsidRPr="00380D76" w:rsidRDefault="007E1E69" w:rsidP="00380D76">
      <w:pPr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4BCA7096" w14:textId="43B9ADEF" w:rsidR="00FB6639" w:rsidRPr="00FB6639" w:rsidRDefault="00FB6639" w:rsidP="004140C0">
      <w:pPr>
        <w:ind w:left="90" w:right="-27"/>
        <w:jc w:val="thaiDistribute"/>
        <w:rPr>
          <w:rFonts w:ascii="Times New Roman" w:hAnsi="Times New Roman" w:cs="Times New Roman"/>
          <w:b/>
          <w:bCs/>
          <w:sz w:val="28"/>
          <w:szCs w:val="28"/>
        </w:rPr>
      </w:pPr>
      <w:r w:rsidRPr="00FB6639">
        <w:rPr>
          <w:rFonts w:ascii="Times New Roman" w:hAnsi="Times New Roman" w:cs="Times New Roman"/>
          <w:b/>
          <w:bCs/>
          <w:sz w:val="28"/>
          <w:szCs w:val="28"/>
        </w:rPr>
        <w:t>Independent Auditor’s Report on Review of Interim Financial Information</w:t>
      </w:r>
    </w:p>
    <w:p w14:paraId="31108625" w14:textId="77777777" w:rsidR="00CB7EF9" w:rsidRPr="00FB6639" w:rsidRDefault="00CB7EF9" w:rsidP="004140C0">
      <w:pPr>
        <w:ind w:left="90" w:right="-27"/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61F6F9E1" w14:textId="77777777" w:rsidR="00CB7EF9" w:rsidRPr="00DE7B78" w:rsidRDefault="00CB7EF9" w:rsidP="004140C0">
      <w:pPr>
        <w:ind w:left="90" w:right="-27"/>
        <w:jc w:val="both"/>
        <w:rPr>
          <w:rFonts w:ascii="Times New Roman" w:hAnsi="Times New Roman" w:cs="Times New Roman"/>
          <w:sz w:val="22"/>
          <w:szCs w:val="22"/>
        </w:rPr>
      </w:pPr>
    </w:p>
    <w:p w14:paraId="5ADD0EAB" w14:textId="3D133272" w:rsidR="00CB7EF9" w:rsidRPr="00DE7B78" w:rsidRDefault="00CB7EF9" w:rsidP="004140C0">
      <w:pPr>
        <w:ind w:left="90" w:right="-2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DE7B78">
        <w:rPr>
          <w:rFonts w:ascii="Times New Roman" w:hAnsi="Times New Roman" w:cs="Times New Roman"/>
          <w:b/>
          <w:bCs/>
          <w:sz w:val="22"/>
          <w:szCs w:val="22"/>
        </w:rPr>
        <w:t>To the Board of Directors of RATCH Group Public Company Limited</w:t>
      </w:r>
    </w:p>
    <w:p w14:paraId="6D889F78" w14:textId="77777777" w:rsidR="00CB7EF9" w:rsidRPr="009C5D35" w:rsidRDefault="00CB7EF9" w:rsidP="004140C0">
      <w:pPr>
        <w:ind w:left="90" w:right="-27"/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2D5AA745" w14:textId="77777777" w:rsidR="00CB7EF9" w:rsidRPr="009C5D35" w:rsidRDefault="00CB7EF9" w:rsidP="004140C0">
      <w:pPr>
        <w:ind w:left="90" w:right="-27"/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09CFD278" w14:textId="79C34E61" w:rsidR="00CB7EF9" w:rsidRPr="00F648CF" w:rsidRDefault="00CB7EF9" w:rsidP="004140C0">
      <w:pPr>
        <w:ind w:left="90" w:right="-27"/>
        <w:jc w:val="thaiDistribute"/>
        <w:rPr>
          <w:rFonts w:ascii="Times New Roman" w:hAnsi="Times New Roman" w:cs="Times New Roman"/>
          <w:spacing w:val="-2"/>
          <w:sz w:val="22"/>
          <w:szCs w:val="22"/>
        </w:rPr>
      </w:pPr>
      <w:r w:rsidRPr="00924B0A">
        <w:rPr>
          <w:rFonts w:ascii="Times New Roman" w:hAnsi="Times New Roman" w:cs="Times New Roman"/>
          <w:sz w:val="22"/>
          <w:szCs w:val="22"/>
        </w:rPr>
        <w:t>I have reviewed the accompanying consolidated and separate statements of financial position of RATCH Group Public Company Limited</w:t>
      </w:r>
      <w:r w:rsidR="00FB6639" w:rsidRPr="00924B0A">
        <w:rPr>
          <w:rFonts w:ascii="Times New Roman" w:hAnsi="Times New Roman" w:cs="Times New Roman"/>
          <w:sz w:val="22"/>
          <w:szCs w:val="22"/>
        </w:rPr>
        <w:t xml:space="preserve"> </w:t>
      </w:r>
      <w:r w:rsidRPr="00924B0A">
        <w:rPr>
          <w:rFonts w:ascii="Times New Roman" w:hAnsi="Times New Roman" w:cs="Times New Roman"/>
          <w:sz w:val="22"/>
          <w:szCs w:val="22"/>
        </w:rPr>
        <w:t>and its subsidiaries, and of RATCH Group Public Company Limited, respectively, as at</w:t>
      </w:r>
      <w:r w:rsidR="00C92855" w:rsidRPr="00924B0A">
        <w:rPr>
          <w:rFonts w:ascii="Times New Roman" w:hAnsi="Times New Roman" w:cs="Times New Roman"/>
          <w:sz w:val="22"/>
          <w:szCs w:val="22"/>
        </w:rPr>
        <w:t xml:space="preserve"> </w:t>
      </w:r>
      <w:r w:rsidR="00924B0A" w:rsidRPr="00924B0A">
        <w:rPr>
          <w:rFonts w:ascii="Times New Roman" w:hAnsi="Times New Roman" w:cs="Times New Roman"/>
          <w:sz w:val="22"/>
          <w:szCs w:val="22"/>
        </w:rPr>
        <w:t>30 June</w:t>
      </w:r>
      <w:r w:rsidR="00FB6639" w:rsidRPr="00924B0A">
        <w:rPr>
          <w:rFonts w:ascii="Times New Roman" w:hAnsi="Times New Roman" w:cs="Times New Roman"/>
          <w:sz w:val="22"/>
          <w:szCs w:val="22"/>
        </w:rPr>
        <w:t xml:space="preserve"> 202</w:t>
      </w:r>
      <w:r w:rsidR="002B580F">
        <w:rPr>
          <w:rFonts w:ascii="Times New Roman" w:hAnsi="Times New Roman" w:cs="Times New Roman"/>
          <w:sz w:val="22"/>
          <w:szCs w:val="22"/>
        </w:rPr>
        <w:t>1</w:t>
      </w:r>
      <w:r w:rsidRPr="00924B0A">
        <w:rPr>
          <w:rFonts w:ascii="Times New Roman" w:hAnsi="Times New Roman" w:cs="Times New Roman"/>
          <w:sz w:val="22"/>
          <w:szCs w:val="22"/>
        </w:rPr>
        <w:t xml:space="preserve">; </w:t>
      </w:r>
      <w:r w:rsidR="00452770" w:rsidRPr="00924B0A">
        <w:rPr>
          <w:rFonts w:ascii="Times New Roman" w:hAnsi="Times New Roman" w:cs="Times New Roman"/>
          <w:sz w:val="22"/>
          <w:szCs w:val="22"/>
        </w:rPr>
        <w:t>the consolidated and separate statements of comprehensive income</w:t>
      </w:r>
      <w:r w:rsidR="00924B0A" w:rsidRPr="00924B0A">
        <w:rPr>
          <w:rFonts w:ascii="Times New Roman" w:hAnsi="Times New Roman" w:cs="Times New Roman"/>
          <w:sz w:val="22"/>
          <w:szCs w:val="22"/>
        </w:rPr>
        <w:t xml:space="preserve"> for the </w:t>
      </w:r>
      <w:r w:rsidR="00924B0A" w:rsidRPr="004140C0">
        <w:rPr>
          <w:rFonts w:ascii="Times New Roman" w:hAnsi="Times New Roman" w:cs="Times New Roman"/>
          <w:spacing w:val="-2"/>
          <w:sz w:val="22"/>
          <w:szCs w:val="22"/>
        </w:rPr>
        <w:t>three-month and six-month periods ended 30 June 202</w:t>
      </w:r>
      <w:r w:rsidR="002B580F" w:rsidRPr="004140C0">
        <w:rPr>
          <w:rFonts w:ascii="Times New Roman" w:hAnsi="Times New Roman" w:cs="Times New Roman"/>
          <w:spacing w:val="-2"/>
          <w:sz w:val="22"/>
          <w:szCs w:val="22"/>
        </w:rPr>
        <w:t>1</w:t>
      </w:r>
      <w:r w:rsidR="00FB6639" w:rsidRPr="004140C0">
        <w:rPr>
          <w:rFonts w:ascii="Times New Roman" w:hAnsi="Times New Roman" w:cs="Times New Roman"/>
          <w:spacing w:val="-2"/>
          <w:sz w:val="22"/>
          <w:szCs w:val="22"/>
        </w:rPr>
        <w:t xml:space="preserve">, </w:t>
      </w:r>
      <w:r w:rsidR="00924B0A" w:rsidRPr="004140C0">
        <w:rPr>
          <w:rFonts w:ascii="Times New Roman" w:hAnsi="Times New Roman" w:cs="Times New Roman"/>
          <w:spacing w:val="-2"/>
          <w:sz w:val="22"/>
          <w:szCs w:val="22"/>
        </w:rPr>
        <w:t>the consolidated and separate</w:t>
      </w:r>
      <w:r w:rsidR="00F648CF" w:rsidRPr="004140C0">
        <w:rPr>
          <w:rFonts w:ascii="Times New Roman" w:hAnsi="Times New Roman" w:cs="Times New Roman"/>
          <w:spacing w:val="-2"/>
          <w:sz w:val="22"/>
          <w:szCs w:val="22"/>
        </w:rPr>
        <w:t xml:space="preserve"> statements</w:t>
      </w:r>
      <w:r w:rsidR="00924B0A" w:rsidRPr="004140C0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="00F648CF" w:rsidRPr="004140C0">
        <w:rPr>
          <w:rFonts w:ascii="Times New Roman" w:hAnsi="Times New Roman" w:cs="Times New Roman"/>
          <w:spacing w:val="-2"/>
          <w:sz w:val="22"/>
          <w:szCs w:val="22"/>
        </w:rPr>
        <w:t xml:space="preserve">of </w:t>
      </w:r>
      <w:r w:rsidR="00FB6639" w:rsidRPr="004140C0">
        <w:rPr>
          <w:rFonts w:ascii="Times New Roman" w:hAnsi="Times New Roman" w:cs="Times New Roman"/>
          <w:spacing w:val="-2"/>
          <w:sz w:val="22"/>
          <w:szCs w:val="22"/>
        </w:rPr>
        <w:t>changes in</w:t>
      </w:r>
      <w:r w:rsidR="00FB6639" w:rsidRPr="00924B0A">
        <w:rPr>
          <w:rFonts w:ascii="Times New Roman" w:hAnsi="Times New Roman" w:cs="Times New Roman"/>
          <w:sz w:val="22"/>
          <w:szCs w:val="22"/>
        </w:rPr>
        <w:t xml:space="preserve"> equity and cash flows </w:t>
      </w:r>
      <w:r w:rsidR="00452770" w:rsidRPr="00924B0A">
        <w:rPr>
          <w:rFonts w:ascii="Times New Roman" w:hAnsi="Times New Roman" w:cs="Times New Roman"/>
          <w:sz w:val="22"/>
          <w:szCs w:val="22"/>
        </w:rPr>
        <w:t>for the</w:t>
      </w:r>
      <w:r w:rsidR="00924B0A" w:rsidRPr="00924B0A">
        <w:rPr>
          <w:rFonts w:ascii="Times New Roman" w:hAnsi="Times New Roman" w:cs="Times New Roman"/>
          <w:sz w:val="22"/>
          <w:szCs w:val="22"/>
        </w:rPr>
        <w:t xml:space="preserve"> six-month </w:t>
      </w:r>
      <w:r w:rsidR="00452770" w:rsidRPr="00924B0A">
        <w:rPr>
          <w:rFonts w:ascii="Times New Roman" w:hAnsi="Times New Roman" w:cs="Times New Roman"/>
          <w:sz w:val="22"/>
          <w:szCs w:val="22"/>
        </w:rPr>
        <w:t xml:space="preserve">period ended </w:t>
      </w:r>
      <w:r w:rsidR="00924B0A" w:rsidRPr="00924B0A">
        <w:rPr>
          <w:rFonts w:ascii="Times New Roman" w:hAnsi="Times New Roman" w:cs="Times New Roman"/>
          <w:sz w:val="22"/>
          <w:szCs w:val="22"/>
        </w:rPr>
        <w:t>30 June 202</w:t>
      </w:r>
      <w:r w:rsidR="002B580F">
        <w:rPr>
          <w:rFonts w:ascii="Times New Roman" w:hAnsi="Times New Roman" w:cs="Times New Roman"/>
          <w:sz w:val="22"/>
          <w:szCs w:val="22"/>
        </w:rPr>
        <w:t>1</w:t>
      </w:r>
      <w:r w:rsidR="00924B0A" w:rsidRPr="00924B0A">
        <w:rPr>
          <w:rFonts w:ascii="Times New Roman" w:hAnsi="Times New Roman" w:cs="Times New Roman"/>
          <w:sz w:val="22"/>
          <w:szCs w:val="22"/>
        </w:rPr>
        <w:t xml:space="preserve"> </w:t>
      </w:r>
      <w:r w:rsidR="00452770" w:rsidRPr="00924B0A">
        <w:rPr>
          <w:rFonts w:ascii="Times New Roman" w:hAnsi="Times New Roman" w:cs="Times New Roman"/>
          <w:sz w:val="22"/>
          <w:szCs w:val="22"/>
        </w:rPr>
        <w:t xml:space="preserve">and condensed notes </w:t>
      </w:r>
      <w:r w:rsidRPr="00924B0A">
        <w:rPr>
          <w:rFonts w:ascii="Times New Roman" w:hAnsi="Times New Roman" w:cs="Times New Roman"/>
          <w:sz w:val="22"/>
          <w:szCs w:val="22"/>
        </w:rPr>
        <w:t xml:space="preserve">(“interim financial information”). Management is responsible for the preparation and presentation of this interim financial </w:t>
      </w:r>
      <w:r w:rsidRPr="004140C0">
        <w:rPr>
          <w:rFonts w:ascii="Times New Roman" w:hAnsi="Times New Roman" w:cs="Times New Roman"/>
          <w:spacing w:val="-4"/>
          <w:sz w:val="22"/>
          <w:szCs w:val="22"/>
        </w:rPr>
        <w:t>information</w:t>
      </w:r>
      <w:r w:rsidR="00586E5E" w:rsidRPr="004140C0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4140C0">
        <w:rPr>
          <w:rFonts w:ascii="Times New Roman" w:hAnsi="Times New Roman" w:cs="Times New Roman"/>
          <w:spacing w:val="-4"/>
          <w:sz w:val="22"/>
          <w:szCs w:val="22"/>
        </w:rPr>
        <w:t>in accordance with Thai Accounting Standard 34, “Interim Financial Reporting”</w:t>
      </w:r>
      <w:r w:rsidR="00924B0A" w:rsidRPr="004140C0">
        <w:rPr>
          <w:rFonts w:ascii="Times New Roman" w:hAnsi="Times New Roman" w:cs="Times New Roman"/>
          <w:spacing w:val="-4"/>
          <w:sz w:val="22"/>
          <w:szCs w:val="22"/>
        </w:rPr>
        <w:t>.</w:t>
      </w:r>
      <w:r w:rsidR="00F648CF" w:rsidRPr="004140C0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4140C0">
        <w:rPr>
          <w:rFonts w:ascii="Times New Roman" w:hAnsi="Times New Roman" w:cs="Times New Roman"/>
          <w:spacing w:val="-4"/>
          <w:sz w:val="22"/>
          <w:szCs w:val="22"/>
        </w:rPr>
        <w:t>My responsibility is</w:t>
      </w:r>
      <w:r w:rsidRPr="00F648CF">
        <w:rPr>
          <w:rFonts w:ascii="Times New Roman" w:hAnsi="Times New Roman" w:cs="Times New Roman"/>
          <w:spacing w:val="-2"/>
          <w:sz w:val="22"/>
          <w:szCs w:val="22"/>
        </w:rPr>
        <w:t xml:space="preserve"> to express</w:t>
      </w:r>
      <w:r w:rsidR="00586E5E" w:rsidRPr="00F648CF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F648CF">
        <w:rPr>
          <w:rFonts w:ascii="Times New Roman" w:hAnsi="Times New Roman" w:cs="Times New Roman"/>
          <w:spacing w:val="-2"/>
          <w:sz w:val="22"/>
          <w:szCs w:val="22"/>
        </w:rPr>
        <w:t>a conclusion on this interim financial information based on my review.</w:t>
      </w:r>
    </w:p>
    <w:p w14:paraId="04C9F541" w14:textId="77777777" w:rsidR="00CB7EF9" w:rsidRPr="00FB6639" w:rsidRDefault="00CB7EF9" w:rsidP="004140C0">
      <w:pPr>
        <w:pStyle w:val="RNormal"/>
        <w:ind w:left="90" w:right="-27"/>
        <w:jc w:val="thaiDistribute"/>
        <w:rPr>
          <w:szCs w:val="22"/>
          <w:lang w:bidi="th-TH"/>
        </w:rPr>
      </w:pPr>
    </w:p>
    <w:p w14:paraId="52D25FCE" w14:textId="77777777" w:rsidR="00CB7EF9" w:rsidRPr="00FB6639" w:rsidRDefault="00CB7EF9" w:rsidP="004140C0">
      <w:pPr>
        <w:ind w:left="90" w:right="-27"/>
        <w:jc w:val="thaiDistribute"/>
        <w:rPr>
          <w:rFonts w:ascii="Times New Roman" w:hAnsi="Times New Roman" w:cs="Times New Roman"/>
          <w:i/>
          <w:iCs/>
          <w:sz w:val="22"/>
          <w:szCs w:val="22"/>
        </w:rPr>
      </w:pPr>
      <w:r w:rsidRPr="00FB6639">
        <w:rPr>
          <w:rFonts w:ascii="Times New Roman" w:hAnsi="Times New Roman" w:cs="Times New Roman"/>
          <w:i/>
          <w:iCs/>
          <w:sz w:val="22"/>
          <w:szCs w:val="22"/>
        </w:rPr>
        <w:t>Scope of Review</w:t>
      </w:r>
    </w:p>
    <w:p w14:paraId="6BB24D95" w14:textId="77777777" w:rsidR="00CB7EF9" w:rsidRPr="00FB6639" w:rsidRDefault="00CB7EF9" w:rsidP="004140C0">
      <w:pPr>
        <w:ind w:left="9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32572E9D" w14:textId="6142ABFD" w:rsidR="00CB7EF9" w:rsidRPr="00FB6639" w:rsidRDefault="00CB7EF9" w:rsidP="004140C0">
      <w:pPr>
        <w:ind w:left="90" w:right="-27"/>
        <w:jc w:val="thaiDistribute"/>
        <w:rPr>
          <w:rFonts w:ascii="Times New Roman" w:hAnsi="Times New Roman" w:cs="Times New Roman"/>
          <w:sz w:val="22"/>
          <w:szCs w:val="22"/>
        </w:rPr>
      </w:pPr>
      <w:r w:rsidRPr="00FB6639">
        <w:rPr>
          <w:rFonts w:ascii="Times New Roman" w:hAnsi="Times New Roman" w:cs="Times New Roman"/>
          <w:sz w:val="22"/>
          <w:szCs w:val="22"/>
        </w:rPr>
        <w:t xml:space="preserve">I conducted my review in accordance with Thai Standard on Review Engagements 2410, “Review of Interim Financial Information Performed by the Independent Auditor of the Entity”. A review of interim financial information consists of making inquiries, primarily of persons responsible for financial and accounting </w:t>
      </w:r>
      <w:r w:rsidR="004140C0">
        <w:rPr>
          <w:rFonts w:ascii="Times New Roman" w:hAnsi="Times New Roman" w:cs="Times New Roman"/>
          <w:sz w:val="22"/>
          <w:szCs w:val="22"/>
        </w:rPr>
        <w:br/>
      </w:r>
      <w:r w:rsidRPr="00FB6639">
        <w:rPr>
          <w:rFonts w:ascii="Times New Roman" w:hAnsi="Times New Roman" w:cs="Times New Roman"/>
          <w:sz w:val="22"/>
          <w:szCs w:val="22"/>
        </w:rPr>
        <w:t>matters, and applying analytical and other review procedures. A review is substantially less in scope than</w:t>
      </w:r>
      <w:r w:rsidR="00A03F13">
        <w:rPr>
          <w:rFonts w:ascii="Times New Roman" w:hAnsi="Times New Roman" w:cs="Times New Roman"/>
          <w:sz w:val="22"/>
          <w:szCs w:val="22"/>
        </w:rPr>
        <w:t xml:space="preserve"> </w:t>
      </w:r>
      <w:r w:rsidR="00A03F13">
        <w:rPr>
          <w:rFonts w:ascii="Times New Roman" w:hAnsi="Times New Roman" w:cs="Times New Roman"/>
          <w:sz w:val="22"/>
          <w:szCs w:val="22"/>
        </w:rPr>
        <w:br/>
      </w:r>
      <w:r w:rsidRPr="00FB6639">
        <w:rPr>
          <w:rFonts w:ascii="Times New Roman" w:hAnsi="Times New Roman" w:cs="Times New Roman"/>
          <w:sz w:val="22"/>
          <w:szCs w:val="22"/>
        </w:rPr>
        <w:t>an audit conducted in accordance with Thai Standards on Auditing and consequently does not enable me</w:t>
      </w:r>
      <w:r w:rsidR="00A03F13">
        <w:rPr>
          <w:rFonts w:ascii="Times New Roman" w:hAnsi="Times New Roman" w:cs="Times New Roman"/>
          <w:sz w:val="22"/>
          <w:szCs w:val="22"/>
        </w:rPr>
        <w:t xml:space="preserve"> </w:t>
      </w:r>
      <w:r w:rsidR="00A03F13">
        <w:rPr>
          <w:rFonts w:ascii="Times New Roman" w:hAnsi="Times New Roman" w:cs="Times New Roman"/>
          <w:sz w:val="22"/>
          <w:szCs w:val="22"/>
        </w:rPr>
        <w:br/>
      </w:r>
      <w:r w:rsidRPr="00FB6639">
        <w:rPr>
          <w:rFonts w:ascii="Times New Roman" w:hAnsi="Times New Roman" w:cs="Times New Roman"/>
          <w:sz w:val="22"/>
          <w:szCs w:val="22"/>
        </w:rPr>
        <w:t>to obtain assurance that I would become aware of all significant matters that might be identified in an audit. Accordingly, I do not express an audit opinion.</w:t>
      </w:r>
    </w:p>
    <w:p w14:paraId="55A3FCA6" w14:textId="77777777" w:rsidR="00CB7EF9" w:rsidRPr="00FB6639" w:rsidRDefault="00CB7EF9" w:rsidP="004140C0">
      <w:pPr>
        <w:ind w:left="9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0F204E50" w14:textId="77777777" w:rsidR="00CB7EF9" w:rsidRPr="00FB6639" w:rsidRDefault="00CB7EF9" w:rsidP="004140C0">
      <w:pPr>
        <w:ind w:left="90" w:right="-27"/>
        <w:jc w:val="thaiDistribute"/>
        <w:rPr>
          <w:rFonts w:ascii="Times New Roman" w:hAnsi="Times New Roman" w:cs="Times New Roman"/>
          <w:i/>
          <w:iCs/>
          <w:sz w:val="22"/>
          <w:szCs w:val="22"/>
        </w:rPr>
      </w:pPr>
      <w:r w:rsidRPr="00FB6639">
        <w:rPr>
          <w:rFonts w:ascii="Times New Roman" w:hAnsi="Times New Roman" w:cs="Times New Roman"/>
          <w:i/>
          <w:iCs/>
          <w:sz w:val="22"/>
          <w:szCs w:val="22"/>
        </w:rPr>
        <w:t>Conclusion</w:t>
      </w:r>
    </w:p>
    <w:p w14:paraId="65691D04" w14:textId="77777777" w:rsidR="00CB7EF9" w:rsidRPr="00FB6639" w:rsidRDefault="00CB7EF9" w:rsidP="004140C0">
      <w:pPr>
        <w:autoSpaceDE w:val="0"/>
        <w:autoSpaceDN w:val="0"/>
        <w:adjustRightInd w:val="0"/>
        <w:spacing w:line="240" w:lineRule="auto"/>
        <w:ind w:left="9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0C8B0703" w14:textId="55CCE66B" w:rsidR="00CB7EF9" w:rsidRPr="00FB6639" w:rsidRDefault="00CB7EF9" w:rsidP="004140C0">
      <w:pPr>
        <w:ind w:left="90" w:right="-27"/>
        <w:jc w:val="thaiDistribute"/>
        <w:rPr>
          <w:rFonts w:ascii="Times New Roman" w:hAnsi="Times New Roman" w:cs="Times New Roman"/>
          <w:sz w:val="22"/>
          <w:szCs w:val="22"/>
        </w:rPr>
      </w:pPr>
      <w:r w:rsidRPr="00FB6639">
        <w:rPr>
          <w:rFonts w:ascii="Times New Roman" w:hAnsi="Times New Roman" w:cs="Times New Roman"/>
          <w:sz w:val="22"/>
          <w:szCs w:val="22"/>
        </w:rPr>
        <w:t xml:space="preserve">Based on my review, nothing has come to my attention that causes me to believe that the accompanying </w:t>
      </w:r>
      <w:r w:rsidR="004140C0">
        <w:rPr>
          <w:rFonts w:ascii="Times New Roman" w:hAnsi="Times New Roman" w:cs="Times New Roman"/>
          <w:sz w:val="22"/>
          <w:szCs w:val="22"/>
        </w:rPr>
        <w:br/>
      </w:r>
      <w:r w:rsidRPr="00FB6639">
        <w:rPr>
          <w:rFonts w:ascii="Times New Roman" w:hAnsi="Times New Roman" w:cs="Times New Roman"/>
          <w:sz w:val="22"/>
          <w:szCs w:val="22"/>
        </w:rPr>
        <w:t>interim financial information is not prepared, in all material respects, in accordance with Thai Accounting Standard 34, “Interim Financial Reporting”.</w:t>
      </w:r>
    </w:p>
    <w:p w14:paraId="4C98A86D" w14:textId="77777777" w:rsidR="00CB7EF9" w:rsidRPr="00FB6639" w:rsidRDefault="00CB7EF9" w:rsidP="004140C0">
      <w:pPr>
        <w:ind w:left="9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17822921" w14:textId="77777777" w:rsidR="00CB7EF9" w:rsidRPr="00FB6639" w:rsidRDefault="00CB7EF9" w:rsidP="004140C0">
      <w:pPr>
        <w:ind w:left="9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77708E0F" w14:textId="77777777" w:rsidR="00CB7EF9" w:rsidRPr="00FB6639" w:rsidRDefault="00CB7EF9" w:rsidP="004140C0">
      <w:pPr>
        <w:ind w:left="9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3406C2B2" w14:textId="77777777" w:rsidR="00CB7EF9" w:rsidRPr="00FB6639" w:rsidRDefault="00CB7EF9" w:rsidP="004140C0">
      <w:pPr>
        <w:ind w:left="9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0267FA37" w14:textId="77777777" w:rsidR="00CB7EF9" w:rsidRPr="00FB6639" w:rsidRDefault="00CB7EF9" w:rsidP="004140C0">
      <w:pPr>
        <w:ind w:left="90" w:right="-27"/>
        <w:jc w:val="thaiDistribute"/>
        <w:rPr>
          <w:rFonts w:ascii="Times New Roman" w:hAnsi="Times New Roman" w:cs="Times New Roman"/>
          <w:sz w:val="22"/>
          <w:szCs w:val="22"/>
        </w:rPr>
      </w:pPr>
      <w:r w:rsidRPr="00FB6639">
        <w:rPr>
          <w:rFonts w:ascii="Times New Roman" w:hAnsi="Times New Roman" w:cs="Times New Roman"/>
          <w:sz w:val="22"/>
          <w:szCs w:val="22"/>
        </w:rPr>
        <w:t>(Vairoj Jindamaneepitak)</w:t>
      </w:r>
    </w:p>
    <w:p w14:paraId="69F6B165" w14:textId="77777777" w:rsidR="00CB7EF9" w:rsidRPr="00FB6639" w:rsidRDefault="00CB7EF9" w:rsidP="004140C0">
      <w:pPr>
        <w:ind w:left="90" w:right="-27"/>
        <w:jc w:val="both"/>
        <w:rPr>
          <w:rFonts w:ascii="Times New Roman" w:hAnsi="Times New Roman" w:cs="Times New Roman"/>
          <w:sz w:val="22"/>
          <w:szCs w:val="22"/>
        </w:rPr>
      </w:pPr>
      <w:r w:rsidRPr="00FB6639">
        <w:rPr>
          <w:rFonts w:ascii="Times New Roman" w:hAnsi="Times New Roman" w:cs="Times New Roman"/>
          <w:sz w:val="22"/>
          <w:szCs w:val="22"/>
        </w:rPr>
        <w:t>Certified Public Accountant</w:t>
      </w:r>
    </w:p>
    <w:p w14:paraId="38007059" w14:textId="77777777" w:rsidR="00CB7EF9" w:rsidRPr="00FB6639" w:rsidRDefault="00CB7EF9" w:rsidP="004140C0">
      <w:pPr>
        <w:ind w:left="90" w:right="-27"/>
        <w:jc w:val="both"/>
        <w:rPr>
          <w:rFonts w:ascii="Times New Roman" w:hAnsi="Times New Roman" w:cs="Times New Roman"/>
          <w:sz w:val="22"/>
          <w:szCs w:val="22"/>
        </w:rPr>
      </w:pPr>
      <w:r w:rsidRPr="00FB6639">
        <w:rPr>
          <w:rFonts w:ascii="Times New Roman" w:hAnsi="Times New Roman" w:cs="Times New Roman"/>
          <w:sz w:val="22"/>
          <w:szCs w:val="22"/>
        </w:rPr>
        <w:t>Registration No. 3565</w:t>
      </w:r>
    </w:p>
    <w:p w14:paraId="03E2CC18" w14:textId="77777777" w:rsidR="00CB7EF9" w:rsidRPr="00FB6639" w:rsidRDefault="00CB7EF9" w:rsidP="004140C0">
      <w:pPr>
        <w:ind w:left="90" w:right="-27"/>
        <w:jc w:val="both"/>
        <w:rPr>
          <w:rFonts w:ascii="Times New Roman" w:hAnsi="Times New Roman" w:cs="Times New Roman"/>
          <w:sz w:val="22"/>
          <w:szCs w:val="22"/>
        </w:rPr>
      </w:pPr>
    </w:p>
    <w:p w14:paraId="2EBC6C51" w14:textId="77777777" w:rsidR="00CB7EF9" w:rsidRPr="00FB6639" w:rsidRDefault="00CB7EF9" w:rsidP="004140C0">
      <w:pPr>
        <w:ind w:left="90" w:right="-27"/>
        <w:jc w:val="both"/>
        <w:rPr>
          <w:rFonts w:ascii="Times New Roman" w:hAnsi="Times New Roman" w:cs="Times New Roman"/>
          <w:sz w:val="22"/>
          <w:szCs w:val="22"/>
        </w:rPr>
      </w:pPr>
    </w:p>
    <w:p w14:paraId="0D9430BA" w14:textId="77777777" w:rsidR="00CB7EF9" w:rsidRPr="00FB6639" w:rsidRDefault="00CB7EF9" w:rsidP="004140C0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left="90" w:right="-27"/>
        <w:jc w:val="both"/>
        <w:rPr>
          <w:rFonts w:cs="Times New Roman"/>
        </w:rPr>
      </w:pPr>
      <w:r w:rsidRPr="00FB6639">
        <w:rPr>
          <w:rFonts w:cs="Times New Roman"/>
        </w:rPr>
        <w:t xml:space="preserve">KPMG </w:t>
      </w:r>
      <w:proofErr w:type="spellStart"/>
      <w:r w:rsidRPr="00FB6639">
        <w:rPr>
          <w:rFonts w:cs="Times New Roman"/>
        </w:rPr>
        <w:t>Phoomchai</w:t>
      </w:r>
      <w:proofErr w:type="spellEnd"/>
      <w:r w:rsidRPr="00FB6639">
        <w:rPr>
          <w:rFonts w:cs="Times New Roman"/>
        </w:rPr>
        <w:t xml:space="preserve"> Audit Ltd.</w:t>
      </w:r>
    </w:p>
    <w:p w14:paraId="091E061F" w14:textId="77777777" w:rsidR="007658C1" w:rsidRPr="00BD095A" w:rsidRDefault="00CB7EF9" w:rsidP="004140C0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left="90" w:right="-27"/>
        <w:jc w:val="both"/>
        <w:rPr>
          <w:rFonts w:cs="Times New Roman"/>
        </w:rPr>
      </w:pPr>
      <w:r w:rsidRPr="00BD095A">
        <w:rPr>
          <w:rFonts w:cs="Times New Roman"/>
        </w:rPr>
        <w:t>Bangkok</w:t>
      </w:r>
    </w:p>
    <w:p w14:paraId="5FDD8FBA" w14:textId="309BF795" w:rsidR="00CB7EF9" w:rsidRPr="00FB6639" w:rsidRDefault="00FB6639" w:rsidP="004140C0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left="90" w:right="-27"/>
        <w:jc w:val="both"/>
        <w:rPr>
          <w:rFonts w:cs="Times New Roman"/>
        </w:rPr>
      </w:pPr>
      <w:r w:rsidRPr="00BD095A">
        <w:rPr>
          <w:rFonts w:cs="Times New Roman"/>
        </w:rPr>
        <w:t>1</w:t>
      </w:r>
      <w:r w:rsidR="00BD095A" w:rsidRPr="00BD095A">
        <w:rPr>
          <w:rFonts w:cs="Times New Roman"/>
        </w:rPr>
        <w:t>3</w:t>
      </w:r>
      <w:r w:rsidRPr="00BD095A">
        <w:rPr>
          <w:rFonts w:cs="Times New Roman"/>
        </w:rPr>
        <w:t xml:space="preserve"> </w:t>
      </w:r>
      <w:r w:rsidR="00A03F13" w:rsidRPr="00BD095A">
        <w:rPr>
          <w:rFonts w:cs="Times New Roman"/>
        </w:rPr>
        <w:t>August</w:t>
      </w:r>
      <w:r w:rsidR="007658C1" w:rsidRPr="00BD095A">
        <w:rPr>
          <w:rFonts w:cs="Times New Roman"/>
        </w:rPr>
        <w:t xml:space="preserve"> </w:t>
      </w:r>
      <w:r w:rsidR="004A3669" w:rsidRPr="00BD095A">
        <w:rPr>
          <w:rFonts w:cs="Times New Roman"/>
        </w:rPr>
        <w:t>20</w:t>
      </w:r>
      <w:r w:rsidRPr="00BD095A">
        <w:rPr>
          <w:rFonts w:cs="Times New Roman"/>
        </w:rPr>
        <w:t>2</w:t>
      </w:r>
      <w:r w:rsidR="002B580F" w:rsidRPr="00BD095A">
        <w:rPr>
          <w:rFonts w:cs="Times New Roman"/>
        </w:rPr>
        <w:t>1</w:t>
      </w:r>
    </w:p>
    <w:sectPr w:rsidR="00CB7EF9" w:rsidRPr="00FB6639" w:rsidSect="00452770">
      <w:headerReference w:type="default" r:id="rId14"/>
      <w:footerReference w:type="default" r:id="rId15"/>
      <w:pgSz w:w="11907" w:h="16840" w:code="9"/>
      <w:pgMar w:top="691" w:right="1152" w:bottom="576" w:left="1152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5039E" w14:textId="77777777" w:rsidR="00DF797F" w:rsidRDefault="00DF797F">
      <w:r>
        <w:separator/>
      </w:r>
    </w:p>
  </w:endnote>
  <w:endnote w:type="continuationSeparator" w:id="0">
    <w:p w14:paraId="70568EB2" w14:textId="77777777" w:rsidR="00DF797F" w:rsidRDefault="00DF7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LT Std 45 Light">
    <w:altName w:val="Cambria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2ED0B" w14:textId="77777777" w:rsidR="00FD022B" w:rsidRDefault="00FD022B" w:rsidP="009307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40</w:t>
    </w:r>
    <w:r>
      <w:rPr>
        <w:rStyle w:val="PageNumber"/>
        <w:cs/>
      </w:rPr>
      <w:fldChar w:fldCharType="end"/>
    </w:r>
  </w:p>
  <w:p w14:paraId="016C7EEA" w14:textId="77777777" w:rsidR="00FD022B" w:rsidRDefault="00FD02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6CBB" w14:textId="77777777" w:rsidR="00FD022B" w:rsidRPr="00005ACB" w:rsidRDefault="00FD022B">
    <w:pPr>
      <w:pStyle w:val="Footer"/>
      <w:framePr w:wrap="around" w:vAnchor="text" w:hAnchor="margin" w:xAlign="right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005ACB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005ACB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005ACB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2</w:t>
    </w:r>
    <w:r w:rsidRPr="00005ACB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3FF10D16" w14:textId="77777777" w:rsidR="00FD022B" w:rsidRPr="000267E6" w:rsidRDefault="00FD022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Times New Roman" w:hAnsi="Times New Roman" w:cs="Times New Roman"/>
        <w:i/>
        <w:iCs/>
        <w:sz w:val="22"/>
        <w:szCs w:val="22"/>
      </w:rPr>
    </w:pP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 w:rsidRPr="001A5BEA">
      <w:rPr>
        <w:rFonts w:ascii="Times New Roman" w:hAnsi="Times New Roman" w:cs="Times New Roman"/>
        <w:sz w:val="22"/>
        <w:szCs w:val="22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29C87" w14:textId="77777777" w:rsidR="00FD022B" w:rsidRPr="00A472CC" w:rsidRDefault="00FD022B" w:rsidP="0056453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Times New Roman" w:hAnsi="Times New Roman"/>
        <w:i/>
        <w:iCs/>
        <w:sz w:val="22"/>
        <w:szCs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A04D4" w14:textId="77777777" w:rsidR="00452770" w:rsidRPr="007658C1" w:rsidRDefault="00452770" w:rsidP="007658C1">
    <w:pPr>
      <w:pStyle w:val="Footer"/>
      <w:rPr>
        <w:rFonts w:ascii="Times New Roman" w:hAnsi="Times New Roman" w:cs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4F47A" w14:textId="77777777" w:rsidR="00DF797F" w:rsidRDefault="00DF797F">
      <w:r>
        <w:separator/>
      </w:r>
    </w:p>
  </w:footnote>
  <w:footnote w:type="continuationSeparator" w:id="0">
    <w:p w14:paraId="032723CB" w14:textId="77777777" w:rsidR="00DF797F" w:rsidRDefault="00DF7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03003" w14:textId="77777777" w:rsidR="00FD022B" w:rsidRDefault="004F6562">
    <w:pPr>
      <w:pStyle w:val="Header"/>
    </w:pPr>
    <w:r>
      <w:rPr>
        <w:noProof/>
      </w:rPr>
      <w:pict w14:anchorId="2C8DEA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49" type="#_x0000_t136" style="position:absolute;left:0;text-align:left;margin-left:0;margin-top:0;width:410.5pt;height:246.3pt;rotation:315;z-index:-251658752;mso-position-horizontal:center;mso-position-horizontal-relative:margin;mso-position-vertical:center;mso-position-vertical-relative:margin" o:allowincell="f" fillcolor="#999" stroked="f">
          <v:fill opacity=".5"/>
          <v:textpath style="font-family:&quot;EucrosiaUPC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9A1BC" w14:textId="77777777" w:rsidR="00FD022B" w:rsidRDefault="00FD022B">
    <w:pPr>
      <w:pStyle w:val="Header"/>
    </w:pPr>
  </w:p>
  <w:p w14:paraId="219EB364" w14:textId="77777777" w:rsidR="00FD022B" w:rsidRDefault="00FD022B">
    <w:pPr>
      <w:pStyle w:val="Header"/>
    </w:pPr>
  </w:p>
  <w:p w14:paraId="6054D42D" w14:textId="77777777" w:rsidR="00FD022B" w:rsidRDefault="00FD022B">
    <w:pPr>
      <w:pStyle w:val="Header"/>
    </w:pPr>
  </w:p>
  <w:p w14:paraId="315C9BD0" w14:textId="77777777" w:rsidR="00FD022B" w:rsidRDefault="00FD022B">
    <w:pPr>
      <w:pStyle w:val="Header"/>
    </w:pPr>
  </w:p>
  <w:p w14:paraId="48D24FC1" w14:textId="77777777" w:rsidR="00FD022B" w:rsidRDefault="00FD022B">
    <w:pPr>
      <w:pStyle w:val="Header"/>
    </w:pPr>
  </w:p>
  <w:p w14:paraId="474A8D1C" w14:textId="77777777" w:rsidR="00FD022B" w:rsidRDefault="00FD02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576C4" w14:textId="77777777" w:rsidR="00FD022B" w:rsidRPr="00191D71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195A0EBA" w14:textId="77777777" w:rsidR="00FD022B" w:rsidRPr="00191D71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2EF3C106" w14:textId="77777777" w:rsidR="00FD022B" w:rsidRPr="00191D71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5840D9A5" w14:textId="77777777" w:rsidR="00FD022B" w:rsidRPr="00191D71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4AEA804F" w14:textId="77777777" w:rsidR="00FD022B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214929B9" w14:textId="77777777" w:rsidR="00FD022B" w:rsidRPr="00191D71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0ED25B94" w14:textId="77777777" w:rsidR="00FD022B" w:rsidRPr="00191D71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370FE72D" w14:textId="77777777" w:rsidR="00FD022B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78247BD7" w14:textId="77777777" w:rsidR="00FD022B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2AAFE6C9" w14:textId="77777777" w:rsidR="00FD022B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39357447" w14:textId="77777777" w:rsidR="00FD022B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52BA97AA" w14:textId="77777777" w:rsidR="00FD022B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5B5946B9" w14:textId="77777777" w:rsidR="00FD022B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0AFB0B9D" w14:textId="77777777" w:rsidR="00FD022B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5BF948CB" w14:textId="77777777" w:rsidR="00FD022B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  <w:p w14:paraId="056A8DE2" w14:textId="77777777" w:rsidR="00FD022B" w:rsidRDefault="00FD022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 w:cs="Times New Roman"/>
        <w:sz w:val="22"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9B834" w14:textId="77777777" w:rsidR="00FD022B" w:rsidRPr="007658C1" w:rsidRDefault="00FD022B" w:rsidP="007658C1">
    <w:pPr>
      <w:pStyle w:val="Header"/>
      <w:ind w:left="-90"/>
      <w:rPr>
        <w:rFonts w:ascii="Times New Roman" w:hAnsi="Times New Roman" w:cs="Times New Roman"/>
        <w:sz w:val="22"/>
        <w:szCs w:val="22"/>
      </w:rPr>
    </w:pPr>
  </w:p>
  <w:p w14:paraId="7F7C4C9F" w14:textId="77777777" w:rsidR="007658C1" w:rsidRPr="007658C1" w:rsidRDefault="007658C1" w:rsidP="007658C1">
    <w:pPr>
      <w:pStyle w:val="Header"/>
      <w:ind w:left="-90"/>
      <w:rPr>
        <w:rFonts w:ascii="Times New Roman" w:hAnsi="Times New Roman" w:cs="Times New Roman"/>
        <w:sz w:val="22"/>
        <w:szCs w:val="22"/>
      </w:rPr>
    </w:pPr>
  </w:p>
  <w:p w14:paraId="5E9476A2" w14:textId="77777777" w:rsidR="007658C1" w:rsidRPr="007658C1" w:rsidRDefault="007658C1" w:rsidP="007658C1">
    <w:pPr>
      <w:pStyle w:val="Header"/>
      <w:ind w:left="-90"/>
      <w:rPr>
        <w:rFonts w:ascii="Times New Roman" w:hAnsi="Times New Roman" w:cs="Times New Roman"/>
        <w:sz w:val="22"/>
        <w:szCs w:val="22"/>
      </w:rPr>
    </w:pPr>
  </w:p>
  <w:p w14:paraId="0097FCE6" w14:textId="77777777" w:rsidR="007658C1" w:rsidRPr="007658C1" w:rsidRDefault="007658C1" w:rsidP="007658C1">
    <w:pPr>
      <w:pStyle w:val="Header"/>
      <w:ind w:left="-90"/>
      <w:rPr>
        <w:rFonts w:ascii="Times New Roman" w:hAnsi="Times New Roman" w:cs="Times New Roman"/>
        <w:sz w:val="22"/>
        <w:szCs w:val="22"/>
      </w:rPr>
    </w:pPr>
  </w:p>
  <w:p w14:paraId="61CDA113" w14:textId="77777777" w:rsidR="007658C1" w:rsidRPr="007658C1" w:rsidRDefault="007658C1" w:rsidP="007658C1">
    <w:pPr>
      <w:pStyle w:val="Header"/>
      <w:ind w:left="-90"/>
      <w:rPr>
        <w:rFonts w:ascii="Times New Roman" w:hAnsi="Times New Roman" w:cs="Times New Roman"/>
        <w:sz w:val="22"/>
        <w:szCs w:val="22"/>
      </w:rPr>
    </w:pPr>
  </w:p>
  <w:p w14:paraId="28A94579" w14:textId="77777777" w:rsidR="007658C1" w:rsidRPr="007658C1" w:rsidRDefault="007658C1" w:rsidP="007658C1">
    <w:pPr>
      <w:pStyle w:val="Header"/>
      <w:ind w:left="-90"/>
      <w:rPr>
        <w:rFonts w:ascii="Times New Roman" w:hAnsi="Times New Roman" w:cs="Times New Roman"/>
        <w:sz w:val="22"/>
        <w:szCs w:val="22"/>
      </w:rPr>
    </w:pPr>
  </w:p>
  <w:p w14:paraId="00DB03A9" w14:textId="77777777" w:rsidR="007658C1" w:rsidRPr="007658C1" w:rsidRDefault="007658C1" w:rsidP="007658C1">
    <w:pPr>
      <w:pStyle w:val="Header"/>
      <w:ind w:left="-90"/>
      <w:rPr>
        <w:rFonts w:ascii="Times New Roman" w:hAnsi="Times New Roman" w:cs="Times New Roman"/>
        <w:sz w:val="22"/>
        <w:szCs w:val="22"/>
      </w:rPr>
    </w:pPr>
  </w:p>
  <w:p w14:paraId="6D280F8E" w14:textId="77777777" w:rsidR="007658C1" w:rsidRPr="007658C1" w:rsidRDefault="007658C1" w:rsidP="007658C1">
    <w:pPr>
      <w:pStyle w:val="Header"/>
      <w:ind w:left="-90"/>
      <w:rPr>
        <w:rFonts w:ascii="Times New Roman" w:hAnsi="Times New Roman" w:cs="Times New Roman"/>
        <w:sz w:val="22"/>
        <w:szCs w:val="22"/>
      </w:rPr>
    </w:pPr>
  </w:p>
  <w:p w14:paraId="34E9BE63" w14:textId="77777777" w:rsidR="007658C1" w:rsidRPr="007658C1" w:rsidRDefault="007658C1" w:rsidP="007658C1">
    <w:pPr>
      <w:pStyle w:val="Header"/>
      <w:ind w:left="-90"/>
      <w:rPr>
        <w:rFonts w:ascii="Times New Roman" w:hAnsi="Times New Roman" w:cs="Times New Roman"/>
        <w:sz w:val="22"/>
        <w:szCs w:val="22"/>
      </w:rPr>
    </w:pPr>
  </w:p>
  <w:p w14:paraId="0639AE77" w14:textId="77777777" w:rsidR="00FD022B" w:rsidRDefault="00FD022B" w:rsidP="007658C1">
    <w:pPr>
      <w:pStyle w:val="Header"/>
      <w:ind w:left="-90"/>
      <w:rPr>
        <w:rFonts w:ascii="Times New Roman" w:hAnsi="Times New Roman" w:cs="Times New Roman"/>
        <w:sz w:val="22"/>
        <w:szCs w:val="22"/>
      </w:rPr>
    </w:pPr>
  </w:p>
  <w:p w14:paraId="6DE6BE2E" w14:textId="77777777" w:rsidR="007658C1" w:rsidRDefault="007658C1" w:rsidP="007658C1">
    <w:pPr>
      <w:pStyle w:val="Header"/>
      <w:ind w:left="-90"/>
      <w:rPr>
        <w:rFonts w:ascii="Times New Roman" w:hAnsi="Times New Roman" w:cs="Times New Roman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7142C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9426089"/>
    <w:multiLevelType w:val="hybridMultilevel"/>
    <w:tmpl w:val="7D8E24C8"/>
    <w:lvl w:ilvl="0" w:tplc="74E62038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460E0E00">
      <w:start w:val="1"/>
      <w:numFmt w:val="lowerLetter"/>
      <w:lvlText w:val="(%2)"/>
      <w:lvlJc w:val="left"/>
      <w:pPr>
        <w:ind w:left="1620" w:hanging="540"/>
      </w:pPr>
      <w:rPr>
        <w:rFonts w:hint="default"/>
      </w:rPr>
    </w:lvl>
    <w:lvl w:ilvl="2" w:tplc="FAA89278" w:tentative="1">
      <w:start w:val="1"/>
      <w:numFmt w:val="lowerRoman"/>
      <w:lvlText w:val="%3."/>
      <w:lvlJc w:val="right"/>
      <w:pPr>
        <w:ind w:left="2160" w:hanging="180"/>
      </w:pPr>
    </w:lvl>
    <w:lvl w:ilvl="3" w:tplc="8CDA22AC" w:tentative="1">
      <w:start w:val="1"/>
      <w:numFmt w:val="decimal"/>
      <w:lvlText w:val="%4."/>
      <w:lvlJc w:val="left"/>
      <w:pPr>
        <w:ind w:left="2880" w:hanging="360"/>
      </w:pPr>
    </w:lvl>
    <w:lvl w:ilvl="4" w:tplc="656427AC" w:tentative="1">
      <w:start w:val="1"/>
      <w:numFmt w:val="lowerLetter"/>
      <w:lvlText w:val="%5."/>
      <w:lvlJc w:val="left"/>
      <w:pPr>
        <w:ind w:left="3600" w:hanging="360"/>
      </w:pPr>
    </w:lvl>
    <w:lvl w:ilvl="5" w:tplc="530C71A6" w:tentative="1">
      <w:start w:val="1"/>
      <w:numFmt w:val="lowerRoman"/>
      <w:lvlText w:val="%6."/>
      <w:lvlJc w:val="right"/>
      <w:pPr>
        <w:ind w:left="4320" w:hanging="180"/>
      </w:pPr>
    </w:lvl>
    <w:lvl w:ilvl="6" w:tplc="855EDD7C" w:tentative="1">
      <w:start w:val="1"/>
      <w:numFmt w:val="decimal"/>
      <w:lvlText w:val="%7."/>
      <w:lvlJc w:val="left"/>
      <w:pPr>
        <w:ind w:left="5040" w:hanging="360"/>
      </w:pPr>
    </w:lvl>
    <w:lvl w:ilvl="7" w:tplc="93B048A0" w:tentative="1">
      <w:start w:val="1"/>
      <w:numFmt w:val="lowerLetter"/>
      <w:lvlText w:val="%8."/>
      <w:lvlJc w:val="left"/>
      <w:pPr>
        <w:ind w:left="5760" w:hanging="360"/>
      </w:pPr>
    </w:lvl>
    <w:lvl w:ilvl="8" w:tplc="81980E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97D24"/>
    <w:multiLevelType w:val="singleLevel"/>
    <w:tmpl w:val="7932F428"/>
    <w:lvl w:ilvl="0">
      <w:start w:val="1"/>
      <w:numFmt w:val="decimal"/>
      <w:lvlText w:val="%1"/>
      <w:lvlJc w:val="left"/>
      <w:pPr>
        <w:tabs>
          <w:tab w:val="num" w:pos="837"/>
        </w:tabs>
        <w:ind w:left="837" w:hanging="567"/>
      </w:pPr>
      <w:rPr>
        <w:rFonts w:hint="default"/>
        <w:color w:val="auto"/>
        <w:sz w:val="22"/>
      </w:rPr>
    </w:lvl>
  </w:abstractNum>
  <w:abstractNum w:abstractNumId="3" w15:restartNumberingAfterBreak="0">
    <w:nsid w:val="15D41BDA"/>
    <w:multiLevelType w:val="multilevel"/>
    <w:tmpl w:val="3D02EE5E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4" w15:restartNumberingAfterBreak="0">
    <w:nsid w:val="1C8A03BD"/>
    <w:multiLevelType w:val="hybridMultilevel"/>
    <w:tmpl w:val="40DEF1BC"/>
    <w:lvl w:ilvl="0" w:tplc="26A4D790">
      <w:start w:val="3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D660D86"/>
    <w:multiLevelType w:val="hybridMultilevel"/>
    <w:tmpl w:val="1024A7FC"/>
    <w:lvl w:ilvl="0" w:tplc="9800C522">
      <w:start w:val="6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93B6C"/>
    <w:multiLevelType w:val="hybridMultilevel"/>
    <w:tmpl w:val="043CBBA4"/>
    <w:lvl w:ilvl="0" w:tplc="082E3216">
      <w:start w:val="9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F8B060B"/>
    <w:multiLevelType w:val="hybridMultilevel"/>
    <w:tmpl w:val="2BD276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60E0E00">
      <w:start w:val="1"/>
      <w:numFmt w:val="lowerLetter"/>
      <w:lvlText w:val="(%2)"/>
      <w:lvlJc w:val="left"/>
      <w:pPr>
        <w:ind w:left="1620" w:hanging="540"/>
      </w:pPr>
      <w:rPr>
        <w:rFonts w:hint="default"/>
      </w:rPr>
    </w:lvl>
    <w:lvl w:ilvl="2" w:tplc="FAA89278" w:tentative="1">
      <w:start w:val="1"/>
      <w:numFmt w:val="lowerRoman"/>
      <w:lvlText w:val="%3."/>
      <w:lvlJc w:val="right"/>
      <w:pPr>
        <w:ind w:left="2160" w:hanging="180"/>
      </w:pPr>
    </w:lvl>
    <w:lvl w:ilvl="3" w:tplc="8CDA22AC" w:tentative="1">
      <w:start w:val="1"/>
      <w:numFmt w:val="decimal"/>
      <w:lvlText w:val="%4."/>
      <w:lvlJc w:val="left"/>
      <w:pPr>
        <w:ind w:left="2880" w:hanging="360"/>
      </w:pPr>
    </w:lvl>
    <w:lvl w:ilvl="4" w:tplc="656427AC" w:tentative="1">
      <w:start w:val="1"/>
      <w:numFmt w:val="lowerLetter"/>
      <w:lvlText w:val="%5."/>
      <w:lvlJc w:val="left"/>
      <w:pPr>
        <w:ind w:left="3600" w:hanging="360"/>
      </w:pPr>
    </w:lvl>
    <w:lvl w:ilvl="5" w:tplc="530C71A6" w:tentative="1">
      <w:start w:val="1"/>
      <w:numFmt w:val="lowerRoman"/>
      <w:lvlText w:val="%6."/>
      <w:lvlJc w:val="right"/>
      <w:pPr>
        <w:ind w:left="4320" w:hanging="180"/>
      </w:pPr>
    </w:lvl>
    <w:lvl w:ilvl="6" w:tplc="855EDD7C" w:tentative="1">
      <w:start w:val="1"/>
      <w:numFmt w:val="decimal"/>
      <w:lvlText w:val="%7."/>
      <w:lvlJc w:val="left"/>
      <w:pPr>
        <w:ind w:left="5040" w:hanging="360"/>
      </w:pPr>
    </w:lvl>
    <w:lvl w:ilvl="7" w:tplc="93B048A0" w:tentative="1">
      <w:start w:val="1"/>
      <w:numFmt w:val="lowerLetter"/>
      <w:lvlText w:val="%8."/>
      <w:lvlJc w:val="left"/>
      <w:pPr>
        <w:ind w:left="5760" w:hanging="360"/>
      </w:pPr>
    </w:lvl>
    <w:lvl w:ilvl="8" w:tplc="81980E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9" w15:restartNumberingAfterBreak="0">
    <w:nsid w:val="407C1567"/>
    <w:multiLevelType w:val="hybridMultilevel"/>
    <w:tmpl w:val="868C24E4"/>
    <w:lvl w:ilvl="0" w:tplc="DF86CD32">
      <w:start w:val="35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B7750"/>
    <w:multiLevelType w:val="hybridMultilevel"/>
    <w:tmpl w:val="1EBEE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940C8D"/>
    <w:multiLevelType w:val="hybridMultilevel"/>
    <w:tmpl w:val="9708B402"/>
    <w:lvl w:ilvl="0" w:tplc="37CE438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 w:val="0"/>
        <w:i/>
        <w:iCs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F59C7"/>
    <w:multiLevelType w:val="hybridMultilevel"/>
    <w:tmpl w:val="EF787F48"/>
    <w:lvl w:ilvl="0" w:tplc="5FC22ECA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460E0E00">
      <w:start w:val="1"/>
      <w:numFmt w:val="lowerLetter"/>
      <w:lvlText w:val="(%2)"/>
      <w:lvlJc w:val="left"/>
      <w:pPr>
        <w:ind w:left="1620" w:hanging="540"/>
      </w:pPr>
      <w:rPr>
        <w:rFonts w:hint="default"/>
      </w:rPr>
    </w:lvl>
    <w:lvl w:ilvl="2" w:tplc="FAA89278" w:tentative="1">
      <w:start w:val="1"/>
      <w:numFmt w:val="lowerRoman"/>
      <w:lvlText w:val="%3."/>
      <w:lvlJc w:val="right"/>
      <w:pPr>
        <w:ind w:left="2160" w:hanging="180"/>
      </w:pPr>
    </w:lvl>
    <w:lvl w:ilvl="3" w:tplc="8CDA22AC" w:tentative="1">
      <w:start w:val="1"/>
      <w:numFmt w:val="decimal"/>
      <w:lvlText w:val="%4."/>
      <w:lvlJc w:val="left"/>
      <w:pPr>
        <w:ind w:left="2880" w:hanging="360"/>
      </w:pPr>
    </w:lvl>
    <w:lvl w:ilvl="4" w:tplc="656427AC" w:tentative="1">
      <w:start w:val="1"/>
      <w:numFmt w:val="lowerLetter"/>
      <w:lvlText w:val="%5."/>
      <w:lvlJc w:val="left"/>
      <w:pPr>
        <w:ind w:left="3600" w:hanging="360"/>
      </w:pPr>
    </w:lvl>
    <w:lvl w:ilvl="5" w:tplc="530C71A6" w:tentative="1">
      <w:start w:val="1"/>
      <w:numFmt w:val="lowerRoman"/>
      <w:lvlText w:val="%6."/>
      <w:lvlJc w:val="right"/>
      <w:pPr>
        <w:ind w:left="4320" w:hanging="180"/>
      </w:pPr>
    </w:lvl>
    <w:lvl w:ilvl="6" w:tplc="855EDD7C" w:tentative="1">
      <w:start w:val="1"/>
      <w:numFmt w:val="decimal"/>
      <w:lvlText w:val="%7."/>
      <w:lvlJc w:val="left"/>
      <w:pPr>
        <w:ind w:left="5040" w:hanging="360"/>
      </w:pPr>
    </w:lvl>
    <w:lvl w:ilvl="7" w:tplc="93B048A0" w:tentative="1">
      <w:start w:val="1"/>
      <w:numFmt w:val="lowerLetter"/>
      <w:lvlText w:val="%8."/>
      <w:lvlJc w:val="left"/>
      <w:pPr>
        <w:ind w:left="5760" w:hanging="360"/>
      </w:pPr>
    </w:lvl>
    <w:lvl w:ilvl="8" w:tplc="81980E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D5802"/>
    <w:multiLevelType w:val="hybridMultilevel"/>
    <w:tmpl w:val="193A3B00"/>
    <w:lvl w:ilvl="0" w:tplc="5FC22ECA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6ADC3897"/>
    <w:multiLevelType w:val="hybridMultilevel"/>
    <w:tmpl w:val="B8E6E994"/>
    <w:lvl w:ilvl="0" w:tplc="971CB8BC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F55D1"/>
    <w:multiLevelType w:val="multilevel"/>
    <w:tmpl w:val="E104139C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b/>
        <w:bCs w:val="0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0"/>
        </w:tabs>
        <w:ind w:left="0" w:firstLine="0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762393A"/>
    <w:multiLevelType w:val="multilevel"/>
    <w:tmpl w:val="FE8255F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8" w15:restartNumberingAfterBreak="0">
    <w:nsid w:val="78AF1C4D"/>
    <w:multiLevelType w:val="hybridMultilevel"/>
    <w:tmpl w:val="B57E175A"/>
    <w:lvl w:ilvl="0" w:tplc="63985DC0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2D3A5CA6">
      <w:start w:val="1"/>
      <w:numFmt w:val="lowerLetter"/>
      <w:lvlText w:val="(%2)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B2608F"/>
    <w:multiLevelType w:val="hybridMultilevel"/>
    <w:tmpl w:val="576E7A00"/>
    <w:lvl w:ilvl="0" w:tplc="5FC22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6FEE5D42" w:tentative="1">
      <w:start w:val="1"/>
      <w:numFmt w:val="lowerLetter"/>
      <w:lvlText w:val="%2."/>
      <w:lvlJc w:val="left"/>
      <w:pPr>
        <w:ind w:left="1440" w:hanging="360"/>
      </w:pPr>
    </w:lvl>
    <w:lvl w:ilvl="2" w:tplc="3CC81DE2" w:tentative="1">
      <w:start w:val="1"/>
      <w:numFmt w:val="lowerRoman"/>
      <w:lvlText w:val="%3."/>
      <w:lvlJc w:val="right"/>
      <w:pPr>
        <w:ind w:left="2160" w:hanging="180"/>
      </w:pPr>
    </w:lvl>
    <w:lvl w:ilvl="3" w:tplc="EF3E9BEA" w:tentative="1">
      <w:start w:val="1"/>
      <w:numFmt w:val="decimal"/>
      <w:lvlText w:val="%4."/>
      <w:lvlJc w:val="left"/>
      <w:pPr>
        <w:ind w:left="2880" w:hanging="360"/>
      </w:pPr>
    </w:lvl>
    <w:lvl w:ilvl="4" w:tplc="F0FE0ABE" w:tentative="1">
      <w:start w:val="1"/>
      <w:numFmt w:val="lowerLetter"/>
      <w:lvlText w:val="%5."/>
      <w:lvlJc w:val="left"/>
      <w:pPr>
        <w:ind w:left="3600" w:hanging="360"/>
      </w:pPr>
    </w:lvl>
    <w:lvl w:ilvl="5" w:tplc="65F855A8" w:tentative="1">
      <w:start w:val="1"/>
      <w:numFmt w:val="lowerRoman"/>
      <w:lvlText w:val="%6."/>
      <w:lvlJc w:val="right"/>
      <w:pPr>
        <w:ind w:left="4320" w:hanging="180"/>
      </w:pPr>
    </w:lvl>
    <w:lvl w:ilvl="6" w:tplc="99D6493C" w:tentative="1">
      <w:start w:val="1"/>
      <w:numFmt w:val="decimal"/>
      <w:lvlText w:val="%7."/>
      <w:lvlJc w:val="left"/>
      <w:pPr>
        <w:ind w:left="5040" w:hanging="360"/>
      </w:pPr>
    </w:lvl>
    <w:lvl w:ilvl="7" w:tplc="F2E25C22" w:tentative="1">
      <w:start w:val="1"/>
      <w:numFmt w:val="lowerLetter"/>
      <w:lvlText w:val="%8."/>
      <w:lvlJc w:val="left"/>
      <w:pPr>
        <w:ind w:left="5760" w:hanging="360"/>
      </w:pPr>
    </w:lvl>
    <w:lvl w:ilvl="8" w:tplc="ED48626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9"/>
  </w:num>
  <w:num w:numId="4">
    <w:abstractNumId w:val="18"/>
  </w:num>
  <w:num w:numId="5">
    <w:abstractNumId w:val="8"/>
  </w:num>
  <w:num w:numId="6">
    <w:abstractNumId w:val="4"/>
  </w:num>
  <w:num w:numId="7">
    <w:abstractNumId w:val="10"/>
  </w:num>
  <w:num w:numId="8">
    <w:abstractNumId w:val="17"/>
  </w:num>
  <w:num w:numId="9">
    <w:abstractNumId w:val="16"/>
  </w:num>
  <w:num w:numId="10">
    <w:abstractNumId w:val="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3"/>
  </w:num>
  <w:num w:numId="17">
    <w:abstractNumId w:val="11"/>
  </w:num>
  <w:num w:numId="18">
    <w:abstractNumId w:val="16"/>
  </w:num>
  <w:num w:numId="19">
    <w:abstractNumId w:val="16"/>
  </w:num>
  <w:num w:numId="20">
    <w:abstractNumId w:val="7"/>
  </w:num>
  <w:num w:numId="21">
    <w:abstractNumId w:val="12"/>
  </w:num>
  <w:num w:numId="22">
    <w:abstractNumId w:val="16"/>
  </w:num>
  <w:num w:numId="23">
    <w:abstractNumId w:val="13"/>
  </w:num>
  <w:num w:numId="24">
    <w:abstractNumId w:val="2"/>
  </w:num>
  <w:num w:numId="25">
    <w:abstractNumId w:val="6"/>
  </w:num>
  <w:num w:numId="26">
    <w:abstractNumId w:val="9"/>
  </w:num>
  <w:num w:numId="27">
    <w:abstractNumId w:val="5"/>
  </w:num>
  <w:num w:numId="28">
    <w:abstractNumId w:val="15"/>
  </w:num>
  <w:num w:numId="29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385CFC"/>
    <w:rsid w:val="00000484"/>
    <w:rsid w:val="00000D5F"/>
    <w:rsid w:val="00001023"/>
    <w:rsid w:val="00001DDB"/>
    <w:rsid w:val="00002386"/>
    <w:rsid w:val="00002389"/>
    <w:rsid w:val="000027DC"/>
    <w:rsid w:val="00002818"/>
    <w:rsid w:val="00002F9A"/>
    <w:rsid w:val="000031F0"/>
    <w:rsid w:val="00003B43"/>
    <w:rsid w:val="00003C81"/>
    <w:rsid w:val="00003EED"/>
    <w:rsid w:val="00003FB8"/>
    <w:rsid w:val="00004553"/>
    <w:rsid w:val="00004F56"/>
    <w:rsid w:val="00005121"/>
    <w:rsid w:val="000053F0"/>
    <w:rsid w:val="00005691"/>
    <w:rsid w:val="00005848"/>
    <w:rsid w:val="00005909"/>
    <w:rsid w:val="00005BAB"/>
    <w:rsid w:val="0000603C"/>
    <w:rsid w:val="000060FA"/>
    <w:rsid w:val="00006566"/>
    <w:rsid w:val="00006DA7"/>
    <w:rsid w:val="00007524"/>
    <w:rsid w:val="00007934"/>
    <w:rsid w:val="00007B57"/>
    <w:rsid w:val="00007B7D"/>
    <w:rsid w:val="00010A9B"/>
    <w:rsid w:val="0001154E"/>
    <w:rsid w:val="0001192B"/>
    <w:rsid w:val="00011EFB"/>
    <w:rsid w:val="0001277D"/>
    <w:rsid w:val="00012E84"/>
    <w:rsid w:val="00013103"/>
    <w:rsid w:val="000137CD"/>
    <w:rsid w:val="00013CA3"/>
    <w:rsid w:val="0001410E"/>
    <w:rsid w:val="000149A3"/>
    <w:rsid w:val="0001506B"/>
    <w:rsid w:val="0001546D"/>
    <w:rsid w:val="00015474"/>
    <w:rsid w:val="000156A4"/>
    <w:rsid w:val="00015BAC"/>
    <w:rsid w:val="00015C52"/>
    <w:rsid w:val="00015F79"/>
    <w:rsid w:val="00015F82"/>
    <w:rsid w:val="000168DE"/>
    <w:rsid w:val="00016915"/>
    <w:rsid w:val="00017141"/>
    <w:rsid w:val="00017147"/>
    <w:rsid w:val="000171BB"/>
    <w:rsid w:val="0002055E"/>
    <w:rsid w:val="00020787"/>
    <w:rsid w:val="0002091D"/>
    <w:rsid w:val="00020B2E"/>
    <w:rsid w:val="000215E3"/>
    <w:rsid w:val="000218EE"/>
    <w:rsid w:val="00021A36"/>
    <w:rsid w:val="00021CD3"/>
    <w:rsid w:val="0002233D"/>
    <w:rsid w:val="00022ADC"/>
    <w:rsid w:val="00022C92"/>
    <w:rsid w:val="00023445"/>
    <w:rsid w:val="000236C4"/>
    <w:rsid w:val="00023BF0"/>
    <w:rsid w:val="00023CE6"/>
    <w:rsid w:val="000240BD"/>
    <w:rsid w:val="000248CC"/>
    <w:rsid w:val="00024980"/>
    <w:rsid w:val="00024FB1"/>
    <w:rsid w:val="00025523"/>
    <w:rsid w:val="00025DBF"/>
    <w:rsid w:val="00025F48"/>
    <w:rsid w:val="00026011"/>
    <w:rsid w:val="000262E7"/>
    <w:rsid w:val="0002666D"/>
    <w:rsid w:val="000267E6"/>
    <w:rsid w:val="00026852"/>
    <w:rsid w:val="00027498"/>
    <w:rsid w:val="0002768F"/>
    <w:rsid w:val="0002799B"/>
    <w:rsid w:val="00027B02"/>
    <w:rsid w:val="00027B77"/>
    <w:rsid w:val="00030802"/>
    <w:rsid w:val="000309F3"/>
    <w:rsid w:val="00030FF3"/>
    <w:rsid w:val="00031356"/>
    <w:rsid w:val="0003170D"/>
    <w:rsid w:val="000318D7"/>
    <w:rsid w:val="00031E7B"/>
    <w:rsid w:val="000321CD"/>
    <w:rsid w:val="000327DA"/>
    <w:rsid w:val="000327F4"/>
    <w:rsid w:val="000329BE"/>
    <w:rsid w:val="00032ABB"/>
    <w:rsid w:val="00032C99"/>
    <w:rsid w:val="00032E5D"/>
    <w:rsid w:val="00033790"/>
    <w:rsid w:val="00033862"/>
    <w:rsid w:val="00033EFB"/>
    <w:rsid w:val="0003444D"/>
    <w:rsid w:val="00034A66"/>
    <w:rsid w:val="00034BE0"/>
    <w:rsid w:val="00034D6B"/>
    <w:rsid w:val="000358D0"/>
    <w:rsid w:val="00035A15"/>
    <w:rsid w:val="00035DC3"/>
    <w:rsid w:val="00036B23"/>
    <w:rsid w:val="00036DD4"/>
    <w:rsid w:val="00036F85"/>
    <w:rsid w:val="0003730A"/>
    <w:rsid w:val="00037577"/>
    <w:rsid w:val="000378D0"/>
    <w:rsid w:val="0003793E"/>
    <w:rsid w:val="00037BA6"/>
    <w:rsid w:val="0004030D"/>
    <w:rsid w:val="000407D5"/>
    <w:rsid w:val="00040B1B"/>
    <w:rsid w:val="00041259"/>
    <w:rsid w:val="0004139A"/>
    <w:rsid w:val="0004161E"/>
    <w:rsid w:val="00042749"/>
    <w:rsid w:val="00042DFF"/>
    <w:rsid w:val="00042F74"/>
    <w:rsid w:val="000434F1"/>
    <w:rsid w:val="000438B3"/>
    <w:rsid w:val="00043BF7"/>
    <w:rsid w:val="00043C71"/>
    <w:rsid w:val="00043DB7"/>
    <w:rsid w:val="00044198"/>
    <w:rsid w:val="00044E33"/>
    <w:rsid w:val="00044E46"/>
    <w:rsid w:val="0004540C"/>
    <w:rsid w:val="00045486"/>
    <w:rsid w:val="0004600B"/>
    <w:rsid w:val="000467A2"/>
    <w:rsid w:val="00046961"/>
    <w:rsid w:val="000469B6"/>
    <w:rsid w:val="0004735B"/>
    <w:rsid w:val="00050097"/>
    <w:rsid w:val="000500FA"/>
    <w:rsid w:val="000501B8"/>
    <w:rsid w:val="0005053A"/>
    <w:rsid w:val="000505DB"/>
    <w:rsid w:val="000506D3"/>
    <w:rsid w:val="00050812"/>
    <w:rsid w:val="00050830"/>
    <w:rsid w:val="00050862"/>
    <w:rsid w:val="00050AB8"/>
    <w:rsid w:val="00050DDE"/>
    <w:rsid w:val="00050E51"/>
    <w:rsid w:val="00050E90"/>
    <w:rsid w:val="000510A7"/>
    <w:rsid w:val="0005155E"/>
    <w:rsid w:val="000525A1"/>
    <w:rsid w:val="0005349D"/>
    <w:rsid w:val="00053C88"/>
    <w:rsid w:val="00053CDB"/>
    <w:rsid w:val="00054198"/>
    <w:rsid w:val="00054433"/>
    <w:rsid w:val="000550C8"/>
    <w:rsid w:val="0005542F"/>
    <w:rsid w:val="000558C4"/>
    <w:rsid w:val="000561B2"/>
    <w:rsid w:val="00056220"/>
    <w:rsid w:val="000563CA"/>
    <w:rsid w:val="00056B84"/>
    <w:rsid w:val="00057140"/>
    <w:rsid w:val="0005738A"/>
    <w:rsid w:val="000579DC"/>
    <w:rsid w:val="00057EDE"/>
    <w:rsid w:val="00057F02"/>
    <w:rsid w:val="00057F06"/>
    <w:rsid w:val="00060000"/>
    <w:rsid w:val="000600CA"/>
    <w:rsid w:val="000602C7"/>
    <w:rsid w:val="00060430"/>
    <w:rsid w:val="00061173"/>
    <w:rsid w:val="0006196F"/>
    <w:rsid w:val="00061B37"/>
    <w:rsid w:val="00061CE5"/>
    <w:rsid w:val="00061E88"/>
    <w:rsid w:val="000622A9"/>
    <w:rsid w:val="000623C7"/>
    <w:rsid w:val="0006276B"/>
    <w:rsid w:val="00062C9B"/>
    <w:rsid w:val="000636F7"/>
    <w:rsid w:val="000639A4"/>
    <w:rsid w:val="00064248"/>
    <w:rsid w:val="000651F5"/>
    <w:rsid w:val="000658DE"/>
    <w:rsid w:val="00065D34"/>
    <w:rsid w:val="00065D93"/>
    <w:rsid w:val="0006626F"/>
    <w:rsid w:val="000664EB"/>
    <w:rsid w:val="000665EF"/>
    <w:rsid w:val="00066AFD"/>
    <w:rsid w:val="00066F7F"/>
    <w:rsid w:val="00067453"/>
    <w:rsid w:val="000675C1"/>
    <w:rsid w:val="000675CD"/>
    <w:rsid w:val="00067712"/>
    <w:rsid w:val="00067E4D"/>
    <w:rsid w:val="00070194"/>
    <w:rsid w:val="00070318"/>
    <w:rsid w:val="00070377"/>
    <w:rsid w:val="00070617"/>
    <w:rsid w:val="00070839"/>
    <w:rsid w:val="0007089D"/>
    <w:rsid w:val="00070905"/>
    <w:rsid w:val="00070A44"/>
    <w:rsid w:val="000718C9"/>
    <w:rsid w:val="00071E82"/>
    <w:rsid w:val="00072636"/>
    <w:rsid w:val="000729A8"/>
    <w:rsid w:val="00072D47"/>
    <w:rsid w:val="00072DA1"/>
    <w:rsid w:val="00073715"/>
    <w:rsid w:val="00073FAF"/>
    <w:rsid w:val="000744C1"/>
    <w:rsid w:val="00074BDC"/>
    <w:rsid w:val="00074CFA"/>
    <w:rsid w:val="0007511A"/>
    <w:rsid w:val="000756D3"/>
    <w:rsid w:val="00075A02"/>
    <w:rsid w:val="00075BBF"/>
    <w:rsid w:val="000761A3"/>
    <w:rsid w:val="000762F1"/>
    <w:rsid w:val="000764A1"/>
    <w:rsid w:val="00076707"/>
    <w:rsid w:val="00076906"/>
    <w:rsid w:val="000770BB"/>
    <w:rsid w:val="00077638"/>
    <w:rsid w:val="00077804"/>
    <w:rsid w:val="0008095E"/>
    <w:rsid w:val="00080A31"/>
    <w:rsid w:val="00080D65"/>
    <w:rsid w:val="000814AD"/>
    <w:rsid w:val="000814F8"/>
    <w:rsid w:val="00081748"/>
    <w:rsid w:val="0008217F"/>
    <w:rsid w:val="000822A4"/>
    <w:rsid w:val="000824FF"/>
    <w:rsid w:val="00082884"/>
    <w:rsid w:val="00082DD9"/>
    <w:rsid w:val="0008304B"/>
    <w:rsid w:val="00083D8C"/>
    <w:rsid w:val="00083DD9"/>
    <w:rsid w:val="00084559"/>
    <w:rsid w:val="00084FB4"/>
    <w:rsid w:val="00085084"/>
    <w:rsid w:val="000850DB"/>
    <w:rsid w:val="00085510"/>
    <w:rsid w:val="0008591B"/>
    <w:rsid w:val="00085E9D"/>
    <w:rsid w:val="00085EAB"/>
    <w:rsid w:val="00085FC2"/>
    <w:rsid w:val="00086078"/>
    <w:rsid w:val="00086126"/>
    <w:rsid w:val="00086B56"/>
    <w:rsid w:val="00086D2C"/>
    <w:rsid w:val="00086EB2"/>
    <w:rsid w:val="00087870"/>
    <w:rsid w:val="00087C01"/>
    <w:rsid w:val="000901E2"/>
    <w:rsid w:val="000903A4"/>
    <w:rsid w:val="0009045E"/>
    <w:rsid w:val="00090992"/>
    <w:rsid w:val="00090A17"/>
    <w:rsid w:val="00091097"/>
    <w:rsid w:val="00091325"/>
    <w:rsid w:val="00091FA5"/>
    <w:rsid w:val="00092224"/>
    <w:rsid w:val="000923D9"/>
    <w:rsid w:val="0009267E"/>
    <w:rsid w:val="00092947"/>
    <w:rsid w:val="00092952"/>
    <w:rsid w:val="00092AF2"/>
    <w:rsid w:val="00093C15"/>
    <w:rsid w:val="000940D8"/>
    <w:rsid w:val="0009555C"/>
    <w:rsid w:val="000960DB"/>
    <w:rsid w:val="00096238"/>
    <w:rsid w:val="00096408"/>
    <w:rsid w:val="000965C4"/>
    <w:rsid w:val="00096DE9"/>
    <w:rsid w:val="00096F8F"/>
    <w:rsid w:val="000971C0"/>
    <w:rsid w:val="0009741A"/>
    <w:rsid w:val="0009782A"/>
    <w:rsid w:val="000A010D"/>
    <w:rsid w:val="000A08B7"/>
    <w:rsid w:val="000A0F2C"/>
    <w:rsid w:val="000A0FBB"/>
    <w:rsid w:val="000A1049"/>
    <w:rsid w:val="000A10FF"/>
    <w:rsid w:val="000A129E"/>
    <w:rsid w:val="000A12A1"/>
    <w:rsid w:val="000A171A"/>
    <w:rsid w:val="000A17F9"/>
    <w:rsid w:val="000A20A5"/>
    <w:rsid w:val="000A2634"/>
    <w:rsid w:val="000A271B"/>
    <w:rsid w:val="000A2BCD"/>
    <w:rsid w:val="000A3182"/>
    <w:rsid w:val="000A4501"/>
    <w:rsid w:val="000A4B91"/>
    <w:rsid w:val="000A4DED"/>
    <w:rsid w:val="000A61A5"/>
    <w:rsid w:val="000A6A96"/>
    <w:rsid w:val="000A7174"/>
    <w:rsid w:val="000A72DF"/>
    <w:rsid w:val="000A756C"/>
    <w:rsid w:val="000A7811"/>
    <w:rsid w:val="000A78E1"/>
    <w:rsid w:val="000A7920"/>
    <w:rsid w:val="000A7A8D"/>
    <w:rsid w:val="000A7D92"/>
    <w:rsid w:val="000B0681"/>
    <w:rsid w:val="000B0D32"/>
    <w:rsid w:val="000B0D4C"/>
    <w:rsid w:val="000B0F48"/>
    <w:rsid w:val="000B11C9"/>
    <w:rsid w:val="000B11FC"/>
    <w:rsid w:val="000B142E"/>
    <w:rsid w:val="000B2067"/>
    <w:rsid w:val="000B254B"/>
    <w:rsid w:val="000B2819"/>
    <w:rsid w:val="000B29F5"/>
    <w:rsid w:val="000B2D59"/>
    <w:rsid w:val="000B2E47"/>
    <w:rsid w:val="000B2F9E"/>
    <w:rsid w:val="000B2FEC"/>
    <w:rsid w:val="000B33FE"/>
    <w:rsid w:val="000B3783"/>
    <w:rsid w:val="000B38AD"/>
    <w:rsid w:val="000B40BF"/>
    <w:rsid w:val="000B422F"/>
    <w:rsid w:val="000B4348"/>
    <w:rsid w:val="000B44E7"/>
    <w:rsid w:val="000B44FE"/>
    <w:rsid w:val="000B458F"/>
    <w:rsid w:val="000B4C72"/>
    <w:rsid w:val="000B4D83"/>
    <w:rsid w:val="000B4EAA"/>
    <w:rsid w:val="000B4F46"/>
    <w:rsid w:val="000B4FC2"/>
    <w:rsid w:val="000B4FE0"/>
    <w:rsid w:val="000B5F36"/>
    <w:rsid w:val="000B6186"/>
    <w:rsid w:val="000B667C"/>
    <w:rsid w:val="000B698E"/>
    <w:rsid w:val="000B6E8F"/>
    <w:rsid w:val="000B723C"/>
    <w:rsid w:val="000B740E"/>
    <w:rsid w:val="000B78C7"/>
    <w:rsid w:val="000B7A7C"/>
    <w:rsid w:val="000B7A88"/>
    <w:rsid w:val="000B7C6D"/>
    <w:rsid w:val="000C00BB"/>
    <w:rsid w:val="000C04DF"/>
    <w:rsid w:val="000C07E5"/>
    <w:rsid w:val="000C095C"/>
    <w:rsid w:val="000C19F6"/>
    <w:rsid w:val="000C1E20"/>
    <w:rsid w:val="000C1EE3"/>
    <w:rsid w:val="000C234B"/>
    <w:rsid w:val="000C25C8"/>
    <w:rsid w:val="000C2BC9"/>
    <w:rsid w:val="000C3000"/>
    <w:rsid w:val="000C33AB"/>
    <w:rsid w:val="000C33D1"/>
    <w:rsid w:val="000C3542"/>
    <w:rsid w:val="000C3B41"/>
    <w:rsid w:val="000C42A9"/>
    <w:rsid w:val="000C4DF0"/>
    <w:rsid w:val="000C5370"/>
    <w:rsid w:val="000C5389"/>
    <w:rsid w:val="000C53FE"/>
    <w:rsid w:val="000C5CC6"/>
    <w:rsid w:val="000C68D6"/>
    <w:rsid w:val="000C6928"/>
    <w:rsid w:val="000C6B00"/>
    <w:rsid w:val="000C6B3B"/>
    <w:rsid w:val="000C6B8E"/>
    <w:rsid w:val="000C6D37"/>
    <w:rsid w:val="000C7829"/>
    <w:rsid w:val="000C7BFF"/>
    <w:rsid w:val="000D0430"/>
    <w:rsid w:val="000D0D65"/>
    <w:rsid w:val="000D0DCE"/>
    <w:rsid w:val="000D0E93"/>
    <w:rsid w:val="000D1223"/>
    <w:rsid w:val="000D1400"/>
    <w:rsid w:val="000D17B1"/>
    <w:rsid w:val="000D1AC6"/>
    <w:rsid w:val="000D22FB"/>
    <w:rsid w:val="000D2673"/>
    <w:rsid w:val="000D292B"/>
    <w:rsid w:val="000D2CE1"/>
    <w:rsid w:val="000D2EB3"/>
    <w:rsid w:val="000D32D3"/>
    <w:rsid w:val="000D3633"/>
    <w:rsid w:val="000D3A7E"/>
    <w:rsid w:val="000D3F3E"/>
    <w:rsid w:val="000D46D4"/>
    <w:rsid w:val="000D4AED"/>
    <w:rsid w:val="000D4F22"/>
    <w:rsid w:val="000D6082"/>
    <w:rsid w:val="000D6126"/>
    <w:rsid w:val="000D6696"/>
    <w:rsid w:val="000D6971"/>
    <w:rsid w:val="000D6A06"/>
    <w:rsid w:val="000D6C5F"/>
    <w:rsid w:val="000D70CE"/>
    <w:rsid w:val="000D73C6"/>
    <w:rsid w:val="000D7C87"/>
    <w:rsid w:val="000D7D3B"/>
    <w:rsid w:val="000E0460"/>
    <w:rsid w:val="000E0527"/>
    <w:rsid w:val="000E05ED"/>
    <w:rsid w:val="000E0747"/>
    <w:rsid w:val="000E097F"/>
    <w:rsid w:val="000E0DE2"/>
    <w:rsid w:val="000E12CA"/>
    <w:rsid w:val="000E13EF"/>
    <w:rsid w:val="000E1652"/>
    <w:rsid w:val="000E1EC5"/>
    <w:rsid w:val="000E2013"/>
    <w:rsid w:val="000E264A"/>
    <w:rsid w:val="000E2888"/>
    <w:rsid w:val="000E2D39"/>
    <w:rsid w:val="000E3168"/>
    <w:rsid w:val="000E31C8"/>
    <w:rsid w:val="000E4253"/>
    <w:rsid w:val="000E4934"/>
    <w:rsid w:val="000E49FD"/>
    <w:rsid w:val="000E4D34"/>
    <w:rsid w:val="000E4E15"/>
    <w:rsid w:val="000E52F2"/>
    <w:rsid w:val="000E560A"/>
    <w:rsid w:val="000E563C"/>
    <w:rsid w:val="000E5BEE"/>
    <w:rsid w:val="000E5DD7"/>
    <w:rsid w:val="000E6196"/>
    <w:rsid w:val="000E624C"/>
    <w:rsid w:val="000E62CA"/>
    <w:rsid w:val="000E64D2"/>
    <w:rsid w:val="000E651D"/>
    <w:rsid w:val="000E6551"/>
    <w:rsid w:val="000E6788"/>
    <w:rsid w:val="000E77B9"/>
    <w:rsid w:val="000E7DAF"/>
    <w:rsid w:val="000F078F"/>
    <w:rsid w:val="000F0928"/>
    <w:rsid w:val="000F092C"/>
    <w:rsid w:val="000F0B25"/>
    <w:rsid w:val="000F15EB"/>
    <w:rsid w:val="000F1613"/>
    <w:rsid w:val="000F1850"/>
    <w:rsid w:val="000F1861"/>
    <w:rsid w:val="000F18C5"/>
    <w:rsid w:val="000F1C15"/>
    <w:rsid w:val="000F1C56"/>
    <w:rsid w:val="000F21D1"/>
    <w:rsid w:val="000F221E"/>
    <w:rsid w:val="000F242C"/>
    <w:rsid w:val="000F244B"/>
    <w:rsid w:val="000F2953"/>
    <w:rsid w:val="000F3035"/>
    <w:rsid w:val="000F3109"/>
    <w:rsid w:val="000F3130"/>
    <w:rsid w:val="000F3172"/>
    <w:rsid w:val="000F3268"/>
    <w:rsid w:val="000F3AB3"/>
    <w:rsid w:val="000F3C12"/>
    <w:rsid w:val="000F3C44"/>
    <w:rsid w:val="000F41DE"/>
    <w:rsid w:val="000F4A12"/>
    <w:rsid w:val="000F4E9B"/>
    <w:rsid w:val="000F5038"/>
    <w:rsid w:val="000F5686"/>
    <w:rsid w:val="000F5A90"/>
    <w:rsid w:val="000F5B40"/>
    <w:rsid w:val="000F5DAF"/>
    <w:rsid w:val="000F624B"/>
    <w:rsid w:val="000F6653"/>
    <w:rsid w:val="000F668C"/>
    <w:rsid w:val="000F6A71"/>
    <w:rsid w:val="000F6BAE"/>
    <w:rsid w:val="000F709A"/>
    <w:rsid w:val="000F776A"/>
    <w:rsid w:val="000F7833"/>
    <w:rsid w:val="000F7915"/>
    <w:rsid w:val="000F79D6"/>
    <w:rsid w:val="000F7BFF"/>
    <w:rsid w:val="0010002C"/>
    <w:rsid w:val="00100142"/>
    <w:rsid w:val="001005C5"/>
    <w:rsid w:val="001005EA"/>
    <w:rsid w:val="0010071C"/>
    <w:rsid w:val="00100813"/>
    <w:rsid w:val="001008AD"/>
    <w:rsid w:val="00100B71"/>
    <w:rsid w:val="00100E10"/>
    <w:rsid w:val="00100FA9"/>
    <w:rsid w:val="001012B1"/>
    <w:rsid w:val="001015BC"/>
    <w:rsid w:val="0010163D"/>
    <w:rsid w:val="001016A7"/>
    <w:rsid w:val="00101BF1"/>
    <w:rsid w:val="00101CBD"/>
    <w:rsid w:val="00101D39"/>
    <w:rsid w:val="00101E1D"/>
    <w:rsid w:val="001023F2"/>
    <w:rsid w:val="00102B61"/>
    <w:rsid w:val="00102D14"/>
    <w:rsid w:val="00103058"/>
    <w:rsid w:val="001036CE"/>
    <w:rsid w:val="0010398C"/>
    <w:rsid w:val="0010457A"/>
    <w:rsid w:val="00104655"/>
    <w:rsid w:val="00104BCE"/>
    <w:rsid w:val="00105116"/>
    <w:rsid w:val="0010552D"/>
    <w:rsid w:val="00105609"/>
    <w:rsid w:val="00105AD7"/>
    <w:rsid w:val="00105C99"/>
    <w:rsid w:val="00106135"/>
    <w:rsid w:val="00106841"/>
    <w:rsid w:val="00106D20"/>
    <w:rsid w:val="00107378"/>
    <w:rsid w:val="001076D8"/>
    <w:rsid w:val="001076E2"/>
    <w:rsid w:val="0010789C"/>
    <w:rsid w:val="00107B69"/>
    <w:rsid w:val="00107EA0"/>
    <w:rsid w:val="00110490"/>
    <w:rsid w:val="00110727"/>
    <w:rsid w:val="00110C6F"/>
    <w:rsid w:val="001113EC"/>
    <w:rsid w:val="00111E2D"/>
    <w:rsid w:val="00111F46"/>
    <w:rsid w:val="001121F3"/>
    <w:rsid w:val="00112219"/>
    <w:rsid w:val="00112E6B"/>
    <w:rsid w:val="00113246"/>
    <w:rsid w:val="00113587"/>
    <w:rsid w:val="001136C6"/>
    <w:rsid w:val="00113FF0"/>
    <w:rsid w:val="001140BA"/>
    <w:rsid w:val="00114482"/>
    <w:rsid w:val="001144A6"/>
    <w:rsid w:val="0011460C"/>
    <w:rsid w:val="001147C5"/>
    <w:rsid w:val="001151A2"/>
    <w:rsid w:val="001153D0"/>
    <w:rsid w:val="001158E3"/>
    <w:rsid w:val="00115938"/>
    <w:rsid w:val="00115AB4"/>
    <w:rsid w:val="00115B3F"/>
    <w:rsid w:val="00115CC9"/>
    <w:rsid w:val="00116052"/>
    <w:rsid w:val="0011606A"/>
    <w:rsid w:val="001160EB"/>
    <w:rsid w:val="00116EC2"/>
    <w:rsid w:val="00116F05"/>
    <w:rsid w:val="001172C1"/>
    <w:rsid w:val="0011799E"/>
    <w:rsid w:val="00117E81"/>
    <w:rsid w:val="00120421"/>
    <w:rsid w:val="00120979"/>
    <w:rsid w:val="001209B8"/>
    <w:rsid w:val="00120C4E"/>
    <w:rsid w:val="00120D7E"/>
    <w:rsid w:val="00121036"/>
    <w:rsid w:val="00121703"/>
    <w:rsid w:val="00121944"/>
    <w:rsid w:val="001225DE"/>
    <w:rsid w:val="00123080"/>
    <w:rsid w:val="001233BF"/>
    <w:rsid w:val="001237FF"/>
    <w:rsid w:val="00123DB8"/>
    <w:rsid w:val="00124062"/>
    <w:rsid w:val="00124388"/>
    <w:rsid w:val="00124831"/>
    <w:rsid w:val="00124877"/>
    <w:rsid w:val="00124C30"/>
    <w:rsid w:val="00124D2A"/>
    <w:rsid w:val="001252D1"/>
    <w:rsid w:val="00125C19"/>
    <w:rsid w:val="00125DBE"/>
    <w:rsid w:val="0012609F"/>
    <w:rsid w:val="0012629B"/>
    <w:rsid w:val="001268E5"/>
    <w:rsid w:val="001272CF"/>
    <w:rsid w:val="001273FA"/>
    <w:rsid w:val="00127419"/>
    <w:rsid w:val="00127AA4"/>
    <w:rsid w:val="0013030C"/>
    <w:rsid w:val="00130855"/>
    <w:rsid w:val="001311D3"/>
    <w:rsid w:val="00131892"/>
    <w:rsid w:val="00131B15"/>
    <w:rsid w:val="00131BF8"/>
    <w:rsid w:val="001320B5"/>
    <w:rsid w:val="00132321"/>
    <w:rsid w:val="00132A99"/>
    <w:rsid w:val="00132F57"/>
    <w:rsid w:val="00133393"/>
    <w:rsid w:val="001335D1"/>
    <w:rsid w:val="00133644"/>
    <w:rsid w:val="001338B5"/>
    <w:rsid w:val="00133B48"/>
    <w:rsid w:val="00133B4D"/>
    <w:rsid w:val="001344F8"/>
    <w:rsid w:val="001346D4"/>
    <w:rsid w:val="001347F4"/>
    <w:rsid w:val="0013531D"/>
    <w:rsid w:val="00135EC3"/>
    <w:rsid w:val="00135F22"/>
    <w:rsid w:val="0013612D"/>
    <w:rsid w:val="001361CE"/>
    <w:rsid w:val="0013657B"/>
    <w:rsid w:val="00136926"/>
    <w:rsid w:val="00136CDC"/>
    <w:rsid w:val="00136FFF"/>
    <w:rsid w:val="0013717D"/>
    <w:rsid w:val="00137B25"/>
    <w:rsid w:val="0014061D"/>
    <w:rsid w:val="00140715"/>
    <w:rsid w:val="001408C9"/>
    <w:rsid w:val="00140CCD"/>
    <w:rsid w:val="00141774"/>
    <w:rsid w:val="00142078"/>
    <w:rsid w:val="001422FE"/>
    <w:rsid w:val="00142AE0"/>
    <w:rsid w:val="00142E03"/>
    <w:rsid w:val="00143031"/>
    <w:rsid w:val="001430D8"/>
    <w:rsid w:val="001431E9"/>
    <w:rsid w:val="00143282"/>
    <w:rsid w:val="0014333E"/>
    <w:rsid w:val="00143AC4"/>
    <w:rsid w:val="00143CF8"/>
    <w:rsid w:val="00143E05"/>
    <w:rsid w:val="0014477B"/>
    <w:rsid w:val="001449B5"/>
    <w:rsid w:val="00144C32"/>
    <w:rsid w:val="00144D1B"/>
    <w:rsid w:val="00145501"/>
    <w:rsid w:val="00145736"/>
    <w:rsid w:val="001463D0"/>
    <w:rsid w:val="001466FA"/>
    <w:rsid w:val="00146EA9"/>
    <w:rsid w:val="00146FD8"/>
    <w:rsid w:val="00150729"/>
    <w:rsid w:val="001517E0"/>
    <w:rsid w:val="00152317"/>
    <w:rsid w:val="001524F8"/>
    <w:rsid w:val="0015255A"/>
    <w:rsid w:val="0015283F"/>
    <w:rsid w:val="001528EE"/>
    <w:rsid w:val="00152A95"/>
    <w:rsid w:val="00153164"/>
    <w:rsid w:val="001538E2"/>
    <w:rsid w:val="001542EC"/>
    <w:rsid w:val="0015451C"/>
    <w:rsid w:val="0015553C"/>
    <w:rsid w:val="001555BC"/>
    <w:rsid w:val="00156194"/>
    <w:rsid w:val="001566B3"/>
    <w:rsid w:val="00156A7B"/>
    <w:rsid w:val="00157664"/>
    <w:rsid w:val="001576A7"/>
    <w:rsid w:val="00157B20"/>
    <w:rsid w:val="0016081A"/>
    <w:rsid w:val="00161AC9"/>
    <w:rsid w:val="00161BE1"/>
    <w:rsid w:val="001628E7"/>
    <w:rsid w:val="00162A47"/>
    <w:rsid w:val="00162B3D"/>
    <w:rsid w:val="00162C1A"/>
    <w:rsid w:val="00162CEE"/>
    <w:rsid w:val="00162E95"/>
    <w:rsid w:val="0016316E"/>
    <w:rsid w:val="00163361"/>
    <w:rsid w:val="0016373E"/>
    <w:rsid w:val="00163AF4"/>
    <w:rsid w:val="00163B29"/>
    <w:rsid w:val="00163C3E"/>
    <w:rsid w:val="00164413"/>
    <w:rsid w:val="00164524"/>
    <w:rsid w:val="0016480E"/>
    <w:rsid w:val="00164C4A"/>
    <w:rsid w:val="001653B5"/>
    <w:rsid w:val="001656AC"/>
    <w:rsid w:val="00165BB6"/>
    <w:rsid w:val="00165C92"/>
    <w:rsid w:val="00165E34"/>
    <w:rsid w:val="00166A66"/>
    <w:rsid w:val="00166CF4"/>
    <w:rsid w:val="00166D4A"/>
    <w:rsid w:val="00166EE0"/>
    <w:rsid w:val="00167148"/>
    <w:rsid w:val="0016756B"/>
    <w:rsid w:val="001675FE"/>
    <w:rsid w:val="00170011"/>
    <w:rsid w:val="0017012D"/>
    <w:rsid w:val="001702AA"/>
    <w:rsid w:val="00170390"/>
    <w:rsid w:val="0017048B"/>
    <w:rsid w:val="00170763"/>
    <w:rsid w:val="001707CD"/>
    <w:rsid w:val="00170836"/>
    <w:rsid w:val="00170EB5"/>
    <w:rsid w:val="00170EED"/>
    <w:rsid w:val="00171259"/>
    <w:rsid w:val="00171D8A"/>
    <w:rsid w:val="00172A79"/>
    <w:rsid w:val="001737B3"/>
    <w:rsid w:val="00173E52"/>
    <w:rsid w:val="00174532"/>
    <w:rsid w:val="0017461A"/>
    <w:rsid w:val="001746BC"/>
    <w:rsid w:val="00174A9D"/>
    <w:rsid w:val="00174F31"/>
    <w:rsid w:val="001751A8"/>
    <w:rsid w:val="00175257"/>
    <w:rsid w:val="00175E42"/>
    <w:rsid w:val="00176083"/>
    <w:rsid w:val="001769F0"/>
    <w:rsid w:val="00176AE6"/>
    <w:rsid w:val="00176CCD"/>
    <w:rsid w:val="00176CE8"/>
    <w:rsid w:val="0017747E"/>
    <w:rsid w:val="00177643"/>
    <w:rsid w:val="00177E5C"/>
    <w:rsid w:val="00180628"/>
    <w:rsid w:val="00180B65"/>
    <w:rsid w:val="00180C3C"/>
    <w:rsid w:val="00180C57"/>
    <w:rsid w:val="00180CD5"/>
    <w:rsid w:val="00181B7A"/>
    <w:rsid w:val="00182902"/>
    <w:rsid w:val="00182BC9"/>
    <w:rsid w:val="00182DE7"/>
    <w:rsid w:val="001832EC"/>
    <w:rsid w:val="00183E89"/>
    <w:rsid w:val="0018426B"/>
    <w:rsid w:val="0018446D"/>
    <w:rsid w:val="00184691"/>
    <w:rsid w:val="00184B74"/>
    <w:rsid w:val="00185A34"/>
    <w:rsid w:val="00185A78"/>
    <w:rsid w:val="00185C58"/>
    <w:rsid w:val="00186009"/>
    <w:rsid w:val="00186336"/>
    <w:rsid w:val="00186928"/>
    <w:rsid w:val="00186AA7"/>
    <w:rsid w:val="00186E89"/>
    <w:rsid w:val="0018706C"/>
    <w:rsid w:val="0018765A"/>
    <w:rsid w:val="001878B1"/>
    <w:rsid w:val="00187942"/>
    <w:rsid w:val="00190740"/>
    <w:rsid w:val="00190F20"/>
    <w:rsid w:val="00191015"/>
    <w:rsid w:val="00191117"/>
    <w:rsid w:val="00191A88"/>
    <w:rsid w:val="00191B7A"/>
    <w:rsid w:val="00191D71"/>
    <w:rsid w:val="0019247A"/>
    <w:rsid w:val="00192781"/>
    <w:rsid w:val="00192949"/>
    <w:rsid w:val="00192ACB"/>
    <w:rsid w:val="00192CB3"/>
    <w:rsid w:val="00193135"/>
    <w:rsid w:val="001932E0"/>
    <w:rsid w:val="001936F2"/>
    <w:rsid w:val="00193A65"/>
    <w:rsid w:val="00193BFA"/>
    <w:rsid w:val="00193CC3"/>
    <w:rsid w:val="001943D1"/>
    <w:rsid w:val="00194955"/>
    <w:rsid w:val="00194C6B"/>
    <w:rsid w:val="00195304"/>
    <w:rsid w:val="00195721"/>
    <w:rsid w:val="00195D9D"/>
    <w:rsid w:val="001960E6"/>
    <w:rsid w:val="00196989"/>
    <w:rsid w:val="00197585"/>
    <w:rsid w:val="00197A4E"/>
    <w:rsid w:val="00197CE2"/>
    <w:rsid w:val="001A00FD"/>
    <w:rsid w:val="001A0910"/>
    <w:rsid w:val="001A095C"/>
    <w:rsid w:val="001A15BA"/>
    <w:rsid w:val="001A1E02"/>
    <w:rsid w:val="001A1FFA"/>
    <w:rsid w:val="001A23A9"/>
    <w:rsid w:val="001A2558"/>
    <w:rsid w:val="001A269A"/>
    <w:rsid w:val="001A2BA3"/>
    <w:rsid w:val="001A3882"/>
    <w:rsid w:val="001A455E"/>
    <w:rsid w:val="001A4A0B"/>
    <w:rsid w:val="001A4FE8"/>
    <w:rsid w:val="001A505D"/>
    <w:rsid w:val="001A53BA"/>
    <w:rsid w:val="001A5526"/>
    <w:rsid w:val="001A5BEA"/>
    <w:rsid w:val="001A6672"/>
    <w:rsid w:val="001A66EC"/>
    <w:rsid w:val="001A6EF2"/>
    <w:rsid w:val="001A7116"/>
    <w:rsid w:val="001A7AA0"/>
    <w:rsid w:val="001A7CB3"/>
    <w:rsid w:val="001B013D"/>
    <w:rsid w:val="001B0903"/>
    <w:rsid w:val="001B0AF4"/>
    <w:rsid w:val="001B0EE3"/>
    <w:rsid w:val="001B116C"/>
    <w:rsid w:val="001B1370"/>
    <w:rsid w:val="001B181A"/>
    <w:rsid w:val="001B1923"/>
    <w:rsid w:val="001B1BBA"/>
    <w:rsid w:val="001B2180"/>
    <w:rsid w:val="001B2937"/>
    <w:rsid w:val="001B2A14"/>
    <w:rsid w:val="001B2CCE"/>
    <w:rsid w:val="001B2D39"/>
    <w:rsid w:val="001B2FFD"/>
    <w:rsid w:val="001B310E"/>
    <w:rsid w:val="001B336E"/>
    <w:rsid w:val="001B3452"/>
    <w:rsid w:val="001B441D"/>
    <w:rsid w:val="001B49B4"/>
    <w:rsid w:val="001B49FB"/>
    <w:rsid w:val="001B4B33"/>
    <w:rsid w:val="001B4E78"/>
    <w:rsid w:val="001B4F89"/>
    <w:rsid w:val="001B50F2"/>
    <w:rsid w:val="001B524F"/>
    <w:rsid w:val="001B565F"/>
    <w:rsid w:val="001B5913"/>
    <w:rsid w:val="001B5C72"/>
    <w:rsid w:val="001B5D0F"/>
    <w:rsid w:val="001B5E0D"/>
    <w:rsid w:val="001B609D"/>
    <w:rsid w:val="001B63C6"/>
    <w:rsid w:val="001B662B"/>
    <w:rsid w:val="001B66A7"/>
    <w:rsid w:val="001B6B26"/>
    <w:rsid w:val="001B6F9F"/>
    <w:rsid w:val="001C028F"/>
    <w:rsid w:val="001C069E"/>
    <w:rsid w:val="001C0AB4"/>
    <w:rsid w:val="001C0C5B"/>
    <w:rsid w:val="001C10B3"/>
    <w:rsid w:val="001C2952"/>
    <w:rsid w:val="001C3169"/>
    <w:rsid w:val="001C36CF"/>
    <w:rsid w:val="001C3B71"/>
    <w:rsid w:val="001C4462"/>
    <w:rsid w:val="001C44F3"/>
    <w:rsid w:val="001C45CE"/>
    <w:rsid w:val="001C4972"/>
    <w:rsid w:val="001C4F2A"/>
    <w:rsid w:val="001C5541"/>
    <w:rsid w:val="001C6B2D"/>
    <w:rsid w:val="001C6E7C"/>
    <w:rsid w:val="001C6F6E"/>
    <w:rsid w:val="001C72F8"/>
    <w:rsid w:val="001C7488"/>
    <w:rsid w:val="001C7855"/>
    <w:rsid w:val="001C78D8"/>
    <w:rsid w:val="001C78FB"/>
    <w:rsid w:val="001C7D03"/>
    <w:rsid w:val="001D0076"/>
    <w:rsid w:val="001D02C7"/>
    <w:rsid w:val="001D0C3A"/>
    <w:rsid w:val="001D1889"/>
    <w:rsid w:val="001D1B1B"/>
    <w:rsid w:val="001D2084"/>
    <w:rsid w:val="001D23D1"/>
    <w:rsid w:val="001D2CB8"/>
    <w:rsid w:val="001D2D4D"/>
    <w:rsid w:val="001D2EC8"/>
    <w:rsid w:val="001D2FF6"/>
    <w:rsid w:val="001D3223"/>
    <w:rsid w:val="001D32C5"/>
    <w:rsid w:val="001D3785"/>
    <w:rsid w:val="001D398A"/>
    <w:rsid w:val="001D4734"/>
    <w:rsid w:val="001D47BB"/>
    <w:rsid w:val="001D5315"/>
    <w:rsid w:val="001D5B1C"/>
    <w:rsid w:val="001D5BB1"/>
    <w:rsid w:val="001D5D99"/>
    <w:rsid w:val="001D67BF"/>
    <w:rsid w:val="001D67FF"/>
    <w:rsid w:val="001D69B1"/>
    <w:rsid w:val="001D70C8"/>
    <w:rsid w:val="001D73BE"/>
    <w:rsid w:val="001D74CA"/>
    <w:rsid w:val="001D77F3"/>
    <w:rsid w:val="001D7AA9"/>
    <w:rsid w:val="001E001C"/>
    <w:rsid w:val="001E02C5"/>
    <w:rsid w:val="001E0335"/>
    <w:rsid w:val="001E05E1"/>
    <w:rsid w:val="001E0CE4"/>
    <w:rsid w:val="001E0DA5"/>
    <w:rsid w:val="001E0E35"/>
    <w:rsid w:val="001E1130"/>
    <w:rsid w:val="001E1403"/>
    <w:rsid w:val="001E14C5"/>
    <w:rsid w:val="001E152F"/>
    <w:rsid w:val="001E17DA"/>
    <w:rsid w:val="001E1CB3"/>
    <w:rsid w:val="001E2118"/>
    <w:rsid w:val="001E236D"/>
    <w:rsid w:val="001E25AC"/>
    <w:rsid w:val="001E26F4"/>
    <w:rsid w:val="001E29A0"/>
    <w:rsid w:val="001E2A38"/>
    <w:rsid w:val="001E30D5"/>
    <w:rsid w:val="001E35A6"/>
    <w:rsid w:val="001E3B0D"/>
    <w:rsid w:val="001E4F02"/>
    <w:rsid w:val="001E56F2"/>
    <w:rsid w:val="001E5819"/>
    <w:rsid w:val="001E5CCE"/>
    <w:rsid w:val="001E6741"/>
    <w:rsid w:val="001E6872"/>
    <w:rsid w:val="001E69F1"/>
    <w:rsid w:val="001E6FDF"/>
    <w:rsid w:val="001E73AF"/>
    <w:rsid w:val="001E7951"/>
    <w:rsid w:val="001E7DC8"/>
    <w:rsid w:val="001E7EF8"/>
    <w:rsid w:val="001F04BB"/>
    <w:rsid w:val="001F0994"/>
    <w:rsid w:val="001F0AED"/>
    <w:rsid w:val="001F0E29"/>
    <w:rsid w:val="001F0E36"/>
    <w:rsid w:val="001F0E91"/>
    <w:rsid w:val="001F0F62"/>
    <w:rsid w:val="001F0FBF"/>
    <w:rsid w:val="001F134A"/>
    <w:rsid w:val="001F1C27"/>
    <w:rsid w:val="001F2088"/>
    <w:rsid w:val="001F248C"/>
    <w:rsid w:val="001F2959"/>
    <w:rsid w:val="001F2DB7"/>
    <w:rsid w:val="001F2EC6"/>
    <w:rsid w:val="001F3E53"/>
    <w:rsid w:val="001F465B"/>
    <w:rsid w:val="001F46CA"/>
    <w:rsid w:val="001F4A44"/>
    <w:rsid w:val="001F4B3F"/>
    <w:rsid w:val="001F4B95"/>
    <w:rsid w:val="001F568E"/>
    <w:rsid w:val="001F57DB"/>
    <w:rsid w:val="001F5C3D"/>
    <w:rsid w:val="001F5D50"/>
    <w:rsid w:val="001F60C9"/>
    <w:rsid w:val="001F60DB"/>
    <w:rsid w:val="001F6585"/>
    <w:rsid w:val="001F6809"/>
    <w:rsid w:val="001F6A0B"/>
    <w:rsid w:val="001F6A15"/>
    <w:rsid w:val="001F6DAD"/>
    <w:rsid w:val="001F7231"/>
    <w:rsid w:val="001F728D"/>
    <w:rsid w:val="001F7743"/>
    <w:rsid w:val="001F78D5"/>
    <w:rsid w:val="002000CD"/>
    <w:rsid w:val="0020016F"/>
    <w:rsid w:val="00200472"/>
    <w:rsid w:val="00200578"/>
    <w:rsid w:val="00200614"/>
    <w:rsid w:val="0020067E"/>
    <w:rsid w:val="00200AE4"/>
    <w:rsid w:val="00200BB8"/>
    <w:rsid w:val="0020104E"/>
    <w:rsid w:val="00201091"/>
    <w:rsid w:val="00201209"/>
    <w:rsid w:val="00201505"/>
    <w:rsid w:val="002015D0"/>
    <w:rsid w:val="002018CB"/>
    <w:rsid w:val="00202353"/>
    <w:rsid w:val="0020242C"/>
    <w:rsid w:val="00202474"/>
    <w:rsid w:val="00202665"/>
    <w:rsid w:val="00202C20"/>
    <w:rsid w:val="00202D41"/>
    <w:rsid w:val="00202E26"/>
    <w:rsid w:val="00202FA5"/>
    <w:rsid w:val="0020394C"/>
    <w:rsid w:val="00203952"/>
    <w:rsid w:val="00203B9F"/>
    <w:rsid w:val="00203D34"/>
    <w:rsid w:val="002045E9"/>
    <w:rsid w:val="002046DF"/>
    <w:rsid w:val="00204A85"/>
    <w:rsid w:val="00204F42"/>
    <w:rsid w:val="0020533B"/>
    <w:rsid w:val="002054A1"/>
    <w:rsid w:val="00206006"/>
    <w:rsid w:val="00206018"/>
    <w:rsid w:val="00206159"/>
    <w:rsid w:val="0020690E"/>
    <w:rsid w:val="00206BD9"/>
    <w:rsid w:val="00206C4E"/>
    <w:rsid w:val="00206CF2"/>
    <w:rsid w:val="00206DBC"/>
    <w:rsid w:val="00206DCD"/>
    <w:rsid w:val="0020737D"/>
    <w:rsid w:val="002073A9"/>
    <w:rsid w:val="0021005D"/>
    <w:rsid w:val="00210184"/>
    <w:rsid w:val="00210187"/>
    <w:rsid w:val="00210873"/>
    <w:rsid w:val="00211455"/>
    <w:rsid w:val="00211836"/>
    <w:rsid w:val="00211B79"/>
    <w:rsid w:val="00211CBB"/>
    <w:rsid w:val="00211DC9"/>
    <w:rsid w:val="00212091"/>
    <w:rsid w:val="0021253B"/>
    <w:rsid w:val="0021287D"/>
    <w:rsid w:val="002128AB"/>
    <w:rsid w:val="002129CF"/>
    <w:rsid w:val="00212AF0"/>
    <w:rsid w:val="00212FEE"/>
    <w:rsid w:val="00213114"/>
    <w:rsid w:val="0021327E"/>
    <w:rsid w:val="00213280"/>
    <w:rsid w:val="002134EA"/>
    <w:rsid w:val="00213B00"/>
    <w:rsid w:val="00213DFE"/>
    <w:rsid w:val="0021451E"/>
    <w:rsid w:val="00214896"/>
    <w:rsid w:val="002148B2"/>
    <w:rsid w:val="00215113"/>
    <w:rsid w:val="0021548D"/>
    <w:rsid w:val="002157E7"/>
    <w:rsid w:val="002157F0"/>
    <w:rsid w:val="00215880"/>
    <w:rsid w:val="002161B0"/>
    <w:rsid w:val="00216EDC"/>
    <w:rsid w:val="00217892"/>
    <w:rsid w:val="00217FF1"/>
    <w:rsid w:val="00220309"/>
    <w:rsid w:val="002204F1"/>
    <w:rsid w:val="00220BCC"/>
    <w:rsid w:val="00220DE1"/>
    <w:rsid w:val="00220E6C"/>
    <w:rsid w:val="00221494"/>
    <w:rsid w:val="002214AC"/>
    <w:rsid w:val="00221892"/>
    <w:rsid w:val="00221B98"/>
    <w:rsid w:val="00221EAB"/>
    <w:rsid w:val="00221EB8"/>
    <w:rsid w:val="002220B4"/>
    <w:rsid w:val="00222B32"/>
    <w:rsid w:val="002238B1"/>
    <w:rsid w:val="002239BF"/>
    <w:rsid w:val="00223AEC"/>
    <w:rsid w:val="00223BB6"/>
    <w:rsid w:val="00223C7D"/>
    <w:rsid w:val="00224A26"/>
    <w:rsid w:val="00224BB2"/>
    <w:rsid w:val="00225A34"/>
    <w:rsid w:val="00225A83"/>
    <w:rsid w:val="00225D74"/>
    <w:rsid w:val="002260F9"/>
    <w:rsid w:val="00226175"/>
    <w:rsid w:val="00226A99"/>
    <w:rsid w:val="00226C8B"/>
    <w:rsid w:val="00226DD5"/>
    <w:rsid w:val="00227251"/>
    <w:rsid w:val="00227302"/>
    <w:rsid w:val="0022736F"/>
    <w:rsid w:val="002273D4"/>
    <w:rsid w:val="00227458"/>
    <w:rsid w:val="002274B5"/>
    <w:rsid w:val="00227E49"/>
    <w:rsid w:val="0023042D"/>
    <w:rsid w:val="00230536"/>
    <w:rsid w:val="00230555"/>
    <w:rsid w:val="00231DE9"/>
    <w:rsid w:val="00231E0D"/>
    <w:rsid w:val="002327E8"/>
    <w:rsid w:val="00232AE1"/>
    <w:rsid w:val="00232F76"/>
    <w:rsid w:val="00233169"/>
    <w:rsid w:val="0023344B"/>
    <w:rsid w:val="002334E8"/>
    <w:rsid w:val="002338AE"/>
    <w:rsid w:val="00233D9A"/>
    <w:rsid w:val="00234358"/>
    <w:rsid w:val="002343FA"/>
    <w:rsid w:val="002345F4"/>
    <w:rsid w:val="002349F5"/>
    <w:rsid w:val="002350B8"/>
    <w:rsid w:val="002351C6"/>
    <w:rsid w:val="0023542C"/>
    <w:rsid w:val="002354B0"/>
    <w:rsid w:val="00235664"/>
    <w:rsid w:val="00235E0B"/>
    <w:rsid w:val="002361FF"/>
    <w:rsid w:val="002362AD"/>
    <w:rsid w:val="00236921"/>
    <w:rsid w:val="00236D91"/>
    <w:rsid w:val="00236F16"/>
    <w:rsid w:val="00236FC0"/>
    <w:rsid w:val="002372A2"/>
    <w:rsid w:val="0023794C"/>
    <w:rsid w:val="002400AC"/>
    <w:rsid w:val="00240695"/>
    <w:rsid w:val="00242018"/>
    <w:rsid w:val="002426E0"/>
    <w:rsid w:val="002427B4"/>
    <w:rsid w:val="002429A4"/>
    <w:rsid w:val="00242AB3"/>
    <w:rsid w:val="00242BCB"/>
    <w:rsid w:val="00242CA2"/>
    <w:rsid w:val="00243648"/>
    <w:rsid w:val="00243935"/>
    <w:rsid w:val="002447DC"/>
    <w:rsid w:val="002448B7"/>
    <w:rsid w:val="00244D00"/>
    <w:rsid w:val="002452AD"/>
    <w:rsid w:val="0024546B"/>
    <w:rsid w:val="0024564C"/>
    <w:rsid w:val="0024596D"/>
    <w:rsid w:val="002459CB"/>
    <w:rsid w:val="00245A4D"/>
    <w:rsid w:val="002464F1"/>
    <w:rsid w:val="00246517"/>
    <w:rsid w:val="0024724D"/>
    <w:rsid w:val="00250423"/>
    <w:rsid w:val="002506CF"/>
    <w:rsid w:val="002509C3"/>
    <w:rsid w:val="00250E85"/>
    <w:rsid w:val="0025105F"/>
    <w:rsid w:val="00251073"/>
    <w:rsid w:val="0025164D"/>
    <w:rsid w:val="00251883"/>
    <w:rsid w:val="00251F45"/>
    <w:rsid w:val="00252027"/>
    <w:rsid w:val="00252368"/>
    <w:rsid w:val="0025252B"/>
    <w:rsid w:val="00252647"/>
    <w:rsid w:val="0025272F"/>
    <w:rsid w:val="00252D64"/>
    <w:rsid w:val="00252F38"/>
    <w:rsid w:val="00252FEC"/>
    <w:rsid w:val="002533AC"/>
    <w:rsid w:val="002539C6"/>
    <w:rsid w:val="00253A0E"/>
    <w:rsid w:val="00253DDC"/>
    <w:rsid w:val="00253E72"/>
    <w:rsid w:val="00254066"/>
    <w:rsid w:val="0025444A"/>
    <w:rsid w:val="00254666"/>
    <w:rsid w:val="00254841"/>
    <w:rsid w:val="0025491E"/>
    <w:rsid w:val="002549A3"/>
    <w:rsid w:val="0025504C"/>
    <w:rsid w:val="00255168"/>
    <w:rsid w:val="00255577"/>
    <w:rsid w:val="00255994"/>
    <w:rsid w:val="00255C1A"/>
    <w:rsid w:val="00255F89"/>
    <w:rsid w:val="0025607B"/>
    <w:rsid w:val="002568AC"/>
    <w:rsid w:val="00256964"/>
    <w:rsid w:val="002570D9"/>
    <w:rsid w:val="002579EB"/>
    <w:rsid w:val="002603F5"/>
    <w:rsid w:val="00260743"/>
    <w:rsid w:val="00260A58"/>
    <w:rsid w:val="00260F18"/>
    <w:rsid w:val="002610AD"/>
    <w:rsid w:val="0026146E"/>
    <w:rsid w:val="002614C9"/>
    <w:rsid w:val="00261AED"/>
    <w:rsid w:val="00261FB0"/>
    <w:rsid w:val="00262742"/>
    <w:rsid w:val="00262BCC"/>
    <w:rsid w:val="002630A9"/>
    <w:rsid w:val="00263417"/>
    <w:rsid w:val="00263570"/>
    <w:rsid w:val="00263D01"/>
    <w:rsid w:val="00263F10"/>
    <w:rsid w:val="002646EA"/>
    <w:rsid w:val="002652DE"/>
    <w:rsid w:val="00265726"/>
    <w:rsid w:val="00265D31"/>
    <w:rsid w:val="002662D6"/>
    <w:rsid w:val="002663B2"/>
    <w:rsid w:val="002665E7"/>
    <w:rsid w:val="00266F8B"/>
    <w:rsid w:val="002670A5"/>
    <w:rsid w:val="002670C0"/>
    <w:rsid w:val="00267256"/>
    <w:rsid w:val="002672A2"/>
    <w:rsid w:val="00267C02"/>
    <w:rsid w:val="00267EF2"/>
    <w:rsid w:val="002709BE"/>
    <w:rsid w:val="00270CAA"/>
    <w:rsid w:val="00270D95"/>
    <w:rsid w:val="00270DDE"/>
    <w:rsid w:val="00270E46"/>
    <w:rsid w:val="00270F94"/>
    <w:rsid w:val="00271029"/>
    <w:rsid w:val="0027111F"/>
    <w:rsid w:val="0027165D"/>
    <w:rsid w:val="00271E96"/>
    <w:rsid w:val="00272D23"/>
    <w:rsid w:val="0027358C"/>
    <w:rsid w:val="002739C0"/>
    <w:rsid w:val="00273B35"/>
    <w:rsid w:val="00273BF1"/>
    <w:rsid w:val="00273DCB"/>
    <w:rsid w:val="002741F5"/>
    <w:rsid w:val="002746C0"/>
    <w:rsid w:val="002747D0"/>
    <w:rsid w:val="00274C15"/>
    <w:rsid w:val="00274CE8"/>
    <w:rsid w:val="00275293"/>
    <w:rsid w:val="00275417"/>
    <w:rsid w:val="00275474"/>
    <w:rsid w:val="002754A5"/>
    <w:rsid w:val="002757B8"/>
    <w:rsid w:val="002757D6"/>
    <w:rsid w:val="002758EC"/>
    <w:rsid w:val="002760A6"/>
    <w:rsid w:val="00276171"/>
    <w:rsid w:val="002770BF"/>
    <w:rsid w:val="002776B4"/>
    <w:rsid w:val="0027770B"/>
    <w:rsid w:val="00277818"/>
    <w:rsid w:val="00280BE8"/>
    <w:rsid w:val="00280C5A"/>
    <w:rsid w:val="00281525"/>
    <w:rsid w:val="002816A2"/>
    <w:rsid w:val="00281B15"/>
    <w:rsid w:val="0028223F"/>
    <w:rsid w:val="0028230C"/>
    <w:rsid w:val="002824AC"/>
    <w:rsid w:val="00282638"/>
    <w:rsid w:val="002832D9"/>
    <w:rsid w:val="002839D0"/>
    <w:rsid w:val="00284571"/>
    <w:rsid w:val="002846C5"/>
    <w:rsid w:val="00284C5C"/>
    <w:rsid w:val="00284FE0"/>
    <w:rsid w:val="00285220"/>
    <w:rsid w:val="00285625"/>
    <w:rsid w:val="00285888"/>
    <w:rsid w:val="0028592A"/>
    <w:rsid w:val="00285D38"/>
    <w:rsid w:val="002861D9"/>
    <w:rsid w:val="00286252"/>
    <w:rsid w:val="00286617"/>
    <w:rsid w:val="00286650"/>
    <w:rsid w:val="00286671"/>
    <w:rsid w:val="00286944"/>
    <w:rsid w:val="002872ED"/>
    <w:rsid w:val="002875D7"/>
    <w:rsid w:val="00287BFE"/>
    <w:rsid w:val="00287CB0"/>
    <w:rsid w:val="0029051A"/>
    <w:rsid w:val="002909CE"/>
    <w:rsid w:val="00290AF9"/>
    <w:rsid w:val="00290DC4"/>
    <w:rsid w:val="002917DD"/>
    <w:rsid w:val="0029192E"/>
    <w:rsid w:val="00291ACE"/>
    <w:rsid w:val="00291AE7"/>
    <w:rsid w:val="00291D23"/>
    <w:rsid w:val="0029210B"/>
    <w:rsid w:val="00292702"/>
    <w:rsid w:val="00292B35"/>
    <w:rsid w:val="00292E24"/>
    <w:rsid w:val="00293041"/>
    <w:rsid w:val="00293759"/>
    <w:rsid w:val="0029375C"/>
    <w:rsid w:val="002938D3"/>
    <w:rsid w:val="00293CD2"/>
    <w:rsid w:val="00293D5F"/>
    <w:rsid w:val="00293F12"/>
    <w:rsid w:val="00293FFF"/>
    <w:rsid w:val="00294959"/>
    <w:rsid w:val="00294C8E"/>
    <w:rsid w:val="00295059"/>
    <w:rsid w:val="002950DB"/>
    <w:rsid w:val="002957F8"/>
    <w:rsid w:val="00295B91"/>
    <w:rsid w:val="00296330"/>
    <w:rsid w:val="002966B8"/>
    <w:rsid w:val="002967DB"/>
    <w:rsid w:val="002967EE"/>
    <w:rsid w:val="00296EB7"/>
    <w:rsid w:val="00297389"/>
    <w:rsid w:val="002975B1"/>
    <w:rsid w:val="00297845"/>
    <w:rsid w:val="00297879"/>
    <w:rsid w:val="002A0396"/>
    <w:rsid w:val="002A0DA1"/>
    <w:rsid w:val="002A1100"/>
    <w:rsid w:val="002A115A"/>
    <w:rsid w:val="002A1BBA"/>
    <w:rsid w:val="002A1EBD"/>
    <w:rsid w:val="002A24F8"/>
    <w:rsid w:val="002A2A1D"/>
    <w:rsid w:val="002A2D02"/>
    <w:rsid w:val="002A2F6C"/>
    <w:rsid w:val="002A3139"/>
    <w:rsid w:val="002A33A0"/>
    <w:rsid w:val="002A342E"/>
    <w:rsid w:val="002A3464"/>
    <w:rsid w:val="002A371E"/>
    <w:rsid w:val="002A3A39"/>
    <w:rsid w:val="002A3D03"/>
    <w:rsid w:val="002A3E59"/>
    <w:rsid w:val="002A447F"/>
    <w:rsid w:val="002A4874"/>
    <w:rsid w:val="002A50B9"/>
    <w:rsid w:val="002A598B"/>
    <w:rsid w:val="002A5BDA"/>
    <w:rsid w:val="002A5E2C"/>
    <w:rsid w:val="002A6085"/>
    <w:rsid w:val="002A61C7"/>
    <w:rsid w:val="002A633E"/>
    <w:rsid w:val="002A63BA"/>
    <w:rsid w:val="002A6930"/>
    <w:rsid w:val="002A7BA5"/>
    <w:rsid w:val="002A7EEC"/>
    <w:rsid w:val="002B0446"/>
    <w:rsid w:val="002B1376"/>
    <w:rsid w:val="002B1503"/>
    <w:rsid w:val="002B16E8"/>
    <w:rsid w:val="002B1A89"/>
    <w:rsid w:val="002B1B37"/>
    <w:rsid w:val="002B22DA"/>
    <w:rsid w:val="002B274B"/>
    <w:rsid w:val="002B333F"/>
    <w:rsid w:val="002B35E0"/>
    <w:rsid w:val="002B360E"/>
    <w:rsid w:val="002B3BFE"/>
    <w:rsid w:val="002B3E6A"/>
    <w:rsid w:val="002B4172"/>
    <w:rsid w:val="002B44DF"/>
    <w:rsid w:val="002B4649"/>
    <w:rsid w:val="002B491E"/>
    <w:rsid w:val="002B4F5D"/>
    <w:rsid w:val="002B523C"/>
    <w:rsid w:val="002B5713"/>
    <w:rsid w:val="002B580F"/>
    <w:rsid w:val="002B5B22"/>
    <w:rsid w:val="002B5BD6"/>
    <w:rsid w:val="002B5C68"/>
    <w:rsid w:val="002B6348"/>
    <w:rsid w:val="002B6491"/>
    <w:rsid w:val="002B64AA"/>
    <w:rsid w:val="002B66AA"/>
    <w:rsid w:val="002B69DE"/>
    <w:rsid w:val="002B6ECC"/>
    <w:rsid w:val="002B70AD"/>
    <w:rsid w:val="002B7943"/>
    <w:rsid w:val="002B7A0C"/>
    <w:rsid w:val="002B7CA3"/>
    <w:rsid w:val="002C0C5C"/>
    <w:rsid w:val="002C11F1"/>
    <w:rsid w:val="002C1342"/>
    <w:rsid w:val="002C1403"/>
    <w:rsid w:val="002C1500"/>
    <w:rsid w:val="002C1605"/>
    <w:rsid w:val="002C16FA"/>
    <w:rsid w:val="002C1861"/>
    <w:rsid w:val="002C1A37"/>
    <w:rsid w:val="002C1A75"/>
    <w:rsid w:val="002C1BE2"/>
    <w:rsid w:val="002C2775"/>
    <w:rsid w:val="002C2818"/>
    <w:rsid w:val="002C28BD"/>
    <w:rsid w:val="002C336D"/>
    <w:rsid w:val="002C4413"/>
    <w:rsid w:val="002C4F0F"/>
    <w:rsid w:val="002C4FDE"/>
    <w:rsid w:val="002C522D"/>
    <w:rsid w:val="002C54BA"/>
    <w:rsid w:val="002C57FB"/>
    <w:rsid w:val="002C5B3E"/>
    <w:rsid w:val="002C6305"/>
    <w:rsid w:val="002C6399"/>
    <w:rsid w:val="002C64C2"/>
    <w:rsid w:val="002C70CE"/>
    <w:rsid w:val="002C723D"/>
    <w:rsid w:val="002C7876"/>
    <w:rsid w:val="002C797A"/>
    <w:rsid w:val="002C7E8D"/>
    <w:rsid w:val="002D0397"/>
    <w:rsid w:val="002D0638"/>
    <w:rsid w:val="002D07E9"/>
    <w:rsid w:val="002D0CCE"/>
    <w:rsid w:val="002D109C"/>
    <w:rsid w:val="002D1179"/>
    <w:rsid w:val="002D1385"/>
    <w:rsid w:val="002D16B3"/>
    <w:rsid w:val="002D198F"/>
    <w:rsid w:val="002D19BC"/>
    <w:rsid w:val="002D202F"/>
    <w:rsid w:val="002D20D0"/>
    <w:rsid w:val="002D20FF"/>
    <w:rsid w:val="002D2475"/>
    <w:rsid w:val="002D2D4C"/>
    <w:rsid w:val="002D3610"/>
    <w:rsid w:val="002D3856"/>
    <w:rsid w:val="002D3B65"/>
    <w:rsid w:val="002D3F7C"/>
    <w:rsid w:val="002D45A0"/>
    <w:rsid w:val="002D4942"/>
    <w:rsid w:val="002D4ACE"/>
    <w:rsid w:val="002D5067"/>
    <w:rsid w:val="002D52C5"/>
    <w:rsid w:val="002D55B1"/>
    <w:rsid w:val="002D5747"/>
    <w:rsid w:val="002D5A06"/>
    <w:rsid w:val="002D5AEF"/>
    <w:rsid w:val="002D5E4E"/>
    <w:rsid w:val="002D68AF"/>
    <w:rsid w:val="002D6B66"/>
    <w:rsid w:val="002D7384"/>
    <w:rsid w:val="002D7C45"/>
    <w:rsid w:val="002D7F31"/>
    <w:rsid w:val="002D7FA1"/>
    <w:rsid w:val="002E0169"/>
    <w:rsid w:val="002E04AF"/>
    <w:rsid w:val="002E06EB"/>
    <w:rsid w:val="002E0EB2"/>
    <w:rsid w:val="002E1056"/>
    <w:rsid w:val="002E23D4"/>
    <w:rsid w:val="002E267C"/>
    <w:rsid w:val="002E2DC2"/>
    <w:rsid w:val="002E3722"/>
    <w:rsid w:val="002E3ED0"/>
    <w:rsid w:val="002E4F65"/>
    <w:rsid w:val="002E54D9"/>
    <w:rsid w:val="002E5594"/>
    <w:rsid w:val="002E5906"/>
    <w:rsid w:val="002E5AAD"/>
    <w:rsid w:val="002E5AD7"/>
    <w:rsid w:val="002E5BE1"/>
    <w:rsid w:val="002E6263"/>
    <w:rsid w:val="002E6411"/>
    <w:rsid w:val="002E654A"/>
    <w:rsid w:val="002E6DC6"/>
    <w:rsid w:val="002E6F49"/>
    <w:rsid w:val="002E6FF3"/>
    <w:rsid w:val="002E7491"/>
    <w:rsid w:val="002E7751"/>
    <w:rsid w:val="002E7E49"/>
    <w:rsid w:val="002F0089"/>
    <w:rsid w:val="002F0C45"/>
    <w:rsid w:val="002F0CE3"/>
    <w:rsid w:val="002F0E3F"/>
    <w:rsid w:val="002F0F0B"/>
    <w:rsid w:val="002F1727"/>
    <w:rsid w:val="002F182A"/>
    <w:rsid w:val="002F1CCE"/>
    <w:rsid w:val="002F20FD"/>
    <w:rsid w:val="002F210A"/>
    <w:rsid w:val="002F21A7"/>
    <w:rsid w:val="002F225B"/>
    <w:rsid w:val="002F22D5"/>
    <w:rsid w:val="002F2B15"/>
    <w:rsid w:val="002F2E03"/>
    <w:rsid w:val="002F320F"/>
    <w:rsid w:val="002F3BA3"/>
    <w:rsid w:val="002F3D7F"/>
    <w:rsid w:val="002F4141"/>
    <w:rsid w:val="002F490C"/>
    <w:rsid w:val="002F4F32"/>
    <w:rsid w:val="002F53F7"/>
    <w:rsid w:val="002F58ED"/>
    <w:rsid w:val="002F6148"/>
    <w:rsid w:val="002F65A1"/>
    <w:rsid w:val="002F6937"/>
    <w:rsid w:val="002F6D0A"/>
    <w:rsid w:val="002F7294"/>
    <w:rsid w:val="002F7429"/>
    <w:rsid w:val="002F7B28"/>
    <w:rsid w:val="002F7CE1"/>
    <w:rsid w:val="0030034B"/>
    <w:rsid w:val="003006EC"/>
    <w:rsid w:val="0030137A"/>
    <w:rsid w:val="003015C5"/>
    <w:rsid w:val="003016DC"/>
    <w:rsid w:val="00301C87"/>
    <w:rsid w:val="00301E87"/>
    <w:rsid w:val="003021AC"/>
    <w:rsid w:val="003027A2"/>
    <w:rsid w:val="00302C5D"/>
    <w:rsid w:val="00303BD7"/>
    <w:rsid w:val="00303C01"/>
    <w:rsid w:val="003042EC"/>
    <w:rsid w:val="0030490B"/>
    <w:rsid w:val="00304D2A"/>
    <w:rsid w:val="00305834"/>
    <w:rsid w:val="00305B63"/>
    <w:rsid w:val="003062E1"/>
    <w:rsid w:val="0030677B"/>
    <w:rsid w:val="00306CF7"/>
    <w:rsid w:val="003079E4"/>
    <w:rsid w:val="0031038C"/>
    <w:rsid w:val="003104C9"/>
    <w:rsid w:val="0031061A"/>
    <w:rsid w:val="003108A4"/>
    <w:rsid w:val="00310C13"/>
    <w:rsid w:val="00310F10"/>
    <w:rsid w:val="00311183"/>
    <w:rsid w:val="003114DE"/>
    <w:rsid w:val="00311B4B"/>
    <w:rsid w:val="00311C2A"/>
    <w:rsid w:val="003125F8"/>
    <w:rsid w:val="00312696"/>
    <w:rsid w:val="0031289A"/>
    <w:rsid w:val="00312973"/>
    <w:rsid w:val="00312BE9"/>
    <w:rsid w:val="00312D54"/>
    <w:rsid w:val="00312E50"/>
    <w:rsid w:val="00312ED4"/>
    <w:rsid w:val="00312F46"/>
    <w:rsid w:val="0031311F"/>
    <w:rsid w:val="0031332E"/>
    <w:rsid w:val="00313335"/>
    <w:rsid w:val="00313575"/>
    <w:rsid w:val="00313761"/>
    <w:rsid w:val="00313E92"/>
    <w:rsid w:val="003141A9"/>
    <w:rsid w:val="00314D76"/>
    <w:rsid w:val="00314E8E"/>
    <w:rsid w:val="003153DF"/>
    <w:rsid w:val="00315467"/>
    <w:rsid w:val="00315609"/>
    <w:rsid w:val="0031568D"/>
    <w:rsid w:val="00315856"/>
    <w:rsid w:val="00315A94"/>
    <w:rsid w:val="003160BB"/>
    <w:rsid w:val="00316BCA"/>
    <w:rsid w:val="00316D43"/>
    <w:rsid w:val="003177CF"/>
    <w:rsid w:val="0032032A"/>
    <w:rsid w:val="00320444"/>
    <w:rsid w:val="0032068E"/>
    <w:rsid w:val="00320786"/>
    <w:rsid w:val="0032081B"/>
    <w:rsid w:val="00320961"/>
    <w:rsid w:val="00320DFD"/>
    <w:rsid w:val="00321185"/>
    <w:rsid w:val="00321213"/>
    <w:rsid w:val="00321AD4"/>
    <w:rsid w:val="00321ADD"/>
    <w:rsid w:val="00322063"/>
    <w:rsid w:val="00322251"/>
    <w:rsid w:val="0032256F"/>
    <w:rsid w:val="00322BE9"/>
    <w:rsid w:val="00322C3C"/>
    <w:rsid w:val="00322E2F"/>
    <w:rsid w:val="003235BA"/>
    <w:rsid w:val="00323AA8"/>
    <w:rsid w:val="00324055"/>
    <w:rsid w:val="00324672"/>
    <w:rsid w:val="003247DE"/>
    <w:rsid w:val="00324889"/>
    <w:rsid w:val="00324BB7"/>
    <w:rsid w:val="00324BFE"/>
    <w:rsid w:val="003254BD"/>
    <w:rsid w:val="00325607"/>
    <w:rsid w:val="003256F1"/>
    <w:rsid w:val="00325918"/>
    <w:rsid w:val="00325C89"/>
    <w:rsid w:val="00325F32"/>
    <w:rsid w:val="003265CE"/>
    <w:rsid w:val="003266C5"/>
    <w:rsid w:val="00327693"/>
    <w:rsid w:val="00327BFA"/>
    <w:rsid w:val="0033050C"/>
    <w:rsid w:val="00331012"/>
    <w:rsid w:val="003310F0"/>
    <w:rsid w:val="003311C1"/>
    <w:rsid w:val="00331A93"/>
    <w:rsid w:val="00331B5D"/>
    <w:rsid w:val="00331E83"/>
    <w:rsid w:val="00332080"/>
    <w:rsid w:val="00332309"/>
    <w:rsid w:val="00332706"/>
    <w:rsid w:val="00332C57"/>
    <w:rsid w:val="003331DA"/>
    <w:rsid w:val="0033356D"/>
    <w:rsid w:val="003337A1"/>
    <w:rsid w:val="00333877"/>
    <w:rsid w:val="00333B2E"/>
    <w:rsid w:val="00333BD0"/>
    <w:rsid w:val="00333D1D"/>
    <w:rsid w:val="003340F3"/>
    <w:rsid w:val="0033534A"/>
    <w:rsid w:val="00335ACA"/>
    <w:rsid w:val="00335D1F"/>
    <w:rsid w:val="00335F7D"/>
    <w:rsid w:val="00336478"/>
    <w:rsid w:val="003366C3"/>
    <w:rsid w:val="003367EB"/>
    <w:rsid w:val="00336C93"/>
    <w:rsid w:val="00336D11"/>
    <w:rsid w:val="00336D81"/>
    <w:rsid w:val="00336EA6"/>
    <w:rsid w:val="00337051"/>
    <w:rsid w:val="00337643"/>
    <w:rsid w:val="0033781D"/>
    <w:rsid w:val="003401D7"/>
    <w:rsid w:val="00340488"/>
    <w:rsid w:val="003404B7"/>
    <w:rsid w:val="00340667"/>
    <w:rsid w:val="00340861"/>
    <w:rsid w:val="00341173"/>
    <w:rsid w:val="003415A9"/>
    <w:rsid w:val="0034166E"/>
    <w:rsid w:val="0034184B"/>
    <w:rsid w:val="003421E6"/>
    <w:rsid w:val="00343931"/>
    <w:rsid w:val="00343A24"/>
    <w:rsid w:val="00343E75"/>
    <w:rsid w:val="003443B0"/>
    <w:rsid w:val="0034459C"/>
    <w:rsid w:val="00344855"/>
    <w:rsid w:val="00344C4B"/>
    <w:rsid w:val="003454C2"/>
    <w:rsid w:val="00345971"/>
    <w:rsid w:val="00345BAD"/>
    <w:rsid w:val="00345C3E"/>
    <w:rsid w:val="00345F5A"/>
    <w:rsid w:val="0034636C"/>
    <w:rsid w:val="003463C0"/>
    <w:rsid w:val="0034686C"/>
    <w:rsid w:val="0034688F"/>
    <w:rsid w:val="00346BD5"/>
    <w:rsid w:val="003474B2"/>
    <w:rsid w:val="00347602"/>
    <w:rsid w:val="003477AC"/>
    <w:rsid w:val="003479F7"/>
    <w:rsid w:val="003501A3"/>
    <w:rsid w:val="00350327"/>
    <w:rsid w:val="00350981"/>
    <w:rsid w:val="00350B3B"/>
    <w:rsid w:val="00351308"/>
    <w:rsid w:val="00351862"/>
    <w:rsid w:val="00351A1A"/>
    <w:rsid w:val="00351B3D"/>
    <w:rsid w:val="00351ECF"/>
    <w:rsid w:val="0035201F"/>
    <w:rsid w:val="003524C4"/>
    <w:rsid w:val="00352BBE"/>
    <w:rsid w:val="00352EC1"/>
    <w:rsid w:val="00352F8F"/>
    <w:rsid w:val="00353928"/>
    <w:rsid w:val="00353A94"/>
    <w:rsid w:val="00354BCE"/>
    <w:rsid w:val="00354D22"/>
    <w:rsid w:val="003551D4"/>
    <w:rsid w:val="003554A0"/>
    <w:rsid w:val="00355BB1"/>
    <w:rsid w:val="00356616"/>
    <w:rsid w:val="00356663"/>
    <w:rsid w:val="00356B30"/>
    <w:rsid w:val="003570D3"/>
    <w:rsid w:val="0035722D"/>
    <w:rsid w:val="0035784C"/>
    <w:rsid w:val="00360324"/>
    <w:rsid w:val="00360667"/>
    <w:rsid w:val="00360A2A"/>
    <w:rsid w:val="00360BE8"/>
    <w:rsid w:val="00360D9A"/>
    <w:rsid w:val="00360EC8"/>
    <w:rsid w:val="00360F7E"/>
    <w:rsid w:val="00360F83"/>
    <w:rsid w:val="00361D5B"/>
    <w:rsid w:val="00361D6D"/>
    <w:rsid w:val="00361DF3"/>
    <w:rsid w:val="00361F06"/>
    <w:rsid w:val="00361F28"/>
    <w:rsid w:val="00362572"/>
    <w:rsid w:val="00362724"/>
    <w:rsid w:val="00362ACF"/>
    <w:rsid w:val="003631CC"/>
    <w:rsid w:val="003635F4"/>
    <w:rsid w:val="00363923"/>
    <w:rsid w:val="00363BF9"/>
    <w:rsid w:val="00363D4F"/>
    <w:rsid w:val="003642E0"/>
    <w:rsid w:val="003644C3"/>
    <w:rsid w:val="003645F8"/>
    <w:rsid w:val="00364689"/>
    <w:rsid w:val="00364A58"/>
    <w:rsid w:val="00364CEA"/>
    <w:rsid w:val="00364EAB"/>
    <w:rsid w:val="003650BE"/>
    <w:rsid w:val="00365684"/>
    <w:rsid w:val="00365964"/>
    <w:rsid w:val="00365EF3"/>
    <w:rsid w:val="00365F94"/>
    <w:rsid w:val="00366271"/>
    <w:rsid w:val="003664C1"/>
    <w:rsid w:val="003664EC"/>
    <w:rsid w:val="003664ED"/>
    <w:rsid w:val="0036691F"/>
    <w:rsid w:val="00366DBB"/>
    <w:rsid w:val="0036702E"/>
    <w:rsid w:val="0036741D"/>
    <w:rsid w:val="003675E2"/>
    <w:rsid w:val="0036777D"/>
    <w:rsid w:val="003679BB"/>
    <w:rsid w:val="003679C8"/>
    <w:rsid w:val="00367A19"/>
    <w:rsid w:val="00367E28"/>
    <w:rsid w:val="0037033C"/>
    <w:rsid w:val="00370AE0"/>
    <w:rsid w:val="00370D02"/>
    <w:rsid w:val="00370E56"/>
    <w:rsid w:val="00370FD6"/>
    <w:rsid w:val="0037104E"/>
    <w:rsid w:val="003716DA"/>
    <w:rsid w:val="003717DC"/>
    <w:rsid w:val="00371D34"/>
    <w:rsid w:val="0037219D"/>
    <w:rsid w:val="003722D0"/>
    <w:rsid w:val="00372476"/>
    <w:rsid w:val="0037248A"/>
    <w:rsid w:val="003724D9"/>
    <w:rsid w:val="00372648"/>
    <w:rsid w:val="00372746"/>
    <w:rsid w:val="00372DE1"/>
    <w:rsid w:val="003732F4"/>
    <w:rsid w:val="0037352F"/>
    <w:rsid w:val="00373EE8"/>
    <w:rsid w:val="00373FB5"/>
    <w:rsid w:val="00373FEF"/>
    <w:rsid w:val="0037464C"/>
    <w:rsid w:val="00374C5B"/>
    <w:rsid w:val="00374DFD"/>
    <w:rsid w:val="00374EBB"/>
    <w:rsid w:val="0037558E"/>
    <w:rsid w:val="0037559B"/>
    <w:rsid w:val="00375771"/>
    <w:rsid w:val="0037586B"/>
    <w:rsid w:val="00375934"/>
    <w:rsid w:val="003765EF"/>
    <w:rsid w:val="003766CC"/>
    <w:rsid w:val="0037696A"/>
    <w:rsid w:val="00376B07"/>
    <w:rsid w:val="00376EC6"/>
    <w:rsid w:val="003773FE"/>
    <w:rsid w:val="0037754B"/>
    <w:rsid w:val="0037796C"/>
    <w:rsid w:val="00377CE9"/>
    <w:rsid w:val="00377F74"/>
    <w:rsid w:val="0038006D"/>
    <w:rsid w:val="00380410"/>
    <w:rsid w:val="00380719"/>
    <w:rsid w:val="00380D76"/>
    <w:rsid w:val="00381460"/>
    <w:rsid w:val="0038170B"/>
    <w:rsid w:val="00381EBF"/>
    <w:rsid w:val="00381EE2"/>
    <w:rsid w:val="003826EA"/>
    <w:rsid w:val="00382735"/>
    <w:rsid w:val="00382CD8"/>
    <w:rsid w:val="00382CFA"/>
    <w:rsid w:val="00382F41"/>
    <w:rsid w:val="00382FD6"/>
    <w:rsid w:val="00383E5D"/>
    <w:rsid w:val="003844D6"/>
    <w:rsid w:val="00384745"/>
    <w:rsid w:val="003848F5"/>
    <w:rsid w:val="00384A25"/>
    <w:rsid w:val="00384BC3"/>
    <w:rsid w:val="0038500B"/>
    <w:rsid w:val="003852A0"/>
    <w:rsid w:val="003853EC"/>
    <w:rsid w:val="00385B0A"/>
    <w:rsid w:val="00385CFC"/>
    <w:rsid w:val="00385D61"/>
    <w:rsid w:val="0038619D"/>
    <w:rsid w:val="0038648D"/>
    <w:rsid w:val="00386A20"/>
    <w:rsid w:val="00386B4E"/>
    <w:rsid w:val="00386CC0"/>
    <w:rsid w:val="00386F68"/>
    <w:rsid w:val="00387013"/>
    <w:rsid w:val="003879AE"/>
    <w:rsid w:val="00387D49"/>
    <w:rsid w:val="00387D85"/>
    <w:rsid w:val="00390019"/>
    <w:rsid w:val="00390E05"/>
    <w:rsid w:val="003921CC"/>
    <w:rsid w:val="00392335"/>
    <w:rsid w:val="00392B50"/>
    <w:rsid w:val="00393129"/>
    <w:rsid w:val="00393654"/>
    <w:rsid w:val="00394D1B"/>
    <w:rsid w:val="00395283"/>
    <w:rsid w:val="003954E9"/>
    <w:rsid w:val="003959AA"/>
    <w:rsid w:val="00395BB6"/>
    <w:rsid w:val="00395D1D"/>
    <w:rsid w:val="00395E36"/>
    <w:rsid w:val="00396377"/>
    <w:rsid w:val="003969E0"/>
    <w:rsid w:val="00396C48"/>
    <w:rsid w:val="00396DDB"/>
    <w:rsid w:val="0039703E"/>
    <w:rsid w:val="0039713E"/>
    <w:rsid w:val="003974A9"/>
    <w:rsid w:val="00397B8F"/>
    <w:rsid w:val="00397C72"/>
    <w:rsid w:val="003A08DE"/>
    <w:rsid w:val="003A0C35"/>
    <w:rsid w:val="003A0CDE"/>
    <w:rsid w:val="003A0EF4"/>
    <w:rsid w:val="003A0FD4"/>
    <w:rsid w:val="003A133B"/>
    <w:rsid w:val="003A13C1"/>
    <w:rsid w:val="003A1A37"/>
    <w:rsid w:val="003A20B0"/>
    <w:rsid w:val="003A265F"/>
    <w:rsid w:val="003A2785"/>
    <w:rsid w:val="003A28AE"/>
    <w:rsid w:val="003A2D9C"/>
    <w:rsid w:val="003A395B"/>
    <w:rsid w:val="003A4044"/>
    <w:rsid w:val="003A4876"/>
    <w:rsid w:val="003A4B0F"/>
    <w:rsid w:val="003A50B9"/>
    <w:rsid w:val="003A50FD"/>
    <w:rsid w:val="003A6123"/>
    <w:rsid w:val="003A63B4"/>
    <w:rsid w:val="003A6567"/>
    <w:rsid w:val="003A6614"/>
    <w:rsid w:val="003A68A6"/>
    <w:rsid w:val="003A699A"/>
    <w:rsid w:val="003A73B6"/>
    <w:rsid w:val="003A7602"/>
    <w:rsid w:val="003A78D5"/>
    <w:rsid w:val="003B0BE2"/>
    <w:rsid w:val="003B0CA7"/>
    <w:rsid w:val="003B105A"/>
    <w:rsid w:val="003B10AB"/>
    <w:rsid w:val="003B12FF"/>
    <w:rsid w:val="003B132C"/>
    <w:rsid w:val="003B13AF"/>
    <w:rsid w:val="003B13EF"/>
    <w:rsid w:val="003B161A"/>
    <w:rsid w:val="003B16B4"/>
    <w:rsid w:val="003B1CE5"/>
    <w:rsid w:val="003B1D1E"/>
    <w:rsid w:val="003B1E45"/>
    <w:rsid w:val="003B22A7"/>
    <w:rsid w:val="003B22C4"/>
    <w:rsid w:val="003B24E1"/>
    <w:rsid w:val="003B266C"/>
    <w:rsid w:val="003B2FCB"/>
    <w:rsid w:val="003B305E"/>
    <w:rsid w:val="003B3AED"/>
    <w:rsid w:val="003B3B7D"/>
    <w:rsid w:val="003B3B82"/>
    <w:rsid w:val="003B48F7"/>
    <w:rsid w:val="003B50D2"/>
    <w:rsid w:val="003B51CF"/>
    <w:rsid w:val="003B5559"/>
    <w:rsid w:val="003B58BA"/>
    <w:rsid w:val="003B5967"/>
    <w:rsid w:val="003B59A9"/>
    <w:rsid w:val="003B59C0"/>
    <w:rsid w:val="003B6DEE"/>
    <w:rsid w:val="003B72BF"/>
    <w:rsid w:val="003B733F"/>
    <w:rsid w:val="003B7432"/>
    <w:rsid w:val="003B778C"/>
    <w:rsid w:val="003B78FE"/>
    <w:rsid w:val="003B7E37"/>
    <w:rsid w:val="003C0895"/>
    <w:rsid w:val="003C1231"/>
    <w:rsid w:val="003C1277"/>
    <w:rsid w:val="003C137D"/>
    <w:rsid w:val="003C1755"/>
    <w:rsid w:val="003C1E6E"/>
    <w:rsid w:val="003C23DE"/>
    <w:rsid w:val="003C251A"/>
    <w:rsid w:val="003C254E"/>
    <w:rsid w:val="003C2935"/>
    <w:rsid w:val="003C30A8"/>
    <w:rsid w:val="003C30FC"/>
    <w:rsid w:val="003C3235"/>
    <w:rsid w:val="003C3236"/>
    <w:rsid w:val="003C4250"/>
    <w:rsid w:val="003C43F2"/>
    <w:rsid w:val="003C44D2"/>
    <w:rsid w:val="003C47B6"/>
    <w:rsid w:val="003C47B7"/>
    <w:rsid w:val="003C4BEC"/>
    <w:rsid w:val="003C4E5F"/>
    <w:rsid w:val="003C502E"/>
    <w:rsid w:val="003C5091"/>
    <w:rsid w:val="003C5644"/>
    <w:rsid w:val="003C6E74"/>
    <w:rsid w:val="003C6FBB"/>
    <w:rsid w:val="003C722C"/>
    <w:rsid w:val="003C780A"/>
    <w:rsid w:val="003D0469"/>
    <w:rsid w:val="003D056B"/>
    <w:rsid w:val="003D0690"/>
    <w:rsid w:val="003D069D"/>
    <w:rsid w:val="003D08E1"/>
    <w:rsid w:val="003D08F2"/>
    <w:rsid w:val="003D0C3B"/>
    <w:rsid w:val="003D0CE5"/>
    <w:rsid w:val="003D1197"/>
    <w:rsid w:val="003D151A"/>
    <w:rsid w:val="003D1817"/>
    <w:rsid w:val="003D2719"/>
    <w:rsid w:val="003D2750"/>
    <w:rsid w:val="003D3AD7"/>
    <w:rsid w:val="003D3C50"/>
    <w:rsid w:val="003D4424"/>
    <w:rsid w:val="003D4D9E"/>
    <w:rsid w:val="003D53B8"/>
    <w:rsid w:val="003D565F"/>
    <w:rsid w:val="003D6006"/>
    <w:rsid w:val="003D613D"/>
    <w:rsid w:val="003D68ED"/>
    <w:rsid w:val="003D6BA4"/>
    <w:rsid w:val="003D710E"/>
    <w:rsid w:val="003D7966"/>
    <w:rsid w:val="003E017E"/>
    <w:rsid w:val="003E0743"/>
    <w:rsid w:val="003E0FF4"/>
    <w:rsid w:val="003E12C3"/>
    <w:rsid w:val="003E14C4"/>
    <w:rsid w:val="003E16B7"/>
    <w:rsid w:val="003E1EF6"/>
    <w:rsid w:val="003E24A5"/>
    <w:rsid w:val="003E278D"/>
    <w:rsid w:val="003E31D7"/>
    <w:rsid w:val="003E31FC"/>
    <w:rsid w:val="003E3843"/>
    <w:rsid w:val="003E3A53"/>
    <w:rsid w:val="003E3BFD"/>
    <w:rsid w:val="003E44FA"/>
    <w:rsid w:val="003E48DD"/>
    <w:rsid w:val="003E4C0B"/>
    <w:rsid w:val="003E5A1A"/>
    <w:rsid w:val="003E5E26"/>
    <w:rsid w:val="003E6255"/>
    <w:rsid w:val="003E6296"/>
    <w:rsid w:val="003E6379"/>
    <w:rsid w:val="003E67DA"/>
    <w:rsid w:val="003E6884"/>
    <w:rsid w:val="003E6E29"/>
    <w:rsid w:val="003E6FDE"/>
    <w:rsid w:val="003E73BC"/>
    <w:rsid w:val="003F01DA"/>
    <w:rsid w:val="003F038B"/>
    <w:rsid w:val="003F0417"/>
    <w:rsid w:val="003F04CE"/>
    <w:rsid w:val="003F0504"/>
    <w:rsid w:val="003F05A4"/>
    <w:rsid w:val="003F06E0"/>
    <w:rsid w:val="003F0712"/>
    <w:rsid w:val="003F087B"/>
    <w:rsid w:val="003F0D20"/>
    <w:rsid w:val="003F0DB1"/>
    <w:rsid w:val="003F1430"/>
    <w:rsid w:val="003F1D11"/>
    <w:rsid w:val="003F2659"/>
    <w:rsid w:val="003F2932"/>
    <w:rsid w:val="003F2B02"/>
    <w:rsid w:val="003F2DC4"/>
    <w:rsid w:val="003F2F78"/>
    <w:rsid w:val="003F3891"/>
    <w:rsid w:val="003F3EBD"/>
    <w:rsid w:val="003F44B0"/>
    <w:rsid w:val="003F4682"/>
    <w:rsid w:val="003F4C41"/>
    <w:rsid w:val="003F4FA5"/>
    <w:rsid w:val="003F515C"/>
    <w:rsid w:val="003F5782"/>
    <w:rsid w:val="003F61EF"/>
    <w:rsid w:val="003F682E"/>
    <w:rsid w:val="003F690E"/>
    <w:rsid w:val="003F6C7D"/>
    <w:rsid w:val="003F7124"/>
    <w:rsid w:val="003F7535"/>
    <w:rsid w:val="003F76B6"/>
    <w:rsid w:val="003F779A"/>
    <w:rsid w:val="003F7850"/>
    <w:rsid w:val="003F7A0C"/>
    <w:rsid w:val="003F7DAC"/>
    <w:rsid w:val="003F7E7D"/>
    <w:rsid w:val="0040001C"/>
    <w:rsid w:val="00400217"/>
    <w:rsid w:val="00400632"/>
    <w:rsid w:val="004006F7"/>
    <w:rsid w:val="004007A6"/>
    <w:rsid w:val="0040115D"/>
    <w:rsid w:val="0040120B"/>
    <w:rsid w:val="00402080"/>
    <w:rsid w:val="004022A7"/>
    <w:rsid w:val="00402638"/>
    <w:rsid w:val="00402810"/>
    <w:rsid w:val="00402908"/>
    <w:rsid w:val="0040297E"/>
    <w:rsid w:val="004029DE"/>
    <w:rsid w:val="00402AE5"/>
    <w:rsid w:val="00402FDC"/>
    <w:rsid w:val="004042E0"/>
    <w:rsid w:val="00404F76"/>
    <w:rsid w:val="004052CD"/>
    <w:rsid w:val="0040576E"/>
    <w:rsid w:val="00405AB2"/>
    <w:rsid w:val="00405AD2"/>
    <w:rsid w:val="00405AE4"/>
    <w:rsid w:val="00406312"/>
    <w:rsid w:val="00406959"/>
    <w:rsid w:val="004069EC"/>
    <w:rsid w:val="004074E3"/>
    <w:rsid w:val="00407926"/>
    <w:rsid w:val="00407C43"/>
    <w:rsid w:val="004100E9"/>
    <w:rsid w:val="00410486"/>
    <w:rsid w:val="0041068E"/>
    <w:rsid w:val="00410821"/>
    <w:rsid w:val="00410A0A"/>
    <w:rsid w:val="00410B4B"/>
    <w:rsid w:val="0041114A"/>
    <w:rsid w:val="004119AB"/>
    <w:rsid w:val="004119E6"/>
    <w:rsid w:val="004123DD"/>
    <w:rsid w:val="00413025"/>
    <w:rsid w:val="00413443"/>
    <w:rsid w:val="004137E7"/>
    <w:rsid w:val="00413811"/>
    <w:rsid w:val="00413910"/>
    <w:rsid w:val="0041399D"/>
    <w:rsid w:val="004139CC"/>
    <w:rsid w:val="00413B27"/>
    <w:rsid w:val="00413EBE"/>
    <w:rsid w:val="004140C0"/>
    <w:rsid w:val="00414843"/>
    <w:rsid w:val="0041541C"/>
    <w:rsid w:val="0041542A"/>
    <w:rsid w:val="00415770"/>
    <w:rsid w:val="00415BA7"/>
    <w:rsid w:val="00415C02"/>
    <w:rsid w:val="004161F5"/>
    <w:rsid w:val="00416615"/>
    <w:rsid w:val="0041688F"/>
    <w:rsid w:val="00416AAF"/>
    <w:rsid w:val="00416F45"/>
    <w:rsid w:val="00417937"/>
    <w:rsid w:val="00417F13"/>
    <w:rsid w:val="0042021C"/>
    <w:rsid w:val="004206C9"/>
    <w:rsid w:val="0042074E"/>
    <w:rsid w:val="00420A23"/>
    <w:rsid w:val="00420F74"/>
    <w:rsid w:val="004210F2"/>
    <w:rsid w:val="004211B5"/>
    <w:rsid w:val="0042132C"/>
    <w:rsid w:val="0042161B"/>
    <w:rsid w:val="0042174C"/>
    <w:rsid w:val="00421A1D"/>
    <w:rsid w:val="00422319"/>
    <w:rsid w:val="00422651"/>
    <w:rsid w:val="0042271C"/>
    <w:rsid w:val="004230A5"/>
    <w:rsid w:val="00424871"/>
    <w:rsid w:val="00424E5B"/>
    <w:rsid w:val="00425330"/>
    <w:rsid w:val="00425608"/>
    <w:rsid w:val="00425920"/>
    <w:rsid w:val="00425C11"/>
    <w:rsid w:val="00425F95"/>
    <w:rsid w:val="004266B6"/>
    <w:rsid w:val="00426CFC"/>
    <w:rsid w:val="00427612"/>
    <w:rsid w:val="00427949"/>
    <w:rsid w:val="00430426"/>
    <w:rsid w:val="004306B5"/>
    <w:rsid w:val="00431389"/>
    <w:rsid w:val="0043142B"/>
    <w:rsid w:val="00431730"/>
    <w:rsid w:val="00431B3B"/>
    <w:rsid w:val="00431ED3"/>
    <w:rsid w:val="0043211F"/>
    <w:rsid w:val="004321C1"/>
    <w:rsid w:val="004326FD"/>
    <w:rsid w:val="00432B27"/>
    <w:rsid w:val="00432D0E"/>
    <w:rsid w:val="00433A29"/>
    <w:rsid w:val="00433E10"/>
    <w:rsid w:val="00434554"/>
    <w:rsid w:val="004347A8"/>
    <w:rsid w:val="004347FC"/>
    <w:rsid w:val="00434E2B"/>
    <w:rsid w:val="00435740"/>
    <w:rsid w:val="00436132"/>
    <w:rsid w:val="0043619D"/>
    <w:rsid w:val="004362E4"/>
    <w:rsid w:val="00436335"/>
    <w:rsid w:val="00436535"/>
    <w:rsid w:val="0043728C"/>
    <w:rsid w:val="0043740F"/>
    <w:rsid w:val="00437680"/>
    <w:rsid w:val="0043768F"/>
    <w:rsid w:val="00437942"/>
    <w:rsid w:val="00437B78"/>
    <w:rsid w:val="00437C35"/>
    <w:rsid w:val="00440222"/>
    <w:rsid w:val="004403C5"/>
    <w:rsid w:val="00440702"/>
    <w:rsid w:val="00440706"/>
    <w:rsid w:val="00440816"/>
    <w:rsid w:val="00441200"/>
    <w:rsid w:val="004412F0"/>
    <w:rsid w:val="004412F4"/>
    <w:rsid w:val="00441685"/>
    <w:rsid w:val="00441E8F"/>
    <w:rsid w:val="004422B6"/>
    <w:rsid w:val="00442679"/>
    <w:rsid w:val="0044267A"/>
    <w:rsid w:val="004436A7"/>
    <w:rsid w:val="004436D8"/>
    <w:rsid w:val="00443C8F"/>
    <w:rsid w:val="00443F64"/>
    <w:rsid w:val="00444399"/>
    <w:rsid w:val="004448D3"/>
    <w:rsid w:val="00444E8C"/>
    <w:rsid w:val="004459C4"/>
    <w:rsid w:val="00445ABF"/>
    <w:rsid w:val="00445C68"/>
    <w:rsid w:val="004462FE"/>
    <w:rsid w:val="0044632E"/>
    <w:rsid w:val="00446BC6"/>
    <w:rsid w:val="0044715D"/>
    <w:rsid w:val="004478E7"/>
    <w:rsid w:val="004507E3"/>
    <w:rsid w:val="00450B5A"/>
    <w:rsid w:val="00450CA2"/>
    <w:rsid w:val="00450E0F"/>
    <w:rsid w:val="004512B4"/>
    <w:rsid w:val="0045224D"/>
    <w:rsid w:val="0045247E"/>
    <w:rsid w:val="004524A5"/>
    <w:rsid w:val="00452565"/>
    <w:rsid w:val="0045263C"/>
    <w:rsid w:val="00452770"/>
    <w:rsid w:val="00452A0D"/>
    <w:rsid w:val="0045342A"/>
    <w:rsid w:val="0045352E"/>
    <w:rsid w:val="00453704"/>
    <w:rsid w:val="00453831"/>
    <w:rsid w:val="00453B40"/>
    <w:rsid w:val="00454271"/>
    <w:rsid w:val="004550BD"/>
    <w:rsid w:val="00455628"/>
    <w:rsid w:val="00455845"/>
    <w:rsid w:val="00455AE6"/>
    <w:rsid w:val="00455C54"/>
    <w:rsid w:val="00455EAF"/>
    <w:rsid w:val="00455ECA"/>
    <w:rsid w:val="00455EE3"/>
    <w:rsid w:val="00456278"/>
    <w:rsid w:val="00456495"/>
    <w:rsid w:val="00456BFA"/>
    <w:rsid w:val="00456D47"/>
    <w:rsid w:val="00456F07"/>
    <w:rsid w:val="004570D0"/>
    <w:rsid w:val="004571EF"/>
    <w:rsid w:val="004571F5"/>
    <w:rsid w:val="00457855"/>
    <w:rsid w:val="00457EC5"/>
    <w:rsid w:val="00460436"/>
    <w:rsid w:val="00460510"/>
    <w:rsid w:val="004608A4"/>
    <w:rsid w:val="004609F9"/>
    <w:rsid w:val="00462748"/>
    <w:rsid w:val="00462874"/>
    <w:rsid w:val="00462C32"/>
    <w:rsid w:val="00462DAF"/>
    <w:rsid w:val="00462E89"/>
    <w:rsid w:val="004632CA"/>
    <w:rsid w:val="00463489"/>
    <w:rsid w:val="0046349F"/>
    <w:rsid w:val="00463B87"/>
    <w:rsid w:val="00463CE6"/>
    <w:rsid w:val="00463D20"/>
    <w:rsid w:val="004641DF"/>
    <w:rsid w:val="00464577"/>
    <w:rsid w:val="0046474A"/>
    <w:rsid w:val="004655B7"/>
    <w:rsid w:val="00465926"/>
    <w:rsid w:val="00465A5F"/>
    <w:rsid w:val="00465CE8"/>
    <w:rsid w:val="00465E0C"/>
    <w:rsid w:val="00466176"/>
    <w:rsid w:val="004662B5"/>
    <w:rsid w:val="00466400"/>
    <w:rsid w:val="00466FC8"/>
    <w:rsid w:val="004676E5"/>
    <w:rsid w:val="004679B5"/>
    <w:rsid w:val="00467A8E"/>
    <w:rsid w:val="00467D5D"/>
    <w:rsid w:val="00470387"/>
    <w:rsid w:val="00470444"/>
    <w:rsid w:val="00470AC8"/>
    <w:rsid w:val="00470E45"/>
    <w:rsid w:val="00470EB5"/>
    <w:rsid w:val="00471013"/>
    <w:rsid w:val="004719EA"/>
    <w:rsid w:val="00471CD2"/>
    <w:rsid w:val="00471DC9"/>
    <w:rsid w:val="00471FA1"/>
    <w:rsid w:val="0047219B"/>
    <w:rsid w:val="004728B6"/>
    <w:rsid w:val="00472BB2"/>
    <w:rsid w:val="0047313F"/>
    <w:rsid w:val="004736AB"/>
    <w:rsid w:val="00473B44"/>
    <w:rsid w:val="00473F36"/>
    <w:rsid w:val="0047441F"/>
    <w:rsid w:val="004745E7"/>
    <w:rsid w:val="00474796"/>
    <w:rsid w:val="00474820"/>
    <w:rsid w:val="0047498F"/>
    <w:rsid w:val="00474A99"/>
    <w:rsid w:val="00474F46"/>
    <w:rsid w:val="0047510D"/>
    <w:rsid w:val="004754CD"/>
    <w:rsid w:val="0047584C"/>
    <w:rsid w:val="004759FB"/>
    <w:rsid w:val="00475F6D"/>
    <w:rsid w:val="00476424"/>
    <w:rsid w:val="0047695A"/>
    <w:rsid w:val="00476ED1"/>
    <w:rsid w:val="004773A6"/>
    <w:rsid w:val="004774D9"/>
    <w:rsid w:val="00480B89"/>
    <w:rsid w:val="00480E7D"/>
    <w:rsid w:val="00481500"/>
    <w:rsid w:val="0048188F"/>
    <w:rsid w:val="004818D8"/>
    <w:rsid w:val="004819D2"/>
    <w:rsid w:val="004819E0"/>
    <w:rsid w:val="00481A5F"/>
    <w:rsid w:val="00482501"/>
    <w:rsid w:val="00482DAC"/>
    <w:rsid w:val="004832B0"/>
    <w:rsid w:val="004838F1"/>
    <w:rsid w:val="00484223"/>
    <w:rsid w:val="004847CC"/>
    <w:rsid w:val="0048481C"/>
    <w:rsid w:val="00484914"/>
    <w:rsid w:val="004849EB"/>
    <w:rsid w:val="00485493"/>
    <w:rsid w:val="004855FC"/>
    <w:rsid w:val="00485AA2"/>
    <w:rsid w:val="00485AD3"/>
    <w:rsid w:val="004867FA"/>
    <w:rsid w:val="00486F53"/>
    <w:rsid w:val="004871DF"/>
    <w:rsid w:val="0048744F"/>
    <w:rsid w:val="00487E7C"/>
    <w:rsid w:val="004904DE"/>
    <w:rsid w:val="00490CFB"/>
    <w:rsid w:val="0049134D"/>
    <w:rsid w:val="00491579"/>
    <w:rsid w:val="004917D8"/>
    <w:rsid w:val="004919A9"/>
    <w:rsid w:val="00491AC3"/>
    <w:rsid w:val="00492471"/>
    <w:rsid w:val="00492531"/>
    <w:rsid w:val="00492B3C"/>
    <w:rsid w:val="00492C25"/>
    <w:rsid w:val="004935A7"/>
    <w:rsid w:val="00493892"/>
    <w:rsid w:val="00493A05"/>
    <w:rsid w:val="00493DB4"/>
    <w:rsid w:val="004947A1"/>
    <w:rsid w:val="00494847"/>
    <w:rsid w:val="00495FD0"/>
    <w:rsid w:val="004965D1"/>
    <w:rsid w:val="004966F9"/>
    <w:rsid w:val="00496817"/>
    <w:rsid w:val="00496A1B"/>
    <w:rsid w:val="00496F93"/>
    <w:rsid w:val="004973AE"/>
    <w:rsid w:val="00497577"/>
    <w:rsid w:val="00497908"/>
    <w:rsid w:val="004A03B5"/>
    <w:rsid w:val="004A0648"/>
    <w:rsid w:val="004A0840"/>
    <w:rsid w:val="004A0A1E"/>
    <w:rsid w:val="004A0B40"/>
    <w:rsid w:val="004A0FA8"/>
    <w:rsid w:val="004A12B6"/>
    <w:rsid w:val="004A195A"/>
    <w:rsid w:val="004A1B7D"/>
    <w:rsid w:val="004A229B"/>
    <w:rsid w:val="004A2683"/>
    <w:rsid w:val="004A2742"/>
    <w:rsid w:val="004A27E0"/>
    <w:rsid w:val="004A2B1F"/>
    <w:rsid w:val="004A2C12"/>
    <w:rsid w:val="004A2FFB"/>
    <w:rsid w:val="004A3028"/>
    <w:rsid w:val="004A3069"/>
    <w:rsid w:val="004A3669"/>
    <w:rsid w:val="004A3EC3"/>
    <w:rsid w:val="004A3F7F"/>
    <w:rsid w:val="004A418B"/>
    <w:rsid w:val="004A4340"/>
    <w:rsid w:val="004A4354"/>
    <w:rsid w:val="004A443B"/>
    <w:rsid w:val="004A453B"/>
    <w:rsid w:val="004A462C"/>
    <w:rsid w:val="004A47F8"/>
    <w:rsid w:val="004A4C81"/>
    <w:rsid w:val="004A53C8"/>
    <w:rsid w:val="004A5403"/>
    <w:rsid w:val="004A5676"/>
    <w:rsid w:val="004A59DC"/>
    <w:rsid w:val="004A5D1F"/>
    <w:rsid w:val="004A5E64"/>
    <w:rsid w:val="004A689D"/>
    <w:rsid w:val="004A69E0"/>
    <w:rsid w:val="004A7488"/>
    <w:rsid w:val="004A7606"/>
    <w:rsid w:val="004A77BE"/>
    <w:rsid w:val="004A784D"/>
    <w:rsid w:val="004A79A3"/>
    <w:rsid w:val="004A7B84"/>
    <w:rsid w:val="004B0049"/>
    <w:rsid w:val="004B02BF"/>
    <w:rsid w:val="004B04CC"/>
    <w:rsid w:val="004B0B7E"/>
    <w:rsid w:val="004B0DC8"/>
    <w:rsid w:val="004B0E52"/>
    <w:rsid w:val="004B0F82"/>
    <w:rsid w:val="004B1103"/>
    <w:rsid w:val="004B2158"/>
    <w:rsid w:val="004B241C"/>
    <w:rsid w:val="004B2425"/>
    <w:rsid w:val="004B2546"/>
    <w:rsid w:val="004B2B44"/>
    <w:rsid w:val="004B330F"/>
    <w:rsid w:val="004B33E8"/>
    <w:rsid w:val="004B3BD6"/>
    <w:rsid w:val="004B3DB0"/>
    <w:rsid w:val="004B4517"/>
    <w:rsid w:val="004B47EE"/>
    <w:rsid w:val="004B48CC"/>
    <w:rsid w:val="004B4BEC"/>
    <w:rsid w:val="004B50A6"/>
    <w:rsid w:val="004B5301"/>
    <w:rsid w:val="004B56A3"/>
    <w:rsid w:val="004B5830"/>
    <w:rsid w:val="004B59B1"/>
    <w:rsid w:val="004B5B8D"/>
    <w:rsid w:val="004B5C69"/>
    <w:rsid w:val="004B6037"/>
    <w:rsid w:val="004B606E"/>
    <w:rsid w:val="004B6468"/>
    <w:rsid w:val="004B686C"/>
    <w:rsid w:val="004B6BB8"/>
    <w:rsid w:val="004B6C59"/>
    <w:rsid w:val="004B6DD6"/>
    <w:rsid w:val="004B7E59"/>
    <w:rsid w:val="004B7F88"/>
    <w:rsid w:val="004C0015"/>
    <w:rsid w:val="004C01FA"/>
    <w:rsid w:val="004C0404"/>
    <w:rsid w:val="004C0893"/>
    <w:rsid w:val="004C0F89"/>
    <w:rsid w:val="004C2226"/>
    <w:rsid w:val="004C24E8"/>
    <w:rsid w:val="004C254E"/>
    <w:rsid w:val="004C2E55"/>
    <w:rsid w:val="004C2ED4"/>
    <w:rsid w:val="004C2FD5"/>
    <w:rsid w:val="004C3036"/>
    <w:rsid w:val="004C331E"/>
    <w:rsid w:val="004C3740"/>
    <w:rsid w:val="004C38ED"/>
    <w:rsid w:val="004C39AC"/>
    <w:rsid w:val="004C3BDF"/>
    <w:rsid w:val="004C3CD8"/>
    <w:rsid w:val="004C3F86"/>
    <w:rsid w:val="004C4074"/>
    <w:rsid w:val="004C409F"/>
    <w:rsid w:val="004C4332"/>
    <w:rsid w:val="004C4658"/>
    <w:rsid w:val="004C46E6"/>
    <w:rsid w:val="004C47B4"/>
    <w:rsid w:val="004C4951"/>
    <w:rsid w:val="004C4D29"/>
    <w:rsid w:val="004C5026"/>
    <w:rsid w:val="004C51B2"/>
    <w:rsid w:val="004C5C84"/>
    <w:rsid w:val="004C5F28"/>
    <w:rsid w:val="004C610D"/>
    <w:rsid w:val="004C62FA"/>
    <w:rsid w:val="004C6BA7"/>
    <w:rsid w:val="004C7502"/>
    <w:rsid w:val="004C7767"/>
    <w:rsid w:val="004D0002"/>
    <w:rsid w:val="004D00E2"/>
    <w:rsid w:val="004D01C2"/>
    <w:rsid w:val="004D03B6"/>
    <w:rsid w:val="004D1117"/>
    <w:rsid w:val="004D12C8"/>
    <w:rsid w:val="004D1547"/>
    <w:rsid w:val="004D1B22"/>
    <w:rsid w:val="004D1DA6"/>
    <w:rsid w:val="004D2342"/>
    <w:rsid w:val="004D269C"/>
    <w:rsid w:val="004D2A0F"/>
    <w:rsid w:val="004D3821"/>
    <w:rsid w:val="004D3D75"/>
    <w:rsid w:val="004D44C8"/>
    <w:rsid w:val="004D582F"/>
    <w:rsid w:val="004D58DB"/>
    <w:rsid w:val="004D5C6A"/>
    <w:rsid w:val="004D5D57"/>
    <w:rsid w:val="004D62F1"/>
    <w:rsid w:val="004D655F"/>
    <w:rsid w:val="004D6779"/>
    <w:rsid w:val="004D7173"/>
    <w:rsid w:val="004D72BE"/>
    <w:rsid w:val="004D7308"/>
    <w:rsid w:val="004D794A"/>
    <w:rsid w:val="004D797A"/>
    <w:rsid w:val="004D7E26"/>
    <w:rsid w:val="004E056F"/>
    <w:rsid w:val="004E083D"/>
    <w:rsid w:val="004E0E86"/>
    <w:rsid w:val="004E15B3"/>
    <w:rsid w:val="004E1640"/>
    <w:rsid w:val="004E191B"/>
    <w:rsid w:val="004E1B1A"/>
    <w:rsid w:val="004E1BCF"/>
    <w:rsid w:val="004E215F"/>
    <w:rsid w:val="004E254C"/>
    <w:rsid w:val="004E25F0"/>
    <w:rsid w:val="004E2767"/>
    <w:rsid w:val="004E2B2C"/>
    <w:rsid w:val="004E2D3E"/>
    <w:rsid w:val="004E2D3F"/>
    <w:rsid w:val="004E3039"/>
    <w:rsid w:val="004E33F1"/>
    <w:rsid w:val="004E390B"/>
    <w:rsid w:val="004E44D6"/>
    <w:rsid w:val="004E45C2"/>
    <w:rsid w:val="004E4F13"/>
    <w:rsid w:val="004E5112"/>
    <w:rsid w:val="004E51AB"/>
    <w:rsid w:val="004E5797"/>
    <w:rsid w:val="004E6131"/>
    <w:rsid w:val="004E6442"/>
    <w:rsid w:val="004E70DA"/>
    <w:rsid w:val="004E70E4"/>
    <w:rsid w:val="004E7602"/>
    <w:rsid w:val="004E7BF7"/>
    <w:rsid w:val="004E7C71"/>
    <w:rsid w:val="004E7E2D"/>
    <w:rsid w:val="004F0215"/>
    <w:rsid w:val="004F1925"/>
    <w:rsid w:val="004F1CC1"/>
    <w:rsid w:val="004F1FED"/>
    <w:rsid w:val="004F243D"/>
    <w:rsid w:val="004F27EB"/>
    <w:rsid w:val="004F2DA3"/>
    <w:rsid w:val="004F3380"/>
    <w:rsid w:val="004F33A0"/>
    <w:rsid w:val="004F34A9"/>
    <w:rsid w:val="004F3823"/>
    <w:rsid w:val="004F3AA1"/>
    <w:rsid w:val="004F3E86"/>
    <w:rsid w:val="004F404E"/>
    <w:rsid w:val="004F4806"/>
    <w:rsid w:val="004F4833"/>
    <w:rsid w:val="004F4959"/>
    <w:rsid w:val="004F4984"/>
    <w:rsid w:val="004F4FD9"/>
    <w:rsid w:val="004F58AE"/>
    <w:rsid w:val="004F59EE"/>
    <w:rsid w:val="004F6443"/>
    <w:rsid w:val="004F6562"/>
    <w:rsid w:val="004F6717"/>
    <w:rsid w:val="004F6889"/>
    <w:rsid w:val="004F69E1"/>
    <w:rsid w:val="004F6B8D"/>
    <w:rsid w:val="004F6BE1"/>
    <w:rsid w:val="004F6D9E"/>
    <w:rsid w:val="004F7DF6"/>
    <w:rsid w:val="004F7F18"/>
    <w:rsid w:val="004F7F3E"/>
    <w:rsid w:val="0050016A"/>
    <w:rsid w:val="005004ED"/>
    <w:rsid w:val="005008A2"/>
    <w:rsid w:val="0050128A"/>
    <w:rsid w:val="005013D2"/>
    <w:rsid w:val="00501430"/>
    <w:rsid w:val="00501CA0"/>
    <w:rsid w:val="00501DC5"/>
    <w:rsid w:val="0050267B"/>
    <w:rsid w:val="00503891"/>
    <w:rsid w:val="00503FD0"/>
    <w:rsid w:val="005048E6"/>
    <w:rsid w:val="00504C21"/>
    <w:rsid w:val="00504C2B"/>
    <w:rsid w:val="005056C7"/>
    <w:rsid w:val="0050582F"/>
    <w:rsid w:val="00505900"/>
    <w:rsid w:val="00505E5D"/>
    <w:rsid w:val="00505F0F"/>
    <w:rsid w:val="005060BA"/>
    <w:rsid w:val="00506711"/>
    <w:rsid w:val="00506801"/>
    <w:rsid w:val="00506BAD"/>
    <w:rsid w:val="0050717F"/>
    <w:rsid w:val="00507330"/>
    <w:rsid w:val="00507387"/>
    <w:rsid w:val="00507573"/>
    <w:rsid w:val="0050762A"/>
    <w:rsid w:val="0050782F"/>
    <w:rsid w:val="00507869"/>
    <w:rsid w:val="00507ABE"/>
    <w:rsid w:val="00507ECE"/>
    <w:rsid w:val="00507F0E"/>
    <w:rsid w:val="0051037D"/>
    <w:rsid w:val="005104DD"/>
    <w:rsid w:val="00510547"/>
    <w:rsid w:val="0051057C"/>
    <w:rsid w:val="00510D72"/>
    <w:rsid w:val="00511123"/>
    <w:rsid w:val="005112DE"/>
    <w:rsid w:val="0051160C"/>
    <w:rsid w:val="0051184A"/>
    <w:rsid w:val="00511A47"/>
    <w:rsid w:val="00511D5F"/>
    <w:rsid w:val="0051207B"/>
    <w:rsid w:val="005121AB"/>
    <w:rsid w:val="00512405"/>
    <w:rsid w:val="005124A3"/>
    <w:rsid w:val="0051257B"/>
    <w:rsid w:val="005127CA"/>
    <w:rsid w:val="00512F2A"/>
    <w:rsid w:val="0051349E"/>
    <w:rsid w:val="00513E90"/>
    <w:rsid w:val="00514435"/>
    <w:rsid w:val="00514AC9"/>
    <w:rsid w:val="00514F79"/>
    <w:rsid w:val="00515009"/>
    <w:rsid w:val="00515132"/>
    <w:rsid w:val="00515681"/>
    <w:rsid w:val="005158B8"/>
    <w:rsid w:val="005159E2"/>
    <w:rsid w:val="00515EE6"/>
    <w:rsid w:val="00516239"/>
    <w:rsid w:val="005168BB"/>
    <w:rsid w:val="00516B73"/>
    <w:rsid w:val="0051745A"/>
    <w:rsid w:val="00517615"/>
    <w:rsid w:val="00517A39"/>
    <w:rsid w:val="00517B2E"/>
    <w:rsid w:val="00517B60"/>
    <w:rsid w:val="00517C24"/>
    <w:rsid w:val="005200AE"/>
    <w:rsid w:val="00520192"/>
    <w:rsid w:val="005205D5"/>
    <w:rsid w:val="005209E1"/>
    <w:rsid w:val="00520E78"/>
    <w:rsid w:val="005210A6"/>
    <w:rsid w:val="00521233"/>
    <w:rsid w:val="0052179A"/>
    <w:rsid w:val="00521933"/>
    <w:rsid w:val="00521AC2"/>
    <w:rsid w:val="00521EA0"/>
    <w:rsid w:val="005220D0"/>
    <w:rsid w:val="0052238D"/>
    <w:rsid w:val="00522855"/>
    <w:rsid w:val="00522A35"/>
    <w:rsid w:val="00522FAB"/>
    <w:rsid w:val="005232F1"/>
    <w:rsid w:val="00523661"/>
    <w:rsid w:val="0052385B"/>
    <w:rsid w:val="005239DB"/>
    <w:rsid w:val="00523B57"/>
    <w:rsid w:val="00523BA6"/>
    <w:rsid w:val="00523D54"/>
    <w:rsid w:val="005242E6"/>
    <w:rsid w:val="005252B1"/>
    <w:rsid w:val="00525A91"/>
    <w:rsid w:val="00525ADA"/>
    <w:rsid w:val="00526023"/>
    <w:rsid w:val="0052620F"/>
    <w:rsid w:val="005263E6"/>
    <w:rsid w:val="0052685E"/>
    <w:rsid w:val="00526D39"/>
    <w:rsid w:val="00526DF1"/>
    <w:rsid w:val="00526FC2"/>
    <w:rsid w:val="0052786D"/>
    <w:rsid w:val="005278A1"/>
    <w:rsid w:val="00527A76"/>
    <w:rsid w:val="00527D9C"/>
    <w:rsid w:val="00527E66"/>
    <w:rsid w:val="005300A4"/>
    <w:rsid w:val="00530B50"/>
    <w:rsid w:val="00530FAB"/>
    <w:rsid w:val="005317FA"/>
    <w:rsid w:val="00531A11"/>
    <w:rsid w:val="00531B89"/>
    <w:rsid w:val="00531F86"/>
    <w:rsid w:val="00532430"/>
    <w:rsid w:val="00532523"/>
    <w:rsid w:val="00532737"/>
    <w:rsid w:val="00532DA8"/>
    <w:rsid w:val="005334BF"/>
    <w:rsid w:val="005335EB"/>
    <w:rsid w:val="00533D9A"/>
    <w:rsid w:val="0053453A"/>
    <w:rsid w:val="00534556"/>
    <w:rsid w:val="005345C2"/>
    <w:rsid w:val="00534659"/>
    <w:rsid w:val="00534AB3"/>
    <w:rsid w:val="00534D9F"/>
    <w:rsid w:val="00535104"/>
    <w:rsid w:val="0053540D"/>
    <w:rsid w:val="005358A4"/>
    <w:rsid w:val="00535FB9"/>
    <w:rsid w:val="00536954"/>
    <w:rsid w:val="00536E37"/>
    <w:rsid w:val="00536F67"/>
    <w:rsid w:val="00537270"/>
    <w:rsid w:val="00537347"/>
    <w:rsid w:val="0053755F"/>
    <w:rsid w:val="00537669"/>
    <w:rsid w:val="0053772C"/>
    <w:rsid w:val="00537A01"/>
    <w:rsid w:val="005406B4"/>
    <w:rsid w:val="0054080D"/>
    <w:rsid w:val="00540837"/>
    <w:rsid w:val="00540AF3"/>
    <w:rsid w:val="00541191"/>
    <w:rsid w:val="0054128C"/>
    <w:rsid w:val="005414EA"/>
    <w:rsid w:val="00541513"/>
    <w:rsid w:val="00541D06"/>
    <w:rsid w:val="00542200"/>
    <w:rsid w:val="0054233B"/>
    <w:rsid w:val="00542418"/>
    <w:rsid w:val="00542761"/>
    <w:rsid w:val="00542C7E"/>
    <w:rsid w:val="00542CD7"/>
    <w:rsid w:val="00542D10"/>
    <w:rsid w:val="00542EBD"/>
    <w:rsid w:val="005432DE"/>
    <w:rsid w:val="005434C7"/>
    <w:rsid w:val="005434CB"/>
    <w:rsid w:val="005434E8"/>
    <w:rsid w:val="005435AB"/>
    <w:rsid w:val="00543842"/>
    <w:rsid w:val="00543934"/>
    <w:rsid w:val="00543E72"/>
    <w:rsid w:val="00543FC8"/>
    <w:rsid w:val="005441C2"/>
    <w:rsid w:val="005445A4"/>
    <w:rsid w:val="005446F7"/>
    <w:rsid w:val="00544C00"/>
    <w:rsid w:val="0054546D"/>
    <w:rsid w:val="00545BD9"/>
    <w:rsid w:val="00546B16"/>
    <w:rsid w:val="005470FB"/>
    <w:rsid w:val="00547E1E"/>
    <w:rsid w:val="00547EAA"/>
    <w:rsid w:val="00550B6A"/>
    <w:rsid w:val="00550BE6"/>
    <w:rsid w:val="00551203"/>
    <w:rsid w:val="00551545"/>
    <w:rsid w:val="0055168C"/>
    <w:rsid w:val="00552437"/>
    <w:rsid w:val="005525A0"/>
    <w:rsid w:val="005528DF"/>
    <w:rsid w:val="005528E1"/>
    <w:rsid w:val="00552C22"/>
    <w:rsid w:val="00552C6E"/>
    <w:rsid w:val="005531F0"/>
    <w:rsid w:val="0055335F"/>
    <w:rsid w:val="00553558"/>
    <w:rsid w:val="005535F8"/>
    <w:rsid w:val="00553F72"/>
    <w:rsid w:val="005540FE"/>
    <w:rsid w:val="00554238"/>
    <w:rsid w:val="005545CD"/>
    <w:rsid w:val="00554B09"/>
    <w:rsid w:val="00554B53"/>
    <w:rsid w:val="00554C8D"/>
    <w:rsid w:val="005555B2"/>
    <w:rsid w:val="00555F91"/>
    <w:rsid w:val="00555FB5"/>
    <w:rsid w:val="00556505"/>
    <w:rsid w:val="0055682E"/>
    <w:rsid w:val="00556A84"/>
    <w:rsid w:val="00556ED7"/>
    <w:rsid w:val="005570E7"/>
    <w:rsid w:val="005578EB"/>
    <w:rsid w:val="00560574"/>
    <w:rsid w:val="00560AA7"/>
    <w:rsid w:val="00561527"/>
    <w:rsid w:val="005616A6"/>
    <w:rsid w:val="0056181B"/>
    <w:rsid w:val="005619B9"/>
    <w:rsid w:val="00561C06"/>
    <w:rsid w:val="005624A5"/>
    <w:rsid w:val="00562729"/>
    <w:rsid w:val="00562842"/>
    <w:rsid w:val="005635BD"/>
    <w:rsid w:val="00563892"/>
    <w:rsid w:val="00563CC9"/>
    <w:rsid w:val="00563F22"/>
    <w:rsid w:val="0056453F"/>
    <w:rsid w:val="00564831"/>
    <w:rsid w:val="00564C25"/>
    <w:rsid w:val="0056504D"/>
    <w:rsid w:val="00565973"/>
    <w:rsid w:val="005659EF"/>
    <w:rsid w:val="00566485"/>
    <w:rsid w:val="0056649E"/>
    <w:rsid w:val="005667D5"/>
    <w:rsid w:val="005667E9"/>
    <w:rsid w:val="005667F2"/>
    <w:rsid w:val="00566973"/>
    <w:rsid w:val="00566B9D"/>
    <w:rsid w:val="005670E3"/>
    <w:rsid w:val="005672AA"/>
    <w:rsid w:val="00567507"/>
    <w:rsid w:val="00567520"/>
    <w:rsid w:val="00567907"/>
    <w:rsid w:val="005679D9"/>
    <w:rsid w:val="00567FAD"/>
    <w:rsid w:val="00570255"/>
    <w:rsid w:val="005702FA"/>
    <w:rsid w:val="0057094D"/>
    <w:rsid w:val="00570BF4"/>
    <w:rsid w:val="0057108A"/>
    <w:rsid w:val="005714B0"/>
    <w:rsid w:val="0057158E"/>
    <w:rsid w:val="0057167E"/>
    <w:rsid w:val="005719D5"/>
    <w:rsid w:val="00571DEE"/>
    <w:rsid w:val="0057207D"/>
    <w:rsid w:val="0057213F"/>
    <w:rsid w:val="00572337"/>
    <w:rsid w:val="005724CC"/>
    <w:rsid w:val="00572A8A"/>
    <w:rsid w:val="00572B9D"/>
    <w:rsid w:val="00573379"/>
    <w:rsid w:val="005733B2"/>
    <w:rsid w:val="0057342F"/>
    <w:rsid w:val="00573439"/>
    <w:rsid w:val="00573982"/>
    <w:rsid w:val="00573E00"/>
    <w:rsid w:val="005741D0"/>
    <w:rsid w:val="005743D8"/>
    <w:rsid w:val="0057442D"/>
    <w:rsid w:val="00574611"/>
    <w:rsid w:val="00574AFF"/>
    <w:rsid w:val="00574C22"/>
    <w:rsid w:val="00574EE4"/>
    <w:rsid w:val="00575241"/>
    <w:rsid w:val="005752A6"/>
    <w:rsid w:val="00575492"/>
    <w:rsid w:val="005754FE"/>
    <w:rsid w:val="00575760"/>
    <w:rsid w:val="00576124"/>
    <w:rsid w:val="0057634B"/>
    <w:rsid w:val="005768F6"/>
    <w:rsid w:val="00576E3C"/>
    <w:rsid w:val="00577139"/>
    <w:rsid w:val="00577218"/>
    <w:rsid w:val="00577B93"/>
    <w:rsid w:val="00577E73"/>
    <w:rsid w:val="005805A1"/>
    <w:rsid w:val="00580685"/>
    <w:rsid w:val="0058069F"/>
    <w:rsid w:val="005807D4"/>
    <w:rsid w:val="00580A68"/>
    <w:rsid w:val="00581430"/>
    <w:rsid w:val="005814B5"/>
    <w:rsid w:val="005814F5"/>
    <w:rsid w:val="005815D5"/>
    <w:rsid w:val="00581A05"/>
    <w:rsid w:val="00581D8C"/>
    <w:rsid w:val="0058213E"/>
    <w:rsid w:val="00582A1B"/>
    <w:rsid w:val="0058321F"/>
    <w:rsid w:val="005836C7"/>
    <w:rsid w:val="00583CF9"/>
    <w:rsid w:val="00584252"/>
    <w:rsid w:val="0058441B"/>
    <w:rsid w:val="00584F3F"/>
    <w:rsid w:val="00585157"/>
    <w:rsid w:val="0058528C"/>
    <w:rsid w:val="00585579"/>
    <w:rsid w:val="00585B64"/>
    <w:rsid w:val="00586065"/>
    <w:rsid w:val="00586575"/>
    <w:rsid w:val="005865E9"/>
    <w:rsid w:val="0058662F"/>
    <w:rsid w:val="005867AC"/>
    <w:rsid w:val="00586E5E"/>
    <w:rsid w:val="00586FD0"/>
    <w:rsid w:val="0058732A"/>
    <w:rsid w:val="0058744B"/>
    <w:rsid w:val="005875CB"/>
    <w:rsid w:val="00587867"/>
    <w:rsid w:val="00587AAD"/>
    <w:rsid w:val="00587D92"/>
    <w:rsid w:val="00590262"/>
    <w:rsid w:val="005902D5"/>
    <w:rsid w:val="00590723"/>
    <w:rsid w:val="0059252E"/>
    <w:rsid w:val="00592877"/>
    <w:rsid w:val="00592B7C"/>
    <w:rsid w:val="00592DA3"/>
    <w:rsid w:val="005931DD"/>
    <w:rsid w:val="0059334C"/>
    <w:rsid w:val="00593A23"/>
    <w:rsid w:val="00593DE9"/>
    <w:rsid w:val="0059447B"/>
    <w:rsid w:val="00594669"/>
    <w:rsid w:val="00594A7C"/>
    <w:rsid w:val="0059513E"/>
    <w:rsid w:val="00595362"/>
    <w:rsid w:val="005956F3"/>
    <w:rsid w:val="005957C2"/>
    <w:rsid w:val="00595A3F"/>
    <w:rsid w:val="00595D06"/>
    <w:rsid w:val="00595E74"/>
    <w:rsid w:val="005967CF"/>
    <w:rsid w:val="00596934"/>
    <w:rsid w:val="00596E55"/>
    <w:rsid w:val="00597954"/>
    <w:rsid w:val="00597C44"/>
    <w:rsid w:val="00597F53"/>
    <w:rsid w:val="005A0011"/>
    <w:rsid w:val="005A034A"/>
    <w:rsid w:val="005A0439"/>
    <w:rsid w:val="005A04DB"/>
    <w:rsid w:val="005A06FB"/>
    <w:rsid w:val="005A088A"/>
    <w:rsid w:val="005A0E68"/>
    <w:rsid w:val="005A130D"/>
    <w:rsid w:val="005A1437"/>
    <w:rsid w:val="005A1913"/>
    <w:rsid w:val="005A241B"/>
    <w:rsid w:val="005A26BD"/>
    <w:rsid w:val="005A27B6"/>
    <w:rsid w:val="005A316A"/>
    <w:rsid w:val="005A356F"/>
    <w:rsid w:val="005A357B"/>
    <w:rsid w:val="005A3EE7"/>
    <w:rsid w:val="005A3F43"/>
    <w:rsid w:val="005A4132"/>
    <w:rsid w:val="005A4273"/>
    <w:rsid w:val="005A42C4"/>
    <w:rsid w:val="005A4302"/>
    <w:rsid w:val="005A4336"/>
    <w:rsid w:val="005A43DA"/>
    <w:rsid w:val="005A4907"/>
    <w:rsid w:val="005A4AA5"/>
    <w:rsid w:val="005A4B77"/>
    <w:rsid w:val="005A4FFD"/>
    <w:rsid w:val="005A5115"/>
    <w:rsid w:val="005A5197"/>
    <w:rsid w:val="005A550E"/>
    <w:rsid w:val="005A5628"/>
    <w:rsid w:val="005A58EF"/>
    <w:rsid w:val="005A63A3"/>
    <w:rsid w:val="005A6F1B"/>
    <w:rsid w:val="005A7520"/>
    <w:rsid w:val="005A76B7"/>
    <w:rsid w:val="005A7924"/>
    <w:rsid w:val="005A7C2A"/>
    <w:rsid w:val="005B04AE"/>
    <w:rsid w:val="005B04DD"/>
    <w:rsid w:val="005B143A"/>
    <w:rsid w:val="005B17A9"/>
    <w:rsid w:val="005B249F"/>
    <w:rsid w:val="005B29B3"/>
    <w:rsid w:val="005B2BA5"/>
    <w:rsid w:val="005B2E84"/>
    <w:rsid w:val="005B3821"/>
    <w:rsid w:val="005B398B"/>
    <w:rsid w:val="005B3AF8"/>
    <w:rsid w:val="005B3B32"/>
    <w:rsid w:val="005B4286"/>
    <w:rsid w:val="005B45C5"/>
    <w:rsid w:val="005B4DA0"/>
    <w:rsid w:val="005B50D1"/>
    <w:rsid w:val="005B555E"/>
    <w:rsid w:val="005B574F"/>
    <w:rsid w:val="005B57E9"/>
    <w:rsid w:val="005B5880"/>
    <w:rsid w:val="005B60E6"/>
    <w:rsid w:val="005B63A6"/>
    <w:rsid w:val="005B6679"/>
    <w:rsid w:val="005B6BED"/>
    <w:rsid w:val="005B6E47"/>
    <w:rsid w:val="005B6F5D"/>
    <w:rsid w:val="005B716B"/>
    <w:rsid w:val="005B7A64"/>
    <w:rsid w:val="005B7E3C"/>
    <w:rsid w:val="005C00D9"/>
    <w:rsid w:val="005C0EBF"/>
    <w:rsid w:val="005C183C"/>
    <w:rsid w:val="005C1C91"/>
    <w:rsid w:val="005C22F9"/>
    <w:rsid w:val="005C234A"/>
    <w:rsid w:val="005C2F5F"/>
    <w:rsid w:val="005C41A0"/>
    <w:rsid w:val="005C4256"/>
    <w:rsid w:val="005C43B7"/>
    <w:rsid w:val="005C44E1"/>
    <w:rsid w:val="005C4514"/>
    <w:rsid w:val="005C4710"/>
    <w:rsid w:val="005C487C"/>
    <w:rsid w:val="005C4F75"/>
    <w:rsid w:val="005C59E1"/>
    <w:rsid w:val="005C6215"/>
    <w:rsid w:val="005C6245"/>
    <w:rsid w:val="005C62F8"/>
    <w:rsid w:val="005C6573"/>
    <w:rsid w:val="005C66E5"/>
    <w:rsid w:val="005C6A08"/>
    <w:rsid w:val="005C6DD2"/>
    <w:rsid w:val="005C71D9"/>
    <w:rsid w:val="005C7348"/>
    <w:rsid w:val="005C75B6"/>
    <w:rsid w:val="005C7CCA"/>
    <w:rsid w:val="005D02FF"/>
    <w:rsid w:val="005D09D0"/>
    <w:rsid w:val="005D1238"/>
    <w:rsid w:val="005D13E2"/>
    <w:rsid w:val="005D1409"/>
    <w:rsid w:val="005D1CBC"/>
    <w:rsid w:val="005D1EB9"/>
    <w:rsid w:val="005D227D"/>
    <w:rsid w:val="005D232C"/>
    <w:rsid w:val="005D2403"/>
    <w:rsid w:val="005D2678"/>
    <w:rsid w:val="005D2926"/>
    <w:rsid w:val="005D2931"/>
    <w:rsid w:val="005D2A84"/>
    <w:rsid w:val="005D2CE8"/>
    <w:rsid w:val="005D3079"/>
    <w:rsid w:val="005D321C"/>
    <w:rsid w:val="005D3568"/>
    <w:rsid w:val="005D3E54"/>
    <w:rsid w:val="005D40D8"/>
    <w:rsid w:val="005D40EC"/>
    <w:rsid w:val="005D42BB"/>
    <w:rsid w:val="005D4767"/>
    <w:rsid w:val="005D514B"/>
    <w:rsid w:val="005D51B9"/>
    <w:rsid w:val="005D545D"/>
    <w:rsid w:val="005D5B50"/>
    <w:rsid w:val="005D5FD6"/>
    <w:rsid w:val="005D635B"/>
    <w:rsid w:val="005D6696"/>
    <w:rsid w:val="005D6A80"/>
    <w:rsid w:val="005D6B86"/>
    <w:rsid w:val="005D6F3F"/>
    <w:rsid w:val="005D717E"/>
    <w:rsid w:val="005D7C23"/>
    <w:rsid w:val="005E0428"/>
    <w:rsid w:val="005E1162"/>
    <w:rsid w:val="005E17BA"/>
    <w:rsid w:val="005E1B06"/>
    <w:rsid w:val="005E1C0A"/>
    <w:rsid w:val="005E2061"/>
    <w:rsid w:val="005E20EA"/>
    <w:rsid w:val="005E25C9"/>
    <w:rsid w:val="005E28C5"/>
    <w:rsid w:val="005E2CCB"/>
    <w:rsid w:val="005E47D4"/>
    <w:rsid w:val="005E541C"/>
    <w:rsid w:val="005E55C4"/>
    <w:rsid w:val="005E5AA9"/>
    <w:rsid w:val="005E5CD8"/>
    <w:rsid w:val="005E5DF5"/>
    <w:rsid w:val="005E64EF"/>
    <w:rsid w:val="005E6D3A"/>
    <w:rsid w:val="005E7266"/>
    <w:rsid w:val="005F0F00"/>
    <w:rsid w:val="005F14BE"/>
    <w:rsid w:val="005F16C7"/>
    <w:rsid w:val="005F17FF"/>
    <w:rsid w:val="005F19C5"/>
    <w:rsid w:val="005F1CA1"/>
    <w:rsid w:val="005F2006"/>
    <w:rsid w:val="005F2189"/>
    <w:rsid w:val="005F2294"/>
    <w:rsid w:val="005F2B07"/>
    <w:rsid w:val="005F2D31"/>
    <w:rsid w:val="005F3187"/>
    <w:rsid w:val="005F3498"/>
    <w:rsid w:val="005F381E"/>
    <w:rsid w:val="005F3840"/>
    <w:rsid w:val="005F3B54"/>
    <w:rsid w:val="005F3E86"/>
    <w:rsid w:val="005F42BB"/>
    <w:rsid w:val="005F43FC"/>
    <w:rsid w:val="005F53CD"/>
    <w:rsid w:val="005F57E1"/>
    <w:rsid w:val="005F5EA0"/>
    <w:rsid w:val="005F63D8"/>
    <w:rsid w:val="005F63DD"/>
    <w:rsid w:val="005F64E9"/>
    <w:rsid w:val="005F7AE3"/>
    <w:rsid w:val="005F7C09"/>
    <w:rsid w:val="005F7CB3"/>
    <w:rsid w:val="005F7DD6"/>
    <w:rsid w:val="0060036F"/>
    <w:rsid w:val="006008DE"/>
    <w:rsid w:val="006009DB"/>
    <w:rsid w:val="00601B74"/>
    <w:rsid w:val="00601BD5"/>
    <w:rsid w:val="00601F78"/>
    <w:rsid w:val="0060219D"/>
    <w:rsid w:val="00602EB4"/>
    <w:rsid w:val="00602EE3"/>
    <w:rsid w:val="00603130"/>
    <w:rsid w:val="0060329F"/>
    <w:rsid w:val="00603B8E"/>
    <w:rsid w:val="00603C41"/>
    <w:rsid w:val="006040AC"/>
    <w:rsid w:val="00604177"/>
    <w:rsid w:val="00604294"/>
    <w:rsid w:val="0060431F"/>
    <w:rsid w:val="006043C2"/>
    <w:rsid w:val="0060517D"/>
    <w:rsid w:val="00605A3C"/>
    <w:rsid w:val="00605A58"/>
    <w:rsid w:val="00605CF3"/>
    <w:rsid w:val="00605D9D"/>
    <w:rsid w:val="0060607C"/>
    <w:rsid w:val="00606BF1"/>
    <w:rsid w:val="00607540"/>
    <w:rsid w:val="00607625"/>
    <w:rsid w:val="00607D77"/>
    <w:rsid w:val="00607F6E"/>
    <w:rsid w:val="00607FBF"/>
    <w:rsid w:val="006102B8"/>
    <w:rsid w:val="0061095F"/>
    <w:rsid w:val="0061097A"/>
    <w:rsid w:val="00610F72"/>
    <w:rsid w:val="00610FF1"/>
    <w:rsid w:val="0061115C"/>
    <w:rsid w:val="006116DA"/>
    <w:rsid w:val="00612315"/>
    <w:rsid w:val="0061269D"/>
    <w:rsid w:val="00612873"/>
    <w:rsid w:val="00612902"/>
    <w:rsid w:val="00612AF8"/>
    <w:rsid w:val="006140DA"/>
    <w:rsid w:val="006141B5"/>
    <w:rsid w:val="0061436B"/>
    <w:rsid w:val="006143D7"/>
    <w:rsid w:val="00614403"/>
    <w:rsid w:val="0061537B"/>
    <w:rsid w:val="00615830"/>
    <w:rsid w:val="00615E9F"/>
    <w:rsid w:val="0061639E"/>
    <w:rsid w:val="0061664D"/>
    <w:rsid w:val="00616BF9"/>
    <w:rsid w:val="00617393"/>
    <w:rsid w:val="00617BAE"/>
    <w:rsid w:val="00617E1C"/>
    <w:rsid w:val="00617F0B"/>
    <w:rsid w:val="00617F5D"/>
    <w:rsid w:val="00617F8A"/>
    <w:rsid w:val="00620299"/>
    <w:rsid w:val="0062053D"/>
    <w:rsid w:val="00620955"/>
    <w:rsid w:val="00620EFC"/>
    <w:rsid w:val="00621200"/>
    <w:rsid w:val="00621217"/>
    <w:rsid w:val="00621D16"/>
    <w:rsid w:val="00622016"/>
    <w:rsid w:val="00622A83"/>
    <w:rsid w:val="00622D3D"/>
    <w:rsid w:val="00622D83"/>
    <w:rsid w:val="00622FDC"/>
    <w:rsid w:val="006238A7"/>
    <w:rsid w:val="006238A9"/>
    <w:rsid w:val="00623BA6"/>
    <w:rsid w:val="00623C36"/>
    <w:rsid w:val="00624597"/>
    <w:rsid w:val="00624964"/>
    <w:rsid w:val="00624A1B"/>
    <w:rsid w:val="006252DF"/>
    <w:rsid w:val="00625491"/>
    <w:rsid w:val="006254C1"/>
    <w:rsid w:val="00626412"/>
    <w:rsid w:val="00626487"/>
    <w:rsid w:val="006266D7"/>
    <w:rsid w:val="006268B7"/>
    <w:rsid w:val="00627BEF"/>
    <w:rsid w:val="00627C80"/>
    <w:rsid w:val="00627D78"/>
    <w:rsid w:val="00627E26"/>
    <w:rsid w:val="006304DE"/>
    <w:rsid w:val="00630A68"/>
    <w:rsid w:val="00630CB6"/>
    <w:rsid w:val="00630F74"/>
    <w:rsid w:val="00631036"/>
    <w:rsid w:val="006315BA"/>
    <w:rsid w:val="006319FB"/>
    <w:rsid w:val="00631D7C"/>
    <w:rsid w:val="00632A96"/>
    <w:rsid w:val="00632BE0"/>
    <w:rsid w:val="00632C18"/>
    <w:rsid w:val="00632E0B"/>
    <w:rsid w:val="00632FF4"/>
    <w:rsid w:val="006331EA"/>
    <w:rsid w:val="006333B1"/>
    <w:rsid w:val="006338F0"/>
    <w:rsid w:val="00633DF6"/>
    <w:rsid w:val="00633E9C"/>
    <w:rsid w:val="00633F64"/>
    <w:rsid w:val="0063406A"/>
    <w:rsid w:val="006340FF"/>
    <w:rsid w:val="006343F3"/>
    <w:rsid w:val="006345F2"/>
    <w:rsid w:val="0063472D"/>
    <w:rsid w:val="006348AA"/>
    <w:rsid w:val="006348F6"/>
    <w:rsid w:val="00634AFC"/>
    <w:rsid w:val="00634CEB"/>
    <w:rsid w:val="00634F15"/>
    <w:rsid w:val="00635189"/>
    <w:rsid w:val="006355E8"/>
    <w:rsid w:val="006357A2"/>
    <w:rsid w:val="00635A45"/>
    <w:rsid w:val="0063622C"/>
    <w:rsid w:val="006367BB"/>
    <w:rsid w:val="00636DD8"/>
    <w:rsid w:val="00637181"/>
    <w:rsid w:val="00637229"/>
    <w:rsid w:val="006372ED"/>
    <w:rsid w:val="006373B2"/>
    <w:rsid w:val="006378D3"/>
    <w:rsid w:val="00637F8F"/>
    <w:rsid w:val="00640439"/>
    <w:rsid w:val="00640A15"/>
    <w:rsid w:val="00640BCF"/>
    <w:rsid w:val="006413FA"/>
    <w:rsid w:val="00641984"/>
    <w:rsid w:val="00641B2D"/>
    <w:rsid w:val="00641C18"/>
    <w:rsid w:val="00641D1E"/>
    <w:rsid w:val="00641D51"/>
    <w:rsid w:val="0064249E"/>
    <w:rsid w:val="006437A2"/>
    <w:rsid w:val="0064407C"/>
    <w:rsid w:val="00644295"/>
    <w:rsid w:val="00644327"/>
    <w:rsid w:val="006449D6"/>
    <w:rsid w:val="00644E97"/>
    <w:rsid w:val="00645019"/>
    <w:rsid w:val="00645149"/>
    <w:rsid w:val="006452B9"/>
    <w:rsid w:val="006452FB"/>
    <w:rsid w:val="006454C3"/>
    <w:rsid w:val="006454D8"/>
    <w:rsid w:val="00645554"/>
    <w:rsid w:val="00646163"/>
    <w:rsid w:val="00646520"/>
    <w:rsid w:val="00647017"/>
    <w:rsid w:val="006471E7"/>
    <w:rsid w:val="00647763"/>
    <w:rsid w:val="00647776"/>
    <w:rsid w:val="0064782C"/>
    <w:rsid w:val="00647960"/>
    <w:rsid w:val="00647D55"/>
    <w:rsid w:val="00647D8D"/>
    <w:rsid w:val="0065005B"/>
    <w:rsid w:val="006500D3"/>
    <w:rsid w:val="00650116"/>
    <w:rsid w:val="006502BB"/>
    <w:rsid w:val="00650315"/>
    <w:rsid w:val="0065049E"/>
    <w:rsid w:val="0065057C"/>
    <w:rsid w:val="00650A64"/>
    <w:rsid w:val="00650ABC"/>
    <w:rsid w:val="00650B7E"/>
    <w:rsid w:val="00650C2E"/>
    <w:rsid w:val="00651E4F"/>
    <w:rsid w:val="0065211A"/>
    <w:rsid w:val="00652541"/>
    <w:rsid w:val="00652796"/>
    <w:rsid w:val="0065299F"/>
    <w:rsid w:val="00652DD4"/>
    <w:rsid w:val="00652DFE"/>
    <w:rsid w:val="00653658"/>
    <w:rsid w:val="006538B0"/>
    <w:rsid w:val="00653BC3"/>
    <w:rsid w:val="00653E94"/>
    <w:rsid w:val="00654A8B"/>
    <w:rsid w:val="00654DB6"/>
    <w:rsid w:val="00654DBB"/>
    <w:rsid w:val="00655670"/>
    <w:rsid w:val="0065597A"/>
    <w:rsid w:val="00655B53"/>
    <w:rsid w:val="00655F14"/>
    <w:rsid w:val="00655F2A"/>
    <w:rsid w:val="00656A6C"/>
    <w:rsid w:val="00657577"/>
    <w:rsid w:val="00657F55"/>
    <w:rsid w:val="00660646"/>
    <w:rsid w:val="00660983"/>
    <w:rsid w:val="006619FD"/>
    <w:rsid w:val="00662821"/>
    <w:rsid w:val="0066295D"/>
    <w:rsid w:val="00662BB5"/>
    <w:rsid w:val="00662EA8"/>
    <w:rsid w:val="00662F2C"/>
    <w:rsid w:val="00663392"/>
    <w:rsid w:val="006636EC"/>
    <w:rsid w:val="00663CF5"/>
    <w:rsid w:val="00663E39"/>
    <w:rsid w:val="00663E5B"/>
    <w:rsid w:val="00663FA5"/>
    <w:rsid w:val="00664368"/>
    <w:rsid w:val="00664481"/>
    <w:rsid w:val="0066483F"/>
    <w:rsid w:val="00664BBC"/>
    <w:rsid w:val="006650D1"/>
    <w:rsid w:val="00665846"/>
    <w:rsid w:val="006659A9"/>
    <w:rsid w:val="00665A9B"/>
    <w:rsid w:val="00665FB4"/>
    <w:rsid w:val="00666309"/>
    <w:rsid w:val="00666372"/>
    <w:rsid w:val="00666A75"/>
    <w:rsid w:val="00666B67"/>
    <w:rsid w:val="00667049"/>
    <w:rsid w:val="0066737C"/>
    <w:rsid w:val="0066747C"/>
    <w:rsid w:val="0066761B"/>
    <w:rsid w:val="00667C23"/>
    <w:rsid w:val="006705DB"/>
    <w:rsid w:val="006706A5"/>
    <w:rsid w:val="006707F1"/>
    <w:rsid w:val="006711AB"/>
    <w:rsid w:val="006712DB"/>
    <w:rsid w:val="006715A1"/>
    <w:rsid w:val="0067164E"/>
    <w:rsid w:val="0067194C"/>
    <w:rsid w:val="0067215C"/>
    <w:rsid w:val="00672305"/>
    <w:rsid w:val="00673067"/>
    <w:rsid w:val="006730A1"/>
    <w:rsid w:val="0067370E"/>
    <w:rsid w:val="006737C8"/>
    <w:rsid w:val="00674816"/>
    <w:rsid w:val="006748A9"/>
    <w:rsid w:val="00674922"/>
    <w:rsid w:val="00674F44"/>
    <w:rsid w:val="00675AA5"/>
    <w:rsid w:val="00675B63"/>
    <w:rsid w:val="00675DEC"/>
    <w:rsid w:val="00675EFE"/>
    <w:rsid w:val="0067691E"/>
    <w:rsid w:val="00677132"/>
    <w:rsid w:val="00677588"/>
    <w:rsid w:val="006777A4"/>
    <w:rsid w:val="006778CE"/>
    <w:rsid w:val="00677B23"/>
    <w:rsid w:val="00677C46"/>
    <w:rsid w:val="00677C8D"/>
    <w:rsid w:val="00677C9B"/>
    <w:rsid w:val="006801DC"/>
    <w:rsid w:val="0068055B"/>
    <w:rsid w:val="00680698"/>
    <w:rsid w:val="00680A60"/>
    <w:rsid w:val="00680F1E"/>
    <w:rsid w:val="0068117B"/>
    <w:rsid w:val="00681192"/>
    <w:rsid w:val="0068162D"/>
    <w:rsid w:val="00681C19"/>
    <w:rsid w:val="006824B3"/>
    <w:rsid w:val="00682A8D"/>
    <w:rsid w:val="0068302F"/>
    <w:rsid w:val="00683296"/>
    <w:rsid w:val="006832BC"/>
    <w:rsid w:val="00683CC6"/>
    <w:rsid w:val="00684315"/>
    <w:rsid w:val="006848E8"/>
    <w:rsid w:val="00684B83"/>
    <w:rsid w:val="00685030"/>
    <w:rsid w:val="00685BAE"/>
    <w:rsid w:val="00685E4B"/>
    <w:rsid w:val="0068711A"/>
    <w:rsid w:val="006877EA"/>
    <w:rsid w:val="006878FD"/>
    <w:rsid w:val="00687A41"/>
    <w:rsid w:val="00687A60"/>
    <w:rsid w:val="00687DD9"/>
    <w:rsid w:val="0069017E"/>
    <w:rsid w:val="0069021F"/>
    <w:rsid w:val="006905A4"/>
    <w:rsid w:val="00690E61"/>
    <w:rsid w:val="0069104C"/>
    <w:rsid w:val="006910B5"/>
    <w:rsid w:val="00691293"/>
    <w:rsid w:val="00691E30"/>
    <w:rsid w:val="00692302"/>
    <w:rsid w:val="006925DC"/>
    <w:rsid w:val="006938BE"/>
    <w:rsid w:val="006939A1"/>
    <w:rsid w:val="00693B0B"/>
    <w:rsid w:val="00693C3B"/>
    <w:rsid w:val="00694056"/>
    <w:rsid w:val="00694119"/>
    <w:rsid w:val="00694C41"/>
    <w:rsid w:val="00694F17"/>
    <w:rsid w:val="006953E9"/>
    <w:rsid w:val="0069580D"/>
    <w:rsid w:val="00695AD8"/>
    <w:rsid w:val="00695E05"/>
    <w:rsid w:val="006960F2"/>
    <w:rsid w:val="0069614F"/>
    <w:rsid w:val="006961E8"/>
    <w:rsid w:val="006964B0"/>
    <w:rsid w:val="006965A6"/>
    <w:rsid w:val="00696694"/>
    <w:rsid w:val="006969B3"/>
    <w:rsid w:val="00696A7C"/>
    <w:rsid w:val="00696EB2"/>
    <w:rsid w:val="006974C8"/>
    <w:rsid w:val="006974E4"/>
    <w:rsid w:val="00697E33"/>
    <w:rsid w:val="006A0094"/>
    <w:rsid w:val="006A1034"/>
    <w:rsid w:val="006A13FA"/>
    <w:rsid w:val="006A152B"/>
    <w:rsid w:val="006A166C"/>
    <w:rsid w:val="006A16AC"/>
    <w:rsid w:val="006A1B37"/>
    <w:rsid w:val="006A1BDC"/>
    <w:rsid w:val="006A2695"/>
    <w:rsid w:val="006A2887"/>
    <w:rsid w:val="006A2BF2"/>
    <w:rsid w:val="006A3092"/>
    <w:rsid w:val="006A34DB"/>
    <w:rsid w:val="006A359D"/>
    <w:rsid w:val="006A453E"/>
    <w:rsid w:val="006A4540"/>
    <w:rsid w:val="006A48F4"/>
    <w:rsid w:val="006A4AB8"/>
    <w:rsid w:val="006A4DA8"/>
    <w:rsid w:val="006A51AD"/>
    <w:rsid w:val="006A5A2A"/>
    <w:rsid w:val="006A5C5C"/>
    <w:rsid w:val="006A61BA"/>
    <w:rsid w:val="006A6988"/>
    <w:rsid w:val="006A708F"/>
    <w:rsid w:val="006A70E9"/>
    <w:rsid w:val="006A7363"/>
    <w:rsid w:val="006A7BD2"/>
    <w:rsid w:val="006A7D5F"/>
    <w:rsid w:val="006B019D"/>
    <w:rsid w:val="006B0424"/>
    <w:rsid w:val="006B05A1"/>
    <w:rsid w:val="006B073E"/>
    <w:rsid w:val="006B07D1"/>
    <w:rsid w:val="006B0D4D"/>
    <w:rsid w:val="006B11AC"/>
    <w:rsid w:val="006B201A"/>
    <w:rsid w:val="006B22B3"/>
    <w:rsid w:val="006B2891"/>
    <w:rsid w:val="006B28C4"/>
    <w:rsid w:val="006B2B1E"/>
    <w:rsid w:val="006B2B3C"/>
    <w:rsid w:val="006B2D21"/>
    <w:rsid w:val="006B2F7C"/>
    <w:rsid w:val="006B34FD"/>
    <w:rsid w:val="006B3B4D"/>
    <w:rsid w:val="006B3E99"/>
    <w:rsid w:val="006B47E7"/>
    <w:rsid w:val="006B4963"/>
    <w:rsid w:val="006B4CED"/>
    <w:rsid w:val="006B56C7"/>
    <w:rsid w:val="006B5C73"/>
    <w:rsid w:val="006B5CD4"/>
    <w:rsid w:val="006B611D"/>
    <w:rsid w:val="006B6A1A"/>
    <w:rsid w:val="006B793B"/>
    <w:rsid w:val="006B7A1C"/>
    <w:rsid w:val="006B7CE3"/>
    <w:rsid w:val="006B7EC4"/>
    <w:rsid w:val="006C00E2"/>
    <w:rsid w:val="006C01F9"/>
    <w:rsid w:val="006C0972"/>
    <w:rsid w:val="006C0EDD"/>
    <w:rsid w:val="006C1287"/>
    <w:rsid w:val="006C19BE"/>
    <w:rsid w:val="006C1B72"/>
    <w:rsid w:val="006C1C84"/>
    <w:rsid w:val="006C1CA7"/>
    <w:rsid w:val="006C1D47"/>
    <w:rsid w:val="006C1FCA"/>
    <w:rsid w:val="006C232A"/>
    <w:rsid w:val="006C2465"/>
    <w:rsid w:val="006C2A15"/>
    <w:rsid w:val="006C2A3D"/>
    <w:rsid w:val="006C2A78"/>
    <w:rsid w:val="006C3136"/>
    <w:rsid w:val="006C316B"/>
    <w:rsid w:val="006C328F"/>
    <w:rsid w:val="006C40D4"/>
    <w:rsid w:val="006C44E8"/>
    <w:rsid w:val="006C4F56"/>
    <w:rsid w:val="006C51D7"/>
    <w:rsid w:val="006C5380"/>
    <w:rsid w:val="006C5A6B"/>
    <w:rsid w:val="006C5CB8"/>
    <w:rsid w:val="006C6106"/>
    <w:rsid w:val="006C63BB"/>
    <w:rsid w:val="006C6505"/>
    <w:rsid w:val="006C69C5"/>
    <w:rsid w:val="006C70F5"/>
    <w:rsid w:val="006C71A9"/>
    <w:rsid w:val="006C76CB"/>
    <w:rsid w:val="006C78AF"/>
    <w:rsid w:val="006C796A"/>
    <w:rsid w:val="006C79E7"/>
    <w:rsid w:val="006C7BE9"/>
    <w:rsid w:val="006C7E86"/>
    <w:rsid w:val="006C7FFC"/>
    <w:rsid w:val="006D0057"/>
    <w:rsid w:val="006D00DA"/>
    <w:rsid w:val="006D036B"/>
    <w:rsid w:val="006D0C4B"/>
    <w:rsid w:val="006D0EBA"/>
    <w:rsid w:val="006D0F2B"/>
    <w:rsid w:val="006D13A1"/>
    <w:rsid w:val="006D17C5"/>
    <w:rsid w:val="006D17D8"/>
    <w:rsid w:val="006D2539"/>
    <w:rsid w:val="006D25CD"/>
    <w:rsid w:val="006D50DE"/>
    <w:rsid w:val="006D517D"/>
    <w:rsid w:val="006D55D0"/>
    <w:rsid w:val="006D581D"/>
    <w:rsid w:val="006D5D4A"/>
    <w:rsid w:val="006D5D4F"/>
    <w:rsid w:val="006D61B7"/>
    <w:rsid w:val="006D654C"/>
    <w:rsid w:val="006D65EA"/>
    <w:rsid w:val="006D6768"/>
    <w:rsid w:val="006D6A44"/>
    <w:rsid w:val="006D6A79"/>
    <w:rsid w:val="006D6AD1"/>
    <w:rsid w:val="006D6E85"/>
    <w:rsid w:val="006D713A"/>
    <w:rsid w:val="006D729B"/>
    <w:rsid w:val="006D74FB"/>
    <w:rsid w:val="006D77DC"/>
    <w:rsid w:val="006E0127"/>
    <w:rsid w:val="006E0223"/>
    <w:rsid w:val="006E0758"/>
    <w:rsid w:val="006E079B"/>
    <w:rsid w:val="006E0881"/>
    <w:rsid w:val="006E0B83"/>
    <w:rsid w:val="006E0DAB"/>
    <w:rsid w:val="006E0E0B"/>
    <w:rsid w:val="006E0F09"/>
    <w:rsid w:val="006E0FB5"/>
    <w:rsid w:val="006E102C"/>
    <w:rsid w:val="006E1EEC"/>
    <w:rsid w:val="006E2352"/>
    <w:rsid w:val="006E2389"/>
    <w:rsid w:val="006E2985"/>
    <w:rsid w:val="006E2E6A"/>
    <w:rsid w:val="006E3077"/>
    <w:rsid w:val="006E34BA"/>
    <w:rsid w:val="006E3624"/>
    <w:rsid w:val="006E3684"/>
    <w:rsid w:val="006E3B75"/>
    <w:rsid w:val="006E3BB8"/>
    <w:rsid w:val="006E3BF3"/>
    <w:rsid w:val="006E3DCA"/>
    <w:rsid w:val="006E4247"/>
    <w:rsid w:val="006E4546"/>
    <w:rsid w:val="006E4F18"/>
    <w:rsid w:val="006E5A8A"/>
    <w:rsid w:val="006E5ADB"/>
    <w:rsid w:val="006E5C1C"/>
    <w:rsid w:val="006E5EED"/>
    <w:rsid w:val="006E6653"/>
    <w:rsid w:val="006E6787"/>
    <w:rsid w:val="006E6BF5"/>
    <w:rsid w:val="006E6D60"/>
    <w:rsid w:val="006E7046"/>
    <w:rsid w:val="006E756E"/>
    <w:rsid w:val="006E7613"/>
    <w:rsid w:val="006E7857"/>
    <w:rsid w:val="006E78B3"/>
    <w:rsid w:val="006E794A"/>
    <w:rsid w:val="006E7B32"/>
    <w:rsid w:val="006E7CE6"/>
    <w:rsid w:val="006F01E4"/>
    <w:rsid w:val="006F045A"/>
    <w:rsid w:val="006F1998"/>
    <w:rsid w:val="006F2093"/>
    <w:rsid w:val="006F25F8"/>
    <w:rsid w:val="006F2726"/>
    <w:rsid w:val="006F2AA0"/>
    <w:rsid w:val="006F2B40"/>
    <w:rsid w:val="006F2F2F"/>
    <w:rsid w:val="006F30BF"/>
    <w:rsid w:val="006F332F"/>
    <w:rsid w:val="006F3D4B"/>
    <w:rsid w:val="006F3F1A"/>
    <w:rsid w:val="006F3F23"/>
    <w:rsid w:val="006F45F2"/>
    <w:rsid w:val="006F47EA"/>
    <w:rsid w:val="006F4B92"/>
    <w:rsid w:val="006F5124"/>
    <w:rsid w:val="006F5506"/>
    <w:rsid w:val="006F5E0B"/>
    <w:rsid w:val="006F5FB0"/>
    <w:rsid w:val="006F60E4"/>
    <w:rsid w:val="006F6340"/>
    <w:rsid w:val="006F66B2"/>
    <w:rsid w:val="006F6744"/>
    <w:rsid w:val="006F6D7C"/>
    <w:rsid w:val="006F73F3"/>
    <w:rsid w:val="006F7B9A"/>
    <w:rsid w:val="00700060"/>
    <w:rsid w:val="0070009B"/>
    <w:rsid w:val="00700612"/>
    <w:rsid w:val="00701122"/>
    <w:rsid w:val="00701153"/>
    <w:rsid w:val="00701488"/>
    <w:rsid w:val="007015ED"/>
    <w:rsid w:val="0070179E"/>
    <w:rsid w:val="00701D45"/>
    <w:rsid w:val="00701D5B"/>
    <w:rsid w:val="007020AE"/>
    <w:rsid w:val="0070249F"/>
    <w:rsid w:val="00702A9F"/>
    <w:rsid w:val="00702E6B"/>
    <w:rsid w:val="007032DE"/>
    <w:rsid w:val="0070380A"/>
    <w:rsid w:val="00703C83"/>
    <w:rsid w:val="00703F04"/>
    <w:rsid w:val="007042CD"/>
    <w:rsid w:val="00704381"/>
    <w:rsid w:val="00704B8C"/>
    <w:rsid w:val="00704D22"/>
    <w:rsid w:val="00704EE0"/>
    <w:rsid w:val="00704F93"/>
    <w:rsid w:val="0070527A"/>
    <w:rsid w:val="0070580F"/>
    <w:rsid w:val="00705840"/>
    <w:rsid w:val="00706266"/>
    <w:rsid w:val="0070657A"/>
    <w:rsid w:val="007065B9"/>
    <w:rsid w:val="007067E1"/>
    <w:rsid w:val="00706814"/>
    <w:rsid w:val="007068DB"/>
    <w:rsid w:val="00706A6F"/>
    <w:rsid w:val="0070766E"/>
    <w:rsid w:val="007076EE"/>
    <w:rsid w:val="007077B5"/>
    <w:rsid w:val="00710117"/>
    <w:rsid w:val="007103FB"/>
    <w:rsid w:val="0071042C"/>
    <w:rsid w:val="0071090F"/>
    <w:rsid w:val="00710AA6"/>
    <w:rsid w:val="0071119A"/>
    <w:rsid w:val="00711215"/>
    <w:rsid w:val="00711540"/>
    <w:rsid w:val="00711945"/>
    <w:rsid w:val="00711B64"/>
    <w:rsid w:val="00711D90"/>
    <w:rsid w:val="00711DC9"/>
    <w:rsid w:val="00712136"/>
    <w:rsid w:val="0071261A"/>
    <w:rsid w:val="0071272A"/>
    <w:rsid w:val="00712EB4"/>
    <w:rsid w:val="007134EC"/>
    <w:rsid w:val="007138BA"/>
    <w:rsid w:val="007139BC"/>
    <w:rsid w:val="00713D63"/>
    <w:rsid w:val="00713E2A"/>
    <w:rsid w:val="0071422A"/>
    <w:rsid w:val="0071454D"/>
    <w:rsid w:val="007152B2"/>
    <w:rsid w:val="007153AE"/>
    <w:rsid w:val="00715475"/>
    <w:rsid w:val="00715489"/>
    <w:rsid w:val="00715964"/>
    <w:rsid w:val="00715A59"/>
    <w:rsid w:val="00715BE7"/>
    <w:rsid w:val="00715D75"/>
    <w:rsid w:val="00716444"/>
    <w:rsid w:val="007167DD"/>
    <w:rsid w:val="007179A0"/>
    <w:rsid w:val="00717E4A"/>
    <w:rsid w:val="00717F33"/>
    <w:rsid w:val="00720458"/>
    <w:rsid w:val="007205FA"/>
    <w:rsid w:val="007207BE"/>
    <w:rsid w:val="00720C31"/>
    <w:rsid w:val="007211D2"/>
    <w:rsid w:val="0072127F"/>
    <w:rsid w:val="00721391"/>
    <w:rsid w:val="007214FF"/>
    <w:rsid w:val="00721C2D"/>
    <w:rsid w:val="00722406"/>
    <w:rsid w:val="00722485"/>
    <w:rsid w:val="0072260F"/>
    <w:rsid w:val="00722920"/>
    <w:rsid w:val="00722A94"/>
    <w:rsid w:val="00722C8F"/>
    <w:rsid w:val="0072399F"/>
    <w:rsid w:val="00723ECE"/>
    <w:rsid w:val="00723EEE"/>
    <w:rsid w:val="00724235"/>
    <w:rsid w:val="00724E7D"/>
    <w:rsid w:val="0072537B"/>
    <w:rsid w:val="00725689"/>
    <w:rsid w:val="00725720"/>
    <w:rsid w:val="0072572C"/>
    <w:rsid w:val="00725895"/>
    <w:rsid w:val="00725934"/>
    <w:rsid w:val="00725C05"/>
    <w:rsid w:val="00725C2C"/>
    <w:rsid w:val="00725DBD"/>
    <w:rsid w:val="00725FCD"/>
    <w:rsid w:val="00726A50"/>
    <w:rsid w:val="00726DF0"/>
    <w:rsid w:val="00726E66"/>
    <w:rsid w:val="00727388"/>
    <w:rsid w:val="00727C37"/>
    <w:rsid w:val="007302E2"/>
    <w:rsid w:val="00730465"/>
    <w:rsid w:val="007305E2"/>
    <w:rsid w:val="007309E8"/>
    <w:rsid w:val="00730B4D"/>
    <w:rsid w:val="00731F60"/>
    <w:rsid w:val="0073217A"/>
    <w:rsid w:val="00732268"/>
    <w:rsid w:val="00732293"/>
    <w:rsid w:val="00732BC8"/>
    <w:rsid w:val="00732E8E"/>
    <w:rsid w:val="00733118"/>
    <w:rsid w:val="00733C2E"/>
    <w:rsid w:val="00735244"/>
    <w:rsid w:val="00735427"/>
    <w:rsid w:val="00735513"/>
    <w:rsid w:val="00735642"/>
    <w:rsid w:val="00735DCE"/>
    <w:rsid w:val="00735E2E"/>
    <w:rsid w:val="0073610F"/>
    <w:rsid w:val="00736F65"/>
    <w:rsid w:val="00737106"/>
    <w:rsid w:val="0073768F"/>
    <w:rsid w:val="007378ED"/>
    <w:rsid w:val="00737BC9"/>
    <w:rsid w:val="00737BDF"/>
    <w:rsid w:val="00737E4D"/>
    <w:rsid w:val="007403DC"/>
    <w:rsid w:val="00740462"/>
    <w:rsid w:val="00740514"/>
    <w:rsid w:val="007406C9"/>
    <w:rsid w:val="00740AAD"/>
    <w:rsid w:val="00740DA5"/>
    <w:rsid w:val="007411F8"/>
    <w:rsid w:val="00741486"/>
    <w:rsid w:val="007427EC"/>
    <w:rsid w:val="0074296E"/>
    <w:rsid w:val="00742F5F"/>
    <w:rsid w:val="00743125"/>
    <w:rsid w:val="00743427"/>
    <w:rsid w:val="00743DB4"/>
    <w:rsid w:val="00744176"/>
    <w:rsid w:val="007441FD"/>
    <w:rsid w:val="0074438C"/>
    <w:rsid w:val="00744F2E"/>
    <w:rsid w:val="00745007"/>
    <w:rsid w:val="0074508B"/>
    <w:rsid w:val="00745185"/>
    <w:rsid w:val="0074534D"/>
    <w:rsid w:val="0074544F"/>
    <w:rsid w:val="0074566C"/>
    <w:rsid w:val="00745B92"/>
    <w:rsid w:val="00745D83"/>
    <w:rsid w:val="00745F9D"/>
    <w:rsid w:val="00746662"/>
    <w:rsid w:val="0074681B"/>
    <w:rsid w:val="00746939"/>
    <w:rsid w:val="00746DBF"/>
    <w:rsid w:val="00747354"/>
    <w:rsid w:val="0074786D"/>
    <w:rsid w:val="00747AD6"/>
    <w:rsid w:val="007501BE"/>
    <w:rsid w:val="00750375"/>
    <w:rsid w:val="00750552"/>
    <w:rsid w:val="007508BE"/>
    <w:rsid w:val="00750EC8"/>
    <w:rsid w:val="007510D5"/>
    <w:rsid w:val="00751C84"/>
    <w:rsid w:val="00751E90"/>
    <w:rsid w:val="00752283"/>
    <w:rsid w:val="00752892"/>
    <w:rsid w:val="0075309D"/>
    <w:rsid w:val="00753278"/>
    <w:rsid w:val="0075376D"/>
    <w:rsid w:val="00753E43"/>
    <w:rsid w:val="00754673"/>
    <w:rsid w:val="00754E40"/>
    <w:rsid w:val="007554EF"/>
    <w:rsid w:val="007557DA"/>
    <w:rsid w:val="007557DD"/>
    <w:rsid w:val="00755C72"/>
    <w:rsid w:val="00755DF9"/>
    <w:rsid w:val="00755E30"/>
    <w:rsid w:val="00756169"/>
    <w:rsid w:val="00756182"/>
    <w:rsid w:val="00756348"/>
    <w:rsid w:val="007567BA"/>
    <w:rsid w:val="00756941"/>
    <w:rsid w:val="00757032"/>
    <w:rsid w:val="007579F0"/>
    <w:rsid w:val="007601A2"/>
    <w:rsid w:val="007605A5"/>
    <w:rsid w:val="00760B8E"/>
    <w:rsid w:val="00761993"/>
    <w:rsid w:val="00761A05"/>
    <w:rsid w:val="00761CBA"/>
    <w:rsid w:val="007620B1"/>
    <w:rsid w:val="007624F3"/>
    <w:rsid w:val="00762619"/>
    <w:rsid w:val="0076361D"/>
    <w:rsid w:val="00763724"/>
    <w:rsid w:val="00763C51"/>
    <w:rsid w:val="00763E21"/>
    <w:rsid w:val="00764468"/>
    <w:rsid w:val="007647F3"/>
    <w:rsid w:val="00764A13"/>
    <w:rsid w:val="007650D2"/>
    <w:rsid w:val="00765162"/>
    <w:rsid w:val="0076522E"/>
    <w:rsid w:val="00765598"/>
    <w:rsid w:val="00765747"/>
    <w:rsid w:val="007658C1"/>
    <w:rsid w:val="007670DE"/>
    <w:rsid w:val="00767AED"/>
    <w:rsid w:val="00770155"/>
    <w:rsid w:val="00770263"/>
    <w:rsid w:val="00770389"/>
    <w:rsid w:val="00771030"/>
    <w:rsid w:val="00771435"/>
    <w:rsid w:val="007716C6"/>
    <w:rsid w:val="007717AB"/>
    <w:rsid w:val="00771C21"/>
    <w:rsid w:val="00771C30"/>
    <w:rsid w:val="00772031"/>
    <w:rsid w:val="007723C1"/>
    <w:rsid w:val="00772705"/>
    <w:rsid w:val="0077270E"/>
    <w:rsid w:val="0077313F"/>
    <w:rsid w:val="00773196"/>
    <w:rsid w:val="00773681"/>
    <w:rsid w:val="007738B0"/>
    <w:rsid w:val="0077417B"/>
    <w:rsid w:val="007749CD"/>
    <w:rsid w:val="00774EC6"/>
    <w:rsid w:val="00775158"/>
    <w:rsid w:val="0077553C"/>
    <w:rsid w:val="007759D2"/>
    <w:rsid w:val="0077647D"/>
    <w:rsid w:val="007766BF"/>
    <w:rsid w:val="00776EA3"/>
    <w:rsid w:val="0077704F"/>
    <w:rsid w:val="00777640"/>
    <w:rsid w:val="00777725"/>
    <w:rsid w:val="007779F7"/>
    <w:rsid w:val="00777C8B"/>
    <w:rsid w:val="007802CD"/>
    <w:rsid w:val="00780761"/>
    <w:rsid w:val="00780941"/>
    <w:rsid w:val="00780B77"/>
    <w:rsid w:val="00780C88"/>
    <w:rsid w:val="00780DED"/>
    <w:rsid w:val="0078106F"/>
    <w:rsid w:val="0078109E"/>
    <w:rsid w:val="00781927"/>
    <w:rsid w:val="00781F3B"/>
    <w:rsid w:val="007825AC"/>
    <w:rsid w:val="00782910"/>
    <w:rsid w:val="00782AE6"/>
    <w:rsid w:val="00782D06"/>
    <w:rsid w:val="00783000"/>
    <w:rsid w:val="00783239"/>
    <w:rsid w:val="007832D9"/>
    <w:rsid w:val="00783624"/>
    <w:rsid w:val="00783752"/>
    <w:rsid w:val="00783BB5"/>
    <w:rsid w:val="007844A8"/>
    <w:rsid w:val="0078456C"/>
    <w:rsid w:val="00784844"/>
    <w:rsid w:val="00785616"/>
    <w:rsid w:val="007859DB"/>
    <w:rsid w:val="00785FB4"/>
    <w:rsid w:val="0078611C"/>
    <w:rsid w:val="0078614E"/>
    <w:rsid w:val="0078665A"/>
    <w:rsid w:val="00786DFE"/>
    <w:rsid w:val="00786F1F"/>
    <w:rsid w:val="0078753C"/>
    <w:rsid w:val="0078753D"/>
    <w:rsid w:val="00787819"/>
    <w:rsid w:val="007879DF"/>
    <w:rsid w:val="00787C6A"/>
    <w:rsid w:val="00787E11"/>
    <w:rsid w:val="00790547"/>
    <w:rsid w:val="00790D45"/>
    <w:rsid w:val="00790D82"/>
    <w:rsid w:val="00790F2B"/>
    <w:rsid w:val="00790F45"/>
    <w:rsid w:val="007912CA"/>
    <w:rsid w:val="007914DC"/>
    <w:rsid w:val="007919F8"/>
    <w:rsid w:val="00791A21"/>
    <w:rsid w:val="00792D3E"/>
    <w:rsid w:val="00792F91"/>
    <w:rsid w:val="00793952"/>
    <w:rsid w:val="00794145"/>
    <w:rsid w:val="00794222"/>
    <w:rsid w:val="0079423C"/>
    <w:rsid w:val="00794571"/>
    <w:rsid w:val="00794FEF"/>
    <w:rsid w:val="007951C2"/>
    <w:rsid w:val="007956B3"/>
    <w:rsid w:val="007958A6"/>
    <w:rsid w:val="00795E09"/>
    <w:rsid w:val="00795E2C"/>
    <w:rsid w:val="00797269"/>
    <w:rsid w:val="007973F4"/>
    <w:rsid w:val="00797648"/>
    <w:rsid w:val="0079790A"/>
    <w:rsid w:val="00797B68"/>
    <w:rsid w:val="00797D60"/>
    <w:rsid w:val="007A03BA"/>
    <w:rsid w:val="007A05C5"/>
    <w:rsid w:val="007A07E7"/>
    <w:rsid w:val="007A0B49"/>
    <w:rsid w:val="007A0DF2"/>
    <w:rsid w:val="007A1321"/>
    <w:rsid w:val="007A142D"/>
    <w:rsid w:val="007A193B"/>
    <w:rsid w:val="007A1DA3"/>
    <w:rsid w:val="007A2187"/>
    <w:rsid w:val="007A2767"/>
    <w:rsid w:val="007A28C3"/>
    <w:rsid w:val="007A2C7B"/>
    <w:rsid w:val="007A309C"/>
    <w:rsid w:val="007A372F"/>
    <w:rsid w:val="007A3A4B"/>
    <w:rsid w:val="007A3B2D"/>
    <w:rsid w:val="007A3BA2"/>
    <w:rsid w:val="007A403D"/>
    <w:rsid w:val="007A450F"/>
    <w:rsid w:val="007A4755"/>
    <w:rsid w:val="007A4F62"/>
    <w:rsid w:val="007A4FF2"/>
    <w:rsid w:val="007A52E9"/>
    <w:rsid w:val="007A53D0"/>
    <w:rsid w:val="007A5EE2"/>
    <w:rsid w:val="007A5EFB"/>
    <w:rsid w:val="007A5F0B"/>
    <w:rsid w:val="007A648C"/>
    <w:rsid w:val="007A6567"/>
    <w:rsid w:val="007A6C55"/>
    <w:rsid w:val="007A7305"/>
    <w:rsid w:val="007A7B0E"/>
    <w:rsid w:val="007A7EC2"/>
    <w:rsid w:val="007B09E2"/>
    <w:rsid w:val="007B106F"/>
    <w:rsid w:val="007B12AA"/>
    <w:rsid w:val="007B12B8"/>
    <w:rsid w:val="007B1472"/>
    <w:rsid w:val="007B1611"/>
    <w:rsid w:val="007B1D30"/>
    <w:rsid w:val="007B22D6"/>
    <w:rsid w:val="007B23CB"/>
    <w:rsid w:val="007B260D"/>
    <w:rsid w:val="007B2BF0"/>
    <w:rsid w:val="007B3243"/>
    <w:rsid w:val="007B41E3"/>
    <w:rsid w:val="007B49A1"/>
    <w:rsid w:val="007B55F1"/>
    <w:rsid w:val="007B5754"/>
    <w:rsid w:val="007B6278"/>
    <w:rsid w:val="007B65F2"/>
    <w:rsid w:val="007B683D"/>
    <w:rsid w:val="007B6DEC"/>
    <w:rsid w:val="007B6F8C"/>
    <w:rsid w:val="007B6FAB"/>
    <w:rsid w:val="007B777A"/>
    <w:rsid w:val="007B79C0"/>
    <w:rsid w:val="007B7D1B"/>
    <w:rsid w:val="007C031C"/>
    <w:rsid w:val="007C0550"/>
    <w:rsid w:val="007C06B5"/>
    <w:rsid w:val="007C080E"/>
    <w:rsid w:val="007C0BD2"/>
    <w:rsid w:val="007C0DAE"/>
    <w:rsid w:val="007C2BD1"/>
    <w:rsid w:val="007C2F4B"/>
    <w:rsid w:val="007C30DA"/>
    <w:rsid w:val="007C311E"/>
    <w:rsid w:val="007C3B8F"/>
    <w:rsid w:val="007C3F79"/>
    <w:rsid w:val="007C402E"/>
    <w:rsid w:val="007C426D"/>
    <w:rsid w:val="007C486A"/>
    <w:rsid w:val="007C4CC5"/>
    <w:rsid w:val="007C50E8"/>
    <w:rsid w:val="007C5991"/>
    <w:rsid w:val="007C5D6D"/>
    <w:rsid w:val="007C635A"/>
    <w:rsid w:val="007C67D8"/>
    <w:rsid w:val="007C68C9"/>
    <w:rsid w:val="007C6A32"/>
    <w:rsid w:val="007C6A47"/>
    <w:rsid w:val="007C6AFC"/>
    <w:rsid w:val="007C70B1"/>
    <w:rsid w:val="007C76A9"/>
    <w:rsid w:val="007C7714"/>
    <w:rsid w:val="007C7A7C"/>
    <w:rsid w:val="007C7A88"/>
    <w:rsid w:val="007C7AA8"/>
    <w:rsid w:val="007C7AF7"/>
    <w:rsid w:val="007C7CDB"/>
    <w:rsid w:val="007C7D27"/>
    <w:rsid w:val="007D02F2"/>
    <w:rsid w:val="007D0531"/>
    <w:rsid w:val="007D07F0"/>
    <w:rsid w:val="007D07FC"/>
    <w:rsid w:val="007D09FD"/>
    <w:rsid w:val="007D0C84"/>
    <w:rsid w:val="007D1146"/>
    <w:rsid w:val="007D1333"/>
    <w:rsid w:val="007D1EE3"/>
    <w:rsid w:val="007D245C"/>
    <w:rsid w:val="007D251A"/>
    <w:rsid w:val="007D2A76"/>
    <w:rsid w:val="007D2ABD"/>
    <w:rsid w:val="007D2DD5"/>
    <w:rsid w:val="007D3178"/>
    <w:rsid w:val="007D3459"/>
    <w:rsid w:val="007D3C2B"/>
    <w:rsid w:val="007D40B6"/>
    <w:rsid w:val="007D4155"/>
    <w:rsid w:val="007D4498"/>
    <w:rsid w:val="007D4720"/>
    <w:rsid w:val="007D51B4"/>
    <w:rsid w:val="007D5737"/>
    <w:rsid w:val="007D573B"/>
    <w:rsid w:val="007D5AA8"/>
    <w:rsid w:val="007D617A"/>
    <w:rsid w:val="007D666C"/>
    <w:rsid w:val="007D66A4"/>
    <w:rsid w:val="007D66E1"/>
    <w:rsid w:val="007D66EB"/>
    <w:rsid w:val="007D67A2"/>
    <w:rsid w:val="007D6826"/>
    <w:rsid w:val="007D6D49"/>
    <w:rsid w:val="007D73A9"/>
    <w:rsid w:val="007D7433"/>
    <w:rsid w:val="007D7466"/>
    <w:rsid w:val="007D74C7"/>
    <w:rsid w:val="007E0115"/>
    <w:rsid w:val="007E02C9"/>
    <w:rsid w:val="007E04BC"/>
    <w:rsid w:val="007E0562"/>
    <w:rsid w:val="007E0A17"/>
    <w:rsid w:val="007E1134"/>
    <w:rsid w:val="007E185A"/>
    <w:rsid w:val="007E18DC"/>
    <w:rsid w:val="007E19C0"/>
    <w:rsid w:val="007E1ACD"/>
    <w:rsid w:val="007E1E69"/>
    <w:rsid w:val="007E21FA"/>
    <w:rsid w:val="007E2C69"/>
    <w:rsid w:val="007E2E97"/>
    <w:rsid w:val="007E2ED0"/>
    <w:rsid w:val="007E33A8"/>
    <w:rsid w:val="007E34B4"/>
    <w:rsid w:val="007E3B5E"/>
    <w:rsid w:val="007E3CE1"/>
    <w:rsid w:val="007E453D"/>
    <w:rsid w:val="007E45C7"/>
    <w:rsid w:val="007E46D2"/>
    <w:rsid w:val="007E62DD"/>
    <w:rsid w:val="007E63AD"/>
    <w:rsid w:val="007E65FB"/>
    <w:rsid w:val="007E667C"/>
    <w:rsid w:val="007E679D"/>
    <w:rsid w:val="007E6A5A"/>
    <w:rsid w:val="007E6B4A"/>
    <w:rsid w:val="007E6F26"/>
    <w:rsid w:val="007E7190"/>
    <w:rsid w:val="007E7559"/>
    <w:rsid w:val="007E7924"/>
    <w:rsid w:val="007E7A34"/>
    <w:rsid w:val="007E7FBA"/>
    <w:rsid w:val="007F009E"/>
    <w:rsid w:val="007F058C"/>
    <w:rsid w:val="007F0624"/>
    <w:rsid w:val="007F1285"/>
    <w:rsid w:val="007F14D1"/>
    <w:rsid w:val="007F1C9B"/>
    <w:rsid w:val="007F2353"/>
    <w:rsid w:val="007F2B74"/>
    <w:rsid w:val="007F3343"/>
    <w:rsid w:val="007F338B"/>
    <w:rsid w:val="007F33E7"/>
    <w:rsid w:val="007F35E9"/>
    <w:rsid w:val="007F389E"/>
    <w:rsid w:val="007F3E04"/>
    <w:rsid w:val="007F3F43"/>
    <w:rsid w:val="007F45B0"/>
    <w:rsid w:val="007F45F1"/>
    <w:rsid w:val="007F45F3"/>
    <w:rsid w:val="007F4754"/>
    <w:rsid w:val="007F4789"/>
    <w:rsid w:val="007F493F"/>
    <w:rsid w:val="007F4AA3"/>
    <w:rsid w:val="007F4B38"/>
    <w:rsid w:val="007F604D"/>
    <w:rsid w:val="007F6286"/>
    <w:rsid w:val="007F6563"/>
    <w:rsid w:val="007F6940"/>
    <w:rsid w:val="007F6A03"/>
    <w:rsid w:val="007F6A29"/>
    <w:rsid w:val="007F6B2B"/>
    <w:rsid w:val="007F6F0C"/>
    <w:rsid w:val="007F7262"/>
    <w:rsid w:val="007F7A1D"/>
    <w:rsid w:val="007F7DD3"/>
    <w:rsid w:val="008000BD"/>
    <w:rsid w:val="008001EF"/>
    <w:rsid w:val="00800A7B"/>
    <w:rsid w:val="00800B37"/>
    <w:rsid w:val="008010F0"/>
    <w:rsid w:val="008016CC"/>
    <w:rsid w:val="00801BC5"/>
    <w:rsid w:val="00801C08"/>
    <w:rsid w:val="008022CC"/>
    <w:rsid w:val="0080231E"/>
    <w:rsid w:val="00802488"/>
    <w:rsid w:val="00802DFF"/>
    <w:rsid w:val="00803A47"/>
    <w:rsid w:val="00803BE2"/>
    <w:rsid w:val="00803D8C"/>
    <w:rsid w:val="00803E88"/>
    <w:rsid w:val="00803FE4"/>
    <w:rsid w:val="008045DB"/>
    <w:rsid w:val="00805176"/>
    <w:rsid w:val="008051A0"/>
    <w:rsid w:val="008052F5"/>
    <w:rsid w:val="00805724"/>
    <w:rsid w:val="00805938"/>
    <w:rsid w:val="00805D48"/>
    <w:rsid w:val="00805E94"/>
    <w:rsid w:val="00806576"/>
    <w:rsid w:val="00807688"/>
    <w:rsid w:val="00807713"/>
    <w:rsid w:val="00807B5A"/>
    <w:rsid w:val="00807D0E"/>
    <w:rsid w:val="008101FB"/>
    <w:rsid w:val="0081091B"/>
    <w:rsid w:val="00810D6E"/>
    <w:rsid w:val="00811D91"/>
    <w:rsid w:val="0081226C"/>
    <w:rsid w:val="00812E2E"/>
    <w:rsid w:val="008133B0"/>
    <w:rsid w:val="008136DD"/>
    <w:rsid w:val="00813869"/>
    <w:rsid w:val="00813A0E"/>
    <w:rsid w:val="00814A5E"/>
    <w:rsid w:val="00814F89"/>
    <w:rsid w:val="00815005"/>
    <w:rsid w:val="00815872"/>
    <w:rsid w:val="00815BE1"/>
    <w:rsid w:val="00816692"/>
    <w:rsid w:val="0081690C"/>
    <w:rsid w:val="00816CB1"/>
    <w:rsid w:val="008171A3"/>
    <w:rsid w:val="0081731A"/>
    <w:rsid w:val="008173D6"/>
    <w:rsid w:val="008174C9"/>
    <w:rsid w:val="0081794E"/>
    <w:rsid w:val="008179EE"/>
    <w:rsid w:val="00817C63"/>
    <w:rsid w:val="00817ECA"/>
    <w:rsid w:val="0082021D"/>
    <w:rsid w:val="00820263"/>
    <w:rsid w:val="00820275"/>
    <w:rsid w:val="00820553"/>
    <w:rsid w:val="008205D4"/>
    <w:rsid w:val="00820B0F"/>
    <w:rsid w:val="008211C7"/>
    <w:rsid w:val="0082143C"/>
    <w:rsid w:val="00821678"/>
    <w:rsid w:val="00821D78"/>
    <w:rsid w:val="00822198"/>
    <w:rsid w:val="008227E8"/>
    <w:rsid w:val="0082287B"/>
    <w:rsid w:val="00822D35"/>
    <w:rsid w:val="00823184"/>
    <w:rsid w:val="00823276"/>
    <w:rsid w:val="00823B26"/>
    <w:rsid w:val="00824B40"/>
    <w:rsid w:val="00824DF3"/>
    <w:rsid w:val="00825089"/>
    <w:rsid w:val="00825950"/>
    <w:rsid w:val="00825A52"/>
    <w:rsid w:val="008261E4"/>
    <w:rsid w:val="00826319"/>
    <w:rsid w:val="008265B9"/>
    <w:rsid w:val="008265FF"/>
    <w:rsid w:val="008267CE"/>
    <w:rsid w:val="00826E7F"/>
    <w:rsid w:val="0082721F"/>
    <w:rsid w:val="008274FB"/>
    <w:rsid w:val="00827929"/>
    <w:rsid w:val="00830E61"/>
    <w:rsid w:val="00830ED3"/>
    <w:rsid w:val="00831109"/>
    <w:rsid w:val="00831184"/>
    <w:rsid w:val="008312BB"/>
    <w:rsid w:val="0083131C"/>
    <w:rsid w:val="008314F0"/>
    <w:rsid w:val="008315C5"/>
    <w:rsid w:val="008316D2"/>
    <w:rsid w:val="008317FC"/>
    <w:rsid w:val="00831A20"/>
    <w:rsid w:val="0083235F"/>
    <w:rsid w:val="00832899"/>
    <w:rsid w:val="008328FF"/>
    <w:rsid w:val="00832BD3"/>
    <w:rsid w:val="00833568"/>
    <w:rsid w:val="00833C66"/>
    <w:rsid w:val="00833D5D"/>
    <w:rsid w:val="00833FDC"/>
    <w:rsid w:val="00834AF9"/>
    <w:rsid w:val="00834F4C"/>
    <w:rsid w:val="00834F60"/>
    <w:rsid w:val="0083512B"/>
    <w:rsid w:val="0083534C"/>
    <w:rsid w:val="00835759"/>
    <w:rsid w:val="00835C58"/>
    <w:rsid w:val="00836142"/>
    <w:rsid w:val="0083656C"/>
    <w:rsid w:val="00836576"/>
    <w:rsid w:val="0083699C"/>
    <w:rsid w:val="0083725E"/>
    <w:rsid w:val="00837961"/>
    <w:rsid w:val="008379E7"/>
    <w:rsid w:val="00837A62"/>
    <w:rsid w:val="00840419"/>
    <w:rsid w:val="00840B9D"/>
    <w:rsid w:val="00840C9B"/>
    <w:rsid w:val="00840DFF"/>
    <w:rsid w:val="00840EF9"/>
    <w:rsid w:val="0084149B"/>
    <w:rsid w:val="008414E9"/>
    <w:rsid w:val="00841780"/>
    <w:rsid w:val="00841787"/>
    <w:rsid w:val="00841AB2"/>
    <w:rsid w:val="00841BC9"/>
    <w:rsid w:val="00841CF6"/>
    <w:rsid w:val="00841E09"/>
    <w:rsid w:val="00841F9D"/>
    <w:rsid w:val="00842271"/>
    <w:rsid w:val="008423D4"/>
    <w:rsid w:val="00842584"/>
    <w:rsid w:val="00842F7B"/>
    <w:rsid w:val="008431F8"/>
    <w:rsid w:val="008434A5"/>
    <w:rsid w:val="008434FB"/>
    <w:rsid w:val="00843896"/>
    <w:rsid w:val="00843F7B"/>
    <w:rsid w:val="0084456E"/>
    <w:rsid w:val="00844E11"/>
    <w:rsid w:val="0084565B"/>
    <w:rsid w:val="00845A79"/>
    <w:rsid w:val="00846506"/>
    <w:rsid w:val="008465A9"/>
    <w:rsid w:val="00846796"/>
    <w:rsid w:val="00846CB1"/>
    <w:rsid w:val="00846DAA"/>
    <w:rsid w:val="00847275"/>
    <w:rsid w:val="00847836"/>
    <w:rsid w:val="00847886"/>
    <w:rsid w:val="00847BB1"/>
    <w:rsid w:val="00847C70"/>
    <w:rsid w:val="00847E26"/>
    <w:rsid w:val="00850700"/>
    <w:rsid w:val="008507DC"/>
    <w:rsid w:val="0085088A"/>
    <w:rsid w:val="008509CA"/>
    <w:rsid w:val="00850D19"/>
    <w:rsid w:val="00850D3B"/>
    <w:rsid w:val="00850FD9"/>
    <w:rsid w:val="00851BAC"/>
    <w:rsid w:val="0085244A"/>
    <w:rsid w:val="00852710"/>
    <w:rsid w:val="0085286E"/>
    <w:rsid w:val="00852CF1"/>
    <w:rsid w:val="00852DCB"/>
    <w:rsid w:val="00853109"/>
    <w:rsid w:val="008532C4"/>
    <w:rsid w:val="0085460F"/>
    <w:rsid w:val="008547C2"/>
    <w:rsid w:val="008549B2"/>
    <w:rsid w:val="00854A16"/>
    <w:rsid w:val="00854AD3"/>
    <w:rsid w:val="00854C1C"/>
    <w:rsid w:val="00854CB8"/>
    <w:rsid w:val="00854E3A"/>
    <w:rsid w:val="00854FDA"/>
    <w:rsid w:val="008551EF"/>
    <w:rsid w:val="008558D6"/>
    <w:rsid w:val="0085643B"/>
    <w:rsid w:val="008565A5"/>
    <w:rsid w:val="0085663D"/>
    <w:rsid w:val="0085693C"/>
    <w:rsid w:val="00856AC9"/>
    <w:rsid w:val="00856CCC"/>
    <w:rsid w:val="00856DC7"/>
    <w:rsid w:val="00856DE1"/>
    <w:rsid w:val="00856EAD"/>
    <w:rsid w:val="008579C4"/>
    <w:rsid w:val="00857ED4"/>
    <w:rsid w:val="008600AB"/>
    <w:rsid w:val="0086050C"/>
    <w:rsid w:val="0086061E"/>
    <w:rsid w:val="00860F12"/>
    <w:rsid w:val="008617B4"/>
    <w:rsid w:val="00861979"/>
    <w:rsid w:val="00861E68"/>
    <w:rsid w:val="00861FD9"/>
    <w:rsid w:val="008620A9"/>
    <w:rsid w:val="008621EF"/>
    <w:rsid w:val="00862387"/>
    <w:rsid w:val="00862435"/>
    <w:rsid w:val="00862A0F"/>
    <w:rsid w:val="00862A8A"/>
    <w:rsid w:val="00862DB4"/>
    <w:rsid w:val="008632C5"/>
    <w:rsid w:val="00863809"/>
    <w:rsid w:val="00863954"/>
    <w:rsid w:val="008643D9"/>
    <w:rsid w:val="008643FE"/>
    <w:rsid w:val="008644CE"/>
    <w:rsid w:val="00865192"/>
    <w:rsid w:val="0086546B"/>
    <w:rsid w:val="008658FE"/>
    <w:rsid w:val="008659BC"/>
    <w:rsid w:val="00865E3C"/>
    <w:rsid w:val="00867CE1"/>
    <w:rsid w:val="00870285"/>
    <w:rsid w:val="00870375"/>
    <w:rsid w:val="00870511"/>
    <w:rsid w:val="00870B9D"/>
    <w:rsid w:val="008710C7"/>
    <w:rsid w:val="00871672"/>
    <w:rsid w:val="00871715"/>
    <w:rsid w:val="008719F2"/>
    <w:rsid w:val="00872072"/>
    <w:rsid w:val="00872140"/>
    <w:rsid w:val="00872337"/>
    <w:rsid w:val="008723A1"/>
    <w:rsid w:val="008733C0"/>
    <w:rsid w:val="0087418A"/>
    <w:rsid w:val="008741BC"/>
    <w:rsid w:val="00874CB4"/>
    <w:rsid w:val="0087517E"/>
    <w:rsid w:val="00875AA2"/>
    <w:rsid w:val="00875C5B"/>
    <w:rsid w:val="008764AC"/>
    <w:rsid w:val="00876AFB"/>
    <w:rsid w:val="00876B7C"/>
    <w:rsid w:val="008772F3"/>
    <w:rsid w:val="008775E9"/>
    <w:rsid w:val="00877C18"/>
    <w:rsid w:val="0088098D"/>
    <w:rsid w:val="00880A8E"/>
    <w:rsid w:val="00880C4E"/>
    <w:rsid w:val="0088147C"/>
    <w:rsid w:val="00881A19"/>
    <w:rsid w:val="008822F9"/>
    <w:rsid w:val="008829BB"/>
    <w:rsid w:val="0088327B"/>
    <w:rsid w:val="008832E2"/>
    <w:rsid w:val="00883484"/>
    <w:rsid w:val="00883734"/>
    <w:rsid w:val="0088393A"/>
    <w:rsid w:val="00883B58"/>
    <w:rsid w:val="00883C1A"/>
    <w:rsid w:val="00883E1B"/>
    <w:rsid w:val="0088412F"/>
    <w:rsid w:val="00884AB9"/>
    <w:rsid w:val="00884BC6"/>
    <w:rsid w:val="00884EB7"/>
    <w:rsid w:val="00885455"/>
    <w:rsid w:val="008854E6"/>
    <w:rsid w:val="00885DD0"/>
    <w:rsid w:val="00886BA7"/>
    <w:rsid w:val="00887367"/>
    <w:rsid w:val="00887792"/>
    <w:rsid w:val="00887976"/>
    <w:rsid w:val="008902C8"/>
    <w:rsid w:val="008904FA"/>
    <w:rsid w:val="00890613"/>
    <w:rsid w:val="00890974"/>
    <w:rsid w:val="00890B30"/>
    <w:rsid w:val="00890E39"/>
    <w:rsid w:val="00890ED1"/>
    <w:rsid w:val="00892232"/>
    <w:rsid w:val="00892263"/>
    <w:rsid w:val="008922F1"/>
    <w:rsid w:val="0089237E"/>
    <w:rsid w:val="0089246A"/>
    <w:rsid w:val="00892C47"/>
    <w:rsid w:val="00892F72"/>
    <w:rsid w:val="008930F4"/>
    <w:rsid w:val="00893141"/>
    <w:rsid w:val="0089335E"/>
    <w:rsid w:val="00893A67"/>
    <w:rsid w:val="00893E6B"/>
    <w:rsid w:val="00893E79"/>
    <w:rsid w:val="00893EE1"/>
    <w:rsid w:val="008946F9"/>
    <w:rsid w:val="00894744"/>
    <w:rsid w:val="008947E5"/>
    <w:rsid w:val="00894801"/>
    <w:rsid w:val="00895057"/>
    <w:rsid w:val="00895295"/>
    <w:rsid w:val="00895713"/>
    <w:rsid w:val="00895DCC"/>
    <w:rsid w:val="008963F9"/>
    <w:rsid w:val="0089645F"/>
    <w:rsid w:val="00896465"/>
    <w:rsid w:val="0089690E"/>
    <w:rsid w:val="00896AC2"/>
    <w:rsid w:val="00896DF9"/>
    <w:rsid w:val="0089706C"/>
    <w:rsid w:val="00897242"/>
    <w:rsid w:val="008973B1"/>
    <w:rsid w:val="00897534"/>
    <w:rsid w:val="00897795"/>
    <w:rsid w:val="008A03C3"/>
    <w:rsid w:val="008A08F8"/>
    <w:rsid w:val="008A0A0A"/>
    <w:rsid w:val="008A0D50"/>
    <w:rsid w:val="008A1495"/>
    <w:rsid w:val="008A15C6"/>
    <w:rsid w:val="008A1EBE"/>
    <w:rsid w:val="008A20B3"/>
    <w:rsid w:val="008A2522"/>
    <w:rsid w:val="008A2B3A"/>
    <w:rsid w:val="008A2BC7"/>
    <w:rsid w:val="008A31F2"/>
    <w:rsid w:val="008A3348"/>
    <w:rsid w:val="008A36F1"/>
    <w:rsid w:val="008A39B7"/>
    <w:rsid w:val="008A3F84"/>
    <w:rsid w:val="008A4107"/>
    <w:rsid w:val="008A457F"/>
    <w:rsid w:val="008A512F"/>
    <w:rsid w:val="008A56D4"/>
    <w:rsid w:val="008A57B5"/>
    <w:rsid w:val="008A5B60"/>
    <w:rsid w:val="008A5C9A"/>
    <w:rsid w:val="008A5FD6"/>
    <w:rsid w:val="008A6120"/>
    <w:rsid w:val="008A6535"/>
    <w:rsid w:val="008A65BB"/>
    <w:rsid w:val="008A66B4"/>
    <w:rsid w:val="008A6D36"/>
    <w:rsid w:val="008A70C0"/>
    <w:rsid w:val="008A7117"/>
    <w:rsid w:val="008A71A9"/>
    <w:rsid w:val="008A755C"/>
    <w:rsid w:val="008A75A6"/>
    <w:rsid w:val="008A7B43"/>
    <w:rsid w:val="008A7D7A"/>
    <w:rsid w:val="008B0384"/>
    <w:rsid w:val="008B10F1"/>
    <w:rsid w:val="008B13EC"/>
    <w:rsid w:val="008B176C"/>
    <w:rsid w:val="008B1DA6"/>
    <w:rsid w:val="008B1FE1"/>
    <w:rsid w:val="008B24BC"/>
    <w:rsid w:val="008B2AEF"/>
    <w:rsid w:val="008B330D"/>
    <w:rsid w:val="008B33B9"/>
    <w:rsid w:val="008B3A33"/>
    <w:rsid w:val="008B3EA4"/>
    <w:rsid w:val="008B3F72"/>
    <w:rsid w:val="008B3FA3"/>
    <w:rsid w:val="008B4143"/>
    <w:rsid w:val="008B47B2"/>
    <w:rsid w:val="008B4882"/>
    <w:rsid w:val="008B4CF4"/>
    <w:rsid w:val="008B4D04"/>
    <w:rsid w:val="008B4DDE"/>
    <w:rsid w:val="008B4E7D"/>
    <w:rsid w:val="008B533B"/>
    <w:rsid w:val="008B535F"/>
    <w:rsid w:val="008B5B22"/>
    <w:rsid w:val="008B6A86"/>
    <w:rsid w:val="008B6BC8"/>
    <w:rsid w:val="008B6E1B"/>
    <w:rsid w:val="008B7139"/>
    <w:rsid w:val="008B76B0"/>
    <w:rsid w:val="008C06C3"/>
    <w:rsid w:val="008C0EED"/>
    <w:rsid w:val="008C14A6"/>
    <w:rsid w:val="008C1898"/>
    <w:rsid w:val="008C1A3E"/>
    <w:rsid w:val="008C1EB2"/>
    <w:rsid w:val="008C1EED"/>
    <w:rsid w:val="008C2182"/>
    <w:rsid w:val="008C326A"/>
    <w:rsid w:val="008C3473"/>
    <w:rsid w:val="008C37E9"/>
    <w:rsid w:val="008C3A4C"/>
    <w:rsid w:val="008C4BEF"/>
    <w:rsid w:val="008C4F74"/>
    <w:rsid w:val="008C5729"/>
    <w:rsid w:val="008C594E"/>
    <w:rsid w:val="008C5A15"/>
    <w:rsid w:val="008C5C7F"/>
    <w:rsid w:val="008C64BB"/>
    <w:rsid w:val="008C6580"/>
    <w:rsid w:val="008C6DAC"/>
    <w:rsid w:val="008C70E2"/>
    <w:rsid w:val="008C7499"/>
    <w:rsid w:val="008C77AD"/>
    <w:rsid w:val="008C77BA"/>
    <w:rsid w:val="008C7933"/>
    <w:rsid w:val="008C7D81"/>
    <w:rsid w:val="008C7F26"/>
    <w:rsid w:val="008C7F47"/>
    <w:rsid w:val="008D00F5"/>
    <w:rsid w:val="008D0811"/>
    <w:rsid w:val="008D0ACE"/>
    <w:rsid w:val="008D0E69"/>
    <w:rsid w:val="008D0FF2"/>
    <w:rsid w:val="008D1020"/>
    <w:rsid w:val="008D10DE"/>
    <w:rsid w:val="008D1139"/>
    <w:rsid w:val="008D114F"/>
    <w:rsid w:val="008D140D"/>
    <w:rsid w:val="008D149A"/>
    <w:rsid w:val="008D1C58"/>
    <w:rsid w:val="008D218A"/>
    <w:rsid w:val="008D2307"/>
    <w:rsid w:val="008D2A2E"/>
    <w:rsid w:val="008D3288"/>
    <w:rsid w:val="008D345A"/>
    <w:rsid w:val="008D3ADA"/>
    <w:rsid w:val="008D3D0C"/>
    <w:rsid w:val="008D5693"/>
    <w:rsid w:val="008D6F18"/>
    <w:rsid w:val="008D7057"/>
    <w:rsid w:val="008D721B"/>
    <w:rsid w:val="008D722E"/>
    <w:rsid w:val="008D77A4"/>
    <w:rsid w:val="008E008F"/>
    <w:rsid w:val="008E0297"/>
    <w:rsid w:val="008E0FFE"/>
    <w:rsid w:val="008E169D"/>
    <w:rsid w:val="008E1E2D"/>
    <w:rsid w:val="008E2E9B"/>
    <w:rsid w:val="008E30FA"/>
    <w:rsid w:val="008E330E"/>
    <w:rsid w:val="008E3663"/>
    <w:rsid w:val="008E3818"/>
    <w:rsid w:val="008E3C1A"/>
    <w:rsid w:val="008E3D26"/>
    <w:rsid w:val="008E3D90"/>
    <w:rsid w:val="008E43F9"/>
    <w:rsid w:val="008E4D64"/>
    <w:rsid w:val="008E5070"/>
    <w:rsid w:val="008E50C2"/>
    <w:rsid w:val="008E5779"/>
    <w:rsid w:val="008E5B50"/>
    <w:rsid w:val="008E65E3"/>
    <w:rsid w:val="008E6669"/>
    <w:rsid w:val="008E69B4"/>
    <w:rsid w:val="008E6DAA"/>
    <w:rsid w:val="008E6E0F"/>
    <w:rsid w:val="008E716F"/>
    <w:rsid w:val="008E7ABB"/>
    <w:rsid w:val="008E7D60"/>
    <w:rsid w:val="008E7F6D"/>
    <w:rsid w:val="008E7FCA"/>
    <w:rsid w:val="008F0B59"/>
    <w:rsid w:val="008F0ED8"/>
    <w:rsid w:val="008F1612"/>
    <w:rsid w:val="008F1826"/>
    <w:rsid w:val="008F1B35"/>
    <w:rsid w:val="008F1B3F"/>
    <w:rsid w:val="008F2120"/>
    <w:rsid w:val="008F21D4"/>
    <w:rsid w:val="008F222D"/>
    <w:rsid w:val="008F39E6"/>
    <w:rsid w:val="008F3F48"/>
    <w:rsid w:val="008F4A8D"/>
    <w:rsid w:val="008F6317"/>
    <w:rsid w:val="008F656C"/>
    <w:rsid w:val="008F66DF"/>
    <w:rsid w:val="008F7C09"/>
    <w:rsid w:val="00900716"/>
    <w:rsid w:val="009009EF"/>
    <w:rsid w:val="00900DAF"/>
    <w:rsid w:val="0090107E"/>
    <w:rsid w:val="00901084"/>
    <w:rsid w:val="00901489"/>
    <w:rsid w:val="009014A7"/>
    <w:rsid w:val="0090163A"/>
    <w:rsid w:val="0090193E"/>
    <w:rsid w:val="009023A9"/>
    <w:rsid w:val="009025FD"/>
    <w:rsid w:val="00902646"/>
    <w:rsid w:val="009029F3"/>
    <w:rsid w:val="00902AFE"/>
    <w:rsid w:val="00903001"/>
    <w:rsid w:val="0090325F"/>
    <w:rsid w:val="00903803"/>
    <w:rsid w:val="00903A99"/>
    <w:rsid w:val="00904348"/>
    <w:rsid w:val="0090454F"/>
    <w:rsid w:val="00904B73"/>
    <w:rsid w:val="00904E36"/>
    <w:rsid w:val="00904FDC"/>
    <w:rsid w:val="009050C6"/>
    <w:rsid w:val="009055D8"/>
    <w:rsid w:val="009056E1"/>
    <w:rsid w:val="0090580C"/>
    <w:rsid w:val="00905F41"/>
    <w:rsid w:val="00906042"/>
    <w:rsid w:val="00907177"/>
    <w:rsid w:val="00907773"/>
    <w:rsid w:val="009079E5"/>
    <w:rsid w:val="00907D37"/>
    <w:rsid w:val="0091022F"/>
    <w:rsid w:val="00911699"/>
    <w:rsid w:val="00911B97"/>
    <w:rsid w:val="00911DB1"/>
    <w:rsid w:val="00911E66"/>
    <w:rsid w:val="00911EC9"/>
    <w:rsid w:val="00911FF2"/>
    <w:rsid w:val="00912AFF"/>
    <w:rsid w:val="00913119"/>
    <w:rsid w:val="0091315A"/>
    <w:rsid w:val="00913607"/>
    <w:rsid w:val="00913875"/>
    <w:rsid w:val="00915606"/>
    <w:rsid w:val="00915626"/>
    <w:rsid w:val="00915FE6"/>
    <w:rsid w:val="009161C2"/>
    <w:rsid w:val="00916462"/>
    <w:rsid w:val="00916B48"/>
    <w:rsid w:val="00916C28"/>
    <w:rsid w:val="009171CF"/>
    <w:rsid w:val="0091726F"/>
    <w:rsid w:val="00917866"/>
    <w:rsid w:val="00917AA9"/>
    <w:rsid w:val="009200EA"/>
    <w:rsid w:val="00920238"/>
    <w:rsid w:val="009209C6"/>
    <w:rsid w:val="00920B82"/>
    <w:rsid w:val="00920C6D"/>
    <w:rsid w:val="009211A5"/>
    <w:rsid w:val="009211DE"/>
    <w:rsid w:val="009213BA"/>
    <w:rsid w:val="0092147F"/>
    <w:rsid w:val="00921903"/>
    <w:rsid w:val="00921BDC"/>
    <w:rsid w:val="00922138"/>
    <w:rsid w:val="00922275"/>
    <w:rsid w:val="009223A3"/>
    <w:rsid w:val="00922F9A"/>
    <w:rsid w:val="009234E5"/>
    <w:rsid w:val="00923549"/>
    <w:rsid w:val="009238C8"/>
    <w:rsid w:val="00923993"/>
    <w:rsid w:val="00923BB2"/>
    <w:rsid w:val="00924209"/>
    <w:rsid w:val="00924365"/>
    <w:rsid w:val="009248C9"/>
    <w:rsid w:val="00924B0A"/>
    <w:rsid w:val="00924BF5"/>
    <w:rsid w:val="009250B7"/>
    <w:rsid w:val="009256B4"/>
    <w:rsid w:val="00925AA0"/>
    <w:rsid w:val="00925AFE"/>
    <w:rsid w:val="00925E9E"/>
    <w:rsid w:val="00925F2D"/>
    <w:rsid w:val="009261D9"/>
    <w:rsid w:val="00926357"/>
    <w:rsid w:val="00926543"/>
    <w:rsid w:val="0092661B"/>
    <w:rsid w:val="00927275"/>
    <w:rsid w:val="00927734"/>
    <w:rsid w:val="00927B90"/>
    <w:rsid w:val="00927CAC"/>
    <w:rsid w:val="00930280"/>
    <w:rsid w:val="009307D9"/>
    <w:rsid w:val="009309AB"/>
    <w:rsid w:val="00930F84"/>
    <w:rsid w:val="0093166E"/>
    <w:rsid w:val="00931F8D"/>
    <w:rsid w:val="009335A0"/>
    <w:rsid w:val="009335E9"/>
    <w:rsid w:val="00933F2C"/>
    <w:rsid w:val="009344BF"/>
    <w:rsid w:val="00934AFF"/>
    <w:rsid w:val="00934CF5"/>
    <w:rsid w:val="00935757"/>
    <w:rsid w:val="00935D1B"/>
    <w:rsid w:val="00936269"/>
    <w:rsid w:val="00936451"/>
    <w:rsid w:val="00936567"/>
    <w:rsid w:val="00936611"/>
    <w:rsid w:val="00936802"/>
    <w:rsid w:val="00936C97"/>
    <w:rsid w:val="00937064"/>
    <w:rsid w:val="009371EC"/>
    <w:rsid w:val="0093785D"/>
    <w:rsid w:val="00937A7D"/>
    <w:rsid w:val="00937B9C"/>
    <w:rsid w:val="00937DBF"/>
    <w:rsid w:val="00937F80"/>
    <w:rsid w:val="0094016C"/>
    <w:rsid w:val="00940ECD"/>
    <w:rsid w:val="009412D8"/>
    <w:rsid w:val="009417CD"/>
    <w:rsid w:val="009419D1"/>
    <w:rsid w:val="00941A0B"/>
    <w:rsid w:val="00942A17"/>
    <w:rsid w:val="00942B87"/>
    <w:rsid w:val="00943101"/>
    <w:rsid w:val="00943CC0"/>
    <w:rsid w:val="00943F49"/>
    <w:rsid w:val="00944407"/>
    <w:rsid w:val="00944477"/>
    <w:rsid w:val="009444BA"/>
    <w:rsid w:val="00944A9F"/>
    <w:rsid w:val="00944ADF"/>
    <w:rsid w:val="00944E1C"/>
    <w:rsid w:val="00945716"/>
    <w:rsid w:val="0094622A"/>
    <w:rsid w:val="009464C0"/>
    <w:rsid w:val="009466B6"/>
    <w:rsid w:val="00946F49"/>
    <w:rsid w:val="0094754E"/>
    <w:rsid w:val="009479CA"/>
    <w:rsid w:val="00947B0A"/>
    <w:rsid w:val="009500D1"/>
    <w:rsid w:val="009502F0"/>
    <w:rsid w:val="00950779"/>
    <w:rsid w:val="00950CC7"/>
    <w:rsid w:val="00950E83"/>
    <w:rsid w:val="00950FFE"/>
    <w:rsid w:val="0095101D"/>
    <w:rsid w:val="00951236"/>
    <w:rsid w:val="00951331"/>
    <w:rsid w:val="0095155E"/>
    <w:rsid w:val="0095162A"/>
    <w:rsid w:val="009516DA"/>
    <w:rsid w:val="009518F8"/>
    <w:rsid w:val="00951DEB"/>
    <w:rsid w:val="00951FD6"/>
    <w:rsid w:val="00952A46"/>
    <w:rsid w:val="00952D22"/>
    <w:rsid w:val="00953514"/>
    <w:rsid w:val="00953587"/>
    <w:rsid w:val="00954622"/>
    <w:rsid w:val="0095495A"/>
    <w:rsid w:val="00954D66"/>
    <w:rsid w:val="00954E53"/>
    <w:rsid w:val="009553B2"/>
    <w:rsid w:val="00955831"/>
    <w:rsid w:val="00956AFA"/>
    <w:rsid w:val="00957179"/>
    <w:rsid w:val="00957736"/>
    <w:rsid w:val="00957C98"/>
    <w:rsid w:val="00960692"/>
    <w:rsid w:val="00960D17"/>
    <w:rsid w:val="00960EDE"/>
    <w:rsid w:val="009612BB"/>
    <w:rsid w:val="0096136F"/>
    <w:rsid w:val="00961599"/>
    <w:rsid w:val="009615AA"/>
    <w:rsid w:val="0096193D"/>
    <w:rsid w:val="009619C1"/>
    <w:rsid w:val="00962099"/>
    <w:rsid w:val="00962758"/>
    <w:rsid w:val="009640D4"/>
    <w:rsid w:val="00964621"/>
    <w:rsid w:val="00964DF7"/>
    <w:rsid w:val="00964F91"/>
    <w:rsid w:val="00965372"/>
    <w:rsid w:val="009656E4"/>
    <w:rsid w:val="00965E77"/>
    <w:rsid w:val="00965EA6"/>
    <w:rsid w:val="00965F90"/>
    <w:rsid w:val="00966011"/>
    <w:rsid w:val="00966112"/>
    <w:rsid w:val="00966ADB"/>
    <w:rsid w:val="00966C26"/>
    <w:rsid w:val="00966E58"/>
    <w:rsid w:val="00967125"/>
    <w:rsid w:val="00967476"/>
    <w:rsid w:val="009677BA"/>
    <w:rsid w:val="0096783D"/>
    <w:rsid w:val="009703E9"/>
    <w:rsid w:val="009706B3"/>
    <w:rsid w:val="00970971"/>
    <w:rsid w:val="009709C8"/>
    <w:rsid w:val="00970B32"/>
    <w:rsid w:val="00971012"/>
    <w:rsid w:val="0097143D"/>
    <w:rsid w:val="00971740"/>
    <w:rsid w:val="00971DE2"/>
    <w:rsid w:val="00971EE0"/>
    <w:rsid w:val="009720C5"/>
    <w:rsid w:val="00972243"/>
    <w:rsid w:val="009723DD"/>
    <w:rsid w:val="00972423"/>
    <w:rsid w:val="009724E7"/>
    <w:rsid w:val="0097286B"/>
    <w:rsid w:val="00972902"/>
    <w:rsid w:val="00972BAA"/>
    <w:rsid w:val="009732F5"/>
    <w:rsid w:val="00973533"/>
    <w:rsid w:val="00973BE8"/>
    <w:rsid w:val="00973DE5"/>
    <w:rsid w:val="00974001"/>
    <w:rsid w:val="009744A9"/>
    <w:rsid w:val="00974865"/>
    <w:rsid w:val="009748F0"/>
    <w:rsid w:val="00974E72"/>
    <w:rsid w:val="00974EB2"/>
    <w:rsid w:val="009758CE"/>
    <w:rsid w:val="0097631F"/>
    <w:rsid w:val="00976474"/>
    <w:rsid w:val="00976755"/>
    <w:rsid w:val="009767EA"/>
    <w:rsid w:val="009768EC"/>
    <w:rsid w:val="00976E3F"/>
    <w:rsid w:val="009770CF"/>
    <w:rsid w:val="00977980"/>
    <w:rsid w:val="0097799F"/>
    <w:rsid w:val="00977AB1"/>
    <w:rsid w:val="00977FD1"/>
    <w:rsid w:val="00980452"/>
    <w:rsid w:val="0098070D"/>
    <w:rsid w:val="00980DBE"/>
    <w:rsid w:val="00980DEA"/>
    <w:rsid w:val="009810F9"/>
    <w:rsid w:val="009813E3"/>
    <w:rsid w:val="00981839"/>
    <w:rsid w:val="0098183F"/>
    <w:rsid w:val="009819CD"/>
    <w:rsid w:val="00981B9E"/>
    <w:rsid w:val="00981D09"/>
    <w:rsid w:val="00981FD8"/>
    <w:rsid w:val="00982385"/>
    <w:rsid w:val="00982474"/>
    <w:rsid w:val="00982598"/>
    <w:rsid w:val="00982944"/>
    <w:rsid w:val="0098329A"/>
    <w:rsid w:val="00983882"/>
    <w:rsid w:val="00983982"/>
    <w:rsid w:val="00983F01"/>
    <w:rsid w:val="0098439E"/>
    <w:rsid w:val="00984416"/>
    <w:rsid w:val="00984752"/>
    <w:rsid w:val="00985129"/>
    <w:rsid w:val="0098537B"/>
    <w:rsid w:val="00985BE8"/>
    <w:rsid w:val="00985F40"/>
    <w:rsid w:val="009861ED"/>
    <w:rsid w:val="009861F2"/>
    <w:rsid w:val="009861FA"/>
    <w:rsid w:val="00986317"/>
    <w:rsid w:val="009866FD"/>
    <w:rsid w:val="009869D7"/>
    <w:rsid w:val="00986D24"/>
    <w:rsid w:val="00986D2B"/>
    <w:rsid w:val="009872B8"/>
    <w:rsid w:val="00987929"/>
    <w:rsid w:val="00987A47"/>
    <w:rsid w:val="0099029F"/>
    <w:rsid w:val="0099089C"/>
    <w:rsid w:val="00990ECF"/>
    <w:rsid w:val="00990F68"/>
    <w:rsid w:val="009913A4"/>
    <w:rsid w:val="009917C9"/>
    <w:rsid w:val="00991901"/>
    <w:rsid w:val="009919C9"/>
    <w:rsid w:val="00991D83"/>
    <w:rsid w:val="00991E7B"/>
    <w:rsid w:val="0099257E"/>
    <w:rsid w:val="00992DB8"/>
    <w:rsid w:val="00993102"/>
    <w:rsid w:val="00993320"/>
    <w:rsid w:val="00993436"/>
    <w:rsid w:val="009934B8"/>
    <w:rsid w:val="00993A76"/>
    <w:rsid w:val="00993BFD"/>
    <w:rsid w:val="009941C0"/>
    <w:rsid w:val="009947C1"/>
    <w:rsid w:val="00994D9B"/>
    <w:rsid w:val="0099548E"/>
    <w:rsid w:val="00995820"/>
    <w:rsid w:val="00995865"/>
    <w:rsid w:val="009962E8"/>
    <w:rsid w:val="009966A5"/>
    <w:rsid w:val="00996BD6"/>
    <w:rsid w:val="00996E81"/>
    <w:rsid w:val="00996FEC"/>
    <w:rsid w:val="009A0515"/>
    <w:rsid w:val="009A0645"/>
    <w:rsid w:val="009A0A95"/>
    <w:rsid w:val="009A0E1E"/>
    <w:rsid w:val="009A1762"/>
    <w:rsid w:val="009A1913"/>
    <w:rsid w:val="009A1ED0"/>
    <w:rsid w:val="009A1FED"/>
    <w:rsid w:val="009A22E9"/>
    <w:rsid w:val="009A23B5"/>
    <w:rsid w:val="009A23E5"/>
    <w:rsid w:val="009A267F"/>
    <w:rsid w:val="009A2BC6"/>
    <w:rsid w:val="009A2DDC"/>
    <w:rsid w:val="009A2FDF"/>
    <w:rsid w:val="009A330A"/>
    <w:rsid w:val="009A336C"/>
    <w:rsid w:val="009A3514"/>
    <w:rsid w:val="009A3A61"/>
    <w:rsid w:val="009A3B8B"/>
    <w:rsid w:val="009A3D54"/>
    <w:rsid w:val="009A40F2"/>
    <w:rsid w:val="009A424B"/>
    <w:rsid w:val="009A4450"/>
    <w:rsid w:val="009A4574"/>
    <w:rsid w:val="009A495B"/>
    <w:rsid w:val="009A5EE0"/>
    <w:rsid w:val="009A6189"/>
    <w:rsid w:val="009A6870"/>
    <w:rsid w:val="009A73E1"/>
    <w:rsid w:val="009A75F1"/>
    <w:rsid w:val="009A7793"/>
    <w:rsid w:val="009A7EF8"/>
    <w:rsid w:val="009B022F"/>
    <w:rsid w:val="009B030D"/>
    <w:rsid w:val="009B0351"/>
    <w:rsid w:val="009B04C4"/>
    <w:rsid w:val="009B0AFA"/>
    <w:rsid w:val="009B0BDB"/>
    <w:rsid w:val="009B0F7E"/>
    <w:rsid w:val="009B10C7"/>
    <w:rsid w:val="009B196F"/>
    <w:rsid w:val="009B1BEF"/>
    <w:rsid w:val="009B1FCD"/>
    <w:rsid w:val="009B2058"/>
    <w:rsid w:val="009B21F2"/>
    <w:rsid w:val="009B22C0"/>
    <w:rsid w:val="009B2443"/>
    <w:rsid w:val="009B27F9"/>
    <w:rsid w:val="009B2C82"/>
    <w:rsid w:val="009B2F63"/>
    <w:rsid w:val="009B2F68"/>
    <w:rsid w:val="009B3A08"/>
    <w:rsid w:val="009B3E19"/>
    <w:rsid w:val="009B4119"/>
    <w:rsid w:val="009B41F7"/>
    <w:rsid w:val="009B4212"/>
    <w:rsid w:val="009B43D5"/>
    <w:rsid w:val="009B44DC"/>
    <w:rsid w:val="009B468A"/>
    <w:rsid w:val="009B47B8"/>
    <w:rsid w:val="009B50AA"/>
    <w:rsid w:val="009B50B4"/>
    <w:rsid w:val="009B5BEF"/>
    <w:rsid w:val="009B5DCC"/>
    <w:rsid w:val="009B64E9"/>
    <w:rsid w:val="009B6725"/>
    <w:rsid w:val="009B6D09"/>
    <w:rsid w:val="009B6D83"/>
    <w:rsid w:val="009B6E12"/>
    <w:rsid w:val="009B769B"/>
    <w:rsid w:val="009B7844"/>
    <w:rsid w:val="009B7874"/>
    <w:rsid w:val="009B799A"/>
    <w:rsid w:val="009B7B69"/>
    <w:rsid w:val="009B7B7A"/>
    <w:rsid w:val="009B7C38"/>
    <w:rsid w:val="009B7D82"/>
    <w:rsid w:val="009C0852"/>
    <w:rsid w:val="009C1C22"/>
    <w:rsid w:val="009C1EE3"/>
    <w:rsid w:val="009C1FB1"/>
    <w:rsid w:val="009C2500"/>
    <w:rsid w:val="009C257C"/>
    <w:rsid w:val="009C260F"/>
    <w:rsid w:val="009C2B11"/>
    <w:rsid w:val="009C3695"/>
    <w:rsid w:val="009C3859"/>
    <w:rsid w:val="009C39DA"/>
    <w:rsid w:val="009C4086"/>
    <w:rsid w:val="009C4548"/>
    <w:rsid w:val="009C45BE"/>
    <w:rsid w:val="009C46C7"/>
    <w:rsid w:val="009C46FE"/>
    <w:rsid w:val="009C53EC"/>
    <w:rsid w:val="009C54BE"/>
    <w:rsid w:val="009C580B"/>
    <w:rsid w:val="009C5D18"/>
    <w:rsid w:val="009C5D35"/>
    <w:rsid w:val="009C5D37"/>
    <w:rsid w:val="009C6B7B"/>
    <w:rsid w:val="009C6BB7"/>
    <w:rsid w:val="009C71D1"/>
    <w:rsid w:val="009C7496"/>
    <w:rsid w:val="009C794D"/>
    <w:rsid w:val="009C7CC1"/>
    <w:rsid w:val="009D0395"/>
    <w:rsid w:val="009D06C2"/>
    <w:rsid w:val="009D07F9"/>
    <w:rsid w:val="009D0E55"/>
    <w:rsid w:val="009D1172"/>
    <w:rsid w:val="009D12B6"/>
    <w:rsid w:val="009D16A3"/>
    <w:rsid w:val="009D2019"/>
    <w:rsid w:val="009D2335"/>
    <w:rsid w:val="009D247F"/>
    <w:rsid w:val="009D24DD"/>
    <w:rsid w:val="009D24E2"/>
    <w:rsid w:val="009D27C2"/>
    <w:rsid w:val="009D286F"/>
    <w:rsid w:val="009D2E8D"/>
    <w:rsid w:val="009D3376"/>
    <w:rsid w:val="009D4030"/>
    <w:rsid w:val="009D410A"/>
    <w:rsid w:val="009D43BE"/>
    <w:rsid w:val="009D4413"/>
    <w:rsid w:val="009D44AC"/>
    <w:rsid w:val="009D4B18"/>
    <w:rsid w:val="009D5100"/>
    <w:rsid w:val="009D5114"/>
    <w:rsid w:val="009D529F"/>
    <w:rsid w:val="009D60B0"/>
    <w:rsid w:val="009D60E5"/>
    <w:rsid w:val="009D613E"/>
    <w:rsid w:val="009D6B42"/>
    <w:rsid w:val="009D6C56"/>
    <w:rsid w:val="009D72D0"/>
    <w:rsid w:val="009D7A2E"/>
    <w:rsid w:val="009E0792"/>
    <w:rsid w:val="009E0F5C"/>
    <w:rsid w:val="009E158C"/>
    <w:rsid w:val="009E16BF"/>
    <w:rsid w:val="009E1AA3"/>
    <w:rsid w:val="009E1AA5"/>
    <w:rsid w:val="009E1B92"/>
    <w:rsid w:val="009E1D75"/>
    <w:rsid w:val="009E1F46"/>
    <w:rsid w:val="009E2376"/>
    <w:rsid w:val="009E298D"/>
    <w:rsid w:val="009E2BDD"/>
    <w:rsid w:val="009E2C37"/>
    <w:rsid w:val="009E2C6E"/>
    <w:rsid w:val="009E2CC1"/>
    <w:rsid w:val="009E319B"/>
    <w:rsid w:val="009E3981"/>
    <w:rsid w:val="009E3BFB"/>
    <w:rsid w:val="009E3DFF"/>
    <w:rsid w:val="009E428C"/>
    <w:rsid w:val="009E42D8"/>
    <w:rsid w:val="009E4534"/>
    <w:rsid w:val="009E4881"/>
    <w:rsid w:val="009E53A9"/>
    <w:rsid w:val="009E55C6"/>
    <w:rsid w:val="009E56FB"/>
    <w:rsid w:val="009E599B"/>
    <w:rsid w:val="009E599C"/>
    <w:rsid w:val="009E59B6"/>
    <w:rsid w:val="009E5B30"/>
    <w:rsid w:val="009E5BCA"/>
    <w:rsid w:val="009E5BE9"/>
    <w:rsid w:val="009E5D27"/>
    <w:rsid w:val="009E5DE4"/>
    <w:rsid w:val="009E6615"/>
    <w:rsid w:val="009E68F9"/>
    <w:rsid w:val="009E6AEF"/>
    <w:rsid w:val="009E6AFD"/>
    <w:rsid w:val="009E6EB7"/>
    <w:rsid w:val="009E6F10"/>
    <w:rsid w:val="009E7321"/>
    <w:rsid w:val="009E7B08"/>
    <w:rsid w:val="009E7F30"/>
    <w:rsid w:val="009E7F88"/>
    <w:rsid w:val="009F022E"/>
    <w:rsid w:val="009F0416"/>
    <w:rsid w:val="009F0958"/>
    <w:rsid w:val="009F0BD8"/>
    <w:rsid w:val="009F12E6"/>
    <w:rsid w:val="009F1303"/>
    <w:rsid w:val="009F1971"/>
    <w:rsid w:val="009F1EA8"/>
    <w:rsid w:val="009F2338"/>
    <w:rsid w:val="009F242A"/>
    <w:rsid w:val="009F399E"/>
    <w:rsid w:val="009F3A97"/>
    <w:rsid w:val="009F41FF"/>
    <w:rsid w:val="009F44B6"/>
    <w:rsid w:val="009F453D"/>
    <w:rsid w:val="009F4851"/>
    <w:rsid w:val="009F4908"/>
    <w:rsid w:val="009F4E73"/>
    <w:rsid w:val="009F50AB"/>
    <w:rsid w:val="009F5768"/>
    <w:rsid w:val="009F5A76"/>
    <w:rsid w:val="009F5B5F"/>
    <w:rsid w:val="009F5C92"/>
    <w:rsid w:val="009F6763"/>
    <w:rsid w:val="009F6DE1"/>
    <w:rsid w:val="009F78A7"/>
    <w:rsid w:val="009F7F2A"/>
    <w:rsid w:val="00A006D5"/>
    <w:rsid w:val="00A00747"/>
    <w:rsid w:val="00A0092C"/>
    <w:rsid w:val="00A00DB6"/>
    <w:rsid w:val="00A00FBD"/>
    <w:rsid w:val="00A013F2"/>
    <w:rsid w:val="00A0159D"/>
    <w:rsid w:val="00A015CC"/>
    <w:rsid w:val="00A01D47"/>
    <w:rsid w:val="00A01E65"/>
    <w:rsid w:val="00A01F0F"/>
    <w:rsid w:val="00A01F63"/>
    <w:rsid w:val="00A02399"/>
    <w:rsid w:val="00A02A1F"/>
    <w:rsid w:val="00A02E23"/>
    <w:rsid w:val="00A0319F"/>
    <w:rsid w:val="00A031DF"/>
    <w:rsid w:val="00A038AE"/>
    <w:rsid w:val="00A03E16"/>
    <w:rsid w:val="00A03F13"/>
    <w:rsid w:val="00A042C4"/>
    <w:rsid w:val="00A04D45"/>
    <w:rsid w:val="00A05152"/>
    <w:rsid w:val="00A051BF"/>
    <w:rsid w:val="00A05804"/>
    <w:rsid w:val="00A05866"/>
    <w:rsid w:val="00A0596F"/>
    <w:rsid w:val="00A059B7"/>
    <w:rsid w:val="00A05D05"/>
    <w:rsid w:val="00A064FD"/>
    <w:rsid w:val="00A069A0"/>
    <w:rsid w:val="00A06A79"/>
    <w:rsid w:val="00A06BE3"/>
    <w:rsid w:val="00A072C7"/>
    <w:rsid w:val="00A07337"/>
    <w:rsid w:val="00A0768E"/>
    <w:rsid w:val="00A07B5A"/>
    <w:rsid w:val="00A07D30"/>
    <w:rsid w:val="00A07DF3"/>
    <w:rsid w:val="00A07E0B"/>
    <w:rsid w:val="00A10C8A"/>
    <w:rsid w:val="00A10E22"/>
    <w:rsid w:val="00A10E49"/>
    <w:rsid w:val="00A11397"/>
    <w:rsid w:val="00A11588"/>
    <w:rsid w:val="00A1173B"/>
    <w:rsid w:val="00A11AC9"/>
    <w:rsid w:val="00A125F7"/>
    <w:rsid w:val="00A129A9"/>
    <w:rsid w:val="00A13BF2"/>
    <w:rsid w:val="00A13DB0"/>
    <w:rsid w:val="00A1407F"/>
    <w:rsid w:val="00A140E0"/>
    <w:rsid w:val="00A14390"/>
    <w:rsid w:val="00A143F9"/>
    <w:rsid w:val="00A14930"/>
    <w:rsid w:val="00A15096"/>
    <w:rsid w:val="00A152F9"/>
    <w:rsid w:val="00A15691"/>
    <w:rsid w:val="00A1581D"/>
    <w:rsid w:val="00A15F62"/>
    <w:rsid w:val="00A16363"/>
    <w:rsid w:val="00A165CF"/>
    <w:rsid w:val="00A1668D"/>
    <w:rsid w:val="00A168A0"/>
    <w:rsid w:val="00A170A3"/>
    <w:rsid w:val="00A1720B"/>
    <w:rsid w:val="00A17A20"/>
    <w:rsid w:val="00A20336"/>
    <w:rsid w:val="00A21234"/>
    <w:rsid w:val="00A217E5"/>
    <w:rsid w:val="00A21811"/>
    <w:rsid w:val="00A21D4E"/>
    <w:rsid w:val="00A22040"/>
    <w:rsid w:val="00A220A5"/>
    <w:rsid w:val="00A22245"/>
    <w:rsid w:val="00A222CA"/>
    <w:rsid w:val="00A22430"/>
    <w:rsid w:val="00A22BF0"/>
    <w:rsid w:val="00A2386D"/>
    <w:rsid w:val="00A24681"/>
    <w:rsid w:val="00A250F8"/>
    <w:rsid w:val="00A25191"/>
    <w:rsid w:val="00A252A2"/>
    <w:rsid w:val="00A253B1"/>
    <w:rsid w:val="00A256BB"/>
    <w:rsid w:val="00A26049"/>
    <w:rsid w:val="00A26410"/>
    <w:rsid w:val="00A26D5F"/>
    <w:rsid w:val="00A274AA"/>
    <w:rsid w:val="00A27757"/>
    <w:rsid w:val="00A27D90"/>
    <w:rsid w:val="00A300B0"/>
    <w:rsid w:val="00A301C0"/>
    <w:rsid w:val="00A3024D"/>
    <w:rsid w:val="00A30587"/>
    <w:rsid w:val="00A308B0"/>
    <w:rsid w:val="00A314B1"/>
    <w:rsid w:val="00A31842"/>
    <w:rsid w:val="00A31A5B"/>
    <w:rsid w:val="00A320E0"/>
    <w:rsid w:val="00A3227A"/>
    <w:rsid w:val="00A32436"/>
    <w:rsid w:val="00A32960"/>
    <w:rsid w:val="00A3304E"/>
    <w:rsid w:val="00A334EE"/>
    <w:rsid w:val="00A33EAD"/>
    <w:rsid w:val="00A35EF0"/>
    <w:rsid w:val="00A36C2B"/>
    <w:rsid w:val="00A37292"/>
    <w:rsid w:val="00A3764D"/>
    <w:rsid w:val="00A37685"/>
    <w:rsid w:val="00A3769B"/>
    <w:rsid w:val="00A378D4"/>
    <w:rsid w:val="00A37DAF"/>
    <w:rsid w:val="00A40FAE"/>
    <w:rsid w:val="00A41617"/>
    <w:rsid w:val="00A4174F"/>
    <w:rsid w:val="00A417F3"/>
    <w:rsid w:val="00A41AC7"/>
    <w:rsid w:val="00A41BB8"/>
    <w:rsid w:val="00A4205F"/>
    <w:rsid w:val="00A426E5"/>
    <w:rsid w:val="00A4281F"/>
    <w:rsid w:val="00A42D6F"/>
    <w:rsid w:val="00A42DD8"/>
    <w:rsid w:val="00A437E7"/>
    <w:rsid w:val="00A4387A"/>
    <w:rsid w:val="00A43E09"/>
    <w:rsid w:val="00A44063"/>
    <w:rsid w:val="00A44536"/>
    <w:rsid w:val="00A4457F"/>
    <w:rsid w:val="00A44750"/>
    <w:rsid w:val="00A44850"/>
    <w:rsid w:val="00A4496B"/>
    <w:rsid w:val="00A44A3D"/>
    <w:rsid w:val="00A44AA2"/>
    <w:rsid w:val="00A456B1"/>
    <w:rsid w:val="00A4587C"/>
    <w:rsid w:val="00A45CD3"/>
    <w:rsid w:val="00A4649A"/>
    <w:rsid w:val="00A464CD"/>
    <w:rsid w:val="00A466A7"/>
    <w:rsid w:val="00A46C98"/>
    <w:rsid w:val="00A46E83"/>
    <w:rsid w:val="00A471F1"/>
    <w:rsid w:val="00A47265"/>
    <w:rsid w:val="00A472CC"/>
    <w:rsid w:val="00A478A1"/>
    <w:rsid w:val="00A479D6"/>
    <w:rsid w:val="00A47D81"/>
    <w:rsid w:val="00A50186"/>
    <w:rsid w:val="00A5021D"/>
    <w:rsid w:val="00A50766"/>
    <w:rsid w:val="00A50A65"/>
    <w:rsid w:val="00A50AB3"/>
    <w:rsid w:val="00A50BE4"/>
    <w:rsid w:val="00A50EF9"/>
    <w:rsid w:val="00A50F47"/>
    <w:rsid w:val="00A50FBD"/>
    <w:rsid w:val="00A510EB"/>
    <w:rsid w:val="00A51664"/>
    <w:rsid w:val="00A5167A"/>
    <w:rsid w:val="00A51824"/>
    <w:rsid w:val="00A520C7"/>
    <w:rsid w:val="00A52246"/>
    <w:rsid w:val="00A528C8"/>
    <w:rsid w:val="00A52AB3"/>
    <w:rsid w:val="00A5337F"/>
    <w:rsid w:val="00A5372A"/>
    <w:rsid w:val="00A53A46"/>
    <w:rsid w:val="00A53A89"/>
    <w:rsid w:val="00A53C8F"/>
    <w:rsid w:val="00A541FD"/>
    <w:rsid w:val="00A545FC"/>
    <w:rsid w:val="00A54C1A"/>
    <w:rsid w:val="00A54CD7"/>
    <w:rsid w:val="00A55216"/>
    <w:rsid w:val="00A55427"/>
    <w:rsid w:val="00A56103"/>
    <w:rsid w:val="00A5680E"/>
    <w:rsid w:val="00A5683F"/>
    <w:rsid w:val="00A5686F"/>
    <w:rsid w:val="00A56DC0"/>
    <w:rsid w:val="00A5777B"/>
    <w:rsid w:val="00A5784E"/>
    <w:rsid w:val="00A57BE0"/>
    <w:rsid w:val="00A57C3D"/>
    <w:rsid w:val="00A60024"/>
    <w:rsid w:val="00A600A8"/>
    <w:rsid w:val="00A6019A"/>
    <w:rsid w:val="00A60691"/>
    <w:rsid w:val="00A60A2A"/>
    <w:rsid w:val="00A60A76"/>
    <w:rsid w:val="00A61471"/>
    <w:rsid w:val="00A614FB"/>
    <w:rsid w:val="00A620D2"/>
    <w:rsid w:val="00A62277"/>
    <w:rsid w:val="00A62291"/>
    <w:rsid w:val="00A62631"/>
    <w:rsid w:val="00A62908"/>
    <w:rsid w:val="00A638B9"/>
    <w:rsid w:val="00A63E4E"/>
    <w:rsid w:val="00A6406D"/>
    <w:rsid w:val="00A6440D"/>
    <w:rsid w:val="00A64457"/>
    <w:rsid w:val="00A644C8"/>
    <w:rsid w:val="00A646B1"/>
    <w:rsid w:val="00A649C7"/>
    <w:rsid w:val="00A66040"/>
    <w:rsid w:val="00A66681"/>
    <w:rsid w:val="00A671F6"/>
    <w:rsid w:val="00A672BD"/>
    <w:rsid w:val="00A672F4"/>
    <w:rsid w:val="00A676B4"/>
    <w:rsid w:val="00A67BB2"/>
    <w:rsid w:val="00A67E3F"/>
    <w:rsid w:val="00A70295"/>
    <w:rsid w:val="00A705CB"/>
    <w:rsid w:val="00A7066E"/>
    <w:rsid w:val="00A70708"/>
    <w:rsid w:val="00A70988"/>
    <w:rsid w:val="00A70A73"/>
    <w:rsid w:val="00A70AB4"/>
    <w:rsid w:val="00A70B5D"/>
    <w:rsid w:val="00A70E4E"/>
    <w:rsid w:val="00A711E5"/>
    <w:rsid w:val="00A72536"/>
    <w:rsid w:val="00A72B4B"/>
    <w:rsid w:val="00A72DF1"/>
    <w:rsid w:val="00A72FD4"/>
    <w:rsid w:val="00A73835"/>
    <w:rsid w:val="00A73929"/>
    <w:rsid w:val="00A73AA2"/>
    <w:rsid w:val="00A73CE7"/>
    <w:rsid w:val="00A73D6F"/>
    <w:rsid w:val="00A74220"/>
    <w:rsid w:val="00A74461"/>
    <w:rsid w:val="00A74715"/>
    <w:rsid w:val="00A74B54"/>
    <w:rsid w:val="00A7510E"/>
    <w:rsid w:val="00A75443"/>
    <w:rsid w:val="00A75582"/>
    <w:rsid w:val="00A75DA0"/>
    <w:rsid w:val="00A76247"/>
    <w:rsid w:val="00A7672C"/>
    <w:rsid w:val="00A76CEA"/>
    <w:rsid w:val="00A77934"/>
    <w:rsid w:val="00A8051D"/>
    <w:rsid w:val="00A808B2"/>
    <w:rsid w:val="00A81995"/>
    <w:rsid w:val="00A825EA"/>
    <w:rsid w:val="00A82D70"/>
    <w:rsid w:val="00A8353B"/>
    <w:rsid w:val="00A849C1"/>
    <w:rsid w:val="00A84A34"/>
    <w:rsid w:val="00A84BE3"/>
    <w:rsid w:val="00A84E5B"/>
    <w:rsid w:val="00A85199"/>
    <w:rsid w:val="00A85472"/>
    <w:rsid w:val="00A85503"/>
    <w:rsid w:val="00A85A1D"/>
    <w:rsid w:val="00A85AA6"/>
    <w:rsid w:val="00A85CF6"/>
    <w:rsid w:val="00A85DD8"/>
    <w:rsid w:val="00A85F7D"/>
    <w:rsid w:val="00A867D4"/>
    <w:rsid w:val="00A86A18"/>
    <w:rsid w:val="00A86AE6"/>
    <w:rsid w:val="00A86C1B"/>
    <w:rsid w:val="00A86E11"/>
    <w:rsid w:val="00A8771C"/>
    <w:rsid w:val="00A87B80"/>
    <w:rsid w:val="00A87DE6"/>
    <w:rsid w:val="00A90552"/>
    <w:rsid w:val="00A907D4"/>
    <w:rsid w:val="00A9081C"/>
    <w:rsid w:val="00A9225E"/>
    <w:rsid w:val="00A92345"/>
    <w:rsid w:val="00A92594"/>
    <w:rsid w:val="00A9272A"/>
    <w:rsid w:val="00A92EA7"/>
    <w:rsid w:val="00A931E4"/>
    <w:rsid w:val="00A936E1"/>
    <w:rsid w:val="00A93B63"/>
    <w:rsid w:val="00A93BE1"/>
    <w:rsid w:val="00A93E1B"/>
    <w:rsid w:val="00A945C9"/>
    <w:rsid w:val="00A94B67"/>
    <w:rsid w:val="00A94E92"/>
    <w:rsid w:val="00A94EEF"/>
    <w:rsid w:val="00A95182"/>
    <w:rsid w:val="00A954BA"/>
    <w:rsid w:val="00A962C5"/>
    <w:rsid w:val="00A97022"/>
    <w:rsid w:val="00A9702D"/>
    <w:rsid w:val="00A9737E"/>
    <w:rsid w:val="00A97914"/>
    <w:rsid w:val="00A97C44"/>
    <w:rsid w:val="00A97CAC"/>
    <w:rsid w:val="00AA028D"/>
    <w:rsid w:val="00AA03C8"/>
    <w:rsid w:val="00AA080D"/>
    <w:rsid w:val="00AA0AE8"/>
    <w:rsid w:val="00AA0B8A"/>
    <w:rsid w:val="00AA1226"/>
    <w:rsid w:val="00AA1BE4"/>
    <w:rsid w:val="00AA221A"/>
    <w:rsid w:val="00AA2566"/>
    <w:rsid w:val="00AA2DDE"/>
    <w:rsid w:val="00AA2EA0"/>
    <w:rsid w:val="00AA2FAB"/>
    <w:rsid w:val="00AA3E69"/>
    <w:rsid w:val="00AA42F9"/>
    <w:rsid w:val="00AA43D7"/>
    <w:rsid w:val="00AA49FC"/>
    <w:rsid w:val="00AA4C98"/>
    <w:rsid w:val="00AA5026"/>
    <w:rsid w:val="00AA56FF"/>
    <w:rsid w:val="00AA57D5"/>
    <w:rsid w:val="00AA580D"/>
    <w:rsid w:val="00AA589E"/>
    <w:rsid w:val="00AA6ADD"/>
    <w:rsid w:val="00AA6B77"/>
    <w:rsid w:val="00AA6E88"/>
    <w:rsid w:val="00AA77F9"/>
    <w:rsid w:val="00AA7988"/>
    <w:rsid w:val="00AA79D3"/>
    <w:rsid w:val="00AA7D05"/>
    <w:rsid w:val="00AA7E19"/>
    <w:rsid w:val="00AA7F63"/>
    <w:rsid w:val="00AB096E"/>
    <w:rsid w:val="00AB098F"/>
    <w:rsid w:val="00AB0F6C"/>
    <w:rsid w:val="00AB10C6"/>
    <w:rsid w:val="00AB23F6"/>
    <w:rsid w:val="00AB257B"/>
    <w:rsid w:val="00AB279D"/>
    <w:rsid w:val="00AB27D8"/>
    <w:rsid w:val="00AB2A41"/>
    <w:rsid w:val="00AB39D7"/>
    <w:rsid w:val="00AB425D"/>
    <w:rsid w:val="00AB4279"/>
    <w:rsid w:val="00AB464B"/>
    <w:rsid w:val="00AB4849"/>
    <w:rsid w:val="00AB4DAE"/>
    <w:rsid w:val="00AB505F"/>
    <w:rsid w:val="00AB51F9"/>
    <w:rsid w:val="00AB521B"/>
    <w:rsid w:val="00AB5D1A"/>
    <w:rsid w:val="00AB62C9"/>
    <w:rsid w:val="00AB6572"/>
    <w:rsid w:val="00AB7AC3"/>
    <w:rsid w:val="00AB7AF7"/>
    <w:rsid w:val="00AB7DD8"/>
    <w:rsid w:val="00AC0089"/>
    <w:rsid w:val="00AC00A1"/>
    <w:rsid w:val="00AC029D"/>
    <w:rsid w:val="00AC05B7"/>
    <w:rsid w:val="00AC06EE"/>
    <w:rsid w:val="00AC09E6"/>
    <w:rsid w:val="00AC0C5D"/>
    <w:rsid w:val="00AC1060"/>
    <w:rsid w:val="00AC1111"/>
    <w:rsid w:val="00AC16A5"/>
    <w:rsid w:val="00AC1B9B"/>
    <w:rsid w:val="00AC1BEA"/>
    <w:rsid w:val="00AC1C1D"/>
    <w:rsid w:val="00AC2765"/>
    <w:rsid w:val="00AC28B6"/>
    <w:rsid w:val="00AC305B"/>
    <w:rsid w:val="00AC30EC"/>
    <w:rsid w:val="00AC39E9"/>
    <w:rsid w:val="00AC3AB2"/>
    <w:rsid w:val="00AC3AB9"/>
    <w:rsid w:val="00AC4349"/>
    <w:rsid w:val="00AC44FE"/>
    <w:rsid w:val="00AC4CBD"/>
    <w:rsid w:val="00AC4F0C"/>
    <w:rsid w:val="00AC5673"/>
    <w:rsid w:val="00AC5F2F"/>
    <w:rsid w:val="00AC5F4F"/>
    <w:rsid w:val="00AC61C6"/>
    <w:rsid w:val="00AC62A6"/>
    <w:rsid w:val="00AC6AB8"/>
    <w:rsid w:val="00AC6D94"/>
    <w:rsid w:val="00AC7530"/>
    <w:rsid w:val="00AC7654"/>
    <w:rsid w:val="00AC774D"/>
    <w:rsid w:val="00AC7C39"/>
    <w:rsid w:val="00AD07D9"/>
    <w:rsid w:val="00AD0C61"/>
    <w:rsid w:val="00AD0E16"/>
    <w:rsid w:val="00AD1593"/>
    <w:rsid w:val="00AD17CD"/>
    <w:rsid w:val="00AD1891"/>
    <w:rsid w:val="00AD1A1A"/>
    <w:rsid w:val="00AD1AA6"/>
    <w:rsid w:val="00AD1BBE"/>
    <w:rsid w:val="00AD2514"/>
    <w:rsid w:val="00AD28A5"/>
    <w:rsid w:val="00AD2BDA"/>
    <w:rsid w:val="00AD2D1D"/>
    <w:rsid w:val="00AD2D47"/>
    <w:rsid w:val="00AD32B7"/>
    <w:rsid w:val="00AD32D3"/>
    <w:rsid w:val="00AD3B4C"/>
    <w:rsid w:val="00AD3B77"/>
    <w:rsid w:val="00AD3E7C"/>
    <w:rsid w:val="00AD4631"/>
    <w:rsid w:val="00AD4853"/>
    <w:rsid w:val="00AD573E"/>
    <w:rsid w:val="00AD5CA7"/>
    <w:rsid w:val="00AD5F53"/>
    <w:rsid w:val="00AD5F7D"/>
    <w:rsid w:val="00AD6048"/>
    <w:rsid w:val="00AD6170"/>
    <w:rsid w:val="00AD6386"/>
    <w:rsid w:val="00AD6808"/>
    <w:rsid w:val="00AD6A53"/>
    <w:rsid w:val="00AD6AD3"/>
    <w:rsid w:val="00AD6F0B"/>
    <w:rsid w:val="00AD6F84"/>
    <w:rsid w:val="00AD7241"/>
    <w:rsid w:val="00AD75A1"/>
    <w:rsid w:val="00AD7D6C"/>
    <w:rsid w:val="00AE0794"/>
    <w:rsid w:val="00AE0F03"/>
    <w:rsid w:val="00AE0FE7"/>
    <w:rsid w:val="00AE117C"/>
    <w:rsid w:val="00AE216B"/>
    <w:rsid w:val="00AE2976"/>
    <w:rsid w:val="00AE3742"/>
    <w:rsid w:val="00AE3BD1"/>
    <w:rsid w:val="00AE3C82"/>
    <w:rsid w:val="00AE3CB7"/>
    <w:rsid w:val="00AE42D9"/>
    <w:rsid w:val="00AE4633"/>
    <w:rsid w:val="00AE4A79"/>
    <w:rsid w:val="00AE4A96"/>
    <w:rsid w:val="00AE4FFB"/>
    <w:rsid w:val="00AE516B"/>
    <w:rsid w:val="00AE51C9"/>
    <w:rsid w:val="00AE5847"/>
    <w:rsid w:val="00AE5CBB"/>
    <w:rsid w:val="00AE5E0A"/>
    <w:rsid w:val="00AE5EE5"/>
    <w:rsid w:val="00AE74BF"/>
    <w:rsid w:val="00AE74FB"/>
    <w:rsid w:val="00AE754B"/>
    <w:rsid w:val="00AE7660"/>
    <w:rsid w:val="00AE775B"/>
    <w:rsid w:val="00AE7A80"/>
    <w:rsid w:val="00AF0013"/>
    <w:rsid w:val="00AF00F8"/>
    <w:rsid w:val="00AF0260"/>
    <w:rsid w:val="00AF02AE"/>
    <w:rsid w:val="00AF0738"/>
    <w:rsid w:val="00AF0C37"/>
    <w:rsid w:val="00AF0EDE"/>
    <w:rsid w:val="00AF1515"/>
    <w:rsid w:val="00AF1763"/>
    <w:rsid w:val="00AF1EE6"/>
    <w:rsid w:val="00AF2259"/>
    <w:rsid w:val="00AF256D"/>
    <w:rsid w:val="00AF27F9"/>
    <w:rsid w:val="00AF3338"/>
    <w:rsid w:val="00AF339A"/>
    <w:rsid w:val="00AF3677"/>
    <w:rsid w:val="00AF367B"/>
    <w:rsid w:val="00AF39B2"/>
    <w:rsid w:val="00AF3CC5"/>
    <w:rsid w:val="00AF4019"/>
    <w:rsid w:val="00AF4146"/>
    <w:rsid w:val="00AF417C"/>
    <w:rsid w:val="00AF4392"/>
    <w:rsid w:val="00AF4C00"/>
    <w:rsid w:val="00AF5813"/>
    <w:rsid w:val="00AF5F83"/>
    <w:rsid w:val="00AF682C"/>
    <w:rsid w:val="00AF6E08"/>
    <w:rsid w:val="00AF6EB0"/>
    <w:rsid w:val="00AF7443"/>
    <w:rsid w:val="00AF7686"/>
    <w:rsid w:val="00AF7BFA"/>
    <w:rsid w:val="00AF7D14"/>
    <w:rsid w:val="00B0031D"/>
    <w:rsid w:val="00B00339"/>
    <w:rsid w:val="00B00667"/>
    <w:rsid w:val="00B02026"/>
    <w:rsid w:val="00B026F6"/>
    <w:rsid w:val="00B02B5B"/>
    <w:rsid w:val="00B033D9"/>
    <w:rsid w:val="00B0368B"/>
    <w:rsid w:val="00B0377E"/>
    <w:rsid w:val="00B03A20"/>
    <w:rsid w:val="00B03A46"/>
    <w:rsid w:val="00B03BCA"/>
    <w:rsid w:val="00B03D4C"/>
    <w:rsid w:val="00B03FD7"/>
    <w:rsid w:val="00B04928"/>
    <w:rsid w:val="00B04EE0"/>
    <w:rsid w:val="00B053F3"/>
    <w:rsid w:val="00B05B62"/>
    <w:rsid w:val="00B05BAA"/>
    <w:rsid w:val="00B05C32"/>
    <w:rsid w:val="00B05CF8"/>
    <w:rsid w:val="00B06018"/>
    <w:rsid w:val="00B0620E"/>
    <w:rsid w:val="00B06732"/>
    <w:rsid w:val="00B0685F"/>
    <w:rsid w:val="00B06924"/>
    <w:rsid w:val="00B07829"/>
    <w:rsid w:val="00B079CE"/>
    <w:rsid w:val="00B102FA"/>
    <w:rsid w:val="00B10381"/>
    <w:rsid w:val="00B106CD"/>
    <w:rsid w:val="00B107BB"/>
    <w:rsid w:val="00B10CA4"/>
    <w:rsid w:val="00B10F4D"/>
    <w:rsid w:val="00B1160F"/>
    <w:rsid w:val="00B1179B"/>
    <w:rsid w:val="00B11997"/>
    <w:rsid w:val="00B1199B"/>
    <w:rsid w:val="00B11AB0"/>
    <w:rsid w:val="00B11D9B"/>
    <w:rsid w:val="00B11FD2"/>
    <w:rsid w:val="00B121E3"/>
    <w:rsid w:val="00B12259"/>
    <w:rsid w:val="00B12319"/>
    <w:rsid w:val="00B1272B"/>
    <w:rsid w:val="00B12A52"/>
    <w:rsid w:val="00B12BC9"/>
    <w:rsid w:val="00B13337"/>
    <w:rsid w:val="00B13474"/>
    <w:rsid w:val="00B135F8"/>
    <w:rsid w:val="00B1384E"/>
    <w:rsid w:val="00B13D58"/>
    <w:rsid w:val="00B142BF"/>
    <w:rsid w:val="00B146DC"/>
    <w:rsid w:val="00B14CA9"/>
    <w:rsid w:val="00B14CD1"/>
    <w:rsid w:val="00B1502B"/>
    <w:rsid w:val="00B1565E"/>
    <w:rsid w:val="00B16164"/>
    <w:rsid w:val="00B163D7"/>
    <w:rsid w:val="00B16B67"/>
    <w:rsid w:val="00B16B88"/>
    <w:rsid w:val="00B16DE6"/>
    <w:rsid w:val="00B16E8C"/>
    <w:rsid w:val="00B16E93"/>
    <w:rsid w:val="00B16ED0"/>
    <w:rsid w:val="00B16FB6"/>
    <w:rsid w:val="00B17073"/>
    <w:rsid w:val="00B171B8"/>
    <w:rsid w:val="00B1738C"/>
    <w:rsid w:val="00B1775A"/>
    <w:rsid w:val="00B179F9"/>
    <w:rsid w:val="00B17C3E"/>
    <w:rsid w:val="00B20DF5"/>
    <w:rsid w:val="00B21270"/>
    <w:rsid w:val="00B22AB5"/>
    <w:rsid w:val="00B22D48"/>
    <w:rsid w:val="00B22F3B"/>
    <w:rsid w:val="00B23156"/>
    <w:rsid w:val="00B2327B"/>
    <w:rsid w:val="00B23539"/>
    <w:rsid w:val="00B23CA0"/>
    <w:rsid w:val="00B23CAB"/>
    <w:rsid w:val="00B23FAE"/>
    <w:rsid w:val="00B240B9"/>
    <w:rsid w:val="00B244F4"/>
    <w:rsid w:val="00B24523"/>
    <w:rsid w:val="00B24F76"/>
    <w:rsid w:val="00B25299"/>
    <w:rsid w:val="00B2586D"/>
    <w:rsid w:val="00B25E4F"/>
    <w:rsid w:val="00B2604B"/>
    <w:rsid w:val="00B268D6"/>
    <w:rsid w:val="00B26A97"/>
    <w:rsid w:val="00B26D3E"/>
    <w:rsid w:val="00B273B4"/>
    <w:rsid w:val="00B27FA1"/>
    <w:rsid w:val="00B30B07"/>
    <w:rsid w:val="00B30DE6"/>
    <w:rsid w:val="00B317D8"/>
    <w:rsid w:val="00B31BDD"/>
    <w:rsid w:val="00B31F22"/>
    <w:rsid w:val="00B31F42"/>
    <w:rsid w:val="00B32237"/>
    <w:rsid w:val="00B32302"/>
    <w:rsid w:val="00B32431"/>
    <w:rsid w:val="00B32AF1"/>
    <w:rsid w:val="00B32BA3"/>
    <w:rsid w:val="00B33A80"/>
    <w:rsid w:val="00B33ED0"/>
    <w:rsid w:val="00B3417E"/>
    <w:rsid w:val="00B34F9E"/>
    <w:rsid w:val="00B35568"/>
    <w:rsid w:val="00B3559A"/>
    <w:rsid w:val="00B358AD"/>
    <w:rsid w:val="00B35A70"/>
    <w:rsid w:val="00B35B76"/>
    <w:rsid w:val="00B35C05"/>
    <w:rsid w:val="00B35E8C"/>
    <w:rsid w:val="00B361D4"/>
    <w:rsid w:val="00B3642F"/>
    <w:rsid w:val="00B3664B"/>
    <w:rsid w:val="00B366B5"/>
    <w:rsid w:val="00B36AD2"/>
    <w:rsid w:val="00B36BA0"/>
    <w:rsid w:val="00B36CAB"/>
    <w:rsid w:val="00B36D3F"/>
    <w:rsid w:val="00B36DBC"/>
    <w:rsid w:val="00B36EDC"/>
    <w:rsid w:val="00B370F8"/>
    <w:rsid w:val="00B37559"/>
    <w:rsid w:val="00B3786E"/>
    <w:rsid w:val="00B37B7A"/>
    <w:rsid w:val="00B37CFC"/>
    <w:rsid w:val="00B40059"/>
    <w:rsid w:val="00B40180"/>
    <w:rsid w:val="00B402D4"/>
    <w:rsid w:val="00B40439"/>
    <w:rsid w:val="00B41205"/>
    <w:rsid w:val="00B41265"/>
    <w:rsid w:val="00B41433"/>
    <w:rsid w:val="00B41927"/>
    <w:rsid w:val="00B41C73"/>
    <w:rsid w:val="00B41CB6"/>
    <w:rsid w:val="00B4202A"/>
    <w:rsid w:val="00B428A4"/>
    <w:rsid w:val="00B429A0"/>
    <w:rsid w:val="00B42AF7"/>
    <w:rsid w:val="00B43417"/>
    <w:rsid w:val="00B4391D"/>
    <w:rsid w:val="00B43E90"/>
    <w:rsid w:val="00B43ECA"/>
    <w:rsid w:val="00B440E5"/>
    <w:rsid w:val="00B448B1"/>
    <w:rsid w:val="00B44B32"/>
    <w:rsid w:val="00B44FBF"/>
    <w:rsid w:val="00B451A4"/>
    <w:rsid w:val="00B45500"/>
    <w:rsid w:val="00B4552C"/>
    <w:rsid w:val="00B45C2A"/>
    <w:rsid w:val="00B45C4B"/>
    <w:rsid w:val="00B45E65"/>
    <w:rsid w:val="00B46475"/>
    <w:rsid w:val="00B469F3"/>
    <w:rsid w:val="00B46A21"/>
    <w:rsid w:val="00B46B09"/>
    <w:rsid w:val="00B46C61"/>
    <w:rsid w:val="00B47290"/>
    <w:rsid w:val="00B47532"/>
    <w:rsid w:val="00B47587"/>
    <w:rsid w:val="00B47C2D"/>
    <w:rsid w:val="00B5039E"/>
    <w:rsid w:val="00B503A6"/>
    <w:rsid w:val="00B5064D"/>
    <w:rsid w:val="00B5072E"/>
    <w:rsid w:val="00B50D2D"/>
    <w:rsid w:val="00B51042"/>
    <w:rsid w:val="00B511D5"/>
    <w:rsid w:val="00B513AC"/>
    <w:rsid w:val="00B51DD2"/>
    <w:rsid w:val="00B522CA"/>
    <w:rsid w:val="00B52865"/>
    <w:rsid w:val="00B52C9F"/>
    <w:rsid w:val="00B52E49"/>
    <w:rsid w:val="00B53226"/>
    <w:rsid w:val="00B53311"/>
    <w:rsid w:val="00B534FD"/>
    <w:rsid w:val="00B53796"/>
    <w:rsid w:val="00B541AD"/>
    <w:rsid w:val="00B544E3"/>
    <w:rsid w:val="00B54721"/>
    <w:rsid w:val="00B54F38"/>
    <w:rsid w:val="00B559E9"/>
    <w:rsid w:val="00B55BB4"/>
    <w:rsid w:val="00B55E8E"/>
    <w:rsid w:val="00B5613E"/>
    <w:rsid w:val="00B5731D"/>
    <w:rsid w:val="00B5757F"/>
    <w:rsid w:val="00B577A1"/>
    <w:rsid w:val="00B60048"/>
    <w:rsid w:val="00B60153"/>
    <w:rsid w:val="00B60D2D"/>
    <w:rsid w:val="00B61B79"/>
    <w:rsid w:val="00B621EC"/>
    <w:rsid w:val="00B622D4"/>
    <w:rsid w:val="00B629AE"/>
    <w:rsid w:val="00B62A34"/>
    <w:rsid w:val="00B62D2C"/>
    <w:rsid w:val="00B62ED8"/>
    <w:rsid w:val="00B644F2"/>
    <w:rsid w:val="00B646DD"/>
    <w:rsid w:val="00B6478B"/>
    <w:rsid w:val="00B648B3"/>
    <w:rsid w:val="00B64B29"/>
    <w:rsid w:val="00B64D6D"/>
    <w:rsid w:val="00B6582F"/>
    <w:rsid w:val="00B65848"/>
    <w:rsid w:val="00B65EC2"/>
    <w:rsid w:val="00B6642D"/>
    <w:rsid w:val="00B66A58"/>
    <w:rsid w:val="00B66AC8"/>
    <w:rsid w:val="00B67554"/>
    <w:rsid w:val="00B6771B"/>
    <w:rsid w:val="00B70071"/>
    <w:rsid w:val="00B7077D"/>
    <w:rsid w:val="00B70822"/>
    <w:rsid w:val="00B708A4"/>
    <w:rsid w:val="00B70950"/>
    <w:rsid w:val="00B70BE7"/>
    <w:rsid w:val="00B71BE2"/>
    <w:rsid w:val="00B72FED"/>
    <w:rsid w:val="00B73070"/>
    <w:rsid w:val="00B73908"/>
    <w:rsid w:val="00B73CE2"/>
    <w:rsid w:val="00B73FF6"/>
    <w:rsid w:val="00B740EA"/>
    <w:rsid w:val="00B740ED"/>
    <w:rsid w:val="00B742AC"/>
    <w:rsid w:val="00B743FE"/>
    <w:rsid w:val="00B7464F"/>
    <w:rsid w:val="00B75282"/>
    <w:rsid w:val="00B75A94"/>
    <w:rsid w:val="00B75CF5"/>
    <w:rsid w:val="00B75D1C"/>
    <w:rsid w:val="00B75FE3"/>
    <w:rsid w:val="00B7674C"/>
    <w:rsid w:val="00B767DF"/>
    <w:rsid w:val="00B77093"/>
    <w:rsid w:val="00B776D9"/>
    <w:rsid w:val="00B7797E"/>
    <w:rsid w:val="00B77BA3"/>
    <w:rsid w:val="00B80002"/>
    <w:rsid w:val="00B802D7"/>
    <w:rsid w:val="00B80881"/>
    <w:rsid w:val="00B80D28"/>
    <w:rsid w:val="00B80E3F"/>
    <w:rsid w:val="00B80F1A"/>
    <w:rsid w:val="00B80FC6"/>
    <w:rsid w:val="00B81122"/>
    <w:rsid w:val="00B8142E"/>
    <w:rsid w:val="00B81714"/>
    <w:rsid w:val="00B8193E"/>
    <w:rsid w:val="00B81F0A"/>
    <w:rsid w:val="00B81FB4"/>
    <w:rsid w:val="00B82165"/>
    <w:rsid w:val="00B82422"/>
    <w:rsid w:val="00B825E6"/>
    <w:rsid w:val="00B82891"/>
    <w:rsid w:val="00B82999"/>
    <w:rsid w:val="00B83CB3"/>
    <w:rsid w:val="00B83CF9"/>
    <w:rsid w:val="00B84178"/>
    <w:rsid w:val="00B84F5D"/>
    <w:rsid w:val="00B852B0"/>
    <w:rsid w:val="00B8584B"/>
    <w:rsid w:val="00B85E69"/>
    <w:rsid w:val="00B860C1"/>
    <w:rsid w:val="00B8618C"/>
    <w:rsid w:val="00B861A7"/>
    <w:rsid w:val="00B866FA"/>
    <w:rsid w:val="00B86AB0"/>
    <w:rsid w:val="00B86DD6"/>
    <w:rsid w:val="00B872C3"/>
    <w:rsid w:val="00B8768A"/>
    <w:rsid w:val="00B87B70"/>
    <w:rsid w:val="00B87E2B"/>
    <w:rsid w:val="00B90095"/>
    <w:rsid w:val="00B900AC"/>
    <w:rsid w:val="00B9039B"/>
    <w:rsid w:val="00B9046D"/>
    <w:rsid w:val="00B91757"/>
    <w:rsid w:val="00B91A8B"/>
    <w:rsid w:val="00B91BBB"/>
    <w:rsid w:val="00B91C9A"/>
    <w:rsid w:val="00B91DB0"/>
    <w:rsid w:val="00B9275C"/>
    <w:rsid w:val="00B92F4A"/>
    <w:rsid w:val="00B93036"/>
    <w:rsid w:val="00B93186"/>
    <w:rsid w:val="00B932F6"/>
    <w:rsid w:val="00B93A7E"/>
    <w:rsid w:val="00B940A9"/>
    <w:rsid w:val="00B942DA"/>
    <w:rsid w:val="00B94325"/>
    <w:rsid w:val="00B94683"/>
    <w:rsid w:val="00B95295"/>
    <w:rsid w:val="00B953DD"/>
    <w:rsid w:val="00B954DD"/>
    <w:rsid w:val="00B9569F"/>
    <w:rsid w:val="00B95865"/>
    <w:rsid w:val="00B961FD"/>
    <w:rsid w:val="00B972B8"/>
    <w:rsid w:val="00B975A9"/>
    <w:rsid w:val="00B9779D"/>
    <w:rsid w:val="00B9786F"/>
    <w:rsid w:val="00B97FA4"/>
    <w:rsid w:val="00BA0187"/>
    <w:rsid w:val="00BA046A"/>
    <w:rsid w:val="00BA0621"/>
    <w:rsid w:val="00BA0AAE"/>
    <w:rsid w:val="00BA13EA"/>
    <w:rsid w:val="00BA1694"/>
    <w:rsid w:val="00BA171B"/>
    <w:rsid w:val="00BA1C1A"/>
    <w:rsid w:val="00BA1CF6"/>
    <w:rsid w:val="00BA1E7B"/>
    <w:rsid w:val="00BA2298"/>
    <w:rsid w:val="00BA2408"/>
    <w:rsid w:val="00BA2A07"/>
    <w:rsid w:val="00BA2EE6"/>
    <w:rsid w:val="00BA3601"/>
    <w:rsid w:val="00BA3CCD"/>
    <w:rsid w:val="00BA44BE"/>
    <w:rsid w:val="00BA46C0"/>
    <w:rsid w:val="00BA48CF"/>
    <w:rsid w:val="00BA4EFD"/>
    <w:rsid w:val="00BA5111"/>
    <w:rsid w:val="00BA51E1"/>
    <w:rsid w:val="00BA56EC"/>
    <w:rsid w:val="00BA5835"/>
    <w:rsid w:val="00BA5A5E"/>
    <w:rsid w:val="00BA5ADC"/>
    <w:rsid w:val="00BA5C0F"/>
    <w:rsid w:val="00BA5F8F"/>
    <w:rsid w:val="00BA6275"/>
    <w:rsid w:val="00BA699B"/>
    <w:rsid w:val="00BA71B9"/>
    <w:rsid w:val="00BA7604"/>
    <w:rsid w:val="00BA7AE0"/>
    <w:rsid w:val="00BB009F"/>
    <w:rsid w:val="00BB00D3"/>
    <w:rsid w:val="00BB0150"/>
    <w:rsid w:val="00BB0293"/>
    <w:rsid w:val="00BB02A9"/>
    <w:rsid w:val="00BB0DF1"/>
    <w:rsid w:val="00BB0F59"/>
    <w:rsid w:val="00BB100C"/>
    <w:rsid w:val="00BB1433"/>
    <w:rsid w:val="00BB1AAD"/>
    <w:rsid w:val="00BB22CF"/>
    <w:rsid w:val="00BB2614"/>
    <w:rsid w:val="00BB2951"/>
    <w:rsid w:val="00BB32E1"/>
    <w:rsid w:val="00BB340B"/>
    <w:rsid w:val="00BB3497"/>
    <w:rsid w:val="00BB362F"/>
    <w:rsid w:val="00BB3CA0"/>
    <w:rsid w:val="00BB3DCE"/>
    <w:rsid w:val="00BB4022"/>
    <w:rsid w:val="00BB4577"/>
    <w:rsid w:val="00BB4900"/>
    <w:rsid w:val="00BB4D3C"/>
    <w:rsid w:val="00BB4EBE"/>
    <w:rsid w:val="00BB5074"/>
    <w:rsid w:val="00BB561C"/>
    <w:rsid w:val="00BB5695"/>
    <w:rsid w:val="00BB5775"/>
    <w:rsid w:val="00BB61EB"/>
    <w:rsid w:val="00BB6705"/>
    <w:rsid w:val="00BB6942"/>
    <w:rsid w:val="00BB6A04"/>
    <w:rsid w:val="00BB6A47"/>
    <w:rsid w:val="00BB6B68"/>
    <w:rsid w:val="00BB6EF8"/>
    <w:rsid w:val="00BB734A"/>
    <w:rsid w:val="00BB765E"/>
    <w:rsid w:val="00BB7BEC"/>
    <w:rsid w:val="00BC0260"/>
    <w:rsid w:val="00BC052A"/>
    <w:rsid w:val="00BC087E"/>
    <w:rsid w:val="00BC08C5"/>
    <w:rsid w:val="00BC0D97"/>
    <w:rsid w:val="00BC14C1"/>
    <w:rsid w:val="00BC199C"/>
    <w:rsid w:val="00BC1B83"/>
    <w:rsid w:val="00BC1F58"/>
    <w:rsid w:val="00BC2665"/>
    <w:rsid w:val="00BC2C57"/>
    <w:rsid w:val="00BC34C2"/>
    <w:rsid w:val="00BC3A03"/>
    <w:rsid w:val="00BC3C1C"/>
    <w:rsid w:val="00BC44C8"/>
    <w:rsid w:val="00BC4823"/>
    <w:rsid w:val="00BC4883"/>
    <w:rsid w:val="00BC52B0"/>
    <w:rsid w:val="00BC5322"/>
    <w:rsid w:val="00BC5A3A"/>
    <w:rsid w:val="00BC5DB0"/>
    <w:rsid w:val="00BC62E9"/>
    <w:rsid w:val="00BC65AB"/>
    <w:rsid w:val="00BC6664"/>
    <w:rsid w:val="00BC6EB8"/>
    <w:rsid w:val="00BC7215"/>
    <w:rsid w:val="00BC721E"/>
    <w:rsid w:val="00BC73C4"/>
    <w:rsid w:val="00BC78A6"/>
    <w:rsid w:val="00BC7C91"/>
    <w:rsid w:val="00BD095A"/>
    <w:rsid w:val="00BD09C7"/>
    <w:rsid w:val="00BD0C46"/>
    <w:rsid w:val="00BD15E9"/>
    <w:rsid w:val="00BD18FE"/>
    <w:rsid w:val="00BD1BCE"/>
    <w:rsid w:val="00BD1D93"/>
    <w:rsid w:val="00BD1E0F"/>
    <w:rsid w:val="00BD1FA5"/>
    <w:rsid w:val="00BD2495"/>
    <w:rsid w:val="00BD276B"/>
    <w:rsid w:val="00BD2984"/>
    <w:rsid w:val="00BD29C0"/>
    <w:rsid w:val="00BD2A84"/>
    <w:rsid w:val="00BD2BF7"/>
    <w:rsid w:val="00BD303E"/>
    <w:rsid w:val="00BD3166"/>
    <w:rsid w:val="00BD34AE"/>
    <w:rsid w:val="00BD396C"/>
    <w:rsid w:val="00BD3ABC"/>
    <w:rsid w:val="00BD3B8E"/>
    <w:rsid w:val="00BD3DEF"/>
    <w:rsid w:val="00BD406D"/>
    <w:rsid w:val="00BD428C"/>
    <w:rsid w:val="00BD46C5"/>
    <w:rsid w:val="00BD46D1"/>
    <w:rsid w:val="00BD4C2A"/>
    <w:rsid w:val="00BD4C40"/>
    <w:rsid w:val="00BD4CAB"/>
    <w:rsid w:val="00BD5056"/>
    <w:rsid w:val="00BD551F"/>
    <w:rsid w:val="00BD5A06"/>
    <w:rsid w:val="00BD5AD1"/>
    <w:rsid w:val="00BD5B69"/>
    <w:rsid w:val="00BD5E2A"/>
    <w:rsid w:val="00BD6555"/>
    <w:rsid w:val="00BD722B"/>
    <w:rsid w:val="00BD7518"/>
    <w:rsid w:val="00BD76CE"/>
    <w:rsid w:val="00BE0724"/>
    <w:rsid w:val="00BE0782"/>
    <w:rsid w:val="00BE0DD5"/>
    <w:rsid w:val="00BE10C3"/>
    <w:rsid w:val="00BE19DC"/>
    <w:rsid w:val="00BE1DE3"/>
    <w:rsid w:val="00BE1FC9"/>
    <w:rsid w:val="00BE205F"/>
    <w:rsid w:val="00BE20A8"/>
    <w:rsid w:val="00BE2159"/>
    <w:rsid w:val="00BE23DD"/>
    <w:rsid w:val="00BE260D"/>
    <w:rsid w:val="00BE2AC1"/>
    <w:rsid w:val="00BE2E16"/>
    <w:rsid w:val="00BE36FF"/>
    <w:rsid w:val="00BE3833"/>
    <w:rsid w:val="00BE3B4F"/>
    <w:rsid w:val="00BE3F70"/>
    <w:rsid w:val="00BE44B4"/>
    <w:rsid w:val="00BE4517"/>
    <w:rsid w:val="00BE49AC"/>
    <w:rsid w:val="00BE4B72"/>
    <w:rsid w:val="00BE4C6E"/>
    <w:rsid w:val="00BE4F6F"/>
    <w:rsid w:val="00BE5051"/>
    <w:rsid w:val="00BE554B"/>
    <w:rsid w:val="00BE5A1E"/>
    <w:rsid w:val="00BE5A5D"/>
    <w:rsid w:val="00BE5D13"/>
    <w:rsid w:val="00BE6E9C"/>
    <w:rsid w:val="00BE725A"/>
    <w:rsid w:val="00BE7673"/>
    <w:rsid w:val="00BE7D6D"/>
    <w:rsid w:val="00BE7F61"/>
    <w:rsid w:val="00BF040D"/>
    <w:rsid w:val="00BF0C68"/>
    <w:rsid w:val="00BF0CB4"/>
    <w:rsid w:val="00BF1070"/>
    <w:rsid w:val="00BF127C"/>
    <w:rsid w:val="00BF134A"/>
    <w:rsid w:val="00BF1A70"/>
    <w:rsid w:val="00BF23EA"/>
    <w:rsid w:val="00BF2B34"/>
    <w:rsid w:val="00BF3473"/>
    <w:rsid w:val="00BF357E"/>
    <w:rsid w:val="00BF38A5"/>
    <w:rsid w:val="00BF42B0"/>
    <w:rsid w:val="00BF42EF"/>
    <w:rsid w:val="00BF47F1"/>
    <w:rsid w:val="00BF4AE2"/>
    <w:rsid w:val="00BF4C83"/>
    <w:rsid w:val="00BF5111"/>
    <w:rsid w:val="00BF51F4"/>
    <w:rsid w:val="00BF53DE"/>
    <w:rsid w:val="00BF57B0"/>
    <w:rsid w:val="00BF5978"/>
    <w:rsid w:val="00BF5F4A"/>
    <w:rsid w:val="00BF608D"/>
    <w:rsid w:val="00BF645B"/>
    <w:rsid w:val="00BF65B0"/>
    <w:rsid w:val="00BF667D"/>
    <w:rsid w:val="00BF702D"/>
    <w:rsid w:val="00BF75DC"/>
    <w:rsid w:val="00BF7857"/>
    <w:rsid w:val="00BF7B42"/>
    <w:rsid w:val="00BF7BE6"/>
    <w:rsid w:val="00BF7C66"/>
    <w:rsid w:val="00BF7DF1"/>
    <w:rsid w:val="00C00200"/>
    <w:rsid w:val="00C003D1"/>
    <w:rsid w:val="00C0081A"/>
    <w:rsid w:val="00C00C30"/>
    <w:rsid w:val="00C00D76"/>
    <w:rsid w:val="00C0140C"/>
    <w:rsid w:val="00C01C27"/>
    <w:rsid w:val="00C01F31"/>
    <w:rsid w:val="00C024D4"/>
    <w:rsid w:val="00C02881"/>
    <w:rsid w:val="00C02B36"/>
    <w:rsid w:val="00C02CFB"/>
    <w:rsid w:val="00C02DC7"/>
    <w:rsid w:val="00C033A9"/>
    <w:rsid w:val="00C03467"/>
    <w:rsid w:val="00C034BA"/>
    <w:rsid w:val="00C03553"/>
    <w:rsid w:val="00C03A16"/>
    <w:rsid w:val="00C041B4"/>
    <w:rsid w:val="00C041C5"/>
    <w:rsid w:val="00C045E4"/>
    <w:rsid w:val="00C04884"/>
    <w:rsid w:val="00C04A71"/>
    <w:rsid w:val="00C04C80"/>
    <w:rsid w:val="00C04DE0"/>
    <w:rsid w:val="00C0573C"/>
    <w:rsid w:val="00C05762"/>
    <w:rsid w:val="00C0584C"/>
    <w:rsid w:val="00C05F2F"/>
    <w:rsid w:val="00C06168"/>
    <w:rsid w:val="00C062A6"/>
    <w:rsid w:val="00C06386"/>
    <w:rsid w:val="00C07026"/>
    <w:rsid w:val="00C0724D"/>
    <w:rsid w:val="00C07403"/>
    <w:rsid w:val="00C078BC"/>
    <w:rsid w:val="00C078DB"/>
    <w:rsid w:val="00C07EE2"/>
    <w:rsid w:val="00C10A8F"/>
    <w:rsid w:val="00C10B0A"/>
    <w:rsid w:val="00C10F8D"/>
    <w:rsid w:val="00C11138"/>
    <w:rsid w:val="00C1141C"/>
    <w:rsid w:val="00C1144E"/>
    <w:rsid w:val="00C11750"/>
    <w:rsid w:val="00C1176B"/>
    <w:rsid w:val="00C12810"/>
    <w:rsid w:val="00C1293A"/>
    <w:rsid w:val="00C129E5"/>
    <w:rsid w:val="00C12A13"/>
    <w:rsid w:val="00C12F2C"/>
    <w:rsid w:val="00C136D1"/>
    <w:rsid w:val="00C138DF"/>
    <w:rsid w:val="00C13A44"/>
    <w:rsid w:val="00C13DA6"/>
    <w:rsid w:val="00C1453F"/>
    <w:rsid w:val="00C14EBE"/>
    <w:rsid w:val="00C15A48"/>
    <w:rsid w:val="00C15B6B"/>
    <w:rsid w:val="00C163F5"/>
    <w:rsid w:val="00C16B44"/>
    <w:rsid w:val="00C177C4"/>
    <w:rsid w:val="00C17B18"/>
    <w:rsid w:val="00C17BD1"/>
    <w:rsid w:val="00C17E2E"/>
    <w:rsid w:val="00C20243"/>
    <w:rsid w:val="00C2029D"/>
    <w:rsid w:val="00C20552"/>
    <w:rsid w:val="00C205A6"/>
    <w:rsid w:val="00C20B4C"/>
    <w:rsid w:val="00C20BDC"/>
    <w:rsid w:val="00C20CBB"/>
    <w:rsid w:val="00C20E44"/>
    <w:rsid w:val="00C210B5"/>
    <w:rsid w:val="00C21314"/>
    <w:rsid w:val="00C2167A"/>
    <w:rsid w:val="00C21A75"/>
    <w:rsid w:val="00C21B6C"/>
    <w:rsid w:val="00C21DF8"/>
    <w:rsid w:val="00C21EE4"/>
    <w:rsid w:val="00C22027"/>
    <w:rsid w:val="00C22232"/>
    <w:rsid w:val="00C222EA"/>
    <w:rsid w:val="00C2252C"/>
    <w:rsid w:val="00C22780"/>
    <w:rsid w:val="00C22C85"/>
    <w:rsid w:val="00C22F95"/>
    <w:rsid w:val="00C23145"/>
    <w:rsid w:val="00C237B9"/>
    <w:rsid w:val="00C23851"/>
    <w:rsid w:val="00C238A5"/>
    <w:rsid w:val="00C23C06"/>
    <w:rsid w:val="00C23C09"/>
    <w:rsid w:val="00C23CB1"/>
    <w:rsid w:val="00C23EC9"/>
    <w:rsid w:val="00C23ED8"/>
    <w:rsid w:val="00C240BD"/>
    <w:rsid w:val="00C2433F"/>
    <w:rsid w:val="00C248E9"/>
    <w:rsid w:val="00C24ED8"/>
    <w:rsid w:val="00C2612F"/>
    <w:rsid w:val="00C26540"/>
    <w:rsid w:val="00C265B8"/>
    <w:rsid w:val="00C27235"/>
    <w:rsid w:val="00C27A8F"/>
    <w:rsid w:val="00C3053E"/>
    <w:rsid w:val="00C308C6"/>
    <w:rsid w:val="00C30913"/>
    <w:rsid w:val="00C30D2E"/>
    <w:rsid w:val="00C31326"/>
    <w:rsid w:val="00C31328"/>
    <w:rsid w:val="00C31879"/>
    <w:rsid w:val="00C31BAD"/>
    <w:rsid w:val="00C31BED"/>
    <w:rsid w:val="00C320F2"/>
    <w:rsid w:val="00C321D7"/>
    <w:rsid w:val="00C326DC"/>
    <w:rsid w:val="00C32DAB"/>
    <w:rsid w:val="00C32FD5"/>
    <w:rsid w:val="00C33040"/>
    <w:rsid w:val="00C33799"/>
    <w:rsid w:val="00C33805"/>
    <w:rsid w:val="00C33AB7"/>
    <w:rsid w:val="00C33E99"/>
    <w:rsid w:val="00C3435F"/>
    <w:rsid w:val="00C34496"/>
    <w:rsid w:val="00C34869"/>
    <w:rsid w:val="00C34936"/>
    <w:rsid w:val="00C34E19"/>
    <w:rsid w:val="00C35223"/>
    <w:rsid w:val="00C35386"/>
    <w:rsid w:val="00C35512"/>
    <w:rsid w:val="00C359A9"/>
    <w:rsid w:val="00C359FA"/>
    <w:rsid w:val="00C35ABC"/>
    <w:rsid w:val="00C35F4E"/>
    <w:rsid w:val="00C35F90"/>
    <w:rsid w:val="00C363EE"/>
    <w:rsid w:val="00C37D1B"/>
    <w:rsid w:val="00C37F8D"/>
    <w:rsid w:val="00C40165"/>
    <w:rsid w:val="00C40588"/>
    <w:rsid w:val="00C4070F"/>
    <w:rsid w:val="00C40BD9"/>
    <w:rsid w:val="00C4107C"/>
    <w:rsid w:val="00C417CE"/>
    <w:rsid w:val="00C4187D"/>
    <w:rsid w:val="00C418A6"/>
    <w:rsid w:val="00C42892"/>
    <w:rsid w:val="00C42A44"/>
    <w:rsid w:val="00C42D18"/>
    <w:rsid w:val="00C4301A"/>
    <w:rsid w:val="00C431B9"/>
    <w:rsid w:val="00C432E7"/>
    <w:rsid w:val="00C433AC"/>
    <w:rsid w:val="00C435CA"/>
    <w:rsid w:val="00C43AE4"/>
    <w:rsid w:val="00C43D15"/>
    <w:rsid w:val="00C4450B"/>
    <w:rsid w:val="00C4463A"/>
    <w:rsid w:val="00C44914"/>
    <w:rsid w:val="00C44CB0"/>
    <w:rsid w:val="00C45354"/>
    <w:rsid w:val="00C45394"/>
    <w:rsid w:val="00C4550C"/>
    <w:rsid w:val="00C45A6F"/>
    <w:rsid w:val="00C45C17"/>
    <w:rsid w:val="00C45D3A"/>
    <w:rsid w:val="00C46158"/>
    <w:rsid w:val="00C4638C"/>
    <w:rsid w:val="00C464E2"/>
    <w:rsid w:val="00C46567"/>
    <w:rsid w:val="00C469CA"/>
    <w:rsid w:val="00C46F0A"/>
    <w:rsid w:val="00C46F28"/>
    <w:rsid w:val="00C4701E"/>
    <w:rsid w:val="00C4720F"/>
    <w:rsid w:val="00C47A67"/>
    <w:rsid w:val="00C47B3A"/>
    <w:rsid w:val="00C47B84"/>
    <w:rsid w:val="00C47DD1"/>
    <w:rsid w:val="00C5113F"/>
    <w:rsid w:val="00C51362"/>
    <w:rsid w:val="00C516C7"/>
    <w:rsid w:val="00C51BE2"/>
    <w:rsid w:val="00C51C08"/>
    <w:rsid w:val="00C53218"/>
    <w:rsid w:val="00C5365B"/>
    <w:rsid w:val="00C536B1"/>
    <w:rsid w:val="00C53B19"/>
    <w:rsid w:val="00C53C5E"/>
    <w:rsid w:val="00C53EDE"/>
    <w:rsid w:val="00C53F6D"/>
    <w:rsid w:val="00C54034"/>
    <w:rsid w:val="00C540EB"/>
    <w:rsid w:val="00C54416"/>
    <w:rsid w:val="00C546FA"/>
    <w:rsid w:val="00C5524E"/>
    <w:rsid w:val="00C55748"/>
    <w:rsid w:val="00C55C8E"/>
    <w:rsid w:val="00C55E20"/>
    <w:rsid w:val="00C56403"/>
    <w:rsid w:val="00C56A23"/>
    <w:rsid w:val="00C56BCD"/>
    <w:rsid w:val="00C573B1"/>
    <w:rsid w:val="00C574A8"/>
    <w:rsid w:val="00C57527"/>
    <w:rsid w:val="00C57556"/>
    <w:rsid w:val="00C576CF"/>
    <w:rsid w:val="00C601B8"/>
    <w:rsid w:val="00C60467"/>
    <w:rsid w:val="00C606B4"/>
    <w:rsid w:val="00C60F07"/>
    <w:rsid w:val="00C615BB"/>
    <w:rsid w:val="00C61B44"/>
    <w:rsid w:val="00C61D1D"/>
    <w:rsid w:val="00C61FE1"/>
    <w:rsid w:val="00C62382"/>
    <w:rsid w:val="00C6246C"/>
    <w:rsid w:val="00C625A4"/>
    <w:rsid w:val="00C626F3"/>
    <w:rsid w:val="00C62EBB"/>
    <w:rsid w:val="00C62F5E"/>
    <w:rsid w:val="00C63153"/>
    <w:rsid w:val="00C637B1"/>
    <w:rsid w:val="00C63F19"/>
    <w:rsid w:val="00C64152"/>
    <w:rsid w:val="00C644FC"/>
    <w:rsid w:val="00C647A9"/>
    <w:rsid w:val="00C64F45"/>
    <w:rsid w:val="00C65412"/>
    <w:rsid w:val="00C66273"/>
    <w:rsid w:val="00C66588"/>
    <w:rsid w:val="00C666C6"/>
    <w:rsid w:val="00C668C5"/>
    <w:rsid w:val="00C671EF"/>
    <w:rsid w:val="00C6736A"/>
    <w:rsid w:val="00C67379"/>
    <w:rsid w:val="00C67D4D"/>
    <w:rsid w:val="00C67D57"/>
    <w:rsid w:val="00C67DFC"/>
    <w:rsid w:val="00C67E48"/>
    <w:rsid w:val="00C67FE9"/>
    <w:rsid w:val="00C70169"/>
    <w:rsid w:val="00C702FD"/>
    <w:rsid w:val="00C70817"/>
    <w:rsid w:val="00C70B68"/>
    <w:rsid w:val="00C70CB8"/>
    <w:rsid w:val="00C70EB8"/>
    <w:rsid w:val="00C712CA"/>
    <w:rsid w:val="00C713C4"/>
    <w:rsid w:val="00C71BC0"/>
    <w:rsid w:val="00C71E38"/>
    <w:rsid w:val="00C72247"/>
    <w:rsid w:val="00C72756"/>
    <w:rsid w:val="00C72847"/>
    <w:rsid w:val="00C734BD"/>
    <w:rsid w:val="00C74404"/>
    <w:rsid w:val="00C7447E"/>
    <w:rsid w:val="00C744C0"/>
    <w:rsid w:val="00C753DC"/>
    <w:rsid w:val="00C75FED"/>
    <w:rsid w:val="00C76673"/>
    <w:rsid w:val="00C76BC3"/>
    <w:rsid w:val="00C770CE"/>
    <w:rsid w:val="00C77224"/>
    <w:rsid w:val="00C77362"/>
    <w:rsid w:val="00C775FD"/>
    <w:rsid w:val="00C778CB"/>
    <w:rsid w:val="00C77AE3"/>
    <w:rsid w:val="00C77B8E"/>
    <w:rsid w:val="00C77D6C"/>
    <w:rsid w:val="00C77E55"/>
    <w:rsid w:val="00C80117"/>
    <w:rsid w:val="00C8027F"/>
    <w:rsid w:val="00C80570"/>
    <w:rsid w:val="00C80692"/>
    <w:rsid w:val="00C80D9A"/>
    <w:rsid w:val="00C8105B"/>
    <w:rsid w:val="00C813F7"/>
    <w:rsid w:val="00C8156C"/>
    <w:rsid w:val="00C8187F"/>
    <w:rsid w:val="00C81943"/>
    <w:rsid w:val="00C82256"/>
    <w:rsid w:val="00C826C8"/>
    <w:rsid w:val="00C827F6"/>
    <w:rsid w:val="00C82AB1"/>
    <w:rsid w:val="00C8368D"/>
    <w:rsid w:val="00C83F64"/>
    <w:rsid w:val="00C8410D"/>
    <w:rsid w:val="00C844A1"/>
    <w:rsid w:val="00C852C7"/>
    <w:rsid w:val="00C85416"/>
    <w:rsid w:val="00C8549F"/>
    <w:rsid w:val="00C85556"/>
    <w:rsid w:val="00C85923"/>
    <w:rsid w:val="00C86424"/>
    <w:rsid w:val="00C86781"/>
    <w:rsid w:val="00C870DA"/>
    <w:rsid w:val="00C87291"/>
    <w:rsid w:val="00C878D3"/>
    <w:rsid w:val="00C90254"/>
    <w:rsid w:val="00C91375"/>
    <w:rsid w:val="00C9192A"/>
    <w:rsid w:val="00C91C88"/>
    <w:rsid w:val="00C91E1A"/>
    <w:rsid w:val="00C924B7"/>
    <w:rsid w:val="00C926B7"/>
    <w:rsid w:val="00C927E1"/>
    <w:rsid w:val="00C92855"/>
    <w:rsid w:val="00C92ABA"/>
    <w:rsid w:val="00C92E98"/>
    <w:rsid w:val="00C93BB1"/>
    <w:rsid w:val="00C93D03"/>
    <w:rsid w:val="00C93FE0"/>
    <w:rsid w:val="00C945CF"/>
    <w:rsid w:val="00C947AD"/>
    <w:rsid w:val="00C952F0"/>
    <w:rsid w:val="00C9561D"/>
    <w:rsid w:val="00C95853"/>
    <w:rsid w:val="00C95C86"/>
    <w:rsid w:val="00C95CDC"/>
    <w:rsid w:val="00C95E4C"/>
    <w:rsid w:val="00C95F28"/>
    <w:rsid w:val="00C962C1"/>
    <w:rsid w:val="00C96C0B"/>
    <w:rsid w:val="00C96D7F"/>
    <w:rsid w:val="00C97591"/>
    <w:rsid w:val="00C97DEE"/>
    <w:rsid w:val="00CA02AB"/>
    <w:rsid w:val="00CA0FCB"/>
    <w:rsid w:val="00CA11D5"/>
    <w:rsid w:val="00CA172A"/>
    <w:rsid w:val="00CA1D35"/>
    <w:rsid w:val="00CA1E6E"/>
    <w:rsid w:val="00CA2156"/>
    <w:rsid w:val="00CA21DC"/>
    <w:rsid w:val="00CA2450"/>
    <w:rsid w:val="00CA2A88"/>
    <w:rsid w:val="00CA2BD7"/>
    <w:rsid w:val="00CA2D22"/>
    <w:rsid w:val="00CA2E43"/>
    <w:rsid w:val="00CA2E79"/>
    <w:rsid w:val="00CA3066"/>
    <w:rsid w:val="00CA3305"/>
    <w:rsid w:val="00CA3408"/>
    <w:rsid w:val="00CA3B85"/>
    <w:rsid w:val="00CA3F0B"/>
    <w:rsid w:val="00CA413A"/>
    <w:rsid w:val="00CA4227"/>
    <w:rsid w:val="00CA42E4"/>
    <w:rsid w:val="00CA44D1"/>
    <w:rsid w:val="00CA47C2"/>
    <w:rsid w:val="00CA4DA9"/>
    <w:rsid w:val="00CA5201"/>
    <w:rsid w:val="00CA531B"/>
    <w:rsid w:val="00CA54AA"/>
    <w:rsid w:val="00CA55F7"/>
    <w:rsid w:val="00CA58F1"/>
    <w:rsid w:val="00CA5D22"/>
    <w:rsid w:val="00CA5D65"/>
    <w:rsid w:val="00CA67DB"/>
    <w:rsid w:val="00CA6BCE"/>
    <w:rsid w:val="00CA6EE3"/>
    <w:rsid w:val="00CA70D1"/>
    <w:rsid w:val="00CA729C"/>
    <w:rsid w:val="00CA74A1"/>
    <w:rsid w:val="00CA7EF4"/>
    <w:rsid w:val="00CA7F66"/>
    <w:rsid w:val="00CB00E3"/>
    <w:rsid w:val="00CB026C"/>
    <w:rsid w:val="00CB0316"/>
    <w:rsid w:val="00CB0AA7"/>
    <w:rsid w:val="00CB0BBB"/>
    <w:rsid w:val="00CB0D90"/>
    <w:rsid w:val="00CB13D9"/>
    <w:rsid w:val="00CB1B31"/>
    <w:rsid w:val="00CB2038"/>
    <w:rsid w:val="00CB2056"/>
    <w:rsid w:val="00CB22B1"/>
    <w:rsid w:val="00CB25AA"/>
    <w:rsid w:val="00CB2FEA"/>
    <w:rsid w:val="00CB333B"/>
    <w:rsid w:val="00CB36A2"/>
    <w:rsid w:val="00CB376E"/>
    <w:rsid w:val="00CB40CE"/>
    <w:rsid w:val="00CB411C"/>
    <w:rsid w:val="00CB4429"/>
    <w:rsid w:val="00CB4DFF"/>
    <w:rsid w:val="00CB5679"/>
    <w:rsid w:val="00CB57CA"/>
    <w:rsid w:val="00CB58B2"/>
    <w:rsid w:val="00CB61D9"/>
    <w:rsid w:val="00CB63E6"/>
    <w:rsid w:val="00CB64B6"/>
    <w:rsid w:val="00CB6530"/>
    <w:rsid w:val="00CB66E0"/>
    <w:rsid w:val="00CB69DC"/>
    <w:rsid w:val="00CB6A59"/>
    <w:rsid w:val="00CB6E2D"/>
    <w:rsid w:val="00CB7B53"/>
    <w:rsid w:val="00CB7EF9"/>
    <w:rsid w:val="00CC0598"/>
    <w:rsid w:val="00CC05E1"/>
    <w:rsid w:val="00CC0700"/>
    <w:rsid w:val="00CC0A4A"/>
    <w:rsid w:val="00CC0EF6"/>
    <w:rsid w:val="00CC1659"/>
    <w:rsid w:val="00CC17EA"/>
    <w:rsid w:val="00CC19CD"/>
    <w:rsid w:val="00CC1ADC"/>
    <w:rsid w:val="00CC1FEC"/>
    <w:rsid w:val="00CC22FD"/>
    <w:rsid w:val="00CC244B"/>
    <w:rsid w:val="00CC24B2"/>
    <w:rsid w:val="00CC2C01"/>
    <w:rsid w:val="00CC3385"/>
    <w:rsid w:val="00CC3464"/>
    <w:rsid w:val="00CC3B25"/>
    <w:rsid w:val="00CC3D05"/>
    <w:rsid w:val="00CC3FAC"/>
    <w:rsid w:val="00CC472A"/>
    <w:rsid w:val="00CC4763"/>
    <w:rsid w:val="00CC48CC"/>
    <w:rsid w:val="00CC4AB0"/>
    <w:rsid w:val="00CC4F1A"/>
    <w:rsid w:val="00CC51EE"/>
    <w:rsid w:val="00CC5322"/>
    <w:rsid w:val="00CC569E"/>
    <w:rsid w:val="00CC5921"/>
    <w:rsid w:val="00CC5B1E"/>
    <w:rsid w:val="00CC5E8A"/>
    <w:rsid w:val="00CC636D"/>
    <w:rsid w:val="00CC694F"/>
    <w:rsid w:val="00CC6A84"/>
    <w:rsid w:val="00CC6B6E"/>
    <w:rsid w:val="00CC72EE"/>
    <w:rsid w:val="00CC766C"/>
    <w:rsid w:val="00CC7739"/>
    <w:rsid w:val="00CC7785"/>
    <w:rsid w:val="00CC7887"/>
    <w:rsid w:val="00CC7C98"/>
    <w:rsid w:val="00CD079B"/>
    <w:rsid w:val="00CD0FD3"/>
    <w:rsid w:val="00CD1944"/>
    <w:rsid w:val="00CD19F9"/>
    <w:rsid w:val="00CD1E43"/>
    <w:rsid w:val="00CD2199"/>
    <w:rsid w:val="00CD22C3"/>
    <w:rsid w:val="00CD2311"/>
    <w:rsid w:val="00CD2898"/>
    <w:rsid w:val="00CD2F3F"/>
    <w:rsid w:val="00CD377E"/>
    <w:rsid w:val="00CD3B44"/>
    <w:rsid w:val="00CD3B58"/>
    <w:rsid w:val="00CD3D27"/>
    <w:rsid w:val="00CD3E4E"/>
    <w:rsid w:val="00CD3F51"/>
    <w:rsid w:val="00CD4173"/>
    <w:rsid w:val="00CD4613"/>
    <w:rsid w:val="00CD4769"/>
    <w:rsid w:val="00CD5298"/>
    <w:rsid w:val="00CD5C8F"/>
    <w:rsid w:val="00CD5D2B"/>
    <w:rsid w:val="00CD5E8D"/>
    <w:rsid w:val="00CD5F5F"/>
    <w:rsid w:val="00CD6138"/>
    <w:rsid w:val="00CD67C5"/>
    <w:rsid w:val="00CD6E4A"/>
    <w:rsid w:val="00CD73A0"/>
    <w:rsid w:val="00CD75A4"/>
    <w:rsid w:val="00CD7632"/>
    <w:rsid w:val="00CD7722"/>
    <w:rsid w:val="00CD7C3D"/>
    <w:rsid w:val="00CD7D3B"/>
    <w:rsid w:val="00CE0C7C"/>
    <w:rsid w:val="00CE0F3F"/>
    <w:rsid w:val="00CE0FFE"/>
    <w:rsid w:val="00CE133D"/>
    <w:rsid w:val="00CE1F3E"/>
    <w:rsid w:val="00CE22B4"/>
    <w:rsid w:val="00CE2803"/>
    <w:rsid w:val="00CE2B53"/>
    <w:rsid w:val="00CE3687"/>
    <w:rsid w:val="00CE3927"/>
    <w:rsid w:val="00CE3FF2"/>
    <w:rsid w:val="00CE4108"/>
    <w:rsid w:val="00CE412F"/>
    <w:rsid w:val="00CE4C19"/>
    <w:rsid w:val="00CE51BC"/>
    <w:rsid w:val="00CE570E"/>
    <w:rsid w:val="00CE5710"/>
    <w:rsid w:val="00CE5A5F"/>
    <w:rsid w:val="00CE5AA8"/>
    <w:rsid w:val="00CE5C48"/>
    <w:rsid w:val="00CE5CD5"/>
    <w:rsid w:val="00CE6355"/>
    <w:rsid w:val="00CE665C"/>
    <w:rsid w:val="00CE753A"/>
    <w:rsid w:val="00CE77F1"/>
    <w:rsid w:val="00CE7877"/>
    <w:rsid w:val="00CE7B6C"/>
    <w:rsid w:val="00CE7E10"/>
    <w:rsid w:val="00CE7F16"/>
    <w:rsid w:val="00CF1144"/>
    <w:rsid w:val="00CF164C"/>
    <w:rsid w:val="00CF1A47"/>
    <w:rsid w:val="00CF226C"/>
    <w:rsid w:val="00CF22D2"/>
    <w:rsid w:val="00CF23F3"/>
    <w:rsid w:val="00CF2622"/>
    <w:rsid w:val="00CF2A24"/>
    <w:rsid w:val="00CF2E4E"/>
    <w:rsid w:val="00CF2F33"/>
    <w:rsid w:val="00CF34C0"/>
    <w:rsid w:val="00CF3934"/>
    <w:rsid w:val="00CF397B"/>
    <w:rsid w:val="00CF4093"/>
    <w:rsid w:val="00CF4559"/>
    <w:rsid w:val="00CF492B"/>
    <w:rsid w:val="00CF4D35"/>
    <w:rsid w:val="00CF4EF0"/>
    <w:rsid w:val="00CF5882"/>
    <w:rsid w:val="00CF626B"/>
    <w:rsid w:val="00CF675B"/>
    <w:rsid w:val="00CF6A91"/>
    <w:rsid w:val="00CF6C62"/>
    <w:rsid w:val="00CF6CD5"/>
    <w:rsid w:val="00CF74DE"/>
    <w:rsid w:val="00CF7CE8"/>
    <w:rsid w:val="00D0046A"/>
    <w:rsid w:val="00D01312"/>
    <w:rsid w:val="00D01332"/>
    <w:rsid w:val="00D013A6"/>
    <w:rsid w:val="00D018E6"/>
    <w:rsid w:val="00D01BDE"/>
    <w:rsid w:val="00D01ED9"/>
    <w:rsid w:val="00D0262C"/>
    <w:rsid w:val="00D030AF"/>
    <w:rsid w:val="00D038CC"/>
    <w:rsid w:val="00D039FA"/>
    <w:rsid w:val="00D0414B"/>
    <w:rsid w:val="00D04B1F"/>
    <w:rsid w:val="00D04F4D"/>
    <w:rsid w:val="00D0582B"/>
    <w:rsid w:val="00D05E1A"/>
    <w:rsid w:val="00D0616E"/>
    <w:rsid w:val="00D06844"/>
    <w:rsid w:val="00D06B23"/>
    <w:rsid w:val="00D07179"/>
    <w:rsid w:val="00D07232"/>
    <w:rsid w:val="00D07371"/>
    <w:rsid w:val="00D0787C"/>
    <w:rsid w:val="00D079C3"/>
    <w:rsid w:val="00D07D5D"/>
    <w:rsid w:val="00D07E8C"/>
    <w:rsid w:val="00D07EA0"/>
    <w:rsid w:val="00D07F3B"/>
    <w:rsid w:val="00D10EF2"/>
    <w:rsid w:val="00D11483"/>
    <w:rsid w:val="00D117A1"/>
    <w:rsid w:val="00D11907"/>
    <w:rsid w:val="00D11A47"/>
    <w:rsid w:val="00D11BF6"/>
    <w:rsid w:val="00D12562"/>
    <w:rsid w:val="00D12AB7"/>
    <w:rsid w:val="00D12BE8"/>
    <w:rsid w:val="00D12DA0"/>
    <w:rsid w:val="00D133C3"/>
    <w:rsid w:val="00D13524"/>
    <w:rsid w:val="00D1362A"/>
    <w:rsid w:val="00D13737"/>
    <w:rsid w:val="00D13891"/>
    <w:rsid w:val="00D1400F"/>
    <w:rsid w:val="00D14078"/>
    <w:rsid w:val="00D14137"/>
    <w:rsid w:val="00D14544"/>
    <w:rsid w:val="00D145EB"/>
    <w:rsid w:val="00D14B12"/>
    <w:rsid w:val="00D1532A"/>
    <w:rsid w:val="00D15482"/>
    <w:rsid w:val="00D15A44"/>
    <w:rsid w:val="00D15BA8"/>
    <w:rsid w:val="00D15C3E"/>
    <w:rsid w:val="00D15CAD"/>
    <w:rsid w:val="00D15FA1"/>
    <w:rsid w:val="00D16D62"/>
    <w:rsid w:val="00D17038"/>
    <w:rsid w:val="00D1726D"/>
    <w:rsid w:val="00D17348"/>
    <w:rsid w:val="00D1736B"/>
    <w:rsid w:val="00D17697"/>
    <w:rsid w:val="00D1788F"/>
    <w:rsid w:val="00D17BBC"/>
    <w:rsid w:val="00D2000B"/>
    <w:rsid w:val="00D20470"/>
    <w:rsid w:val="00D20CF5"/>
    <w:rsid w:val="00D2123F"/>
    <w:rsid w:val="00D21260"/>
    <w:rsid w:val="00D21BEE"/>
    <w:rsid w:val="00D21EC3"/>
    <w:rsid w:val="00D22608"/>
    <w:rsid w:val="00D2260C"/>
    <w:rsid w:val="00D22960"/>
    <w:rsid w:val="00D22D23"/>
    <w:rsid w:val="00D2356B"/>
    <w:rsid w:val="00D23B18"/>
    <w:rsid w:val="00D23F52"/>
    <w:rsid w:val="00D242B1"/>
    <w:rsid w:val="00D2463E"/>
    <w:rsid w:val="00D248F0"/>
    <w:rsid w:val="00D24C84"/>
    <w:rsid w:val="00D24FFC"/>
    <w:rsid w:val="00D25005"/>
    <w:rsid w:val="00D25275"/>
    <w:rsid w:val="00D254E9"/>
    <w:rsid w:val="00D2551F"/>
    <w:rsid w:val="00D25EB3"/>
    <w:rsid w:val="00D25F1F"/>
    <w:rsid w:val="00D262A5"/>
    <w:rsid w:val="00D264E6"/>
    <w:rsid w:val="00D2662A"/>
    <w:rsid w:val="00D266A9"/>
    <w:rsid w:val="00D26AFB"/>
    <w:rsid w:val="00D26AFC"/>
    <w:rsid w:val="00D27229"/>
    <w:rsid w:val="00D2722C"/>
    <w:rsid w:val="00D272E6"/>
    <w:rsid w:val="00D27357"/>
    <w:rsid w:val="00D276CB"/>
    <w:rsid w:val="00D2776F"/>
    <w:rsid w:val="00D27799"/>
    <w:rsid w:val="00D27D87"/>
    <w:rsid w:val="00D27E97"/>
    <w:rsid w:val="00D27EC7"/>
    <w:rsid w:val="00D30050"/>
    <w:rsid w:val="00D3026B"/>
    <w:rsid w:val="00D30394"/>
    <w:rsid w:val="00D305FF"/>
    <w:rsid w:val="00D3077E"/>
    <w:rsid w:val="00D31286"/>
    <w:rsid w:val="00D314EE"/>
    <w:rsid w:val="00D3151E"/>
    <w:rsid w:val="00D31582"/>
    <w:rsid w:val="00D31610"/>
    <w:rsid w:val="00D319F6"/>
    <w:rsid w:val="00D31E8E"/>
    <w:rsid w:val="00D325D9"/>
    <w:rsid w:val="00D3298A"/>
    <w:rsid w:val="00D331CA"/>
    <w:rsid w:val="00D336E5"/>
    <w:rsid w:val="00D33741"/>
    <w:rsid w:val="00D339DC"/>
    <w:rsid w:val="00D33B62"/>
    <w:rsid w:val="00D33C68"/>
    <w:rsid w:val="00D3456C"/>
    <w:rsid w:val="00D34BE3"/>
    <w:rsid w:val="00D3530C"/>
    <w:rsid w:val="00D3582D"/>
    <w:rsid w:val="00D359F1"/>
    <w:rsid w:val="00D35FF9"/>
    <w:rsid w:val="00D3628F"/>
    <w:rsid w:val="00D36459"/>
    <w:rsid w:val="00D36611"/>
    <w:rsid w:val="00D36848"/>
    <w:rsid w:val="00D36DA1"/>
    <w:rsid w:val="00D37686"/>
    <w:rsid w:val="00D37874"/>
    <w:rsid w:val="00D37C9F"/>
    <w:rsid w:val="00D37EBE"/>
    <w:rsid w:val="00D409D2"/>
    <w:rsid w:val="00D40B05"/>
    <w:rsid w:val="00D4112D"/>
    <w:rsid w:val="00D413E5"/>
    <w:rsid w:val="00D41882"/>
    <w:rsid w:val="00D41892"/>
    <w:rsid w:val="00D425E9"/>
    <w:rsid w:val="00D42870"/>
    <w:rsid w:val="00D42AAD"/>
    <w:rsid w:val="00D433EC"/>
    <w:rsid w:val="00D434AB"/>
    <w:rsid w:val="00D43681"/>
    <w:rsid w:val="00D438E3"/>
    <w:rsid w:val="00D43C9D"/>
    <w:rsid w:val="00D442E5"/>
    <w:rsid w:val="00D445A4"/>
    <w:rsid w:val="00D45335"/>
    <w:rsid w:val="00D45577"/>
    <w:rsid w:val="00D45B20"/>
    <w:rsid w:val="00D46367"/>
    <w:rsid w:val="00D465E3"/>
    <w:rsid w:val="00D46C3E"/>
    <w:rsid w:val="00D47373"/>
    <w:rsid w:val="00D50461"/>
    <w:rsid w:val="00D50946"/>
    <w:rsid w:val="00D509A7"/>
    <w:rsid w:val="00D50C86"/>
    <w:rsid w:val="00D50CAE"/>
    <w:rsid w:val="00D50E95"/>
    <w:rsid w:val="00D5192E"/>
    <w:rsid w:val="00D51AB9"/>
    <w:rsid w:val="00D51AC9"/>
    <w:rsid w:val="00D52045"/>
    <w:rsid w:val="00D520EE"/>
    <w:rsid w:val="00D52194"/>
    <w:rsid w:val="00D522E5"/>
    <w:rsid w:val="00D52707"/>
    <w:rsid w:val="00D52898"/>
    <w:rsid w:val="00D52C88"/>
    <w:rsid w:val="00D52CFD"/>
    <w:rsid w:val="00D52DD1"/>
    <w:rsid w:val="00D535E1"/>
    <w:rsid w:val="00D53659"/>
    <w:rsid w:val="00D53BB5"/>
    <w:rsid w:val="00D53FD0"/>
    <w:rsid w:val="00D54108"/>
    <w:rsid w:val="00D54B8A"/>
    <w:rsid w:val="00D54C1A"/>
    <w:rsid w:val="00D55C7D"/>
    <w:rsid w:val="00D55E42"/>
    <w:rsid w:val="00D55F2F"/>
    <w:rsid w:val="00D56801"/>
    <w:rsid w:val="00D56813"/>
    <w:rsid w:val="00D573E5"/>
    <w:rsid w:val="00D57D7B"/>
    <w:rsid w:val="00D60788"/>
    <w:rsid w:val="00D60E9A"/>
    <w:rsid w:val="00D61B41"/>
    <w:rsid w:val="00D61CC3"/>
    <w:rsid w:val="00D61F7D"/>
    <w:rsid w:val="00D626D3"/>
    <w:rsid w:val="00D62868"/>
    <w:rsid w:val="00D62D3C"/>
    <w:rsid w:val="00D62D78"/>
    <w:rsid w:val="00D62D7F"/>
    <w:rsid w:val="00D63B0E"/>
    <w:rsid w:val="00D63C5A"/>
    <w:rsid w:val="00D642C5"/>
    <w:rsid w:val="00D64C6F"/>
    <w:rsid w:val="00D65206"/>
    <w:rsid w:val="00D6531F"/>
    <w:rsid w:val="00D655BA"/>
    <w:rsid w:val="00D659AB"/>
    <w:rsid w:val="00D66741"/>
    <w:rsid w:val="00D676BA"/>
    <w:rsid w:val="00D7048E"/>
    <w:rsid w:val="00D70494"/>
    <w:rsid w:val="00D7066C"/>
    <w:rsid w:val="00D7068C"/>
    <w:rsid w:val="00D70760"/>
    <w:rsid w:val="00D71173"/>
    <w:rsid w:val="00D7151D"/>
    <w:rsid w:val="00D71A70"/>
    <w:rsid w:val="00D72734"/>
    <w:rsid w:val="00D72880"/>
    <w:rsid w:val="00D72FEA"/>
    <w:rsid w:val="00D73109"/>
    <w:rsid w:val="00D736B1"/>
    <w:rsid w:val="00D73C91"/>
    <w:rsid w:val="00D73DF2"/>
    <w:rsid w:val="00D741E4"/>
    <w:rsid w:val="00D742DC"/>
    <w:rsid w:val="00D74AA0"/>
    <w:rsid w:val="00D74AC6"/>
    <w:rsid w:val="00D74C21"/>
    <w:rsid w:val="00D74E31"/>
    <w:rsid w:val="00D74F59"/>
    <w:rsid w:val="00D755AA"/>
    <w:rsid w:val="00D757AD"/>
    <w:rsid w:val="00D75A2C"/>
    <w:rsid w:val="00D75B2D"/>
    <w:rsid w:val="00D7617C"/>
    <w:rsid w:val="00D761C5"/>
    <w:rsid w:val="00D772C2"/>
    <w:rsid w:val="00D7755E"/>
    <w:rsid w:val="00D77EE7"/>
    <w:rsid w:val="00D80094"/>
    <w:rsid w:val="00D8089D"/>
    <w:rsid w:val="00D80AD4"/>
    <w:rsid w:val="00D80C31"/>
    <w:rsid w:val="00D823CA"/>
    <w:rsid w:val="00D8246C"/>
    <w:rsid w:val="00D824CE"/>
    <w:rsid w:val="00D82798"/>
    <w:rsid w:val="00D82B05"/>
    <w:rsid w:val="00D82B5C"/>
    <w:rsid w:val="00D82BE2"/>
    <w:rsid w:val="00D83184"/>
    <w:rsid w:val="00D83672"/>
    <w:rsid w:val="00D8394C"/>
    <w:rsid w:val="00D83D06"/>
    <w:rsid w:val="00D83E08"/>
    <w:rsid w:val="00D84287"/>
    <w:rsid w:val="00D842E3"/>
    <w:rsid w:val="00D84499"/>
    <w:rsid w:val="00D844AA"/>
    <w:rsid w:val="00D8455F"/>
    <w:rsid w:val="00D8493A"/>
    <w:rsid w:val="00D84A3B"/>
    <w:rsid w:val="00D84C1D"/>
    <w:rsid w:val="00D84D7D"/>
    <w:rsid w:val="00D8510A"/>
    <w:rsid w:val="00D85297"/>
    <w:rsid w:val="00D854C6"/>
    <w:rsid w:val="00D85B2C"/>
    <w:rsid w:val="00D85FCB"/>
    <w:rsid w:val="00D86942"/>
    <w:rsid w:val="00D87180"/>
    <w:rsid w:val="00D8743F"/>
    <w:rsid w:val="00D87665"/>
    <w:rsid w:val="00D878D3"/>
    <w:rsid w:val="00D87B72"/>
    <w:rsid w:val="00D87CDC"/>
    <w:rsid w:val="00D90429"/>
    <w:rsid w:val="00D90AAA"/>
    <w:rsid w:val="00D90AD2"/>
    <w:rsid w:val="00D90B63"/>
    <w:rsid w:val="00D90BA3"/>
    <w:rsid w:val="00D90F47"/>
    <w:rsid w:val="00D90F72"/>
    <w:rsid w:val="00D910B9"/>
    <w:rsid w:val="00D92DDA"/>
    <w:rsid w:val="00D92E86"/>
    <w:rsid w:val="00D936B7"/>
    <w:rsid w:val="00D93719"/>
    <w:rsid w:val="00D93D2D"/>
    <w:rsid w:val="00D93E3A"/>
    <w:rsid w:val="00D946AF"/>
    <w:rsid w:val="00D946D6"/>
    <w:rsid w:val="00D953F5"/>
    <w:rsid w:val="00D9555F"/>
    <w:rsid w:val="00D95718"/>
    <w:rsid w:val="00D960FC"/>
    <w:rsid w:val="00D96212"/>
    <w:rsid w:val="00D96495"/>
    <w:rsid w:val="00D968DF"/>
    <w:rsid w:val="00D96965"/>
    <w:rsid w:val="00D96968"/>
    <w:rsid w:val="00D96B4D"/>
    <w:rsid w:val="00D96E39"/>
    <w:rsid w:val="00D96EE1"/>
    <w:rsid w:val="00D9759A"/>
    <w:rsid w:val="00D97709"/>
    <w:rsid w:val="00DA0047"/>
    <w:rsid w:val="00DA010A"/>
    <w:rsid w:val="00DA06AA"/>
    <w:rsid w:val="00DA1046"/>
    <w:rsid w:val="00DA10D6"/>
    <w:rsid w:val="00DA1138"/>
    <w:rsid w:val="00DA11BF"/>
    <w:rsid w:val="00DA1A67"/>
    <w:rsid w:val="00DA1F08"/>
    <w:rsid w:val="00DA207E"/>
    <w:rsid w:val="00DA20CE"/>
    <w:rsid w:val="00DA2935"/>
    <w:rsid w:val="00DA2A06"/>
    <w:rsid w:val="00DA2B13"/>
    <w:rsid w:val="00DA2B76"/>
    <w:rsid w:val="00DA2BF6"/>
    <w:rsid w:val="00DA2E34"/>
    <w:rsid w:val="00DA303D"/>
    <w:rsid w:val="00DA3389"/>
    <w:rsid w:val="00DA35CA"/>
    <w:rsid w:val="00DA3847"/>
    <w:rsid w:val="00DA3A42"/>
    <w:rsid w:val="00DA3BC9"/>
    <w:rsid w:val="00DA3E7D"/>
    <w:rsid w:val="00DA43D2"/>
    <w:rsid w:val="00DA47CA"/>
    <w:rsid w:val="00DA4B35"/>
    <w:rsid w:val="00DA4BD5"/>
    <w:rsid w:val="00DA4BE4"/>
    <w:rsid w:val="00DA4ED8"/>
    <w:rsid w:val="00DA6043"/>
    <w:rsid w:val="00DA60F9"/>
    <w:rsid w:val="00DA618D"/>
    <w:rsid w:val="00DA685E"/>
    <w:rsid w:val="00DA7207"/>
    <w:rsid w:val="00DA79CF"/>
    <w:rsid w:val="00DB008F"/>
    <w:rsid w:val="00DB0120"/>
    <w:rsid w:val="00DB019A"/>
    <w:rsid w:val="00DB02BD"/>
    <w:rsid w:val="00DB06B1"/>
    <w:rsid w:val="00DB088F"/>
    <w:rsid w:val="00DB0C56"/>
    <w:rsid w:val="00DB2227"/>
    <w:rsid w:val="00DB2367"/>
    <w:rsid w:val="00DB2D9F"/>
    <w:rsid w:val="00DB35DC"/>
    <w:rsid w:val="00DB397A"/>
    <w:rsid w:val="00DB3A4A"/>
    <w:rsid w:val="00DB3EF3"/>
    <w:rsid w:val="00DB41B4"/>
    <w:rsid w:val="00DB4343"/>
    <w:rsid w:val="00DB4982"/>
    <w:rsid w:val="00DB4DFF"/>
    <w:rsid w:val="00DB5262"/>
    <w:rsid w:val="00DB541F"/>
    <w:rsid w:val="00DB5470"/>
    <w:rsid w:val="00DB591A"/>
    <w:rsid w:val="00DB5AD7"/>
    <w:rsid w:val="00DB5BE4"/>
    <w:rsid w:val="00DB5CDA"/>
    <w:rsid w:val="00DB666D"/>
    <w:rsid w:val="00DB67F8"/>
    <w:rsid w:val="00DB6844"/>
    <w:rsid w:val="00DB68C1"/>
    <w:rsid w:val="00DB7065"/>
    <w:rsid w:val="00DB707F"/>
    <w:rsid w:val="00DB750C"/>
    <w:rsid w:val="00DB7647"/>
    <w:rsid w:val="00DB7742"/>
    <w:rsid w:val="00DB7AEB"/>
    <w:rsid w:val="00DB7F20"/>
    <w:rsid w:val="00DB7FC8"/>
    <w:rsid w:val="00DC049F"/>
    <w:rsid w:val="00DC065C"/>
    <w:rsid w:val="00DC09F2"/>
    <w:rsid w:val="00DC10EC"/>
    <w:rsid w:val="00DC1266"/>
    <w:rsid w:val="00DC154E"/>
    <w:rsid w:val="00DC162A"/>
    <w:rsid w:val="00DC1B4E"/>
    <w:rsid w:val="00DC27E9"/>
    <w:rsid w:val="00DC29D9"/>
    <w:rsid w:val="00DC3796"/>
    <w:rsid w:val="00DC3A99"/>
    <w:rsid w:val="00DC3BA1"/>
    <w:rsid w:val="00DC4089"/>
    <w:rsid w:val="00DC42F0"/>
    <w:rsid w:val="00DC4597"/>
    <w:rsid w:val="00DC4599"/>
    <w:rsid w:val="00DC475C"/>
    <w:rsid w:val="00DC4838"/>
    <w:rsid w:val="00DC4A93"/>
    <w:rsid w:val="00DC4D66"/>
    <w:rsid w:val="00DC55C7"/>
    <w:rsid w:val="00DC5651"/>
    <w:rsid w:val="00DC6190"/>
    <w:rsid w:val="00DC6A31"/>
    <w:rsid w:val="00DC6A63"/>
    <w:rsid w:val="00DC6AAE"/>
    <w:rsid w:val="00DC6BFC"/>
    <w:rsid w:val="00DC6F7A"/>
    <w:rsid w:val="00DC7FCE"/>
    <w:rsid w:val="00DD0271"/>
    <w:rsid w:val="00DD0607"/>
    <w:rsid w:val="00DD08BE"/>
    <w:rsid w:val="00DD0B91"/>
    <w:rsid w:val="00DD0E34"/>
    <w:rsid w:val="00DD0E71"/>
    <w:rsid w:val="00DD138F"/>
    <w:rsid w:val="00DD181F"/>
    <w:rsid w:val="00DD1CCC"/>
    <w:rsid w:val="00DD2233"/>
    <w:rsid w:val="00DD2993"/>
    <w:rsid w:val="00DD2A88"/>
    <w:rsid w:val="00DD2C36"/>
    <w:rsid w:val="00DD2D7E"/>
    <w:rsid w:val="00DD3229"/>
    <w:rsid w:val="00DD3342"/>
    <w:rsid w:val="00DD3703"/>
    <w:rsid w:val="00DD39C6"/>
    <w:rsid w:val="00DD3C66"/>
    <w:rsid w:val="00DD3DAD"/>
    <w:rsid w:val="00DD4013"/>
    <w:rsid w:val="00DD41DD"/>
    <w:rsid w:val="00DD4313"/>
    <w:rsid w:val="00DD49D5"/>
    <w:rsid w:val="00DD4CFE"/>
    <w:rsid w:val="00DD52B0"/>
    <w:rsid w:val="00DD5431"/>
    <w:rsid w:val="00DD562F"/>
    <w:rsid w:val="00DD5662"/>
    <w:rsid w:val="00DD56C7"/>
    <w:rsid w:val="00DD590F"/>
    <w:rsid w:val="00DD5F3B"/>
    <w:rsid w:val="00DD669A"/>
    <w:rsid w:val="00DD67CF"/>
    <w:rsid w:val="00DD67D7"/>
    <w:rsid w:val="00DD6CE2"/>
    <w:rsid w:val="00DD6E05"/>
    <w:rsid w:val="00DD71A8"/>
    <w:rsid w:val="00DD73C0"/>
    <w:rsid w:val="00DD7670"/>
    <w:rsid w:val="00DD797C"/>
    <w:rsid w:val="00DD79D1"/>
    <w:rsid w:val="00DD7A27"/>
    <w:rsid w:val="00DD7AF8"/>
    <w:rsid w:val="00DD7FBB"/>
    <w:rsid w:val="00DE004F"/>
    <w:rsid w:val="00DE0218"/>
    <w:rsid w:val="00DE0950"/>
    <w:rsid w:val="00DE0B9B"/>
    <w:rsid w:val="00DE138E"/>
    <w:rsid w:val="00DE13D4"/>
    <w:rsid w:val="00DE13D6"/>
    <w:rsid w:val="00DE1754"/>
    <w:rsid w:val="00DE1893"/>
    <w:rsid w:val="00DE1975"/>
    <w:rsid w:val="00DE1A0B"/>
    <w:rsid w:val="00DE1BF6"/>
    <w:rsid w:val="00DE1DD6"/>
    <w:rsid w:val="00DE1E34"/>
    <w:rsid w:val="00DE224D"/>
    <w:rsid w:val="00DE23A9"/>
    <w:rsid w:val="00DE3084"/>
    <w:rsid w:val="00DE3583"/>
    <w:rsid w:val="00DE367E"/>
    <w:rsid w:val="00DE3739"/>
    <w:rsid w:val="00DE40FE"/>
    <w:rsid w:val="00DE42C5"/>
    <w:rsid w:val="00DE462D"/>
    <w:rsid w:val="00DE48CA"/>
    <w:rsid w:val="00DE49AA"/>
    <w:rsid w:val="00DE4DBD"/>
    <w:rsid w:val="00DE4DF5"/>
    <w:rsid w:val="00DE5AB0"/>
    <w:rsid w:val="00DE5E2C"/>
    <w:rsid w:val="00DE65B5"/>
    <w:rsid w:val="00DE6D8B"/>
    <w:rsid w:val="00DE7013"/>
    <w:rsid w:val="00DE7071"/>
    <w:rsid w:val="00DE7738"/>
    <w:rsid w:val="00DE79F6"/>
    <w:rsid w:val="00DE7B78"/>
    <w:rsid w:val="00DF0487"/>
    <w:rsid w:val="00DF060A"/>
    <w:rsid w:val="00DF0D7F"/>
    <w:rsid w:val="00DF1458"/>
    <w:rsid w:val="00DF18B3"/>
    <w:rsid w:val="00DF22D6"/>
    <w:rsid w:val="00DF2A76"/>
    <w:rsid w:val="00DF3FAC"/>
    <w:rsid w:val="00DF52FA"/>
    <w:rsid w:val="00DF565B"/>
    <w:rsid w:val="00DF5A8B"/>
    <w:rsid w:val="00DF62F5"/>
    <w:rsid w:val="00DF6568"/>
    <w:rsid w:val="00DF678B"/>
    <w:rsid w:val="00DF6937"/>
    <w:rsid w:val="00DF7302"/>
    <w:rsid w:val="00DF7361"/>
    <w:rsid w:val="00DF73FC"/>
    <w:rsid w:val="00DF76E4"/>
    <w:rsid w:val="00DF7832"/>
    <w:rsid w:val="00DF797F"/>
    <w:rsid w:val="00DF7A0E"/>
    <w:rsid w:val="00DF7DE1"/>
    <w:rsid w:val="00E0036F"/>
    <w:rsid w:val="00E00496"/>
    <w:rsid w:val="00E012E4"/>
    <w:rsid w:val="00E01BDC"/>
    <w:rsid w:val="00E02002"/>
    <w:rsid w:val="00E02432"/>
    <w:rsid w:val="00E02651"/>
    <w:rsid w:val="00E026CD"/>
    <w:rsid w:val="00E02D8A"/>
    <w:rsid w:val="00E02DAB"/>
    <w:rsid w:val="00E037D4"/>
    <w:rsid w:val="00E03DD7"/>
    <w:rsid w:val="00E044E1"/>
    <w:rsid w:val="00E04BFB"/>
    <w:rsid w:val="00E04DD8"/>
    <w:rsid w:val="00E051CE"/>
    <w:rsid w:val="00E052B1"/>
    <w:rsid w:val="00E053B4"/>
    <w:rsid w:val="00E05911"/>
    <w:rsid w:val="00E05AD7"/>
    <w:rsid w:val="00E05DFD"/>
    <w:rsid w:val="00E05E55"/>
    <w:rsid w:val="00E0617A"/>
    <w:rsid w:val="00E06266"/>
    <w:rsid w:val="00E07485"/>
    <w:rsid w:val="00E077AD"/>
    <w:rsid w:val="00E07CEC"/>
    <w:rsid w:val="00E1015E"/>
    <w:rsid w:val="00E10193"/>
    <w:rsid w:val="00E1027F"/>
    <w:rsid w:val="00E10370"/>
    <w:rsid w:val="00E10A42"/>
    <w:rsid w:val="00E1162E"/>
    <w:rsid w:val="00E12077"/>
    <w:rsid w:val="00E121BB"/>
    <w:rsid w:val="00E135D6"/>
    <w:rsid w:val="00E13AE8"/>
    <w:rsid w:val="00E13B14"/>
    <w:rsid w:val="00E13D8A"/>
    <w:rsid w:val="00E13EA7"/>
    <w:rsid w:val="00E1496E"/>
    <w:rsid w:val="00E14A97"/>
    <w:rsid w:val="00E15103"/>
    <w:rsid w:val="00E15509"/>
    <w:rsid w:val="00E15EED"/>
    <w:rsid w:val="00E160FF"/>
    <w:rsid w:val="00E161E5"/>
    <w:rsid w:val="00E162DA"/>
    <w:rsid w:val="00E164E6"/>
    <w:rsid w:val="00E16919"/>
    <w:rsid w:val="00E16F28"/>
    <w:rsid w:val="00E17BC4"/>
    <w:rsid w:val="00E17C89"/>
    <w:rsid w:val="00E207C9"/>
    <w:rsid w:val="00E20C19"/>
    <w:rsid w:val="00E20D79"/>
    <w:rsid w:val="00E20E28"/>
    <w:rsid w:val="00E20ECB"/>
    <w:rsid w:val="00E210D1"/>
    <w:rsid w:val="00E2140F"/>
    <w:rsid w:val="00E21A3F"/>
    <w:rsid w:val="00E223AD"/>
    <w:rsid w:val="00E226AE"/>
    <w:rsid w:val="00E227CC"/>
    <w:rsid w:val="00E228AF"/>
    <w:rsid w:val="00E229F7"/>
    <w:rsid w:val="00E231D5"/>
    <w:rsid w:val="00E23C6B"/>
    <w:rsid w:val="00E23CA5"/>
    <w:rsid w:val="00E23D8A"/>
    <w:rsid w:val="00E24AF3"/>
    <w:rsid w:val="00E24B56"/>
    <w:rsid w:val="00E25017"/>
    <w:rsid w:val="00E25211"/>
    <w:rsid w:val="00E25423"/>
    <w:rsid w:val="00E25675"/>
    <w:rsid w:val="00E25774"/>
    <w:rsid w:val="00E257A6"/>
    <w:rsid w:val="00E25976"/>
    <w:rsid w:val="00E25EAA"/>
    <w:rsid w:val="00E26266"/>
    <w:rsid w:val="00E262AA"/>
    <w:rsid w:val="00E2638B"/>
    <w:rsid w:val="00E269B0"/>
    <w:rsid w:val="00E26C4F"/>
    <w:rsid w:val="00E27390"/>
    <w:rsid w:val="00E274B4"/>
    <w:rsid w:val="00E27700"/>
    <w:rsid w:val="00E27EF6"/>
    <w:rsid w:val="00E27F35"/>
    <w:rsid w:val="00E3055E"/>
    <w:rsid w:val="00E307CC"/>
    <w:rsid w:val="00E30B72"/>
    <w:rsid w:val="00E31107"/>
    <w:rsid w:val="00E31266"/>
    <w:rsid w:val="00E315B7"/>
    <w:rsid w:val="00E31EF0"/>
    <w:rsid w:val="00E32749"/>
    <w:rsid w:val="00E32F38"/>
    <w:rsid w:val="00E33259"/>
    <w:rsid w:val="00E3365D"/>
    <w:rsid w:val="00E337E2"/>
    <w:rsid w:val="00E33A87"/>
    <w:rsid w:val="00E33BF9"/>
    <w:rsid w:val="00E33E43"/>
    <w:rsid w:val="00E34123"/>
    <w:rsid w:val="00E34677"/>
    <w:rsid w:val="00E34BFE"/>
    <w:rsid w:val="00E34E93"/>
    <w:rsid w:val="00E3517C"/>
    <w:rsid w:val="00E353FE"/>
    <w:rsid w:val="00E35722"/>
    <w:rsid w:val="00E35FF0"/>
    <w:rsid w:val="00E36349"/>
    <w:rsid w:val="00E37A3D"/>
    <w:rsid w:val="00E37C1E"/>
    <w:rsid w:val="00E37E08"/>
    <w:rsid w:val="00E37E93"/>
    <w:rsid w:val="00E4044D"/>
    <w:rsid w:val="00E4076D"/>
    <w:rsid w:val="00E413CD"/>
    <w:rsid w:val="00E4169E"/>
    <w:rsid w:val="00E416C6"/>
    <w:rsid w:val="00E417B5"/>
    <w:rsid w:val="00E418AE"/>
    <w:rsid w:val="00E41B0A"/>
    <w:rsid w:val="00E41B63"/>
    <w:rsid w:val="00E424C7"/>
    <w:rsid w:val="00E42732"/>
    <w:rsid w:val="00E4293F"/>
    <w:rsid w:val="00E42CE2"/>
    <w:rsid w:val="00E4314D"/>
    <w:rsid w:val="00E43640"/>
    <w:rsid w:val="00E43CE5"/>
    <w:rsid w:val="00E4407E"/>
    <w:rsid w:val="00E446BC"/>
    <w:rsid w:val="00E45796"/>
    <w:rsid w:val="00E45958"/>
    <w:rsid w:val="00E460D0"/>
    <w:rsid w:val="00E46110"/>
    <w:rsid w:val="00E464DA"/>
    <w:rsid w:val="00E46B8A"/>
    <w:rsid w:val="00E46CBB"/>
    <w:rsid w:val="00E46F08"/>
    <w:rsid w:val="00E46F6F"/>
    <w:rsid w:val="00E4706E"/>
    <w:rsid w:val="00E47123"/>
    <w:rsid w:val="00E47145"/>
    <w:rsid w:val="00E47362"/>
    <w:rsid w:val="00E47FD1"/>
    <w:rsid w:val="00E500C9"/>
    <w:rsid w:val="00E506BA"/>
    <w:rsid w:val="00E507EE"/>
    <w:rsid w:val="00E50BB1"/>
    <w:rsid w:val="00E51B66"/>
    <w:rsid w:val="00E51E4D"/>
    <w:rsid w:val="00E5219C"/>
    <w:rsid w:val="00E521AA"/>
    <w:rsid w:val="00E529C3"/>
    <w:rsid w:val="00E52E98"/>
    <w:rsid w:val="00E53059"/>
    <w:rsid w:val="00E530E2"/>
    <w:rsid w:val="00E53DF5"/>
    <w:rsid w:val="00E5409F"/>
    <w:rsid w:val="00E540B9"/>
    <w:rsid w:val="00E54249"/>
    <w:rsid w:val="00E5464C"/>
    <w:rsid w:val="00E5490A"/>
    <w:rsid w:val="00E54B58"/>
    <w:rsid w:val="00E55099"/>
    <w:rsid w:val="00E55A64"/>
    <w:rsid w:val="00E55C6A"/>
    <w:rsid w:val="00E55FCF"/>
    <w:rsid w:val="00E5613D"/>
    <w:rsid w:val="00E5634F"/>
    <w:rsid w:val="00E56F0C"/>
    <w:rsid w:val="00E5715E"/>
    <w:rsid w:val="00E5760B"/>
    <w:rsid w:val="00E57778"/>
    <w:rsid w:val="00E600A6"/>
    <w:rsid w:val="00E606BA"/>
    <w:rsid w:val="00E608E9"/>
    <w:rsid w:val="00E6156B"/>
    <w:rsid w:val="00E61ABB"/>
    <w:rsid w:val="00E61DEE"/>
    <w:rsid w:val="00E61E6D"/>
    <w:rsid w:val="00E626A1"/>
    <w:rsid w:val="00E6290A"/>
    <w:rsid w:val="00E62FA9"/>
    <w:rsid w:val="00E6344A"/>
    <w:rsid w:val="00E63623"/>
    <w:rsid w:val="00E63B07"/>
    <w:rsid w:val="00E6465D"/>
    <w:rsid w:val="00E64BD9"/>
    <w:rsid w:val="00E65715"/>
    <w:rsid w:val="00E65B54"/>
    <w:rsid w:val="00E65BFC"/>
    <w:rsid w:val="00E65EEB"/>
    <w:rsid w:val="00E662B5"/>
    <w:rsid w:val="00E6633E"/>
    <w:rsid w:val="00E66BB8"/>
    <w:rsid w:val="00E670D7"/>
    <w:rsid w:val="00E6743F"/>
    <w:rsid w:val="00E674FC"/>
    <w:rsid w:val="00E676D6"/>
    <w:rsid w:val="00E67893"/>
    <w:rsid w:val="00E678C2"/>
    <w:rsid w:val="00E67F03"/>
    <w:rsid w:val="00E7055B"/>
    <w:rsid w:val="00E7092A"/>
    <w:rsid w:val="00E70BC9"/>
    <w:rsid w:val="00E7130B"/>
    <w:rsid w:val="00E71362"/>
    <w:rsid w:val="00E719AF"/>
    <w:rsid w:val="00E71D1D"/>
    <w:rsid w:val="00E71EF0"/>
    <w:rsid w:val="00E72418"/>
    <w:rsid w:val="00E72C8D"/>
    <w:rsid w:val="00E72CF8"/>
    <w:rsid w:val="00E72EB3"/>
    <w:rsid w:val="00E731C3"/>
    <w:rsid w:val="00E73228"/>
    <w:rsid w:val="00E7340A"/>
    <w:rsid w:val="00E73D48"/>
    <w:rsid w:val="00E740F5"/>
    <w:rsid w:val="00E740FB"/>
    <w:rsid w:val="00E74163"/>
    <w:rsid w:val="00E74434"/>
    <w:rsid w:val="00E744D5"/>
    <w:rsid w:val="00E74B1A"/>
    <w:rsid w:val="00E7543C"/>
    <w:rsid w:val="00E7569F"/>
    <w:rsid w:val="00E75747"/>
    <w:rsid w:val="00E757D3"/>
    <w:rsid w:val="00E758ED"/>
    <w:rsid w:val="00E7596F"/>
    <w:rsid w:val="00E75B0E"/>
    <w:rsid w:val="00E75C38"/>
    <w:rsid w:val="00E761C5"/>
    <w:rsid w:val="00E7652E"/>
    <w:rsid w:val="00E76C30"/>
    <w:rsid w:val="00E76D5A"/>
    <w:rsid w:val="00E770AC"/>
    <w:rsid w:val="00E77349"/>
    <w:rsid w:val="00E773B5"/>
    <w:rsid w:val="00E777C1"/>
    <w:rsid w:val="00E77B84"/>
    <w:rsid w:val="00E800A6"/>
    <w:rsid w:val="00E80B3C"/>
    <w:rsid w:val="00E80C3B"/>
    <w:rsid w:val="00E81422"/>
    <w:rsid w:val="00E816B0"/>
    <w:rsid w:val="00E8207A"/>
    <w:rsid w:val="00E822CF"/>
    <w:rsid w:val="00E82799"/>
    <w:rsid w:val="00E827A1"/>
    <w:rsid w:val="00E82804"/>
    <w:rsid w:val="00E829C2"/>
    <w:rsid w:val="00E831F4"/>
    <w:rsid w:val="00E8328E"/>
    <w:rsid w:val="00E8358C"/>
    <w:rsid w:val="00E8370A"/>
    <w:rsid w:val="00E8375A"/>
    <w:rsid w:val="00E83ED6"/>
    <w:rsid w:val="00E8438F"/>
    <w:rsid w:val="00E8451E"/>
    <w:rsid w:val="00E84607"/>
    <w:rsid w:val="00E849DE"/>
    <w:rsid w:val="00E855FD"/>
    <w:rsid w:val="00E85BA8"/>
    <w:rsid w:val="00E85E03"/>
    <w:rsid w:val="00E860C0"/>
    <w:rsid w:val="00E87292"/>
    <w:rsid w:val="00E87653"/>
    <w:rsid w:val="00E87752"/>
    <w:rsid w:val="00E900C3"/>
    <w:rsid w:val="00E900C9"/>
    <w:rsid w:val="00E90146"/>
    <w:rsid w:val="00E901D2"/>
    <w:rsid w:val="00E90565"/>
    <w:rsid w:val="00E905EE"/>
    <w:rsid w:val="00E90979"/>
    <w:rsid w:val="00E90DDC"/>
    <w:rsid w:val="00E90F67"/>
    <w:rsid w:val="00E9163B"/>
    <w:rsid w:val="00E91869"/>
    <w:rsid w:val="00E918B3"/>
    <w:rsid w:val="00E91A50"/>
    <w:rsid w:val="00E91A67"/>
    <w:rsid w:val="00E91E06"/>
    <w:rsid w:val="00E933D4"/>
    <w:rsid w:val="00E93793"/>
    <w:rsid w:val="00E94472"/>
    <w:rsid w:val="00E944D3"/>
    <w:rsid w:val="00E94586"/>
    <w:rsid w:val="00E94728"/>
    <w:rsid w:val="00E948E1"/>
    <w:rsid w:val="00E94985"/>
    <w:rsid w:val="00E94C94"/>
    <w:rsid w:val="00E94F83"/>
    <w:rsid w:val="00E951D4"/>
    <w:rsid w:val="00E95417"/>
    <w:rsid w:val="00E95AC1"/>
    <w:rsid w:val="00E96A51"/>
    <w:rsid w:val="00E96FEB"/>
    <w:rsid w:val="00E97197"/>
    <w:rsid w:val="00E9731E"/>
    <w:rsid w:val="00E97699"/>
    <w:rsid w:val="00E97D04"/>
    <w:rsid w:val="00E97D4B"/>
    <w:rsid w:val="00E97E8B"/>
    <w:rsid w:val="00EA0159"/>
    <w:rsid w:val="00EA04F9"/>
    <w:rsid w:val="00EA0558"/>
    <w:rsid w:val="00EA066A"/>
    <w:rsid w:val="00EA0843"/>
    <w:rsid w:val="00EA0B9F"/>
    <w:rsid w:val="00EA0C4C"/>
    <w:rsid w:val="00EA0E88"/>
    <w:rsid w:val="00EA19C2"/>
    <w:rsid w:val="00EA1CAC"/>
    <w:rsid w:val="00EA21D6"/>
    <w:rsid w:val="00EA256D"/>
    <w:rsid w:val="00EA2E4B"/>
    <w:rsid w:val="00EA320D"/>
    <w:rsid w:val="00EA32BD"/>
    <w:rsid w:val="00EA33AC"/>
    <w:rsid w:val="00EA3D7C"/>
    <w:rsid w:val="00EA3DEF"/>
    <w:rsid w:val="00EA4096"/>
    <w:rsid w:val="00EA410B"/>
    <w:rsid w:val="00EA42F2"/>
    <w:rsid w:val="00EA47D9"/>
    <w:rsid w:val="00EA4FF5"/>
    <w:rsid w:val="00EA5BB0"/>
    <w:rsid w:val="00EA5D04"/>
    <w:rsid w:val="00EA630B"/>
    <w:rsid w:val="00EA636C"/>
    <w:rsid w:val="00EA64B5"/>
    <w:rsid w:val="00EA6BF5"/>
    <w:rsid w:val="00EA7028"/>
    <w:rsid w:val="00EA71C9"/>
    <w:rsid w:val="00EA7A91"/>
    <w:rsid w:val="00EA7B42"/>
    <w:rsid w:val="00EA7D20"/>
    <w:rsid w:val="00EA7D2A"/>
    <w:rsid w:val="00EB01E7"/>
    <w:rsid w:val="00EB0404"/>
    <w:rsid w:val="00EB0A9B"/>
    <w:rsid w:val="00EB1007"/>
    <w:rsid w:val="00EB1022"/>
    <w:rsid w:val="00EB1180"/>
    <w:rsid w:val="00EB14A6"/>
    <w:rsid w:val="00EB162E"/>
    <w:rsid w:val="00EB17B2"/>
    <w:rsid w:val="00EB18DC"/>
    <w:rsid w:val="00EB1CF1"/>
    <w:rsid w:val="00EB2460"/>
    <w:rsid w:val="00EB2542"/>
    <w:rsid w:val="00EB257B"/>
    <w:rsid w:val="00EB283B"/>
    <w:rsid w:val="00EB2AB1"/>
    <w:rsid w:val="00EB2AF6"/>
    <w:rsid w:val="00EB2D2A"/>
    <w:rsid w:val="00EB383B"/>
    <w:rsid w:val="00EB3E34"/>
    <w:rsid w:val="00EB4353"/>
    <w:rsid w:val="00EB4370"/>
    <w:rsid w:val="00EB44B6"/>
    <w:rsid w:val="00EB463D"/>
    <w:rsid w:val="00EB4847"/>
    <w:rsid w:val="00EB48B0"/>
    <w:rsid w:val="00EB49DC"/>
    <w:rsid w:val="00EB4C16"/>
    <w:rsid w:val="00EB5126"/>
    <w:rsid w:val="00EB56E4"/>
    <w:rsid w:val="00EB5807"/>
    <w:rsid w:val="00EB5AF4"/>
    <w:rsid w:val="00EB663C"/>
    <w:rsid w:val="00EB6654"/>
    <w:rsid w:val="00EB693D"/>
    <w:rsid w:val="00EB6A68"/>
    <w:rsid w:val="00EB6C35"/>
    <w:rsid w:val="00EB716D"/>
    <w:rsid w:val="00EB7E9C"/>
    <w:rsid w:val="00EB7F13"/>
    <w:rsid w:val="00EC0227"/>
    <w:rsid w:val="00EC0541"/>
    <w:rsid w:val="00EC080B"/>
    <w:rsid w:val="00EC0905"/>
    <w:rsid w:val="00EC091A"/>
    <w:rsid w:val="00EC0A11"/>
    <w:rsid w:val="00EC1292"/>
    <w:rsid w:val="00EC1737"/>
    <w:rsid w:val="00EC1757"/>
    <w:rsid w:val="00EC1978"/>
    <w:rsid w:val="00EC1B2C"/>
    <w:rsid w:val="00EC1BB6"/>
    <w:rsid w:val="00EC1E54"/>
    <w:rsid w:val="00EC1F70"/>
    <w:rsid w:val="00EC1FE7"/>
    <w:rsid w:val="00EC2370"/>
    <w:rsid w:val="00EC270A"/>
    <w:rsid w:val="00EC3235"/>
    <w:rsid w:val="00EC3309"/>
    <w:rsid w:val="00EC38EC"/>
    <w:rsid w:val="00EC3CBD"/>
    <w:rsid w:val="00EC3D8B"/>
    <w:rsid w:val="00EC41A5"/>
    <w:rsid w:val="00EC42F9"/>
    <w:rsid w:val="00EC4491"/>
    <w:rsid w:val="00EC44C1"/>
    <w:rsid w:val="00EC47C0"/>
    <w:rsid w:val="00EC4911"/>
    <w:rsid w:val="00EC4A9A"/>
    <w:rsid w:val="00EC4BAD"/>
    <w:rsid w:val="00EC4D2C"/>
    <w:rsid w:val="00EC4E22"/>
    <w:rsid w:val="00EC4FC5"/>
    <w:rsid w:val="00EC51C2"/>
    <w:rsid w:val="00EC51C8"/>
    <w:rsid w:val="00EC5A8A"/>
    <w:rsid w:val="00EC5AB7"/>
    <w:rsid w:val="00EC5FDB"/>
    <w:rsid w:val="00EC624B"/>
    <w:rsid w:val="00EC697C"/>
    <w:rsid w:val="00EC6A8A"/>
    <w:rsid w:val="00EC6C1A"/>
    <w:rsid w:val="00EC6EC2"/>
    <w:rsid w:val="00EC70F5"/>
    <w:rsid w:val="00EC72A8"/>
    <w:rsid w:val="00EC7335"/>
    <w:rsid w:val="00EC7800"/>
    <w:rsid w:val="00EC7984"/>
    <w:rsid w:val="00EC7A04"/>
    <w:rsid w:val="00EC7BEE"/>
    <w:rsid w:val="00EC7C92"/>
    <w:rsid w:val="00EC7D5A"/>
    <w:rsid w:val="00EC7DDF"/>
    <w:rsid w:val="00ED03B3"/>
    <w:rsid w:val="00ED047B"/>
    <w:rsid w:val="00ED0491"/>
    <w:rsid w:val="00ED0F78"/>
    <w:rsid w:val="00ED103F"/>
    <w:rsid w:val="00ED11AA"/>
    <w:rsid w:val="00ED12B7"/>
    <w:rsid w:val="00ED17DF"/>
    <w:rsid w:val="00ED192D"/>
    <w:rsid w:val="00ED2484"/>
    <w:rsid w:val="00ED253B"/>
    <w:rsid w:val="00ED286B"/>
    <w:rsid w:val="00ED3149"/>
    <w:rsid w:val="00ED332F"/>
    <w:rsid w:val="00ED4068"/>
    <w:rsid w:val="00ED4384"/>
    <w:rsid w:val="00ED4D02"/>
    <w:rsid w:val="00ED5032"/>
    <w:rsid w:val="00ED5C0E"/>
    <w:rsid w:val="00ED63A2"/>
    <w:rsid w:val="00ED6647"/>
    <w:rsid w:val="00ED6ED2"/>
    <w:rsid w:val="00ED6FD3"/>
    <w:rsid w:val="00ED7132"/>
    <w:rsid w:val="00ED7B42"/>
    <w:rsid w:val="00ED7BD3"/>
    <w:rsid w:val="00EE06EE"/>
    <w:rsid w:val="00EE09F8"/>
    <w:rsid w:val="00EE0B35"/>
    <w:rsid w:val="00EE10D2"/>
    <w:rsid w:val="00EE1825"/>
    <w:rsid w:val="00EE1A51"/>
    <w:rsid w:val="00EE1B85"/>
    <w:rsid w:val="00EE1FC1"/>
    <w:rsid w:val="00EE2121"/>
    <w:rsid w:val="00EE24A6"/>
    <w:rsid w:val="00EE2687"/>
    <w:rsid w:val="00EE28A4"/>
    <w:rsid w:val="00EE3030"/>
    <w:rsid w:val="00EE308B"/>
    <w:rsid w:val="00EE30A5"/>
    <w:rsid w:val="00EE466C"/>
    <w:rsid w:val="00EE48D4"/>
    <w:rsid w:val="00EE52AD"/>
    <w:rsid w:val="00EE5D87"/>
    <w:rsid w:val="00EE5DC2"/>
    <w:rsid w:val="00EE5F01"/>
    <w:rsid w:val="00EE60C5"/>
    <w:rsid w:val="00EE6147"/>
    <w:rsid w:val="00EE62D3"/>
    <w:rsid w:val="00EE6407"/>
    <w:rsid w:val="00EE6730"/>
    <w:rsid w:val="00EE69BA"/>
    <w:rsid w:val="00EE742B"/>
    <w:rsid w:val="00EE7697"/>
    <w:rsid w:val="00EE7954"/>
    <w:rsid w:val="00EF0248"/>
    <w:rsid w:val="00EF076F"/>
    <w:rsid w:val="00EF0FE6"/>
    <w:rsid w:val="00EF12F7"/>
    <w:rsid w:val="00EF14CF"/>
    <w:rsid w:val="00EF14E9"/>
    <w:rsid w:val="00EF1B1A"/>
    <w:rsid w:val="00EF1ED1"/>
    <w:rsid w:val="00EF2326"/>
    <w:rsid w:val="00EF3109"/>
    <w:rsid w:val="00EF31B1"/>
    <w:rsid w:val="00EF32F5"/>
    <w:rsid w:val="00EF3820"/>
    <w:rsid w:val="00EF3918"/>
    <w:rsid w:val="00EF3C8D"/>
    <w:rsid w:val="00EF3EC8"/>
    <w:rsid w:val="00EF3FB8"/>
    <w:rsid w:val="00EF409D"/>
    <w:rsid w:val="00EF4161"/>
    <w:rsid w:val="00EF4990"/>
    <w:rsid w:val="00EF4D25"/>
    <w:rsid w:val="00EF58AA"/>
    <w:rsid w:val="00EF5918"/>
    <w:rsid w:val="00EF5BE9"/>
    <w:rsid w:val="00EF66E7"/>
    <w:rsid w:val="00EF6720"/>
    <w:rsid w:val="00EF6B0F"/>
    <w:rsid w:val="00EF6C20"/>
    <w:rsid w:val="00EF735C"/>
    <w:rsid w:val="00EF73CD"/>
    <w:rsid w:val="00EF775A"/>
    <w:rsid w:val="00EF77B6"/>
    <w:rsid w:val="00EF7E34"/>
    <w:rsid w:val="00F0004F"/>
    <w:rsid w:val="00F000F2"/>
    <w:rsid w:val="00F00119"/>
    <w:rsid w:val="00F004C6"/>
    <w:rsid w:val="00F0065A"/>
    <w:rsid w:val="00F00F44"/>
    <w:rsid w:val="00F0134A"/>
    <w:rsid w:val="00F01A5E"/>
    <w:rsid w:val="00F01D46"/>
    <w:rsid w:val="00F01D60"/>
    <w:rsid w:val="00F01F45"/>
    <w:rsid w:val="00F0200A"/>
    <w:rsid w:val="00F0233B"/>
    <w:rsid w:val="00F02779"/>
    <w:rsid w:val="00F02901"/>
    <w:rsid w:val="00F02EF5"/>
    <w:rsid w:val="00F02FC6"/>
    <w:rsid w:val="00F03162"/>
    <w:rsid w:val="00F03739"/>
    <w:rsid w:val="00F03801"/>
    <w:rsid w:val="00F03A18"/>
    <w:rsid w:val="00F03D7C"/>
    <w:rsid w:val="00F03E04"/>
    <w:rsid w:val="00F045D0"/>
    <w:rsid w:val="00F047BE"/>
    <w:rsid w:val="00F04B16"/>
    <w:rsid w:val="00F04F0D"/>
    <w:rsid w:val="00F05444"/>
    <w:rsid w:val="00F05576"/>
    <w:rsid w:val="00F05783"/>
    <w:rsid w:val="00F067C7"/>
    <w:rsid w:val="00F06944"/>
    <w:rsid w:val="00F06954"/>
    <w:rsid w:val="00F069A6"/>
    <w:rsid w:val="00F06AA2"/>
    <w:rsid w:val="00F06B81"/>
    <w:rsid w:val="00F07250"/>
    <w:rsid w:val="00F073C2"/>
    <w:rsid w:val="00F07A44"/>
    <w:rsid w:val="00F07E7B"/>
    <w:rsid w:val="00F1047C"/>
    <w:rsid w:val="00F10639"/>
    <w:rsid w:val="00F108DF"/>
    <w:rsid w:val="00F109B9"/>
    <w:rsid w:val="00F109F0"/>
    <w:rsid w:val="00F11574"/>
    <w:rsid w:val="00F11843"/>
    <w:rsid w:val="00F11921"/>
    <w:rsid w:val="00F1201E"/>
    <w:rsid w:val="00F12237"/>
    <w:rsid w:val="00F1237B"/>
    <w:rsid w:val="00F12947"/>
    <w:rsid w:val="00F12A26"/>
    <w:rsid w:val="00F1356E"/>
    <w:rsid w:val="00F13623"/>
    <w:rsid w:val="00F13663"/>
    <w:rsid w:val="00F13735"/>
    <w:rsid w:val="00F1394C"/>
    <w:rsid w:val="00F13B10"/>
    <w:rsid w:val="00F14D79"/>
    <w:rsid w:val="00F14F7C"/>
    <w:rsid w:val="00F15258"/>
    <w:rsid w:val="00F15451"/>
    <w:rsid w:val="00F15585"/>
    <w:rsid w:val="00F1565C"/>
    <w:rsid w:val="00F15880"/>
    <w:rsid w:val="00F16018"/>
    <w:rsid w:val="00F16707"/>
    <w:rsid w:val="00F168B8"/>
    <w:rsid w:val="00F16969"/>
    <w:rsid w:val="00F17190"/>
    <w:rsid w:val="00F1730B"/>
    <w:rsid w:val="00F17855"/>
    <w:rsid w:val="00F17D52"/>
    <w:rsid w:val="00F17F5B"/>
    <w:rsid w:val="00F2000C"/>
    <w:rsid w:val="00F20473"/>
    <w:rsid w:val="00F20B0B"/>
    <w:rsid w:val="00F20BA3"/>
    <w:rsid w:val="00F20D2C"/>
    <w:rsid w:val="00F21489"/>
    <w:rsid w:val="00F216A5"/>
    <w:rsid w:val="00F2180E"/>
    <w:rsid w:val="00F21F73"/>
    <w:rsid w:val="00F2226B"/>
    <w:rsid w:val="00F22418"/>
    <w:rsid w:val="00F224AE"/>
    <w:rsid w:val="00F2266B"/>
    <w:rsid w:val="00F227BD"/>
    <w:rsid w:val="00F23050"/>
    <w:rsid w:val="00F2327A"/>
    <w:rsid w:val="00F2359E"/>
    <w:rsid w:val="00F23711"/>
    <w:rsid w:val="00F239CD"/>
    <w:rsid w:val="00F23F01"/>
    <w:rsid w:val="00F241CA"/>
    <w:rsid w:val="00F24C42"/>
    <w:rsid w:val="00F24D14"/>
    <w:rsid w:val="00F25143"/>
    <w:rsid w:val="00F25BBC"/>
    <w:rsid w:val="00F25E01"/>
    <w:rsid w:val="00F2616D"/>
    <w:rsid w:val="00F27039"/>
    <w:rsid w:val="00F27CCA"/>
    <w:rsid w:val="00F27E4B"/>
    <w:rsid w:val="00F3027E"/>
    <w:rsid w:val="00F3086B"/>
    <w:rsid w:val="00F30FD2"/>
    <w:rsid w:val="00F30FD9"/>
    <w:rsid w:val="00F30FDE"/>
    <w:rsid w:val="00F311EA"/>
    <w:rsid w:val="00F31FA8"/>
    <w:rsid w:val="00F3201D"/>
    <w:rsid w:val="00F32038"/>
    <w:rsid w:val="00F320A4"/>
    <w:rsid w:val="00F32280"/>
    <w:rsid w:val="00F32D8A"/>
    <w:rsid w:val="00F32DA0"/>
    <w:rsid w:val="00F32E75"/>
    <w:rsid w:val="00F32EF2"/>
    <w:rsid w:val="00F32FB5"/>
    <w:rsid w:val="00F33B01"/>
    <w:rsid w:val="00F33CEF"/>
    <w:rsid w:val="00F33F95"/>
    <w:rsid w:val="00F34811"/>
    <w:rsid w:val="00F348C6"/>
    <w:rsid w:val="00F359A7"/>
    <w:rsid w:val="00F360D2"/>
    <w:rsid w:val="00F361AD"/>
    <w:rsid w:val="00F36627"/>
    <w:rsid w:val="00F3662C"/>
    <w:rsid w:val="00F36BBD"/>
    <w:rsid w:val="00F36C4E"/>
    <w:rsid w:val="00F3710F"/>
    <w:rsid w:val="00F37110"/>
    <w:rsid w:val="00F375D0"/>
    <w:rsid w:val="00F37FB0"/>
    <w:rsid w:val="00F4060B"/>
    <w:rsid w:val="00F40C49"/>
    <w:rsid w:val="00F40D22"/>
    <w:rsid w:val="00F40EBC"/>
    <w:rsid w:val="00F4100B"/>
    <w:rsid w:val="00F41F97"/>
    <w:rsid w:val="00F42717"/>
    <w:rsid w:val="00F429E4"/>
    <w:rsid w:val="00F42D2E"/>
    <w:rsid w:val="00F43122"/>
    <w:rsid w:val="00F4347A"/>
    <w:rsid w:val="00F43651"/>
    <w:rsid w:val="00F44124"/>
    <w:rsid w:val="00F442AF"/>
    <w:rsid w:val="00F44599"/>
    <w:rsid w:val="00F4467F"/>
    <w:rsid w:val="00F44771"/>
    <w:rsid w:val="00F44C26"/>
    <w:rsid w:val="00F451C7"/>
    <w:rsid w:val="00F4556D"/>
    <w:rsid w:val="00F455D7"/>
    <w:rsid w:val="00F45B58"/>
    <w:rsid w:val="00F45B84"/>
    <w:rsid w:val="00F45BF7"/>
    <w:rsid w:val="00F45C8C"/>
    <w:rsid w:val="00F45CF3"/>
    <w:rsid w:val="00F45DC4"/>
    <w:rsid w:val="00F45F8E"/>
    <w:rsid w:val="00F462C5"/>
    <w:rsid w:val="00F46509"/>
    <w:rsid w:val="00F466AE"/>
    <w:rsid w:val="00F46966"/>
    <w:rsid w:val="00F46ABB"/>
    <w:rsid w:val="00F46E71"/>
    <w:rsid w:val="00F4713A"/>
    <w:rsid w:val="00F4727E"/>
    <w:rsid w:val="00F47385"/>
    <w:rsid w:val="00F474A0"/>
    <w:rsid w:val="00F47597"/>
    <w:rsid w:val="00F47FF5"/>
    <w:rsid w:val="00F50517"/>
    <w:rsid w:val="00F50651"/>
    <w:rsid w:val="00F508A5"/>
    <w:rsid w:val="00F512FD"/>
    <w:rsid w:val="00F51323"/>
    <w:rsid w:val="00F5140A"/>
    <w:rsid w:val="00F5153B"/>
    <w:rsid w:val="00F5196A"/>
    <w:rsid w:val="00F51DCD"/>
    <w:rsid w:val="00F51EFC"/>
    <w:rsid w:val="00F523BF"/>
    <w:rsid w:val="00F52549"/>
    <w:rsid w:val="00F5259C"/>
    <w:rsid w:val="00F52F92"/>
    <w:rsid w:val="00F537F2"/>
    <w:rsid w:val="00F5383F"/>
    <w:rsid w:val="00F54079"/>
    <w:rsid w:val="00F54599"/>
    <w:rsid w:val="00F54D07"/>
    <w:rsid w:val="00F54F51"/>
    <w:rsid w:val="00F55592"/>
    <w:rsid w:val="00F555DA"/>
    <w:rsid w:val="00F55EC7"/>
    <w:rsid w:val="00F56467"/>
    <w:rsid w:val="00F56588"/>
    <w:rsid w:val="00F572BF"/>
    <w:rsid w:val="00F5787D"/>
    <w:rsid w:val="00F57D71"/>
    <w:rsid w:val="00F607F8"/>
    <w:rsid w:val="00F60A7D"/>
    <w:rsid w:val="00F60E66"/>
    <w:rsid w:val="00F6193A"/>
    <w:rsid w:val="00F61A49"/>
    <w:rsid w:val="00F61EFC"/>
    <w:rsid w:val="00F61F28"/>
    <w:rsid w:val="00F62147"/>
    <w:rsid w:val="00F625FD"/>
    <w:rsid w:val="00F62ECF"/>
    <w:rsid w:val="00F63580"/>
    <w:rsid w:val="00F6372E"/>
    <w:rsid w:val="00F63C51"/>
    <w:rsid w:val="00F641F9"/>
    <w:rsid w:val="00F64478"/>
    <w:rsid w:val="00F647E0"/>
    <w:rsid w:val="00F6480E"/>
    <w:rsid w:val="00F648CF"/>
    <w:rsid w:val="00F650C4"/>
    <w:rsid w:val="00F65A45"/>
    <w:rsid w:val="00F65AE8"/>
    <w:rsid w:val="00F65D3E"/>
    <w:rsid w:val="00F65F91"/>
    <w:rsid w:val="00F6606A"/>
    <w:rsid w:val="00F66234"/>
    <w:rsid w:val="00F66318"/>
    <w:rsid w:val="00F666E0"/>
    <w:rsid w:val="00F66743"/>
    <w:rsid w:val="00F66E9B"/>
    <w:rsid w:val="00F67387"/>
    <w:rsid w:val="00F67686"/>
    <w:rsid w:val="00F67731"/>
    <w:rsid w:val="00F67EDF"/>
    <w:rsid w:val="00F702B3"/>
    <w:rsid w:val="00F714BE"/>
    <w:rsid w:val="00F718D7"/>
    <w:rsid w:val="00F719C2"/>
    <w:rsid w:val="00F71C0A"/>
    <w:rsid w:val="00F72347"/>
    <w:rsid w:val="00F72689"/>
    <w:rsid w:val="00F72A3D"/>
    <w:rsid w:val="00F73062"/>
    <w:rsid w:val="00F73552"/>
    <w:rsid w:val="00F73781"/>
    <w:rsid w:val="00F7392A"/>
    <w:rsid w:val="00F73B5B"/>
    <w:rsid w:val="00F73D41"/>
    <w:rsid w:val="00F74643"/>
    <w:rsid w:val="00F7496F"/>
    <w:rsid w:val="00F75BAB"/>
    <w:rsid w:val="00F765FE"/>
    <w:rsid w:val="00F768E1"/>
    <w:rsid w:val="00F769A3"/>
    <w:rsid w:val="00F770DB"/>
    <w:rsid w:val="00F7731C"/>
    <w:rsid w:val="00F7796C"/>
    <w:rsid w:val="00F779B1"/>
    <w:rsid w:val="00F77D09"/>
    <w:rsid w:val="00F77E5D"/>
    <w:rsid w:val="00F80396"/>
    <w:rsid w:val="00F80B41"/>
    <w:rsid w:val="00F80F62"/>
    <w:rsid w:val="00F811E9"/>
    <w:rsid w:val="00F813D2"/>
    <w:rsid w:val="00F817C8"/>
    <w:rsid w:val="00F81B3C"/>
    <w:rsid w:val="00F81B95"/>
    <w:rsid w:val="00F81D04"/>
    <w:rsid w:val="00F81E6F"/>
    <w:rsid w:val="00F82275"/>
    <w:rsid w:val="00F8227E"/>
    <w:rsid w:val="00F8281F"/>
    <w:rsid w:val="00F8282A"/>
    <w:rsid w:val="00F829F6"/>
    <w:rsid w:val="00F82FB6"/>
    <w:rsid w:val="00F838FB"/>
    <w:rsid w:val="00F844BB"/>
    <w:rsid w:val="00F8462A"/>
    <w:rsid w:val="00F846CF"/>
    <w:rsid w:val="00F8495B"/>
    <w:rsid w:val="00F84B33"/>
    <w:rsid w:val="00F84F9B"/>
    <w:rsid w:val="00F853C7"/>
    <w:rsid w:val="00F8553E"/>
    <w:rsid w:val="00F85674"/>
    <w:rsid w:val="00F8586E"/>
    <w:rsid w:val="00F85AA2"/>
    <w:rsid w:val="00F868EE"/>
    <w:rsid w:val="00F86B38"/>
    <w:rsid w:val="00F87B7B"/>
    <w:rsid w:val="00F87D48"/>
    <w:rsid w:val="00F906D0"/>
    <w:rsid w:val="00F908ED"/>
    <w:rsid w:val="00F9117A"/>
    <w:rsid w:val="00F913A4"/>
    <w:rsid w:val="00F91976"/>
    <w:rsid w:val="00F91ACC"/>
    <w:rsid w:val="00F91DC1"/>
    <w:rsid w:val="00F91FA4"/>
    <w:rsid w:val="00F922AB"/>
    <w:rsid w:val="00F9267B"/>
    <w:rsid w:val="00F92768"/>
    <w:rsid w:val="00F93EA0"/>
    <w:rsid w:val="00F93FE1"/>
    <w:rsid w:val="00F9456A"/>
    <w:rsid w:val="00F94656"/>
    <w:rsid w:val="00F9469F"/>
    <w:rsid w:val="00F9489F"/>
    <w:rsid w:val="00F949D4"/>
    <w:rsid w:val="00F94FDD"/>
    <w:rsid w:val="00F9537E"/>
    <w:rsid w:val="00F95576"/>
    <w:rsid w:val="00F959C0"/>
    <w:rsid w:val="00F95EFF"/>
    <w:rsid w:val="00F96019"/>
    <w:rsid w:val="00F96386"/>
    <w:rsid w:val="00F96B6E"/>
    <w:rsid w:val="00F96E32"/>
    <w:rsid w:val="00F97AC7"/>
    <w:rsid w:val="00F97AC9"/>
    <w:rsid w:val="00F97DD8"/>
    <w:rsid w:val="00FA129A"/>
    <w:rsid w:val="00FA1514"/>
    <w:rsid w:val="00FA15FC"/>
    <w:rsid w:val="00FA16A3"/>
    <w:rsid w:val="00FA18EA"/>
    <w:rsid w:val="00FA1C5C"/>
    <w:rsid w:val="00FA2518"/>
    <w:rsid w:val="00FA2E1E"/>
    <w:rsid w:val="00FA3517"/>
    <w:rsid w:val="00FA3682"/>
    <w:rsid w:val="00FA3741"/>
    <w:rsid w:val="00FA3B04"/>
    <w:rsid w:val="00FA4005"/>
    <w:rsid w:val="00FA4289"/>
    <w:rsid w:val="00FA45AC"/>
    <w:rsid w:val="00FA47D8"/>
    <w:rsid w:val="00FA5378"/>
    <w:rsid w:val="00FA55E2"/>
    <w:rsid w:val="00FA594B"/>
    <w:rsid w:val="00FA5C55"/>
    <w:rsid w:val="00FA5D75"/>
    <w:rsid w:val="00FA5F0D"/>
    <w:rsid w:val="00FA6010"/>
    <w:rsid w:val="00FA618F"/>
    <w:rsid w:val="00FA62EE"/>
    <w:rsid w:val="00FA6554"/>
    <w:rsid w:val="00FA67D0"/>
    <w:rsid w:val="00FA6A07"/>
    <w:rsid w:val="00FA6ECB"/>
    <w:rsid w:val="00FA6F28"/>
    <w:rsid w:val="00FA7993"/>
    <w:rsid w:val="00FA7CFE"/>
    <w:rsid w:val="00FB1140"/>
    <w:rsid w:val="00FB12FF"/>
    <w:rsid w:val="00FB14E7"/>
    <w:rsid w:val="00FB1735"/>
    <w:rsid w:val="00FB18F7"/>
    <w:rsid w:val="00FB1B06"/>
    <w:rsid w:val="00FB23C7"/>
    <w:rsid w:val="00FB2E7E"/>
    <w:rsid w:val="00FB2F7B"/>
    <w:rsid w:val="00FB3101"/>
    <w:rsid w:val="00FB3191"/>
    <w:rsid w:val="00FB35A4"/>
    <w:rsid w:val="00FB384E"/>
    <w:rsid w:val="00FB3BF6"/>
    <w:rsid w:val="00FB3CD0"/>
    <w:rsid w:val="00FB4084"/>
    <w:rsid w:val="00FB416A"/>
    <w:rsid w:val="00FB429F"/>
    <w:rsid w:val="00FB45A0"/>
    <w:rsid w:val="00FB4A6B"/>
    <w:rsid w:val="00FB4A83"/>
    <w:rsid w:val="00FB5D25"/>
    <w:rsid w:val="00FB635B"/>
    <w:rsid w:val="00FB64AA"/>
    <w:rsid w:val="00FB6639"/>
    <w:rsid w:val="00FB6D9A"/>
    <w:rsid w:val="00FB6E75"/>
    <w:rsid w:val="00FC0078"/>
    <w:rsid w:val="00FC0C3E"/>
    <w:rsid w:val="00FC0CEA"/>
    <w:rsid w:val="00FC20C2"/>
    <w:rsid w:val="00FC263C"/>
    <w:rsid w:val="00FC266E"/>
    <w:rsid w:val="00FC268E"/>
    <w:rsid w:val="00FC29BB"/>
    <w:rsid w:val="00FC345B"/>
    <w:rsid w:val="00FC3A18"/>
    <w:rsid w:val="00FC3CA0"/>
    <w:rsid w:val="00FC4052"/>
    <w:rsid w:val="00FC4556"/>
    <w:rsid w:val="00FC4CA1"/>
    <w:rsid w:val="00FC4DA5"/>
    <w:rsid w:val="00FC598E"/>
    <w:rsid w:val="00FC626E"/>
    <w:rsid w:val="00FC62E0"/>
    <w:rsid w:val="00FC643A"/>
    <w:rsid w:val="00FC6549"/>
    <w:rsid w:val="00FC6790"/>
    <w:rsid w:val="00FC747C"/>
    <w:rsid w:val="00FC771A"/>
    <w:rsid w:val="00FC7A15"/>
    <w:rsid w:val="00FC7CA4"/>
    <w:rsid w:val="00FC7E97"/>
    <w:rsid w:val="00FC7F39"/>
    <w:rsid w:val="00FD005D"/>
    <w:rsid w:val="00FD022B"/>
    <w:rsid w:val="00FD071E"/>
    <w:rsid w:val="00FD08CE"/>
    <w:rsid w:val="00FD097C"/>
    <w:rsid w:val="00FD12D6"/>
    <w:rsid w:val="00FD19B2"/>
    <w:rsid w:val="00FD1FC0"/>
    <w:rsid w:val="00FD20DB"/>
    <w:rsid w:val="00FD21CB"/>
    <w:rsid w:val="00FD2344"/>
    <w:rsid w:val="00FD25ED"/>
    <w:rsid w:val="00FD270B"/>
    <w:rsid w:val="00FD296C"/>
    <w:rsid w:val="00FD2AB7"/>
    <w:rsid w:val="00FD3300"/>
    <w:rsid w:val="00FD3406"/>
    <w:rsid w:val="00FD375B"/>
    <w:rsid w:val="00FD3B75"/>
    <w:rsid w:val="00FD415C"/>
    <w:rsid w:val="00FD418B"/>
    <w:rsid w:val="00FD458B"/>
    <w:rsid w:val="00FD492F"/>
    <w:rsid w:val="00FD4AF6"/>
    <w:rsid w:val="00FD59BF"/>
    <w:rsid w:val="00FD5ACC"/>
    <w:rsid w:val="00FD5F4A"/>
    <w:rsid w:val="00FD6579"/>
    <w:rsid w:val="00FD6E04"/>
    <w:rsid w:val="00FD708B"/>
    <w:rsid w:val="00FD7248"/>
    <w:rsid w:val="00FD7491"/>
    <w:rsid w:val="00FD7EE3"/>
    <w:rsid w:val="00FE092C"/>
    <w:rsid w:val="00FE0A8A"/>
    <w:rsid w:val="00FE0DBE"/>
    <w:rsid w:val="00FE0E62"/>
    <w:rsid w:val="00FE1545"/>
    <w:rsid w:val="00FE15BD"/>
    <w:rsid w:val="00FE1694"/>
    <w:rsid w:val="00FE1910"/>
    <w:rsid w:val="00FE1BC9"/>
    <w:rsid w:val="00FE22A4"/>
    <w:rsid w:val="00FE2478"/>
    <w:rsid w:val="00FE271F"/>
    <w:rsid w:val="00FE2754"/>
    <w:rsid w:val="00FE2C8E"/>
    <w:rsid w:val="00FE31D7"/>
    <w:rsid w:val="00FE3729"/>
    <w:rsid w:val="00FE400C"/>
    <w:rsid w:val="00FE457C"/>
    <w:rsid w:val="00FE4680"/>
    <w:rsid w:val="00FE4948"/>
    <w:rsid w:val="00FE4BDE"/>
    <w:rsid w:val="00FE4C56"/>
    <w:rsid w:val="00FE4E43"/>
    <w:rsid w:val="00FE5224"/>
    <w:rsid w:val="00FE533F"/>
    <w:rsid w:val="00FE5C94"/>
    <w:rsid w:val="00FE5CA9"/>
    <w:rsid w:val="00FE5D48"/>
    <w:rsid w:val="00FE5DD5"/>
    <w:rsid w:val="00FE61E1"/>
    <w:rsid w:val="00FE6200"/>
    <w:rsid w:val="00FE62D4"/>
    <w:rsid w:val="00FE66C4"/>
    <w:rsid w:val="00FE6CA2"/>
    <w:rsid w:val="00FE71F8"/>
    <w:rsid w:val="00FE7D51"/>
    <w:rsid w:val="00FE7D97"/>
    <w:rsid w:val="00FE7FE0"/>
    <w:rsid w:val="00FF0150"/>
    <w:rsid w:val="00FF03E8"/>
    <w:rsid w:val="00FF0578"/>
    <w:rsid w:val="00FF0669"/>
    <w:rsid w:val="00FF0824"/>
    <w:rsid w:val="00FF09E2"/>
    <w:rsid w:val="00FF1666"/>
    <w:rsid w:val="00FF1CBF"/>
    <w:rsid w:val="00FF236F"/>
    <w:rsid w:val="00FF263E"/>
    <w:rsid w:val="00FF28D5"/>
    <w:rsid w:val="00FF2E60"/>
    <w:rsid w:val="00FF31DE"/>
    <w:rsid w:val="00FF33DF"/>
    <w:rsid w:val="00FF3484"/>
    <w:rsid w:val="00FF3E56"/>
    <w:rsid w:val="00FF3EB2"/>
    <w:rsid w:val="00FF442A"/>
    <w:rsid w:val="00FF4D23"/>
    <w:rsid w:val="00FF524F"/>
    <w:rsid w:val="00FF53BD"/>
    <w:rsid w:val="00FF544D"/>
    <w:rsid w:val="00FF5934"/>
    <w:rsid w:val="00FF6395"/>
    <w:rsid w:val="00FF6411"/>
    <w:rsid w:val="00FF6521"/>
    <w:rsid w:val="00FF687F"/>
    <w:rsid w:val="00FF6917"/>
    <w:rsid w:val="00FF6A52"/>
    <w:rsid w:val="00FF719B"/>
    <w:rsid w:val="00FF7474"/>
    <w:rsid w:val="00FF7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253035B3"/>
  <w15:docId w15:val="{0C04E785-0BCB-46B8-B616-5AA8BA020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4F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-115" w:right="-101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9724E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9724E7"/>
    <w:pPr>
      <w:keepNext/>
      <w:numPr>
        <w:ilvl w:val="1"/>
        <w:numId w:val="1"/>
      </w:num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9724E7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724E7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724E7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9724E7"/>
    <w:rPr>
      <w:rFonts w:ascii="Arial" w:hAnsi="Arial"/>
      <w:b/>
      <w:bCs/>
      <w:sz w:val="18"/>
      <w:szCs w:val="18"/>
    </w:rPr>
  </w:style>
  <w:style w:type="character" w:customStyle="1" w:styleId="Heading3Char">
    <w:name w:val="Heading 3 Char"/>
    <w:link w:val="Heading3"/>
    <w:rsid w:val="009724E7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rsid w:val="001B1370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rsid w:val="001B1370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rsid w:val="001B1370"/>
    <w:rPr>
      <w:rFonts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uiPriority w:val="99"/>
    <w:rsid w:val="001B1370"/>
    <w:rPr>
      <w:rFonts w:cs="Eucros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9"/>
    <w:rsid w:val="001B1370"/>
    <w:rPr>
      <w:rFonts w:cs="EucrosiaUPC"/>
      <w:b/>
      <w:bCs/>
      <w:sz w:val="32"/>
      <w:szCs w:val="32"/>
    </w:rPr>
  </w:style>
  <w:style w:type="character" w:customStyle="1" w:styleId="Heading9Char">
    <w:name w:val="Heading 9 Char"/>
    <w:link w:val="Heading9"/>
    <w:uiPriority w:val="99"/>
    <w:rsid w:val="001B1370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9724E7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9724E7"/>
    <w:pPr>
      <w:spacing w:after="120"/>
    </w:pPr>
  </w:style>
  <w:style w:type="paragraph" w:styleId="Header">
    <w:name w:val="header"/>
    <w:basedOn w:val="Normal"/>
    <w:link w:val="HeaderChar"/>
    <w:rsid w:val="009724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B1370"/>
    <w:rPr>
      <w:rFonts w:ascii="Arial" w:hAnsi="Arial"/>
      <w:sz w:val="18"/>
      <w:szCs w:val="18"/>
    </w:rPr>
  </w:style>
  <w:style w:type="character" w:customStyle="1" w:styleId="AAAddress">
    <w:name w:val="AA Address"/>
    <w:uiPriority w:val="99"/>
    <w:rsid w:val="009724E7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724E7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724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B1370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9724E7"/>
    <w:rPr>
      <w:rFonts w:cs="Times New Roman"/>
      <w:b/>
      <w:bCs/>
    </w:rPr>
  </w:style>
  <w:style w:type="paragraph" w:styleId="ListBullet">
    <w:name w:val="List Bullet"/>
    <w:basedOn w:val="Normal"/>
    <w:rsid w:val="009724E7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9724E7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9724E7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9724E7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724E7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724E7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724E7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724E7"/>
    <w:pPr>
      <w:ind w:left="284"/>
    </w:pPr>
  </w:style>
  <w:style w:type="paragraph" w:customStyle="1" w:styleId="AAFrameAddress">
    <w:name w:val="AA Frame Address"/>
    <w:basedOn w:val="Heading1"/>
    <w:uiPriority w:val="99"/>
    <w:rsid w:val="009724E7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uiPriority w:val="99"/>
    <w:rsid w:val="009724E7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724E7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9724E7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rsid w:val="009724E7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rsid w:val="009724E7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rsid w:val="009724E7"/>
    <w:pPr>
      <w:ind w:left="851" w:hanging="284"/>
    </w:pPr>
  </w:style>
  <w:style w:type="paragraph" w:styleId="Index4">
    <w:name w:val="index 4"/>
    <w:basedOn w:val="Normal"/>
    <w:next w:val="Normal"/>
    <w:uiPriority w:val="99"/>
    <w:rsid w:val="009724E7"/>
    <w:pPr>
      <w:ind w:left="1135" w:hanging="284"/>
    </w:pPr>
  </w:style>
  <w:style w:type="paragraph" w:styleId="Index6">
    <w:name w:val="index 6"/>
    <w:basedOn w:val="Normal"/>
    <w:next w:val="Normal"/>
    <w:uiPriority w:val="99"/>
    <w:rsid w:val="009724E7"/>
    <w:pPr>
      <w:ind w:left="1702" w:hanging="284"/>
    </w:pPr>
  </w:style>
  <w:style w:type="paragraph" w:styleId="Index5">
    <w:name w:val="index 5"/>
    <w:basedOn w:val="Normal"/>
    <w:next w:val="Normal"/>
    <w:uiPriority w:val="99"/>
    <w:rsid w:val="009724E7"/>
    <w:pPr>
      <w:ind w:left="1418" w:hanging="284"/>
    </w:pPr>
  </w:style>
  <w:style w:type="paragraph" w:styleId="Index7">
    <w:name w:val="index 7"/>
    <w:basedOn w:val="Normal"/>
    <w:next w:val="Normal"/>
    <w:uiPriority w:val="99"/>
    <w:rsid w:val="009724E7"/>
    <w:pPr>
      <w:ind w:left="1985" w:hanging="284"/>
    </w:pPr>
  </w:style>
  <w:style w:type="paragraph" w:styleId="Index8">
    <w:name w:val="index 8"/>
    <w:basedOn w:val="Normal"/>
    <w:next w:val="Normal"/>
    <w:uiPriority w:val="99"/>
    <w:rsid w:val="009724E7"/>
    <w:pPr>
      <w:ind w:left="2269" w:hanging="284"/>
    </w:pPr>
  </w:style>
  <w:style w:type="paragraph" w:styleId="Index9">
    <w:name w:val="index 9"/>
    <w:basedOn w:val="Normal"/>
    <w:next w:val="Normal"/>
    <w:uiPriority w:val="99"/>
    <w:rsid w:val="009724E7"/>
    <w:pPr>
      <w:ind w:left="2552" w:hanging="284"/>
    </w:pPr>
  </w:style>
  <w:style w:type="paragraph" w:styleId="TOC2">
    <w:name w:val="toc 2"/>
    <w:basedOn w:val="Normal"/>
    <w:next w:val="Normal"/>
    <w:semiHidden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724E7"/>
    <w:pPr>
      <w:ind w:left="851"/>
    </w:pPr>
  </w:style>
  <w:style w:type="paragraph" w:styleId="TOC5">
    <w:name w:val="toc 5"/>
    <w:basedOn w:val="Normal"/>
    <w:next w:val="Normal"/>
    <w:uiPriority w:val="99"/>
    <w:rsid w:val="009724E7"/>
    <w:pPr>
      <w:ind w:left="1134"/>
    </w:pPr>
  </w:style>
  <w:style w:type="paragraph" w:styleId="TOC6">
    <w:name w:val="toc 6"/>
    <w:basedOn w:val="Normal"/>
    <w:next w:val="Normal"/>
    <w:uiPriority w:val="99"/>
    <w:rsid w:val="009724E7"/>
    <w:pPr>
      <w:ind w:left="1418"/>
    </w:pPr>
  </w:style>
  <w:style w:type="paragraph" w:styleId="TOC7">
    <w:name w:val="toc 7"/>
    <w:basedOn w:val="Normal"/>
    <w:next w:val="Normal"/>
    <w:uiPriority w:val="99"/>
    <w:rsid w:val="009724E7"/>
    <w:pPr>
      <w:ind w:left="1701"/>
    </w:pPr>
  </w:style>
  <w:style w:type="paragraph" w:styleId="TOC8">
    <w:name w:val="toc 8"/>
    <w:basedOn w:val="Normal"/>
    <w:next w:val="Normal"/>
    <w:uiPriority w:val="99"/>
    <w:rsid w:val="009724E7"/>
    <w:pPr>
      <w:ind w:left="1985"/>
    </w:pPr>
  </w:style>
  <w:style w:type="paragraph" w:styleId="TOC9">
    <w:name w:val="toc 9"/>
    <w:basedOn w:val="Normal"/>
    <w:next w:val="Normal"/>
    <w:uiPriority w:val="99"/>
    <w:rsid w:val="009724E7"/>
    <w:pPr>
      <w:ind w:left="2268"/>
    </w:pPr>
  </w:style>
  <w:style w:type="paragraph" w:styleId="TableofFigures">
    <w:name w:val="table of figures"/>
    <w:basedOn w:val="Normal"/>
    <w:next w:val="Normal"/>
    <w:uiPriority w:val="99"/>
    <w:rsid w:val="009724E7"/>
    <w:pPr>
      <w:ind w:left="567" w:hanging="567"/>
    </w:pPr>
  </w:style>
  <w:style w:type="paragraph" w:styleId="ListBullet5">
    <w:name w:val="List Bullet 5"/>
    <w:basedOn w:val="Normal"/>
    <w:uiPriority w:val="99"/>
    <w:rsid w:val="009724E7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724E7"/>
    <w:pPr>
      <w:ind w:firstLine="284"/>
    </w:pPr>
  </w:style>
  <w:style w:type="character" w:customStyle="1" w:styleId="BodyTextFirstIndentChar">
    <w:name w:val="Body Text First Indent Char"/>
    <w:link w:val="BodyTextFirstIndent"/>
    <w:uiPriority w:val="99"/>
    <w:rsid w:val="001B1370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724E7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uiPriority w:val="99"/>
    <w:rsid w:val="001B1370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724E7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rsid w:val="001B1370"/>
    <w:rPr>
      <w:rFonts w:ascii="Arial" w:hAnsi="Arial"/>
      <w:sz w:val="18"/>
      <w:szCs w:val="18"/>
    </w:rPr>
  </w:style>
  <w:style w:type="character" w:styleId="Strong">
    <w:name w:val="Strong"/>
    <w:uiPriority w:val="99"/>
    <w:qFormat/>
    <w:rsid w:val="009724E7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724E7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724E7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724E7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724E7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724E7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724E7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724E7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9724E7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724E7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724E7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724E7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724E7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rsid w:val="001B1370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">
    <w:name w:val="Body Text 3 Char"/>
    <w:link w:val="BodyText3"/>
    <w:uiPriority w:val="99"/>
    <w:rsid w:val="001B1370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9724E7"/>
  </w:style>
  <w:style w:type="paragraph" w:customStyle="1" w:styleId="ASSETS">
    <w:name w:val="ASSETS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1B1370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9724E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B1370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387" w:hanging="540"/>
      <w:jc w:val="both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uiPriority w:val="99"/>
    <w:rsid w:val="009724E7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9724E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99"/>
    <w:rsid w:val="009724E7"/>
    <w:pPr>
      <w:spacing w:line="240" w:lineRule="auto"/>
    </w:pPr>
  </w:style>
  <w:style w:type="character" w:customStyle="1" w:styleId="SignatureChar">
    <w:name w:val="Signature Char"/>
    <w:link w:val="Signature"/>
    <w:uiPriority w:val="99"/>
    <w:rsid w:val="001B1370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1B1370"/>
    <w:rPr>
      <w:sz w:val="18"/>
      <w:lang w:val="en-GB" w:bidi="ar-SA"/>
    </w:rPr>
  </w:style>
  <w:style w:type="paragraph" w:customStyle="1" w:styleId="Graphic">
    <w:name w:val="Graphic"/>
    <w:basedOn w:val="Signature"/>
    <w:rsid w:val="009724E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9724E7"/>
    <w:pPr>
      <w:spacing w:after="0"/>
    </w:pPr>
  </w:style>
  <w:style w:type="paragraph" w:customStyle="1" w:styleId="acctdividends">
    <w:name w:val="acct dividends"/>
    <w:aliases w:val="ad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9724E7"/>
    <w:pPr>
      <w:spacing w:after="0"/>
    </w:pPr>
  </w:style>
  <w:style w:type="paragraph" w:customStyle="1" w:styleId="acctindent">
    <w:name w:val="acct indent"/>
    <w:aliases w:val="ai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9724E7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9724E7"/>
    <w:pPr>
      <w:tabs>
        <w:tab w:val="clear" w:pos="227"/>
        <w:tab w:val="clear" w:pos="454"/>
        <w:tab w:val="clear" w:pos="680"/>
        <w:tab w:val="clear" w:pos="907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9724E7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9724E7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9724E7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9724E7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9724E7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9724E7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9724E7"/>
    <w:pPr>
      <w:spacing w:after="0"/>
    </w:pPr>
  </w:style>
  <w:style w:type="paragraph" w:customStyle="1" w:styleId="List1a">
    <w:name w:val="List 1a"/>
    <w:aliases w:val="1a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9724E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rsid w:val="001B1370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9724E7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9724E7"/>
  </w:style>
  <w:style w:type="paragraph" w:customStyle="1" w:styleId="zreportaddinfo">
    <w:name w:val="zreport addinfo"/>
    <w:basedOn w:val="Normal"/>
    <w:rsid w:val="009724E7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9724E7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9724E7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9724E7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9724E7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9724E7"/>
    <w:rPr>
      <w:b/>
      <w:bCs/>
    </w:rPr>
  </w:style>
  <w:style w:type="paragraph" w:customStyle="1" w:styleId="nineptbodytext">
    <w:name w:val="nine pt body text"/>
    <w:aliases w:val="9bt"/>
    <w:basedOn w:val="nineptnormal"/>
    <w:rsid w:val="009724E7"/>
    <w:pPr>
      <w:spacing w:after="220"/>
    </w:pPr>
  </w:style>
  <w:style w:type="paragraph" w:customStyle="1" w:styleId="nineptnormal">
    <w:name w:val="nine pt normal"/>
    <w:aliases w:val="9n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9724E7"/>
    <w:pPr>
      <w:jc w:val="center"/>
    </w:pPr>
  </w:style>
  <w:style w:type="paragraph" w:customStyle="1" w:styleId="heading">
    <w:name w:val="heading"/>
    <w:aliases w:val="h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9724E7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9724E7"/>
  </w:style>
  <w:style w:type="paragraph" w:customStyle="1" w:styleId="nineptheadingcentredbold">
    <w:name w:val="nine pt heading centred bold"/>
    <w:aliases w:val="9hcb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9724E7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9724E7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9724E7"/>
    <w:rPr>
      <w:b/>
    </w:rPr>
  </w:style>
  <w:style w:type="paragraph" w:customStyle="1" w:styleId="nineptcolumntab1">
    <w:name w:val="nine pt column tab1"/>
    <w:aliases w:val="a91"/>
    <w:basedOn w:val="nineptnormal"/>
    <w:rsid w:val="009724E7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9724E7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9724E7"/>
    <w:pPr>
      <w:jc w:val="center"/>
    </w:pPr>
  </w:style>
  <w:style w:type="paragraph" w:customStyle="1" w:styleId="Normalheading">
    <w:name w:val="Normal heading"/>
    <w:aliases w:val="nh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9724E7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9724E7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9724E7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9724E7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9724E7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9724E7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9724E7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9724E7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9724E7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9724E7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9724E7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9724E7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9724E7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9724E7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9724E7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9724E7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9724E7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9724E7"/>
    <w:pPr>
      <w:spacing w:after="0"/>
    </w:pPr>
  </w:style>
  <w:style w:type="paragraph" w:customStyle="1" w:styleId="smallreturn">
    <w:name w:val="small return"/>
    <w:aliases w:val="sr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9724E7"/>
    <w:pPr>
      <w:spacing w:after="0"/>
    </w:pPr>
  </w:style>
  <w:style w:type="paragraph" w:customStyle="1" w:styleId="headingbolditalic">
    <w:name w:val="heading bold italic"/>
    <w:aliases w:val="hbi"/>
    <w:basedOn w:val="heading"/>
    <w:rsid w:val="009724E7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9724E7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9724E7"/>
    <w:pPr>
      <w:spacing w:after="0"/>
    </w:pPr>
  </w:style>
  <w:style w:type="paragraph" w:customStyle="1" w:styleId="blockbullet">
    <w:name w:val="block bullet"/>
    <w:aliases w:val="bb"/>
    <w:basedOn w:val="block"/>
    <w:rsid w:val="009724E7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9724E7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9724E7"/>
    <w:pPr>
      <w:spacing w:after="0"/>
    </w:pPr>
  </w:style>
  <w:style w:type="paragraph" w:customStyle="1" w:styleId="eightptnormal">
    <w:name w:val="eight pt normal"/>
    <w:aliases w:val="8n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9724E7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9724E7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9724E7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9724E7"/>
    <w:rPr>
      <w:b/>
      <w:bCs/>
    </w:rPr>
  </w:style>
  <w:style w:type="paragraph" w:customStyle="1" w:styleId="eightptbodytext">
    <w:name w:val="eight pt body text"/>
    <w:aliases w:val="8bt"/>
    <w:basedOn w:val="eightptnormal"/>
    <w:rsid w:val="009724E7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9724E7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9724E7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9724E7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9724E7"/>
    <w:pPr>
      <w:spacing w:after="0"/>
    </w:pPr>
  </w:style>
  <w:style w:type="paragraph" w:customStyle="1" w:styleId="eightptblock">
    <w:name w:val="eight pt block"/>
    <w:aliases w:val="8b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9724E7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9724E7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9724E7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9724E7"/>
    <w:pPr>
      <w:spacing w:after="0"/>
    </w:pPr>
  </w:style>
  <w:style w:type="paragraph" w:customStyle="1" w:styleId="blockindent">
    <w:name w:val="block indent"/>
    <w:aliases w:val="bi"/>
    <w:basedOn w:val="block"/>
    <w:rsid w:val="009724E7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9724E7"/>
    <w:pPr>
      <w:jc w:val="center"/>
    </w:pPr>
  </w:style>
  <w:style w:type="paragraph" w:customStyle="1" w:styleId="nineptcol">
    <w:name w:val="nine pt %col"/>
    <w:aliases w:val="9%"/>
    <w:basedOn w:val="nineptnormal"/>
    <w:rsid w:val="009724E7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9724E7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9724E7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9724E7"/>
    <w:pPr>
      <w:spacing w:after="0"/>
    </w:pPr>
  </w:style>
  <w:style w:type="paragraph" w:customStyle="1" w:styleId="nineptblocklist">
    <w:name w:val="nine pt block list"/>
    <w:aliases w:val="9bl"/>
    <w:basedOn w:val="nineptblock"/>
    <w:rsid w:val="009724E7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9724E7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9724E7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9724E7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9724E7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9724E7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9724E7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9724E7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9724E7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9724E7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9724E7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9724E7"/>
    <w:pPr>
      <w:spacing w:after="80"/>
    </w:pPr>
  </w:style>
  <w:style w:type="paragraph" w:customStyle="1" w:styleId="nineptratecol">
    <w:name w:val="nine pt rate col"/>
    <w:aliases w:val="a9r"/>
    <w:basedOn w:val="nineptnormal"/>
    <w:rsid w:val="009724E7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9724E7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9724E7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9724E7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9724E7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9724E7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9724E7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9724E7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9724E7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9724E7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9724E7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9724E7"/>
    <w:pPr>
      <w:ind w:left="907" w:hanging="340"/>
    </w:pPr>
  </w:style>
  <w:style w:type="paragraph" w:customStyle="1" w:styleId="List3i">
    <w:name w:val="List 3i"/>
    <w:aliases w:val="3i"/>
    <w:basedOn w:val="List2i"/>
    <w:rsid w:val="009724E7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9724E7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9724E7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9724E7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9724E7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9724E7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9724E7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9724E7"/>
    <w:pPr>
      <w:spacing w:after="80"/>
    </w:pPr>
  </w:style>
  <w:style w:type="paragraph" w:customStyle="1" w:styleId="blockbullet2">
    <w:name w:val="block bullet 2"/>
    <w:aliases w:val="bb2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9724E7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9724E7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9724E7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9724E7"/>
    <w:pPr>
      <w:ind w:left="1134"/>
    </w:pPr>
  </w:style>
  <w:style w:type="character" w:customStyle="1" w:styleId="AccPolicyalternativeChar">
    <w:name w:val="Acc Policy alternative Char"/>
    <w:link w:val="AccPolicyalternative"/>
    <w:rsid w:val="009724E7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9724E7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9724E7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9724E7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uiPriority w:val="99"/>
    <w:semiHidden/>
    <w:rsid w:val="001B1370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9724E7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542EB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EndnoteReference">
    <w:name w:val="endnote reference"/>
    <w:rsid w:val="0078665A"/>
    <w:rPr>
      <w:rFonts w:ascii="Arial" w:hAnsi="Arial"/>
      <w:sz w:val="20"/>
      <w:szCs w:val="20"/>
      <w:vertAlign w:val="superscript"/>
    </w:rPr>
  </w:style>
  <w:style w:type="paragraph" w:customStyle="1" w:styleId="Style2">
    <w:name w:val="Style2"/>
    <w:basedOn w:val="Normal"/>
    <w:rsid w:val="003F07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Times New Roman"/>
      <w:b/>
      <w:bCs/>
      <w:caps/>
      <w:lang w:val="en-GB"/>
    </w:rPr>
  </w:style>
  <w:style w:type="paragraph" w:styleId="HTMLPreformatted">
    <w:name w:val="HTML Preformatted"/>
    <w:basedOn w:val="Normal"/>
    <w:link w:val="HTMLPreformattedChar"/>
    <w:rsid w:val="00960D1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/>
      <w:sz w:val="20"/>
      <w:szCs w:val="20"/>
    </w:rPr>
  </w:style>
  <w:style w:type="character" w:customStyle="1" w:styleId="HTMLPreformattedChar">
    <w:name w:val="HTML Preformatted Char"/>
    <w:link w:val="HTMLPreformatted"/>
    <w:rsid w:val="001B1370"/>
    <w:rPr>
      <w:rFonts w:ascii="Tahoma" w:hAnsi="Tahoma" w:cs="Tahoma"/>
    </w:rPr>
  </w:style>
  <w:style w:type="paragraph" w:customStyle="1" w:styleId="RNormal">
    <w:name w:val="RNormal"/>
    <w:basedOn w:val="Normal"/>
    <w:rsid w:val="007D449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character" w:styleId="FootnoteReference">
    <w:name w:val="footnote reference"/>
    <w:aliases w:val="fr"/>
    <w:rsid w:val="00526FC2"/>
    <w:rPr>
      <w:position w:val="6"/>
      <w:sz w:val="14"/>
    </w:rPr>
  </w:style>
  <w:style w:type="paragraph" w:customStyle="1" w:styleId="Default">
    <w:name w:val="Default"/>
    <w:rsid w:val="00592877"/>
    <w:pPr>
      <w:autoSpaceDE w:val="0"/>
      <w:autoSpaceDN w:val="0"/>
      <w:adjustRightInd w:val="0"/>
      <w:spacing w:line="240" w:lineRule="atLeast"/>
      <w:ind w:left="-115" w:right="-101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59287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592877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Subhead3">
    <w:name w:val="Subhead 3"/>
    <w:basedOn w:val="Normal"/>
    <w:link w:val="Subhead3Char"/>
    <w:rsid w:val="0059287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link w:val="Subhead3"/>
    <w:locked/>
    <w:rsid w:val="00592877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paragraph" w:customStyle="1" w:styleId="AccountingPolicyIndent">
    <w:name w:val="Accounting Policy Indent"/>
    <w:basedOn w:val="Normal"/>
    <w:rsid w:val="0059287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592877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592877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592877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59287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59287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59287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59287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59287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592877"/>
    <w:rPr>
      <w:rFonts w:eastAsia="Times New Roman" w:cs="Angsana New"/>
      <w:color w:val="auto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59287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/>
      <w:contextualSpacing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1">
    <w:name w:val="เนื้อความ อักขระ1"/>
    <w:uiPriority w:val="99"/>
    <w:semiHidden/>
    <w:rsid w:val="001B1370"/>
    <w:rPr>
      <w:rFonts w:ascii="Arial" w:eastAsia="Times New Roman" w:hAnsi="Arial" w:cs="Angsana New"/>
      <w:sz w:val="18"/>
      <w:szCs w:val="22"/>
    </w:rPr>
  </w:style>
  <w:style w:type="character" w:customStyle="1" w:styleId="CharChar2">
    <w:name w:val="Char Char2"/>
    <w:rsid w:val="001E5CCE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0">
    <w:name w:val="อักขระ อักขระ Char Char อักขระ อักขระ"/>
    <w:basedOn w:val="Normal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1E5CCE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customStyle="1" w:styleId="plainKPMG">
    <w:name w:val="plain KPMG"/>
    <w:aliases w:val="p"/>
    <w:basedOn w:val="Normal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1E5CCE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1E5C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E5CC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E5CC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E5CCE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1E5CCE"/>
    <w:rPr>
      <w:rFonts w:ascii="Arial" w:hAnsi="Arial"/>
      <w:b/>
      <w:bCs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1E5CCE"/>
    <w:rPr>
      <w:rFonts w:ascii="Arial" w:hAnsi="Arial" w:cs="Angsana New"/>
      <w:sz w:val="22"/>
      <w:szCs w:val="22"/>
    </w:rPr>
  </w:style>
  <w:style w:type="character" w:customStyle="1" w:styleId="shorttext1">
    <w:name w:val="short_text1"/>
    <w:uiPriority w:val="99"/>
    <w:rsid w:val="001E5CCE"/>
    <w:rPr>
      <w:rFonts w:cs="Times New Roman"/>
      <w:sz w:val="29"/>
      <w:szCs w:val="29"/>
    </w:rPr>
  </w:style>
  <w:style w:type="character" w:customStyle="1" w:styleId="hps">
    <w:name w:val="hps"/>
    <w:rsid w:val="001E5CCE"/>
    <w:rPr>
      <w:rFonts w:cs="Times New Roman"/>
    </w:rPr>
  </w:style>
  <w:style w:type="character" w:customStyle="1" w:styleId="gt-icon-text1">
    <w:name w:val="gt-icon-text1"/>
    <w:uiPriority w:val="99"/>
    <w:rsid w:val="001E5CCE"/>
    <w:rPr>
      <w:rFonts w:cs="Times New Roman"/>
    </w:rPr>
  </w:style>
  <w:style w:type="character" w:customStyle="1" w:styleId="shorttext">
    <w:name w:val="short_text"/>
    <w:rsid w:val="001E5CCE"/>
    <w:rPr>
      <w:rFonts w:cs="Times New Roman"/>
    </w:rPr>
  </w:style>
  <w:style w:type="character" w:customStyle="1" w:styleId="longtext">
    <w:name w:val="long_text"/>
    <w:rsid w:val="001E5CCE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1E5CCE"/>
    <w:rPr>
      <w:rFonts w:ascii="Consolas" w:hAnsi="Consolas"/>
      <w:sz w:val="21"/>
      <w:szCs w:val="26"/>
    </w:rPr>
  </w:style>
  <w:style w:type="paragraph" w:customStyle="1" w:styleId="Revision1">
    <w:name w:val="Revision1"/>
    <w:hidden/>
    <w:uiPriority w:val="99"/>
    <w:semiHidden/>
    <w:rsid w:val="001E5CCE"/>
    <w:pPr>
      <w:spacing w:line="240" w:lineRule="atLeast"/>
      <w:ind w:left="-115" w:right="-101"/>
    </w:pPr>
    <w:rPr>
      <w:rFonts w:ascii="Arial" w:hAnsi="Arial"/>
      <w:sz w:val="18"/>
      <w:szCs w:val="22"/>
    </w:rPr>
  </w:style>
  <w:style w:type="paragraph" w:styleId="ListParagraph">
    <w:name w:val="List Paragraph"/>
    <w:basedOn w:val="Normal"/>
    <w:uiPriority w:val="34"/>
    <w:qFormat/>
    <w:rsid w:val="001D70C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/>
      <w:contextualSpacing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uiPriority w:val="99"/>
    <w:unhideWhenUsed/>
    <w:rsid w:val="00434E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  <w:ind w:left="0" w:right="0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27BFA"/>
    <w:rPr>
      <w:rFonts w:ascii="Arial" w:hAnsi="Arial"/>
      <w:sz w:val="18"/>
      <w:szCs w:val="22"/>
    </w:rPr>
  </w:style>
  <w:style w:type="paragraph" w:customStyle="1" w:styleId="bn1">
    <w:name w:val="bn1"/>
    <w:basedOn w:val="Normal"/>
    <w:rsid w:val="003337A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before="300" w:line="280" w:lineRule="exact"/>
      <w:ind w:left="540" w:right="0"/>
      <w:jc w:val="both"/>
      <w:textAlignment w:val="baseline"/>
    </w:pPr>
    <w:rPr>
      <w:rFonts w:cs="Times New Roman"/>
      <w:sz w:val="20"/>
      <w:szCs w:val="20"/>
      <w:lang w:bidi="ar-SA"/>
    </w:rPr>
  </w:style>
  <w:style w:type="character" w:customStyle="1" w:styleId="textpara1">
    <w:name w:val="text_para1"/>
    <w:basedOn w:val="DefaultParagraphFont"/>
    <w:rsid w:val="003337A1"/>
  </w:style>
  <w:style w:type="character" w:styleId="Emphasis">
    <w:name w:val="Emphasis"/>
    <w:uiPriority w:val="20"/>
    <w:qFormat/>
    <w:rsid w:val="003337A1"/>
    <w:rPr>
      <w:i/>
      <w:iCs/>
    </w:rPr>
  </w:style>
  <w:style w:type="paragraph" w:customStyle="1" w:styleId="Pa17">
    <w:name w:val="Pa17"/>
    <w:basedOn w:val="Default"/>
    <w:next w:val="Default"/>
    <w:uiPriority w:val="99"/>
    <w:rsid w:val="003337A1"/>
    <w:pPr>
      <w:spacing w:line="191" w:lineRule="atLeast"/>
      <w:ind w:left="0" w:right="0"/>
    </w:pPr>
    <w:rPr>
      <w:rFonts w:eastAsia="Times New Roman" w:cs="Angsana New"/>
      <w:color w:val="auto"/>
      <w:lang w:val="en-GB" w:eastAsia="en-US"/>
    </w:rPr>
  </w:style>
  <w:style w:type="character" w:customStyle="1" w:styleId="FooterChar1">
    <w:name w:val="Footer Char1"/>
    <w:uiPriority w:val="99"/>
    <w:rsid w:val="005667E9"/>
    <w:rPr>
      <w:rFonts w:ascii="Arial" w:hAnsi="Arial"/>
      <w:sz w:val="18"/>
      <w:szCs w:val="18"/>
    </w:rPr>
  </w:style>
  <w:style w:type="paragraph" w:styleId="NoSpacing">
    <w:name w:val="No Spacing"/>
    <w:uiPriority w:val="1"/>
    <w:qFormat/>
    <w:rsid w:val="005667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styleId="PlaceholderText">
    <w:name w:val="Placeholder Text"/>
    <w:uiPriority w:val="99"/>
    <w:semiHidden/>
    <w:rsid w:val="006008DE"/>
    <w:rPr>
      <w:color w:val="808080"/>
    </w:rPr>
  </w:style>
  <w:style w:type="paragraph" w:customStyle="1" w:styleId="Pa48">
    <w:name w:val="Pa48"/>
    <w:basedOn w:val="Default"/>
    <w:next w:val="Default"/>
    <w:uiPriority w:val="99"/>
    <w:rsid w:val="007C311E"/>
    <w:pPr>
      <w:spacing w:line="191" w:lineRule="atLeast"/>
      <w:ind w:left="0" w:right="0"/>
    </w:pPr>
    <w:rPr>
      <w:rFonts w:eastAsia="Times New Roman" w:cs="Angsana New"/>
      <w:color w:val="auto"/>
      <w:lang w:val="en-GB" w:eastAsia="en-US"/>
    </w:rPr>
  </w:style>
  <w:style w:type="paragraph" w:customStyle="1" w:styleId="Pa25">
    <w:name w:val="Pa25"/>
    <w:basedOn w:val="Default"/>
    <w:next w:val="Default"/>
    <w:uiPriority w:val="99"/>
    <w:rsid w:val="007C311E"/>
    <w:pPr>
      <w:spacing w:line="191" w:lineRule="atLeast"/>
      <w:ind w:left="0" w:right="0"/>
    </w:pPr>
    <w:rPr>
      <w:rFonts w:eastAsia="Times New Roman" w:cs="Angsana New"/>
      <w:color w:val="auto"/>
      <w:lang w:val="en-GB" w:eastAsia="en-US"/>
    </w:rPr>
  </w:style>
  <w:style w:type="character" w:customStyle="1" w:styleId="block1">
    <w:name w:val="block1"/>
    <w:rsid w:val="00A05866"/>
    <w:rPr>
      <w:rFonts w:ascii="Arial" w:hAnsi="Arial" w:cs="Arial" w:hint="default"/>
    </w:rPr>
  </w:style>
  <w:style w:type="paragraph" w:styleId="EndnoteText">
    <w:name w:val="endnote text"/>
    <w:basedOn w:val="Normal"/>
    <w:link w:val="EndnoteTextChar"/>
    <w:semiHidden/>
    <w:unhideWhenUsed/>
    <w:rsid w:val="005C234A"/>
    <w:rPr>
      <w:sz w:val="20"/>
      <w:szCs w:val="25"/>
    </w:rPr>
  </w:style>
  <w:style w:type="character" w:customStyle="1" w:styleId="EndnoteTextChar">
    <w:name w:val="Endnote Text Char"/>
    <w:link w:val="EndnoteText"/>
    <w:semiHidden/>
    <w:rsid w:val="005C234A"/>
    <w:rPr>
      <w:rFonts w:ascii="Arial" w:hAnsi="Arial"/>
      <w:szCs w:val="25"/>
    </w:rPr>
  </w:style>
  <w:style w:type="paragraph" w:customStyle="1" w:styleId="Pa43">
    <w:name w:val="Pa43"/>
    <w:basedOn w:val="Normal"/>
    <w:next w:val="Normal"/>
    <w:uiPriority w:val="99"/>
    <w:rsid w:val="008E7AB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61" w:lineRule="atLeast"/>
      <w:ind w:left="0" w:right="0"/>
    </w:pPr>
    <w:rPr>
      <w:rFonts w:ascii="Univers LT Std 45 Light" w:hAnsi="Univers LT Std 45 Light"/>
      <w:sz w:val="24"/>
      <w:szCs w:val="24"/>
    </w:rPr>
  </w:style>
  <w:style w:type="paragraph" w:customStyle="1" w:styleId="Pa18">
    <w:name w:val="Pa18"/>
    <w:basedOn w:val="Normal"/>
    <w:next w:val="Normal"/>
    <w:uiPriority w:val="99"/>
    <w:rsid w:val="006E3BF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  <w:ind w:left="0" w:right="0"/>
    </w:pPr>
    <w:rPr>
      <w:rFonts w:ascii="Univers LT Std 45 Light" w:eastAsiaTheme="minorHAnsi" w:hAnsi="Univers LT Std 45 Light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BB362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362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F72689"/>
    <w:pPr>
      <w:spacing w:line="26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035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7309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0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1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4153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2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5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1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652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9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7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9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3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11C37-D00A-4873-9165-092307AD8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2</Pages>
  <Words>325</Words>
  <Characters>1931</Characters>
  <Application>Microsoft Office Word</Application>
  <DocSecurity>4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Quater 1 listed - Word</vt:lpstr>
      <vt:lpstr>Quater 1 listed - Word</vt:lpstr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Nattaphat Pongthanakritchai</dc:creator>
  <cp:lastModifiedBy>Nattaphat Pongthanakritchai</cp:lastModifiedBy>
  <cp:revision>2</cp:revision>
  <cp:lastPrinted>2021-08-12T17:05:00Z</cp:lastPrinted>
  <dcterms:created xsi:type="dcterms:W3CDTF">2021-08-15T07:17:00Z</dcterms:created>
  <dcterms:modified xsi:type="dcterms:W3CDTF">2021-08-15T07:17:00Z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Interim Financial Statements Template</vt:lpwstr>
  </property>
</Properties>
</file>