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C6B0C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79339096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4A3EB39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627D883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4E0962F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6EE2C84" w14:textId="3F5F0FA9" w:rsidR="00E56CB2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CE8AE52" w14:textId="45745728" w:rsidR="0001784D" w:rsidRDefault="0001784D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B406B6E" w14:textId="77777777" w:rsidR="0001784D" w:rsidRPr="000A06B1" w:rsidRDefault="0001784D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8ECABFB" w14:textId="3687EFD2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 w:hint="cs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 w:hint="cs"/>
          <w:sz w:val="52"/>
          <w:szCs w:val="52"/>
        </w:rPr>
        <w:t xml:space="preserve"> </w:t>
      </w:r>
      <w:r w:rsidRPr="000A06B1">
        <w:rPr>
          <w:rFonts w:ascii="Angsana New" w:hAnsi="Angsana New" w:cs="Angsana New" w:hint="cs"/>
          <w:sz w:val="52"/>
          <w:szCs w:val="52"/>
          <w:cs/>
        </w:rPr>
        <w:t>กรุ</w:t>
      </w:r>
      <w:r w:rsidR="008842F8" w:rsidRPr="000A06B1">
        <w:rPr>
          <w:rFonts w:ascii="Angsana New" w:hAnsi="Angsana New" w:cs="Angsana New" w:hint="cs"/>
          <w:sz w:val="52"/>
          <w:szCs w:val="52"/>
          <w:cs/>
        </w:rPr>
        <w:t>๊</w:t>
      </w:r>
      <w:r w:rsidRPr="000A06B1">
        <w:rPr>
          <w:rFonts w:ascii="Angsana New" w:hAnsi="Angsana New" w:cs="Angsana New" w:hint="cs"/>
          <w:sz w:val="52"/>
          <w:szCs w:val="52"/>
          <w:cs/>
        </w:rPr>
        <w:t xml:space="preserve">ป จำกัด </w:t>
      </w:r>
      <w:r w:rsidRPr="000A06B1">
        <w:rPr>
          <w:rFonts w:ascii="Angsana New" w:hAnsi="Angsana New" w:cs="Angsana New" w:hint="cs"/>
          <w:sz w:val="52"/>
          <w:szCs w:val="52"/>
        </w:rPr>
        <w:t>(</w:t>
      </w:r>
      <w:r w:rsidRPr="000A06B1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0A06B1">
        <w:rPr>
          <w:rFonts w:ascii="Angsana New" w:hAnsi="Angsana New" w:cs="Angsana New" w:hint="cs"/>
          <w:sz w:val="52"/>
          <w:szCs w:val="52"/>
        </w:rPr>
        <w:t xml:space="preserve">) </w:t>
      </w:r>
      <w:r w:rsidRPr="000A06B1">
        <w:rPr>
          <w:rFonts w:ascii="Angsana New" w:hAnsi="Angsana New" w:cs="Angsana New" w:hint="cs"/>
          <w:sz w:val="52"/>
          <w:szCs w:val="52"/>
          <w:cs/>
        </w:rPr>
        <w:t>และบริษัทย่อย</w:t>
      </w:r>
    </w:p>
    <w:p w14:paraId="4A8E86F6" w14:textId="11CBDD2D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i/>
          <w:iCs/>
          <w:sz w:val="52"/>
          <w:szCs w:val="52"/>
          <w:cs/>
        </w:rPr>
      </w:pPr>
      <w:r w:rsidRPr="000A06B1">
        <w:rPr>
          <w:rFonts w:ascii="Angsana New" w:hAnsi="Angsana New" w:cs="Angsana New" w:hint="cs"/>
          <w:i/>
          <w:iCs/>
          <w:sz w:val="52"/>
          <w:szCs w:val="52"/>
        </w:rPr>
        <w:t>(</w:t>
      </w:r>
      <w:r w:rsidRPr="000A06B1">
        <w:rPr>
          <w:rFonts w:ascii="Angsana New" w:hAnsi="Angsana New" w:cs="Angsana New" w:hint="cs"/>
          <w:i/>
          <w:iCs/>
          <w:sz w:val="52"/>
          <w:szCs w:val="52"/>
          <w:cs/>
        </w:rPr>
        <w:t>เดิมชื่อ</w:t>
      </w:r>
      <w:r w:rsidR="008842F8" w:rsidRPr="000A06B1">
        <w:rPr>
          <w:rFonts w:ascii="Angsana New" w:hAnsi="Angsana New" w:cs="Angsana New" w:hint="cs"/>
          <w:i/>
          <w:iCs/>
          <w:sz w:val="52"/>
          <w:szCs w:val="52"/>
          <w:cs/>
        </w:rPr>
        <w:t xml:space="preserve"> </w:t>
      </w:r>
      <w:r w:rsidRPr="000A06B1">
        <w:rPr>
          <w:rFonts w:ascii="Angsana New" w:hAnsi="Angsana New" w:cs="Angsana New" w:hint="cs"/>
          <w:i/>
          <w:iCs/>
          <w:sz w:val="52"/>
          <w:szCs w:val="52"/>
          <w:cs/>
        </w:rPr>
        <w:t>“บริษัท ผลิตไฟฟ้าราชบุรีโฮลดิ้ง</w:t>
      </w:r>
      <w:r w:rsidR="008842F8" w:rsidRPr="000A06B1">
        <w:rPr>
          <w:rFonts w:ascii="Angsana New" w:hAnsi="Angsana New" w:cs="Angsana New" w:hint="cs"/>
          <w:i/>
          <w:iCs/>
          <w:sz w:val="52"/>
          <w:szCs w:val="52"/>
          <w:cs/>
        </w:rPr>
        <w:t xml:space="preserve"> </w:t>
      </w:r>
      <w:r w:rsidRPr="000A06B1">
        <w:rPr>
          <w:rFonts w:ascii="Angsana New" w:hAnsi="Angsana New" w:cs="Angsana New" w:hint="cs"/>
          <w:i/>
          <w:iCs/>
          <w:sz w:val="52"/>
          <w:szCs w:val="52"/>
          <w:cs/>
        </w:rPr>
        <w:t xml:space="preserve">จำกัด </w:t>
      </w:r>
      <w:r w:rsidRPr="000A06B1">
        <w:rPr>
          <w:rFonts w:ascii="Angsana New" w:hAnsi="Angsana New" w:cs="Angsana New" w:hint="cs"/>
          <w:i/>
          <w:iCs/>
          <w:sz w:val="52"/>
          <w:szCs w:val="52"/>
        </w:rPr>
        <w:t>(</w:t>
      </w:r>
      <w:r w:rsidRPr="000A06B1">
        <w:rPr>
          <w:rFonts w:ascii="Angsana New" w:hAnsi="Angsana New" w:cs="Angsana New" w:hint="cs"/>
          <w:i/>
          <w:iCs/>
          <w:sz w:val="52"/>
          <w:szCs w:val="52"/>
          <w:cs/>
        </w:rPr>
        <w:t>มหาชน</w:t>
      </w:r>
      <w:r w:rsidRPr="000A06B1">
        <w:rPr>
          <w:rFonts w:ascii="Angsana New" w:hAnsi="Angsana New" w:cs="Angsana New" w:hint="cs"/>
          <w:i/>
          <w:iCs/>
          <w:sz w:val="52"/>
          <w:szCs w:val="52"/>
        </w:rPr>
        <w:t>)”)</w:t>
      </w:r>
    </w:p>
    <w:p w14:paraId="58DC6FD8" w14:textId="77777777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E123DA3" w14:textId="77777777" w:rsidR="00D73BE2" w:rsidRP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งบการเงินสำหรับปีสิ้นสุดวันที่ 3</w:t>
      </w:r>
      <w:r w:rsidRPr="00D73BE2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Pr="00D73BE2">
        <w:rPr>
          <w:rFonts w:ascii="Angsana New" w:hAnsi="Angsana New" w:cs="Angsana New"/>
          <w:b w:val="0"/>
          <w:bCs w:val="0"/>
          <w:sz w:val="32"/>
          <w:szCs w:val="32"/>
        </w:rPr>
        <w:t>2562</w:t>
      </w:r>
    </w:p>
    <w:p w14:paraId="3CD36052" w14:textId="77777777" w:rsidR="00D73BE2" w:rsidRP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60F8FF4" w14:textId="1422F5EB" w:rsid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58E866CB" w14:textId="77777777" w:rsidR="0052770F" w:rsidRPr="000A06B1" w:rsidRDefault="0052770F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377AFDC" w14:textId="1F7EA764" w:rsidR="0052770F" w:rsidRPr="000A06B1" w:rsidRDefault="0052770F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52770F" w:rsidRPr="000A06B1" w:rsidSect="00F901FA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C652217" w14:textId="77777777" w:rsidR="00120581" w:rsidRPr="00120581" w:rsidRDefault="00120581" w:rsidP="00ED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7AB09FAC" w14:textId="1B273B6F" w:rsidR="00D73BE2" w:rsidRPr="00623946" w:rsidRDefault="00D73BE2" w:rsidP="00D73BE2">
      <w:pPr>
        <w:pStyle w:val="Heading5"/>
        <w:tabs>
          <w:tab w:val="left" w:pos="540"/>
        </w:tabs>
        <w:jc w:val="both"/>
        <w:rPr>
          <w:rFonts w:asciiTheme="majorBidi" w:hAnsiTheme="majorBidi" w:cstheme="majorBidi"/>
        </w:rPr>
      </w:pPr>
      <w:r w:rsidRPr="00623946">
        <w:rPr>
          <w:rFonts w:asciiTheme="majorBidi" w:hAnsiTheme="majorBidi" w:cstheme="majorBidi"/>
          <w:cs/>
        </w:rPr>
        <w:t>รายงานของผู้สอบบัญชีรับอนุญาต</w:t>
      </w:r>
    </w:p>
    <w:p w14:paraId="53D72FE3" w14:textId="77777777" w:rsidR="0052770F" w:rsidRPr="000A06B1" w:rsidRDefault="0052770F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674BEA40" w14:textId="3A420CBD" w:rsidR="00E56CB2" w:rsidRPr="000A06B1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 w:hint="cs"/>
          <w:b/>
          <w:bCs/>
          <w:sz w:val="30"/>
          <w:szCs w:val="30"/>
          <w:cs/>
        </w:rPr>
        <w:t xml:space="preserve">เสนอ </w:t>
      </w:r>
      <w:r w:rsidR="00D73BE2" w:rsidRPr="00BE144E">
        <w:rPr>
          <w:rFonts w:ascii="Angsana New" w:hAnsi="Angsana New"/>
          <w:b/>
          <w:bCs/>
          <w:sz w:val="30"/>
          <w:szCs w:val="30"/>
          <w:cs/>
        </w:rPr>
        <w:t>ผู้ถือหุ้น</w:t>
      </w:r>
      <w:r w:rsidRPr="000A06B1">
        <w:rPr>
          <w:rFonts w:ascii="Angsana New" w:hAnsi="Angsana New" w:hint="cs"/>
          <w:b/>
          <w:bCs/>
          <w:sz w:val="30"/>
          <w:szCs w:val="30"/>
          <w:cs/>
        </w:rPr>
        <w:t>บริษัท ราช กรุ๊ป จำกัด (มหาชน)</w:t>
      </w:r>
      <w:r w:rsidRPr="000A06B1">
        <w:rPr>
          <w:rFonts w:ascii="Angsana New" w:hAnsi="Angsana New" w:hint="cs"/>
          <w:b/>
          <w:bCs/>
          <w:sz w:val="30"/>
          <w:szCs w:val="30"/>
        </w:rPr>
        <w:t xml:space="preserve"> 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</w:rPr>
        <w:t>(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เดิมชื่อ 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</w:rPr>
        <w:t>“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บริษัท ผลิตไฟฟ้าราชบุรีโฮลดิ้ง จำกัด 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</w:rPr>
        <w:t>(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มหาชน</w:t>
      </w:r>
      <w:r w:rsidRPr="000A06B1">
        <w:rPr>
          <w:rFonts w:ascii="Angsana New" w:hAnsi="Angsana New" w:hint="cs"/>
          <w:b/>
          <w:bCs/>
          <w:i/>
          <w:iCs/>
          <w:sz w:val="30"/>
          <w:szCs w:val="30"/>
        </w:rPr>
        <w:t>)”)</w:t>
      </w:r>
    </w:p>
    <w:p w14:paraId="666685E5" w14:textId="6D9707BD" w:rsidR="00E56CB2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5B0A2755" w14:textId="77777777" w:rsidR="00D73BE2" w:rsidRPr="00BE144E" w:rsidRDefault="00D73BE2" w:rsidP="00D73BE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BE144E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2F93CD2F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54334DBA" w14:textId="7E6011E7" w:rsidR="00D73BE2" w:rsidRPr="00BE144E" w:rsidRDefault="00D73BE2" w:rsidP="00D73BE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  <w:r w:rsidRPr="00BE144E">
        <w:rPr>
          <w:rFonts w:ascii="Angsana New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</w:t>
      </w:r>
      <w:r w:rsidRPr="001B02E9">
        <w:rPr>
          <w:rFonts w:ascii="Angsana New" w:hAnsi="Angsana New" w:hint="cs"/>
          <w:sz w:val="30"/>
          <w:szCs w:val="30"/>
          <w:cs/>
        </w:rPr>
        <w:t>ของบริษัท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1B02E9">
        <w:rPr>
          <w:rFonts w:ascii="Angsana New" w:hAnsi="Angsana New" w:hint="cs"/>
          <w:sz w:val="30"/>
          <w:szCs w:val="30"/>
          <w:cs/>
        </w:rPr>
        <w:t>ราช กรุ๊ป จำกัด (มหาชน)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1B02E9">
        <w:rPr>
          <w:rFonts w:ascii="Angsana New" w:hAnsi="Angsana New" w:hint="cs"/>
          <w:i/>
          <w:iCs/>
          <w:sz w:val="30"/>
          <w:szCs w:val="30"/>
        </w:rPr>
        <w:t>(</w:t>
      </w:r>
      <w:r w:rsidRPr="001B02E9">
        <w:rPr>
          <w:rFonts w:ascii="Angsana New" w:hAnsi="Angsana New" w:hint="cs"/>
          <w:i/>
          <w:iCs/>
          <w:sz w:val="30"/>
          <w:szCs w:val="30"/>
          <w:cs/>
        </w:rPr>
        <w:t xml:space="preserve">เดิมชื่อ </w:t>
      </w:r>
      <w:r w:rsidRPr="001B02E9">
        <w:rPr>
          <w:rFonts w:ascii="Angsana New" w:hAnsi="Angsana New" w:hint="cs"/>
          <w:i/>
          <w:iCs/>
          <w:sz w:val="30"/>
          <w:szCs w:val="30"/>
        </w:rPr>
        <w:t>“</w:t>
      </w:r>
      <w:r w:rsidRPr="001B02E9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i/>
          <w:iCs/>
          <w:sz w:val="30"/>
          <w:szCs w:val="30"/>
        </w:rPr>
        <w:t xml:space="preserve">  </w:t>
      </w:r>
      <w:r w:rsidRPr="001B02E9">
        <w:rPr>
          <w:rFonts w:ascii="Angsana New" w:hAnsi="Angsana New" w:hint="cs"/>
          <w:i/>
          <w:iCs/>
          <w:sz w:val="30"/>
          <w:szCs w:val="30"/>
          <w:cs/>
        </w:rPr>
        <w:t xml:space="preserve">ผลิตไฟฟ้าราชบุรีโฮลดิ้ง จำกัด </w:t>
      </w:r>
      <w:r w:rsidRPr="001B02E9">
        <w:rPr>
          <w:rFonts w:ascii="Angsana New" w:hAnsi="Angsana New" w:hint="cs"/>
          <w:i/>
          <w:iCs/>
          <w:sz w:val="30"/>
          <w:szCs w:val="30"/>
        </w:rPr>
        <w:t>(</w:t>
      </w:r>
      <w:r w:rsidRPr="001B02E9">
        <w:rPr>
          <w:rFonts w:ascii="Angsana New" w:hAnsi="Angsana New" w:hint="cs"/>
          <w:i/>
          <w:iCs/>
          <w:sz w:val="30"/>
          <w:szCs w:val="30"/>
          <w:cs/>
        </w:rPr>
        <w:t>มหาชน</w:t>
      </w:r>
      <w:r w:rsidRPr="001B02E9">
        <w:rPr>
          <w:rFonts w:ascii="Angsana New" w:hAnsi="Angsana New" w:hint="cs"/>
          <w:i/>
          <w:iCs/>
          <w:sz w:val="30"/>
          <w:szCs w:val="30"/>
        </w:rPr>
        <w:t>)”)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และบริษัทย่อย (กลุ่มบริษัท)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และของเฉพาะ</w:t>
      </w:r>
      <w:r w:rsidRPr="001B02E9">
        <w:rPr>
          <w:rFonts w:ascii="Angsana New" w:hAnsi="Angsana New" w:hint="cs"/>
          <w:sz w:val="30"/>
          <w:szCs w:val="30"/>
          <w:cs/>
        </w:rPr>
        <w:t>บริษัท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1B02E9">
        <w:rPr>
          <w:rFonts w:ascii="Angsana New" w:hAnsi="Angsana New" w:hint="cs"/>
          <w:sz w:val="30"/>
          <w:szCs w:val="30"/>
          <w:cs/>
        </w:rPr>
        <w:t>ราช กรุ๊ป จำกัด (มหาชน)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(บริษัท) ตามลำดับ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ซึ่งประกอบด้วยงบแสดงฐานะการเงินรวมและงบแสดงฐานะการเงินเฉพาะกิจการ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ณ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 xml:space="preserve">วันที่ </w:t>
      </w:r>
      <w:r w:rsidRPr="00BE144E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/>
          <w:sz w:val="30"/>
          <w:szCs w:val="30"/>
          <w:cs/>
        </w:rPr>
        <w:t>ธันวาคม 2562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สำหรับปีสิ้นสุดวันเดียวกัน รวมถึง</w:t>
      </w:r>
      <w:r w:rsidRPr="00BE144E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BE144E">
        <w:rPr>
          <w:rFonts w:ascii="Angsana New" w:hAnsi="Angsana New"/>
          <w:sz w:val="30"/>
          <w:szCs w:val="30"/>
          <w:cs/>
        </w:rPr>
        <w:t>ญและเรื่องอื่นๆ</w:t>
      </w:r>
    </w:p>
    <w:p w14:paraId="4F39C79D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</w:p>
    <w:p w14:paraId="76ABB337" w14:textId="3FB88B6D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วันที่</w:t>
      </w:r>
      <w:r w:rsidRPr="00BE144E">
        <w:rPr>
          <w:rFonts w:ascii="Angsana New" w:hAnsi="Angsana New"/>
          <w:sz w:val="30"/>
          <w:szCs w:val="30"/>
        </w:rPr>
        <w:t xml:space="preserve"> 31 </w:t>
      </w:r>
      <w:r>
        <w:rPr>
          <w:rFonts w:ascii="Angsana New" w:hAnsi="Angsana New"/>
          <w:sz w:val="30"/>
          <w:szCs w:val="30"/>
          <w:cs/>
        </w:rPr>
        <w:t>ธันวาคม 2562</w:t>
      </w:r>
      <w:r w:rsidRPr="00BE144E">
        <w:rPr>
          <w:rFonts w:ascii="Angsana New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34073560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</w:p>
    <w:p w14:paraId="13976909" w14:textId="77777777" w:rsidR="00D73BE2" w:rsidRPr="00BE144E" w:rsidRDefault="00D73BE2" w:rsidP="00D73BE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BE144E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32A54AD9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0A3532BD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BE144E">
        <w:rPr>
          <w:rFonts w:ascii="Angsana New" w:eastAsia="Calibri" w:hAnsi="Angsana New"/>
          <w:sz w:val="30"/>
          <w:szCs w:val="30"/>
        </w:rPr>
        <w:br/>
      </w:r>
      <w:r w:rsidRPr="00BE144E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5E83036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  <w:sectPr w:rsidR="00D73BE2" w:rsidRPr="00BE144E" w:rsidSect="00F82E62">
          <w:headerReference w:type="default" r:id="rId14"/>
          <w:footerReference w:type="default" r:id="rId15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p w14:paraId="278E6042" w14:textId="77777777" w:rsidR="00D73BE2" w:rsidRPr="00BE144E" w:rsidRDefault="00D73BE2" w:rsidP="00D73BE2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E144E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1C0F993F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D76D47D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BE144E">
        <w:rPr>
          <w:rFonts w:ascii="Angsana New" w:eastAsia="Calibri" w:hAnsi="Angsana New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BE144E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BE144E">
        <w:rPr>
          <w:rFonts w:ascii="Angsana New" w:hAnsi="Angsana New"/>
          <w:sz w:val="30"/>
          <w:szCs w:val="30"/>
          <w:cs/>
        </w:rPr>
        <w:t>ข้าพเจ้า</w:t>
      </w:r>
      <w:r w:rsidRPr="00BE144E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BE144E">
        <w:rPr>
          <w:rFonts w:ascii="Angsana New" w:hAnsi="Angsana New"/>
          <w:sz w:val="30"/>
          <w:szCs w:val="30"/>
          <w:cs/>
        </w:rPr>
        <w:t>ข้าพเจ้า</w:t>
      </w:r>
      <w:r w:rsidRPr="00BE144E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72C287A3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950"/>
      </w:tblGrid>
      <w:tr w:rsidR="00D73BE2" w:rsidRPr="00BE144E" w14:paraId="77DFEBE4" w14:textId="77777777" w:rsidTr="006004A7">
        <w:tc>
          <w:tcPr>
            <w:tcW w:w="9720" w:type="dxa"/>
            <w:gridSpan w:val="2"/>
            <w:shd w:val="clear" w:color="auto" w:fill="auto"/>
          </w:tcPr>
          <w:p w14:paraId="2BDA7C51" w14:textId="77777777" w:rsidR="00D73BE2" w:rsidRPr="00BE144E" w:rsidRDefault="00D73BE2" w:rsidP="00A43B8A">
            <w:pPr>
              <w:pStyle w:val="BodyTex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การประเมินการด้อยค่าของค่าความนิยม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สิทธิในสัญญาซื้อขายไฟฟ้า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และที่ดิน อาคารและอุปกรณ์ โดยเฉพาะโรงไฟฟ้าในประเทศออสเตรเลียในงบการเงินรวม และเงินลงทุนในบริษัทย่อยในงบการเงินเฉพาะกิจการ</w:t>
            </w:r>
          </w:p>
        </w:tc>
      </w:tr>
      <w:tr w:rsidR="00D73BE2" w:rsidRPr="00BE144E" w14:paraId="3D7CE246" w14:textId="77777777" w:rsidTr="006004A7">
        <w:tc>
          <w:tcPr>
            <w:tcW w:w="9720" w:type="dxa"/>
            <w:gridSpan w:val="2"/>
            <w:shd w:val="clear" w:color="auto" w:fill="auto"/>
          </w:tcPr>
          <w:p w14:paraId="64697A12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อ้างถึงหมาย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 xml:space="preserve">เหตุข้อ </w:t>
            </w:r>
            <w:r w:rsidRPr="000460EC">
              <w:rPr>
                <w:rFonts w:ascii="Angsana New" w:hAnsi="Angsana New"/>
                <w:sz w:val="30"/>
                <w:szCs w:val="30"/>
              </w:rPr>
              <w:t xml:space="preserve">4, 13, 17 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Pr="000460EC">
              <w:rPr>
                <w:rFonts w:ascii="Angsana New" w:hAnsi="Angsana New"/>
                <w:sz w:val="30"/>
                <w:szCs w:val="30"/>
              </w:rPr>
              <w:t xml:space="preserve"> 18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 xml:space="preserve"> ของงบการเงิน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รวมและงบการเงินเฉพาะกิจการ</w:t>
            </w:r>
          </w:p>
        </w:tc>
      </w:tr>
      <w:tr w:rsidR="00D73BE2" w:rsidRPr="00BE144E" w14:paraId="18CCA61E" w14:textId="77777777" w:rsidTr="006004A7">
        <w:tc>
          <w:tcPr>
            <w:tcW w:w="4770" w:type="dxa"/>
            <w:shd w:val="clear" w:color="auto" w:fill="auto"/>
          </w:tcPr>
          <w:p w14:paraId="7B017A2F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14:paraId="02B9465A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D73BE2" w:rsidRPr="00BE144E" w14:paraId="7AE4E22A" w14:textId="77777777" w:rsidTr="006004A7">
        <w:tc>
          <w:tcPr>
            <w:tcW w:w="4770" w:type="dxa"/>
            <w:shd w:val="clear" w:color="auto" w:fill="auto"/>
          </w:tcPr>
          <w:p w14:paraId="7E0D81F2" w14:textId="2E30CDC1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</w:rPr>
              <w:t>ธันวาคม 2562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กลุ่มบริษัทมีค่าความนิยม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สิทธิในสัญญาซื้อขายไฟฟ้า และที่ดิน อาคารและอุปกรณ์ </w:t>
            </w:r>
            <w:r w:rsidR="00907705"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ซึ่งแสดงอยู่ในงบแสดงฐานะการเงินรวมเป็นจำนวนเงินที่มีนัยสำคัญ มูลค่าตามบัญชีสุทธิของค่าความนิยม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07705">
              <w:rPr>
                <w:rFonts w:ascii="Angsana New" w:hAnsi="Angsana New" w:hint="cs"/>
                <w:sz w:val="30"/>
                <w:szCs w:val="30"/>
                <w:cs/>
              </w:rPr>
              <w:t xml:space="preserve">        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 w:rsidRPr="008355C9">
              <w:rPr>
                <w:rFonts w:ascii="Angsana New" w:hAnsi="Angsana New"/>
                <w:sz w:val="30"/>
                <w:szCs w:val="30"/>
                <w:cs/>
              </w:rPr>
              <w:t xml:space="preserve">จำนวนเงิน </w:t>
            </w:r>
            <w:r w:rsidR="008355C9" w:rsidRPr="008355C9">
              <w:rPr>
                <w:rFonts w:ascii="Angsana New" w:hAnsi="Angsana New"/>
                <w:sz w:val="30"/>
                <w:szCs w:val="30"/>
              </w:rPr>
              <w:t>170</w:t>
            </w:r>
            <w:r w:rsidRPr="008355C9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และมูลค่าตามบัญชีสุทธิของสิทธิในสัญญาซื้อขาย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 xml:space="preserve">ไฟฟ้า และที่ดิน อาคารและอุปกรณ์ เป็นจำนวนเงินรวม </w:t>
            </w:r>
            <w:r w:rsidRPr="000460EC">
              <w:rPr>
                <w:rFonts w:ascii="Angsana New" w:hAnsi="Angsana New"/>
                <w:sz w:val="30"/>
                <w:szCs w:val="30"/>
              </w:rPr>
              <w:t>19,</w:t>
            </w:r>
            <w:r w:rsidR="000460EC" w:rsidRPr="000460EC">
              <w:rPr>
                <w:rFonts w:ascii="Angsana New" w:hAnsi="Angsana New"/>
                <w:sz w:val="30"/>
                <w:szCs w:val="30"/>
              </w:rPr>
              <w:t>4</w:t>
            </w:r>
            <w:r w:rsidR="00A4647A">
              <w:rPr>
                <w:rFonts w:ascii="Angsana New" w:hAnsi="Angsana New"/>
                <w:sz w:val="30"/>
                <w:szCs w:val="30"/>
              </w:rPr>
              <w:t>57</w:t>
            </w:r>
            <w:r w:rsidR="001A705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>ล้านบาท รวมทั้งหมดคิดเป็นร้อยละ</w:t>
            </w:r>
            <w:r w:rsidRPr="000460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460EC" w:rsidRPr="000460EC">
              <w:rPr>
                <w:rFonts w:ascii="Angsana New" w:hAnsi="Angsana New"/>
                <w:sz w:val="30"/>
                <w:szCs w:val="30"/>
              </w:rPr>
              <w:t>19</w:t>
            </w:r>
            <w:r w:rsidRPr="000460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60EC">
              <w:rPr>
                <w:rFonts w:ascii="Angsana New" w:hAnsi="Angsana New"/>
                <w:sz w:val="30"/>
                <w:szCs w:val="30"/>
                <w:cs/>
              </w:rPr>
              <w:t>ของสินทรัพย์รวม ซึ่งมีความเสี่ยง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เกี่ยวกับมูลค่าตามบัญชีของค่าความนิยม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สิทธิในสัญญาซื้อขายไฟฟ้า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และที่ดิน อาคารและอุปกรณ์ของกลุ่มบริษัทที่อาจสูงกว่ามูลค่าที่คาดว่าจะได้รับคืน</w:t>
            </w:r>
          </w:p>
          <w:p w14:paraId="673F28D5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  <w:p w14:paraId="7D0E6065" w14:textId="2026246C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บริษัทมีเงินลงทุนใน บริษัท อาร์เอช อินเตอร์เนชั่นแนล คอร์ปอเรชั่น จำกัด (“</w:t>
            </w:r>
            <w:r w:rsidRPr="00BE144E">
              <w:rPr>
                <w:rFonts w:ascii="Angsana New" w:hAnsi="Angsana New"/>
                <w:sz w:val="30"/>
                <w:szCs w:val="30"/>
              </w:rPr>
              <w:t>RHIC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”) ซึ่งเป็นบริษัทย่อย</w:t>
            </w:r>
            <w:r w:rsidR="00907705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ในประเทศไทย เป็นจำนวนเงิน 17,</w:t>
            </w:r>
            <w:r w:rsidRPr="00BE144E">
              <w:rPr>
                <w:rFonts w:ascii="Angsana New" w:hAnsi="Angsana New"/>
                <w:sz w:val="30"/>
                <w:szCs w:val="30"/>
              </w:rPr>
              <w:t>65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0 ล้านบาท โดยถือเงินลงทุนในโรงไฟฟ้าในประเทศออสเตรเลียผ่านบริษัท อาร์เอช อินเตอร์เนชั่นแนล (สิงคโปร์) คอร์ปอเรชั่น จำกัด </w:t>
            </w:r>
            <w:r w:rsidRPr="00BE144E">
              <w:rPr>
                <w:rFonts w:ascii="Angsana New" w:eastAsia="Arial" w:hAnsi="Angsana New"/>
                <w:sz w:val="30"/>
                <w:szCs w:val="30"/>
                <w:cs/>
              </w:rPr>
              <w:t xml:space="preserve">มูลค่าที่คาดว่าจะได้รับคืนของเงินลงทุนใน </w:t>
            </w:r>
            <w:r w:rsidRPr="00BE144E">
              <w:rPr>
                <w:rFonts w:ascii="Angsana New" w:eastAsia="Arial" w:hAnsi="Angsana New"/>
                <w:sz w:val="30"/>
                <w:szCs w:val="30"/>
              </w:rPr>
              <w:t xml:space="preserve">RHIC </w:t>
            </w:r>
            <w:r w:rsidRPr="00BE144E">
              <w:rPr>
                <w:rFonts w:ascii="Angsana New" w:eastAsia="Arial" w:hAnsi="Angsana New"/>
                <w:sz w:val="30"/>
                <w:szCs w:val="30"/>
                <w:cs/>
              </w:rPr>
              <w:t>ถือเป็นเรื่องสำคัญในการตรวจสอบเนื่องจากอาจมีความเสี่ยงเรื่องการด้อยค่าเกิดขึ้นสำหรับเงินลงทุนในโรงไฟฟ้าในประเทศออสเตรเลีย</w:t>
            </w:r>
          </w:p>
          <w:p w14:paraId="2B950DE9" w14:textId="77777777" w:rsidR="00D73BE2" w:rsidRDefault="00D73BE2" w:rsidP="00A43B8A">
            <w:pPr>
              <w:pStyle w:val="BodyTex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  <w:p w14:paraId="46147606" w14:textId="77777777" w:rsidR="00914769" w:rsidRDefault="00914769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10436A01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lastRenderedPageBreak/>
              <w:t>ข้าพเจ้าให้ความสำคัญกับประมาณการมูลค่าจากการใช้ของหน่วยสินทรัพย์ที่ก่อให้เกิดเงินสดของการดำเนินงานของโรงไฟฟ้าในประเทศออสเตรเลีย เนื่องจากการประมาณการกระแสเงินสดในอนาคตต้องเกี่ยวข้องกับการใช้ดุลยพินิจของผู้บริหารอย่างมากและขึ้นอยู่กับความไม่แน่นอนของการประมาณการที่มีสาระสำคัญ</w:t>
            </w:r>
          </w:p>
        </w:tc>
        <w:tc>
          <w:tcPr>
            <w:tcW w:w="4950" w:type="dxa"/>
            <w:shd w:val="clear" w:color="auto" w:fill="auto"/>
          </w:tcPr>
          <w:p w14:paraId="05467159" w14:textId="77777777" w:rsidR="00D73BE2" w:rsidRPr="00BE144E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lastRenderedPageBreak/>
              <w:t>วิธีการตรวจสอบของข้าพเจ้าในเรื่องดังกล่าว รวมถึง</w:t>
            </w:r>
          </w:p>
          <w:p w14:paraId="7A7713A8" w14:textId="77777777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การพิจารณากระบวนการของกลุ่มบริษัทในการระบุ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ข้อบ่งชี้เรื่องการด้อยค่า</w:t>
            </w:r>
          </w:p>
          <w:p w14:paraId="453A1A4E" w14:textId="77777777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การพิจารณาการตอบสนองของกลุ่มบริษัทเกี่ยวกับ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ข้อบ่งชี้เรื่องการด้อยค่าที่ระบุได้</w:t>
            </w:r>
          </w:p>
          <w:p w14:paraId="610FE8FE" w14:textId="77777777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การทำความเข้าใจถึงกระบวนการในการประมาณการการด้อยค่า</w:t>
            </w:r>
          </w:p>
          <w:p w14:paraId="3A6A3D21" w14:textId="1F03097D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การให้ 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ในประเทศออสเตรเลียประเมินความเหมาะสมของอัตราคิดลดที่ใช้รวมถึงการเปรียบเทียบกับอัตราถัวเฉลี่ยถ่วงน้ำหนักของเงินทุนของกลุ่มบริษัทกับค่าเฉลี่ยของอุตสาหกรรมที่กลุ่มบริษัทดำเนินกิจการอยู่ และประเมินความเหมาะสมของข้อสมมติของปัจจัยหลักในการคำนวณ เช่น รายได้ตามสัญญา ราคาขาย ต้นทุนจากการดำเนินงาน อัตราเงินเฟ้อ และอัตราการเติบโตระยะยาว ตลอดจนการเปรียบเทียบปัจจัยเหล่านี้กับข้อมูลที่ได้จากภายนอก นอกจากนี้ </w:t>
            </w:r>
            <w:r w:rsidRPr="00BE144E">
              <w:rPr>
                <w:rFonts w:ascii="Angsana New" w:hAnsi="Angsana New"/>
                <w:sz w:val="30"/>
                <w:szCs w:val="30"/>
              </w:rPr>
              <w:t>KPMG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ในประเทศออสเตรเลียได้วิเคราะห์ความอ่อนไหวโดยการประเมินผลกระทบของการลดลงที่อาจเป็นไปได้อย่างสมเหตุสมผลในอัตราการเติบโตและประมาณการกระแสเงินสด เพื่อที่จะประเมินผลกระทบต่อหน่วยสินทรัพย์ที่ก่อให้เกิดเงินสด</w:t>
            </w:r>
          </w:p>
          <w:p w14:paraId="18B7E133" w14:textId="77777777" w:rsidR="00D73BE2" w:rsidRPr="00BE144E" w:rsidRDefault="00D73BE2" w:rsidP="00A43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1471C92" w14:textId="77777777" w:rsidR="00D73BE2" w:rsidRPr="00BE144E" w:rsidRDefault="00D73BE2" w:rsidP="00A43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01FEBFA" w14:textId="77777777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lastRenderedPageBreak/>
              <w:t>การประเมินความเหมาะสมของอัตราคิดลดที่ใช้</w:t>
            </w:r>
          </w:p>
          <w:p w14:paraId="63AC8E9D" w14:textId="77777777" w:rsidR="00D73BE2" w:rsidRPr="00BE144E" w:rsidRDefault="00D73BE2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การให้ 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ในประเทศสิงคโปร์ประเมินความเหมาะสมของข้อสมมติที่ใช้ในการประเมินมูลค่าที่คาดว่าจะได้รับคืนของเงินลงทุนในโครงการโรงไฟฟ้าที่ประเทศออสเตรเลีย รวมทั้งพิจารณาความสอดคล้องของสมมติฐานกับแผนธุรกิจและประมาณการที่ใช้ในการทดสอบการด้อยค่าที่ได้อธิบายไว้ในวิธีการตรวจสอบของข้าพเจ้าข้างต้น และ</w:t>
            </w:r>
          </w:p>
          <w:p w14:paraId="6DE81119" w14:textId="3AD15372" w:rsidR="008355C9" w:rsidRPr="00EE54ED" w:rsidRDefault="00D73BE2" w:rsidP="00EE54ED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การประเมินความเพียงพอของการเปิดเผยข้อมูลใน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งบการเงินว่าได้จัดทำขึ้นตามมาตรฐานการรายงานทางการเงิน</w:t>
            </w:r>
          </w:p>
        </w:tc>
      </w:tr>
      <w:tr w:rsidR="008355C9" w:rsidRPr="00571D45" w14:paraId="6BD0CE82" w14:textId="77777777" w:rsidTr="00BD6841">
        <w:tc>
          <w:tcPr>
            <w:tcW w:w="9720" w:type="dxa"/>
            <w:gridSpan w:val="2"/>
            <w:shd w:val="clear" w:color="auto" w:fill="auto"/>
          </w:tcPr>
          <w:p w14:paraId="16BD00B5" w14:textId="5AE2BCE2" w:rsidR="008355C9" w:rsidRPr="00571D45" w:rsidRDefault="008355C9" w:rsidP="00BD6841">
            <w:pPr>
              <w:pStyle w:val="BodyTex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D4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การประเมิน</w:t>
            </w:r>
            <w:r w:rsidRPr="00571D4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มูลค่ายุติธรรมของ</w:t>
            </w:r>
            <w:r w:rsidRPr="00571D4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สินทรัพย์สุทธิที่ได้มา</w:t>
            </w:r>
            <w:r w:rsidRPr="00571D4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จากการ</w:t>
            </w:r>
            <w:r w:rsidRPr="00571D4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ซื้อเงินลงทุนในบริษัท</w:t>
            </w:r>
            <w:r w:rsidRPr="00571D4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ย่อย</w:t>
            </w:r>
          </w:p>
        </w:tc>
      </w:tr>
      <w:tr w:rsidR="008355C9" w:rsidRPr="00571D45" w14:paraId="456DE629" w14:textId="77777777" w:rsidTr="00BD6841">
        <w:tc>
          <w:tcPr>
            <w:tcW w:w="9720" w:type="dxa"/>
            <w:gridSpan w:val="2"/>
            <w:shd w:val="clear" w:color="auto" w:fill="auto"/>
          </w:tcPr>
          <w:p w14:paraId="448F3841" w14:textId="7815ADF6" w:rsidR="008355C9" w:rsidRPr="00571D45" w:rsidRDefault="008355C9" w:rsidP="00BD6841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71D45">
              <w:rPr>
                <w:rFonts w:ascii="Angsana New" w:hAnsi="Angsana New"/>
                <w:sz w:val="30"/>
                <w:szCs w:val="30"/>
                <w:cs/>
              </w:rPr>
              <w:t xml:space="preserve">อ้างถึงหมายเหตุข้อ </w:t>
            </w:r>
            <w:r w:rsidRPr="00571D45">
              <w:rPr>
                <w:rFonts w:ascii="Angsana New" w:hAnsi="Angsana New"/>
                <w:sz w:val="30"/>
                <w:szCs w:val="30"/>
              </w:rPr>
              <w:t xml:space="preserve">4, </w:t>
            </w:r>
            <w:r w:rsidR="009367DF" w:rsidRPr="00571D45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571D45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Pr="00571D45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="009367DF" w:rsidRPr="00571D45">
              <w:rPr>
                <w:rFonts w:ascii="Angsana New" w:hAnsi="Angsana New"/>
                <w:sz w:val="30"/>
                <w:szCs w:val="30"/>
              </w:rPr>
              <w:t>3</w:t>
            </w:r>
            <w:r w:rsidRPr="00571D45">
              <w:rPr>
                <w:rFonts w:ascii="Angsana New" w:hAnsi="Angsana New"/>
                <w:sz w:val="30"/>
                <w:szCs w:val="30"/>
                <w:cs/>
              </w:rPr>
              <w:t xml:space="preserve"> ของงบการเงินรวมและงบการเงินเฉพาะกิจการ</w:t>
            </w:r>
          </w:p>
        </w:tc>
      </w:tr>
      <w:tr w:rsidR="008355C9" w:rsidRPr="00571D45" w14:paraId="480AAFB9" w14:textId="77777777" w:rsidTr="00BD6841">
        <w:tc>
          <w:tcPr>
            <w:tcW w:w="4770" w:type="dxa"/>
            <w:shd w:val="clear" w:color="auto" w:fill="auto"/>
          </w:tcPr>
          <w:p w14:paraId="242396DA" w14:textId="77777777" w:rsidR="008355C9" w:rsidRPr="00571D45" w:rsidRDefault="008355C9" w:rsidP="00BD6841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D4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14:paraId="045EE884" w14:textId="77777777" w:rsidR="008355C9" w:rsidRPr="00571D45" w:rsidRDefault="008355C9" w:rsidP="00BD6841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D4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355C9" w:rsidRPr="00571D45" w14:paraId="27854BE7" w14:textId="77777777" w:rsidTr="006004A7">
        <w:tc>
          <w:tcPr>
            <w:tcW w:w="4770" w:type="dxa"/>
            <w:shd w:val="clear" w:color="auto" w:fill="auto"/>
          </w:tcPr>
          <w:p w14:paraId="0A74C956" w14:textId="72500C5D" w:rsidR="009367DF" w:rsidRPr="00571D45" w:rsidRDefault="009367DF" w:rsidP="009367DF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เมื่อวันที่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ตุลาคม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2562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บริษัทได้เข้าซื้อหุ้นสามัญและหุ้นบุริมสิทธิของบริษัท</w:t>
            </w:r>
            <w:r w:rsidR="00F80E90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ในประเทศแห่งหนึ่ง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เพื่อเข้าร่วมดำเนินงานโรงไฟฟ้า</w:t>
            </w:r>
            <w:r w:rsidR="00F80E90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ประเภท </w:t>
            </w:r>
            <w:r w:rsidR="00F80E90" w:rsidRPr="00571D45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SPP </w:t>
            </w:r>
            <w:r w:rsidR="00F80E90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ของบริษัทดังกล่าว</w:t>
            </w:r>
            <w:r w:rsidR="00F80E90" w:rsidRPr="00571D45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   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ในสัดส่วนร้อยละ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99.97 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ของทุนที่ออกและชำระแล้ว บริษัทได้</w:t>
            </w:r>
            <w:r w:rsidR="00AC4000" w:rsidRPr="00571D45">
              <w:rPr>
                <w:rFonts w:ascii="Angsana New" w:hAnsi="Angsana New" w:hint="cs"/>
                <w:sz w:val="30"/>
                <w:szCs w:val="30"/>
                <w:cs/>
              </w:rPr>
              <w:t>แต่งตั้งผู้ประเมินอิสระ</w:t>
            </w:r>
            <w:r w:rsidR="0031706C" w:rsidRPr="00571D45">
              <w:rPr>
                <w:rFonts w:ascii="Angsana New" w:hAnsi="Angsana New" w:hint="cs"/>
                <w:sz w:val="30"/>
                <w:szCs w:val="30"/>
                <w:cs/>
              </w:rPr>
              <w:t>เพื่</w:t>
            </w:r>
            <w:r w:rsidR="00802A06" w:rsidRPr="00571D45">
              <w:rPr>
                <w:rFonts w:ascii="Angsana New" w:hAnsi="Angsana New" w:hint="cs"/>
                <w:sz w:val="30"/>
                <w:szCs w:val="30"/>
                <w:cs/>
              </w:rPr>
              <w:t>อทำการ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ประเมินมูลค่ายุติธรรมของสินทรัพย์สุทธิที่ได้มาจากการซื้อเงินลงทุนในบริษัทย่อยดังกล่าว รวมถึงสิ่งตอบแทนที่โอนให้</w:t>
            </w:r>
            <w:r w:rsidR="00802A06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โดยจัดทำ</w:t>
            </w:r>
            <w:r w:rsidR="00DA2B4F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แล้วเสร็จ </w:t>
            </w:r>
            <w:r w:rsidR="00DA2B4F" w:rsidRPr="00571D45">
              <w:rPr>
                <w:rFonts w:ascii="Angsana New" w:hAnsi="Angsana New" w:hint="cs"/>
                <w:sz w:val="30"/>
                <w:szCs w:val="30"/>
                <w:cs/>
              </w:rPr>
              <w:t>ณ วันที่งบการเงินรวมนี้ได้รับการอนุมัติ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802A06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ทั้งนี้</w:t>
            </w:r>
            <w:r w:rsidR="0090770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สิ่งตอบแทนที่โอนให้ต่ำกว่า</w:t>
            </w: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มูลค่ายุติธรรมของสินทรัพย์สุทธิดังกล่าว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269.92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ล้านบาท </w:t>
            </w:r>
            <w:r w:rsidR="005F1B22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กลุ่ม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บริษัทรับรู้กำไรจากการต่อรองราคาซื้อในงบกำไรขาดทุนเบ็ดเสร็จรวมสำหรับปีสิ้นสุดวันที่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31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="0075757B" w:rsidRPr="00571D45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2562</w:t>
            </w:r>
          </w:p>
          <w:p w14:paraId="68097DB7" w14:textId="4F28CA25" w:rsidR="009367DF" w:rsidRPr="00571D45" w:rsidRDefault="009367DF" w:rsidP="009367DF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  <w:p w14:paraId="13A268F1" w14:textId="0B7B1834" w:rsidR="00DA2B4F" w:rsidRPr="00571D45" w:rsidRDefault="009367DF" w:rsidP="00DA2B4F">
            <w:pPr>
              <w:jc w:val="thaiDistribute"/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</w:pPr>
            <w:r w:rsidRPr="00571D4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เนื่องจากความมีสาระสำคัญของรายการและเกี่ยวข้องกับการใช้ดุลยพินิจที่สำคัญและมีความซับซ้อนในการประเมินมูลค่ายุติธรรม ข้าพเจ้าจึงถือเป็นเรื่องสำคัญในการตรวจสอบของข้าพเจ้า</w:t>
            </w:r>
            <w:bookmarkStart w:id="0" w:name="_GoBack"/>
            <w:bookmarkEnd w:id="0"/>
          </w:p>
        </w:tc>
        <w:tc>
          <w:tcPr>
            <w:tcW w:w="4950" w:type="dxa"/>
            <w:shd w:val="clear" w:color="auto" w:fill="auto"/>
          </w:tcPr>
          <w:p w14:paraId="5248DA91" w14:textId="77777777" w:rsidR="0075757B" w:rsidRPr="00571D45" w:rsidRDefault="0075757B" w:rsidP="0075757B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วิธีการตรวจสอบของข้าพเจ้าในเรื่องดังกล่าว รวมถึง</w:t>
            </w:r>
          </w:p>
          <w:p w14:paraId="6D81BD23" w14:textId="1DCE6BDC" w:rsidR="00357C15" w:rsidRPr="00571D45" w:rsidRDefault="0075757B" w:rsidP="00357C1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 xml:space="preserve">อ่านสัญญาซื้อขายธุรกิจ และประเมินความเหมาะสมของการระบุสินทรัพย์สุทธิที่ได้มา ณ วันที่ซื้อธุรกิจ </w:t>
            </w:r>
          </w:p>
          <w:p w14:paraId="4850EC28" w14:textId="2A7B94B5" w:rsidR="0075757B" w:rsidRPr="00571D45" w:rsidRDefault="0075757B" w:rsidP="00357C1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ประเมินความเหมาะสมของข้อสมมติและวิธีการวัด</w:t>
            </w:r>
            <w:r w:rsidR="00357C15" w:rsidRPr="00571D45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มูลค่าที่ใช้ในการประเมินมูลค่าโดยอ้างอิงจากข้อมูล</w:t>
            </w:r>
            <w:r w:rsidR="00444AC7" w:rsidRPr="00571D45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ทั้งภายในและภายนอก</w:t>
            </w:r>
            <w:r w:rsidR="00357C15" w:rsidRPr="00571D45">
              <w:rPr>
                <w:rFonts w:ascii="Angsana New" w:hAnsi="Angsana New" w:hint="cs"/>
                <w:sz w:val="30"/>
                <w:szCs w:val="30"/>
                <w:cs/>
              </w:rPr>
              <w:t>ที่ใช้</w:t>
            </w:r>
            <w:r w:rsidR="00B87D05" w:rsidRPr="00571D45">
              <w:rPr>
                <w:rFonts w:ascii="Angsana New" w:hAnsi="Angsana New" w:hint="cs"/>
                <w:sz w:val="30"/>
                <w:szCs w:val="30"/>
                <w:cs/>
              </w:rPr>
              <w:t>ในการ</w:t>
            </w:r>
            <w:r w:rsidR="00357C15" w:rsidRPr="00571D45">
              <w:rPr>
                <w:rFonts w:ascii="Angsana New" w:hAnsi="Angsana New" w:hint="cs"/>
                <w:sz w:val="30"/>
                <w:szCs w:val="30"/>
                <w:cs/>
              </w:rPr>
              <w:t>ประเมินมูลค่ายุติธรรมของธุรกิจที่จัดทำโดยผู้ประเมินอิสระที่แต่งตั้งโดยผู้บริหาร</w:t>
            </w:r>
          </w:p>
          <w:p w14:paraId="625CCC98" w14:textId="287F635A" w:rsidR="008355C9" w:rsidRPr="00571D45" w:rsidRDefault="0075757B" w:rsidP="007A5359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ใช้ผลงานของผู้เชี่ยวชาญด้านการประเมินมูลค่าของ     เคพีเอ็มจี ในการประเมินความเหมาะสมของค่าตัวแปรทางการเงินที่เป็นตัวกำหนดอัตราคิดลด การระบุสินทรัพย์ไม่มีตัวตน วิธีการประเมินมูลค่า และความสมเหตุสมผลในการคำนวณ</w:t>
            </w:r>
            <w:r w:rsidR="007A5359" w:rsidRPr="00571D4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A5359" w:rsidRPr="00571D45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  <w:p w14:paraId="58A0AFCE" w14:textId="1EC21901" w:rsidR="0075757B" w:rsidRPr="00571D45" w:rsidRDefault="0075757B" w:rsidP="0055569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การประเมินความเพียงพอของการเปิดเผยข้อมูลใน</w:t>
            </w:r>
            <w:r w:rsidRPr="00571D45">
              <w:rPr>
                <w:rFonts w:ascii="Angsana New" w:hAnsi="Angsana New" w:hint="cs"/>
                <w:sz w:val="30"/>
                <w:szCs w:val="30"/>
              </w:rPr>
              <w:t xml:space="preserve">        </w:t>
            </w:r>
            <w:r w:rsidRPr="00571D45">
              <w:rPr>
                <w:rFonts w:ascii="Angsana New" w:hAnsi="Angsana New" w:hint="cs"/>
                <w:sz w:val="30"/>
                <w:szCs w:val="30"/>
                <w:cs/>
              </w:rPr>
              <w:t>งบการเงินว่าได้จัดทำขึ้นตามมาตรฐานการรายงานทางการเงิน</w:t>
            </w:r>
          </w:p>
        </w:tc>
      </w:tr>
    </w:tbl>
    <w:p w14:paraId="39C56FA7" w14:textId="77777777" w:rsidR="00D73BE2" w:rsidRPr="00571D45" w:rsidRDefault="00D73BE2" w:rsidP="00D73BE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A274B33" w14:textId="77777777" w:rsidR="0075757B" w:rsidRPr="00571D45" w:rsidRDefault="0075757B" w:rsidP="00D73BE2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571D45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38C5EDE4" w14:textId="3A489E4A" w:rsidR="00D73BE2" w:rsidRPr="00571D45" w:rsidRDefault="00D73BE2" w:rsidP="00D73BE2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571D45">
        <w:rPr>
          <w:rFonts w:ascii="Angsana New" w:hAnsi="Angsana New"/>
          <w:i/>
          <w:iCs/>
          <w:sz w:val="30"/>
          <w:szCs w:val="30"/>
          <w:cs/>
        </w:rPr>
        <w:lastRenderedPageBreak/>
        <w:t>ข้อมูลอื่น</w:t>
      </w:r>
    </w:p>
    <w:p w14:paraId="1C4428AF" w14:textId="77777777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14:paraId="7DD987C7" w14:textId="77777777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571D45">
        <w:rPr>
          <w:rFonts w:ascii="Angsana New" w:eastAsia="Calibri" w:hAnsi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571D45">
        <w:rPr>
          <w:rFonts w:ascii="Angsana New" w:eastAsia="Calibri" w:hAnsi="Angsana New"/>
          <w:sz w:val="30"/>
          <w:szCs w:val="30"/>
        </w:rPr>
        <w:t xml:space="preserve"> </w:t>
      </w:r>
      <w:r w:rsidRPr="00571D45">
        <w:rPr>
          <w:rFonts w:ascii="Angsana New" w:eastAsia="Calibri" w:hAnsi="Angsana New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71D45">
        <w:rPr>
          <w:rFonts w:ascii="Angsana New" w:eastAsia="Calibri" w:hAnsi="Angsana New"/>
          <w:sz w:val="30"/>
          <w:szCs w:val="30"/>
        </w:rPr>
        <w:t xml:space="preserve"> </w:t>
      </w:r>
      <w:r w:rsidRPr="00571D45">
        <w:rPr>
          <w:rFonts w:ascii="Angsana New" w:eastAsia="Calibri" w:hAnsi="Angsana New"/>
          <w:sz w:val="30"/>
          <w:szCs w:val="30"/>
          <w:cs/>
        </w:rPr>
        <w:t>แต่ไม่รวมถึงงบการเงิน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571D45">
        <w:rPr>
          <w:rFonts w:ascii="Angsana New" w:eastAsia="Calibri" w:hAnsi="Angsana New"/>
          <w:sz w:val="30"/>
          <w:szCs w:val="30"/>
        </w:rPr>
        <w:t xml:space="preserve"> </w:t>
      </w:r>
      <w:r w:rsidRPr="00571D45">
        <w:rPr>
          <w:rFonts w:ascii="Angsana New" w:eastAsia="Calibri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1D3AE511" w14:textId="77777777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14:paraId="777275BE" w14:textId="20A04328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571D45">
        <w:rPr>
          <w:rFonts w:ascii="Angsana New" w:eastAsia="Calibri" w:hAnsi="Angsana New"/>
          <w:sz w:val="30"/>
          <w:szCs w:val="30"/>
          <w:cs/>
        </w:rPr>
        <w:t>ความเห็นของข้าพเจ้าต่องบการเงิน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3F3D2A0D" w14:textId="77777777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14:paraId="36276BB6" w14:textId="77777777" w:rsidR="00D73BE2" w:rsidRPr="00571D45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571D45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571D45">
        <w:rPr>
          <w:rFonts w:ascii="Angsana New" w:hAnsi="Angsana New"/>
          <w:sz w:val="30"/>
          <w:szCs w:val="30"/>
          <w:cs/>
        </w:rPr>
        <w:t xml:space="preserve">รวมและงบการเงินเฉพาะกิจการ </w:t>
      </w:r>
      <w:r w:rsidRPr="00571D45">
        <w:rPr>
          <w:rFonts w:ascii="Angsana New" w:eastAsia="Calibri" w:hAnsi="Angsana New"/>
          <w:sz w:val="30"/>
          <w:szCs w:val="30"/>
          <w:cs/>
        </w:rPr>
        <w:t>คือการอ่านข้อมูลอื่นตามที่ระบุข้างต้นเมื่อจัดทำแล้ว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571D45">
        <w:rPr>
          <w:rFonts w:ascii="Angsana New" w:eastAsia="Calibri" w:hAnsi="Angsana New"/>
          <w:sz w:val="30"/>
          <w:szCs w:val="30"/>
        </w:rPr>
        <w:t xml:space="preserve"> </w:t>
      </w:r>
      <w:r w:rsidRPr="00571D45">
        <w:rPr>
          <w:rFonts w:ascii="Angsana New" w:eastAsia="Calibri" w:hAnsi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15BF478" w14:textId="77777777" w:rsidR="00D73BE2" w:rsidRPr="00571D45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5FBE60C8" w14:textId="77777777" w:rsidR="00D73BE2" w:rsidRPr="00571D45" w:rsidRDefault="00D73BE2" w:rsidP="00D73BE2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 w:rsidRPr="00571D45">
        <w:rPr>
          <w:rFonts w:ascii="Angsana New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2593B38C" w14:textId="77777777" w:rsidR="00D73BE2" w:rsidRPr="00571D45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2E5BC200" w14:textId="4631833A" w:rsidR="00D73BE2" w:rsidRPr="00571D45" w:rsidRDefault="00D73BE2" w:rsidP="00D73BE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71D45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71D45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14:paraId="112E4010" w14:textId="77777777" w:rsidR="00D73BE2" w:rsidRPr="00571D45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65C52EC" w14:textId="77777777" w:rsidR="00D73BE2" w:rsidRPr="00571D45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571D45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EE5E88D" w14:textId="77777777" w:rsidR="00D73BE2" w:rsidRPr="00571D45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25172145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571D45">
        <w:rPr>
          <w:rFonts w:ascii="Angsana New" w:eastAsia="Calibri" w:hAnsi="Angsana New"/>
          <w:sz w:val="30"/>
          <w:szCs w:val="30"/>
          <w:cs/>
        </w:rPr>
        <w:t>ในการจัดทำงบการเงิน</w:t>
      </w:r>
      <w:r w:rsidRPr="00571D4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571D45">
        <w:rPr>
          <w:rFonts w:ascii="Angsana New" w:eastAsia="Calibri" w:hAnsi="Angsana New"/>
          <w:sz w:val="30"/>
          <w:szCs w:val="30"/>
        </w:rPr>
        <w:t xml:space="preserve"> </w:t>
      </w:r>
      <w:r w:rsidRPr="00571D45">
        <w:rPr>
          <w:rFonts w:ascii="Angsana New" w:eastAsia="Calibri" w:hAnsi="Angsana New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BE144E">
        <w:rPr>
          <w:rFonts w:ascii="Angsana New" w:eastAsia="Calibri" w:hAnsi="Angsana New"/>
          <w:sz w:val="30"/>
          <w:szCs w:val="30"/>
          <w:cs/>
        </w:rPr>
        <w:t>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036428D0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47E77C0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  <w:cs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BE144E">
        <w:rPr>
          <w:rFonts w:ascii="Angsana New" w:hAnsi="Angsana New"/>
          <w:sz w:val="30"/>
          <w:szCs w:val="30"/>
          <w:cs/>
        </w:rPr>
        <w:t>กลุ่มบริษัทและบริษัท</w:t>
      </w:r>
    </w:p>
    <w:p w14:paraId="72C4BF76" w14:textId="77777777" w:rsidR="00D73BE2" w:rsidRPr="00BE144E" w:rsidRDefault="00D73BE2" w:rsidP="00D73BE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81C921C" w14:textId="77777777" w:rsidR="006D20B2" w:rsidRDefault="006D20B2" w:rsidP="00D73BE2">
      <w:pPr>
        <w:jc w:val="thaiDistribute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00F21359" w14:textId="21E06201" w:rsidR="00D73BE2" w:rsidRPr="00BE144E" w:rsidRDefault="00D73BE2" w:rsidP="00D73BE2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E144E">
        <w:rPr>
          <w:rFonts w:ascii="Angsana New" w:hAnsi="Angsana New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1DCEC03" w14:textId="77777777" w:rsidR="00D73BE2" w:rsidRPr="00BE144E" w:rsidRDefault="00D73BE2" w:rsidP="00D73BE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3570F25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BE144E">
        <w:rPr>
          <w:rFonts w:ascii="Angsana New" w:hAnsi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6DED04DC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  <w:cs/>
        </w:rPr>
      </w:pPr>
    </w:p>
    <w:p w14:paraId="38E06708" w14:textId="3B1E1C88" w:rsidR="00D73BE2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0D395784" w14:textId="77777777" w:rsidR="006D20B2" w:rsidRDefault="006D20B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3DD622B" w14:textId="77777777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          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E144E">
        <w:rPr>
          <w:rFonts w:ascii="Angsana New" w:hAnsi="Angsana New"/>
          <w:sz w:val="30"/>
          <w:szCs w:val="30"/>
          <w:cs/>
        </w:rPr>
        <w:t>ายใน</w:t>
      </w:r>
    </w:p>
    <w:p w14:paraId="2F0BD14E" w14:textId="77777777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  <w:rtl/>
          <w:cs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BE144E">
        <w:rPr>
          <w:rFonts w:ascii="Angsana New" w:hAnsi="Angsana New"/>
          <w:sz w:val="30"/>
          <w:szCs w:val="30"/>
          <w:cs/>
        </w:rPr>
        <w:t>บริษัท</w:t>
      </w:r>
    </w:p>
    <w:p w14:paraId="73697453" w14:textId="77777777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BE144E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14:paraId="2FA08FEF" w14:textId="68693C3F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Pr="00BE144E">
        <w:rPr>
          <w:rFonts w:ascii="Angsana New" w:hAnsi="Angsana New"/>
          <w:sz w:val="30"/>
          <w:szCs w:val="30"/>
        </w:rPr>
        <w:br/>
      </w:r>
      <w:r w:rsidRPr="00BE144E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3DBEA05C" w14:textId="05DA1D2D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551ACFC6" w14:textId="77777777" w:rsidR="00D73BE2" w:rsidRPr="00BE144E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00A1BD6B" w14:textId="77777777" w:rsidR="00D73BE2" w:rsidRPr="00BE144E" w:rsidRDefault="00D73BE2" w:rsidP="00D73BE2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14:paraId="57EC6738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BE144E">
        <w:rPr>
          <w:rFonts w:ascii="Angsana New" w:hAnsi="Angsana New"/>
          <w:sz w:val="30"/>
          <w:szCs w:val="30"/>
          <w:cs/>
        </w:rPr>
        <w:t>งข้าพเจ้า</w:t>
      </w:r>
    </w:p>
    <w:p w14:paraId="2340B5C6" w14:textId="77777777" w:rsidR="00D73BE2" w:rsidRPr="00BE144E" w:rsidRDefault="00D73BE2" w:rsidP="00D73BE2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14:paraId="048A377D" w14:textId="59255DAB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BE144E">
        <w:rPr>
          <w:rFonts w:ascii="Angsana New" w:eastAsia="Calibri" w:hAnsi="Angsana New"/>
          <w:sz w:val="30"/>
          <w:szCs w:val="30"/>
        </w:rPr>
        <w:t xml:space="preserve">      </w:t>
      </w:r>
      <w:r w:rsidRPr="00BE144E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6004A7">
        <w:rPr>
          <w:rFonts w:ascii="Angsana New" w:eastAsia="Calibri" w:hAnsi="Angsana New"/>
          <w:sz w:val="30"/>
          <w:szCs w:val="30"/>
        </w:rPr>
        <w:t xml:space="preserve">          </w:t>
      </w:r>
      <w:r w:rsidRPr="00BE144E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BE144E">
        <w:rPr>
          <w:rFonts w:ascii="Angsana New" w:hAnsi="Angsana New"/>
          <w:sz w:val="30"/>
          <w:szCs w:val="30"/>
          <w:cs/>
        </w:rPr>
        <w:t>อิสระ</w:t>
      </w:r>
    </w:p>
    <w:p w14:paraId="457F5F9F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76" w:lineRule="auto"/>
        <w:jc w:val="thaiDistribute"/>
        <w:rPr>
          <w:rFonts w:ascii="Angsana New" w:hAnsi="Angsana New"/>
          <w:sz w:val="30"/>
          <w:szCs w:val="30"/>
        </w:rPr>
      </w:pPr>
    </w:p>
    <w:p w14:paraId="42842CDB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</w:t>
      </w:r>
      <w:r w:rsidRPr="00BE144E">
        <w:rPr>
          <w:rFonts w:ascii="Angsana New" w:hAnsi="Angsana New"/>
          <w:sz w:val="30"/>
          <w:szCs w:val="30"/>
        </w:rPr>
        <w:t xml:space="preserve">                  </w:t>
      </w:r>
      <w:r w:rsidRPr="00BE144E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3B99C15" w14:textId="77777777" w:rsidR="00D73BE2" w:rsidRPr="00BE144E" w:rsidRDefault="00D73BE2" w:rsidP="00D73BE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2A5B941" w14:textId="77777777" w:rsidR="00D73BE2" w:rsidRPr="00BE144E" w:rsidRDefault="00D73BE2" w:rsidP="00D73BE2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C0D479" w14:textId="77777777" w:rsidR="00D73BE2" w:rsidRPr="00BE144E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22A3E1FA" w14:textId="77777777" w:rsidR="00D73BE2" w:rsidRPr="00BE144E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BE144E">
        <w:rPr>
          <w:rFonts w:ascii="Angsana New" w:hAnsi="Angsana New" w:cs="Angsana New"/>
          <w:cs/>
        </w:rPr>
        <w:t>(ไวโรจน์ จินดามณีพิทักษ์)</w:t>
      </w:r>
    </w:p>
    <w:p w14:paraId="0420FA42" w14:textId="77777777" w:rsidR="00D73BE2" w:rsidRPr="00BE144E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BE144E">
        <w:rPr>
          <w:rFonts w:ascii="Angsana New" w:hAnsi="Angsana New" w:cs="Angsana New"/>
          <w:cs/>
        </w:rPr>
        <w:t>ผู้สอบบัญชีรับอนุญาต</w:t>
      </w:r>
    </w:p>
    <w:p w14:paraId="002D5F91" w14:textId="77777777" w:rsidR="00D73BE2" w:rsidRPr="00BE144E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BE144E">
        <w:rPr>
          <w:rFonts w:ascii="Angsana New" w:hAnsi="Angsana New" w:cs="Angsana New"/>
          <w:cs/>
        </w:rPr>
        <w:t xml:space="preserve">เลขทะเบียน </w:t>
      </w:r>
      <w:r w:rsidRPr="00BE144E">
        <w:rPr>
          <w:rFonts w:ascii="Angsana New" w:hAnsi="Angsana New" w:cs="Angsana New"/>
          <w:lang w:val="en-US"/>
        </w:rPr>
        <w:t>3565</w:t>
      </w:r>
    </w:p>
    <w:p w14:paraId="67B7E9E2" w14:textId="77777777" w:rsidR="00D73BE2" w:rsidRPr="00BE144E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</w:p>
    <w:p w14:paraId="15946364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8B59E7C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7949C04C" w14:textId="184BF910" w:rsidR="00A10036" w:rsidRPr="00D73BE2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BE144E">
        <w:rPr>
          <w:rFonts w:ascii="Angsana New" w:hAnsi="Angsana New"/>
          <w:sz w:val="30"/>
          <w:szCs w:val="30"/>
        </w:rPr>
        <w:t xml:space="preserve">18 </w:t>
      </w:r>
      <w:r w:rsidRPr="00BE144E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BE144E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3</w:t>
      </w:r>
    </w:p>
    <w:sectPr w:rsidR="00A10036" w:rsidRPr="00D73BE2" w:rsidSect="00881097">
      <w:headerReference w:type="default" r:id="rId16"/>
      <w:footerReference w:type="default" r:id="rId17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0CB01" w14:textId="77777777" w:rsidR="00427C64" w:rsidRDefault="00427C64" w:rsidP="004956B4">
      <w:r>
        <w:separator/>
      </w:r>
    </w:p>
  </w:endnote>
  <w:endnote w:type="continuationSeparator" w:id="0">
    <w:p w14:paraId="486DB0C3" w14:textId="77777777" w:rsidR="00427C64" w:rsidRDefault="00427C64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09196" w14:textId="77777777" w:rsidR="00207EDA" w:rsidRDefault="00207EDA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14:paraId="2B1DF4D2" w14:textId="77777777" w:rsidR="00207EDA" w:rsidRDefault="00207EDA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B45E0" w14:textId="0DED3206" w:rsidR="00207EDA" w:rsidRPr="009702ED" w:rsidRDefault="00207EDA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D145867" w14:textId="38CE580C" w:rsidR="00207EDA" w:rsidRPr="009702ED" w:rsidRDefault="00207EDA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3109E5">
      <w:rPr>
        <w:rFonts w:ascii="Angsana New" w:hAnsi="Angsana New"/>
        <w:i/>
        <w:iCs/>
        <w:noProof/>
        <w:sz w:val="30"/>
        <w:szCs w:val="30"/>
      </w:rPr>
      <w:t>rat111a191b-12t-1 - Audit report Rev 15 Feb 3.11 AM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40FCA" w14:textId="77777777" w:rsidR="00207EDA" w:rsidRPr="00124EE3" w:rsidRDefault="00207EDA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AF9C9" w14:textId="77777777" w:rsidR="00D73BE2" w:rsidRPr="007A6941" w:rsidRDefault="00D73BE2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3650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A45AD12" w14:textId="4C263A69" w:rsidR="003D40BB" w:rsidRPr="003D40BB" w:rsidRDefault="003D4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D40B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D40B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D40B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14769">
          <w:rPr>
            <w:rFonts w:asciiTheme="majorBidi" w:hAnsiTheme="majorBidi" w:cstheme="majorBidi"/>
            <w:noProof/>
            <w:sz w:val="30"/>
            <w:szCs w:val="30"/>
          </w:rPr>
          <w:t>3</w:t>
        </w:r>
        <w:r w:rsidRPr="003D40B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EAE4A" w14:textId="77777777" w:rsidR="00427C64" w:rsidRDefault="00427C64" w:rsidP="004956B4">
      <w:r>
        <w:separator/>
      </w:r>
    </w:p>
  </w:footnote>
  <w:footnote w:type="continuationSeparator" w:id="0">
    <w:p w14:paraId="738E00D2" w14:textId="77777777" w:rsidR="00427C64" w:rsidRDefault="00427C64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57D5F" w14:textId="77777777" w:rsidR="00207EDA" w:rsidRDefault="00207EDA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14:paraId="3837607B" w14:textId="77777777" w:rsidR="00207EDA" w:rsidRDefault="00207EDA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DF753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575DFC0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7615B638" w14:textId="77777777" w:rsidR="00207EDA" w:rsidRPr="004738DB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4B0D3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1C086F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620766CF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0FFF74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06BF3897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70EAB6BE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77719892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BF71B7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31E66D64" w14:textId="77777777" w:rsidR="00D73BE2" w:rsidRPr="00B07230" w:rsidRDefault="00D73BE2">
    <w:pPr>
      <w:pStyle w:val="Header"/>
      <w:rPr>
        <w:rFonts w:ascii="Angsana New" w:hAnsi="Angsana New"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7C356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6ECD955A" w14:textId="77777777" w:rsidR="00D73BE2" w:rsidRPr="00B07230" w:rsidRDefault="00D73BE2">
    <w:pPr>
      <w:pStyle w:val="Header"/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7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8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2"/>
  </w:num>
  <w:num w:numId="15">
    <w:abstractNumId w:val="14"/>
  </w:num>
  <w:num w:numId="16">
    <w:abstractNumId w:val="17"/>
  </w:num>
  <w:num w:numId="17">
    <w:abstractNumId w:val="18"/>
  </w:num>
  <w:num w:numId="18">
    <w:abstractNumId w:val="10"/>
  </w:num>
  <w:num w:numId="1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354"/>
    <w:rsid w:val="0000240E"/>
    <w:rsid w:val="00002AF0"/>
    <w:rsid w:val="000031D3"/>
    <w:rsid w:val="0000384E"/>
    <w:rsid w:val="00003A9F"/>
    <w:rsid w:val="00003ACC"/>
    <w:rsid w:val="00003C49"/>
    <w:rsid w:val="00003CF4"/>
    <w:rsid w:val="00003E88"/>
    <w:rsid w:val="00004D38"/>
    <w:rsid w:val="00004EE5"/>
    <w:rsid w:val="000052FD"/>
    <w:rsid w:val="00005436"/>
    <w:rsid w:val="0000544C"/>
    <w:rsid w:val="000055DD"/>
    <w:rsid w:val="000059D5"/>
    <w:rsid w:val="00005EFE"/>
    <w:rsid w:val="000060ED"/>
    <w:rsid w:val="000063E0"/>
    <w:rsid w:val="00006671"/>
    <w:rsid w:val="00006792"/>
    <w:rsid w:val="00006A56"/>
    <w:rsid w:val="00006C45"/>
    <w:rsid w:val="00006EDD"/>
    <w:rsid w:val="000075CB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1E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6"/>
    <w:rsid w:val="00016DE4"/>
    <w:rsid w:val="0001700D"/>
    <w:rsid w:val="00017844"/>
    <w:rsid w:val="0001784D"/>
    <w:rsid w:val="00017C07"/>
    <w:rsid w:val="0002016E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69A"/>
    <w:rsid w:val="00023813"/>
    <w:rsid w:val="00023A7E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923"/>
    <w:rsid w:val="000269A7"/>
    <w:rsid w:val="00026B06"/>
    <w:rsid w:val="00026B8B"/>
    <w:rsid w:val="00026C27"/>
    <w:rsid w:val="00026CA3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A1E"/>
    <w:rsid w:val="00031B7A"/>
    <w:rsid w:val="00031DFB"/>
    <w:rsid w:val="00031F31"/>
    <w:rsid w:val="000320CD"/>
    <w:rsid w:val="000321F9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5DA1"/>
    <w:rsid w:val="00036529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4A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0EC"/>
    <w:rsid w:val="000466C6"/>
    <w:rsid w:val="00046CB3"/>
    <w:rsid w:val="00046D0B"/>
    <w:rsid w:val="0004702B"/>
    <w:rsid w:val="000476B3"/>
    <w:rsid w:val="0004778F"/>
    <w:rsid w:val="000477EA"/>
    <w:rsid w:val="000479BE"/>
    <w:rsid w:val="00047C6D"/>
    <w:rsid w:val="0005037F"/>
    <w:rsid w:val="00050AFE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7C0"/>
    <w:rsid w:val="00052808"/>
    <w:rsid w:val="00052D76"/>
    <w:rsid w:val="00053262"/>
    <w:rsid w:val="0005326C"/>
    <w:rsid w:val="000534E7"/>
    <w:rsid w:val="00053C55"/>
    <w:rsid w:val="00053E19"/>
    <w:rsid w:val="00053ED5"/>
    <w:rsid w:val="00054401"/>
    <w:rsid w:val="000546EE"/>
    <w:rsid w:val="00054892"/>
    <w:rsid w:val="00055234"/>
    <w:rsid w:val="00055468"/>
    <w:rsid w:val="00055482"/>
    <w:rsid w:val="00055528"/>
    <w:rsid w:val="00055546"/>
    <w:rsid w:val="00055960"/>
    <w:rsid w:val="00055D63"/>
    <w:rsid w:val="00055F8C"/>
    <w:rsid w:val="00056416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6D5"/>
    <w:rsid w:val="00060877"/>
    <w:rsid w:val="000609F1"/>
    <w:rsid w:val="00060C4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6E"/>
    <w:rsid w:val="000646A7"/>
    <w:rsid w:val="0006500F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8DF"/>
    <w:rsid w:val="00066A24"/>
    <w:rsid w:val="00066D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FBF"/>
    <w:rsid w:val="0007725A"/>
    <w:rsid w:val="000772F4"/>
    <w:rsid w:val="000779C7"/>
    <w:rsid w:val="000802BD"/>
    <w:rsid w:val="00080715"/>
    <w:rsid w:val="000808F4"/>
    <w:rsid w:val="00080972"/>
    <w:rsid w:val="0008138F"/>
    <w:rsid w:val="00081BD6"/>
    <w:rsid w:val="00081FD7"/>
    <w:rsid w:val="00082523"/>
    <w:rsid w:val="00082576"/>
    <w:rsid w:val="00082BA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3258"/>
    <w:rsid w:val="000936D5"/>
    <w:rsid w:val="00093A25"/>
    <w:rsid w:val="00093DFB"/>
    <w:rsid w:val="000940EC"/>
    <w:rsid w:val="00094460"/>
    <w:rsid w:val="0009458D"/>
    <w:rsid w:val="00094891"/>
    <w:rsid w:val="00094A02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0E4"/>
    <w:rsid w:val="000A0369"/>
    <w:rsid w:val="000A036D"/>
    <w:rsid w:val="000A0568"/>
    <w:rsid w:val="000A06B1"/>
    <w:rsid w:val="000A080A"/>
    <w:rsid w:val="000A08C3"/>
    <w:rsid w:val="000A0ACC"/>
    <w:rsid w:val="000A0C9B"/>
    <w:rsid w:val="000A0EA3"/>
    <w:rsid w:val="000A1623"/>
    <w:rsid w:val="000A1719"/>
    <w:rsid w:val="000A18F8"/>
    <w:rsid w:val="000A192A"/>
    <w:rsid w:val="000A1C51"/>
    <w:rsid w:val="000A2079"/>
    <w:rsid w:val="000A23CD"/>
    <w:rsid w:val="000A249C"/>
    <w:rsid w:val="000A259D"/>
    <w:rsid w:val="000A2659"/>
    <w:rsid w:val="000A2B4E"/>
    <w:rsid w:val="000A2CB6"/>
    <w:rsid w:val="000A34F9"/>
    <w:rsid w:val="000A363B"/>
    <w:rsid w:val="000A38C4"/>
    <w:rsid w:val="000A3B93"/>
    <w:rsid w:val="000A3BDE"/>
    <w:rsid w:val="000A3F22"/>
    <w:rsid w:val="000A3FBE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E27"/>
    <w:rsid w:val="000C4178"/>
    <w:rsid w:val="000C4231"/>
    <w:rsid w:val="000C4D02"/>
    <w:rsid w:val="000C4F26"/>
    <w:rsid w:val="000C5453"/>
    <w:rsid w:val="000C55D7"/>
    <w:rsid w:val="000C56FF"/>
    <w:rsid w:val="000C5898"/>
    <w:rsid w:val="000C5B66"/>
    <w:rsid w:val="000C5DC6"/>
    <w:rsid w:val="000C5F42"/>
    <w:rsid w:val="000C61C9"/>
    <w:rsid w:val="000C66D7"/>
    <w:rsid w:val="000C693A"/>
    <w:rsid w:val="000C6B43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CB7"/>
    <w:rsid w:val="000D7E2D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2F73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767"/>
    <w:rsid w:val="000F2E5D"/>
    <w:rsid w:val="000F2E6E"/>
    <w:rsid w:val="000F3319"/>
    <w:rsid w:val="000F3365"/>
    <w:rsid w:val="000F3401"/>
    <w:rsid w:val="000F3899"/>
    <w:rsid w:val="000F3E52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36"/>
    <w:rsid w:val="001066F4"/>
    <w:rsid w:val="00106986"/>
    <w:rsid w:val="00106B2A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5B3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DFD"/>
    <w:rsid w:val="00112EC0"/>
    <w:rsid w:val="0011349E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581"/>
    <w:rsid w:val="0012070E"/>
    <w:rsid w:val="001208BB"/>
    <w:rsid w:val="00120C22"/>
    <w:rsid w:val="00121317"/>
    <w:rsid w:val="001214D5"/>
    <w:rsid w:val="001219E3"/>
    <w:rsid w:val="00121AD0"/>
    <w:rsid w:val="00121D45"/>
    <w:rsid w:val="00121FA3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127"/>
    <w:rsid w:val="0014137F"/>
    <w:rsid w:val="001419B7"/>
    <w:rsid w:val="00141CFC"/>
    <w:rsid w:val="00141D61"/>
    <w:rsid w:val="00141E3E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AB6"/>
    <w:rsid w:val="00145D94"/>
    <w:rsid w:val="0014612C"/>
    <w:rsid w:val="00146505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8D9"/>
    <w:rsid w:val="001559F5"/>
    <w:rsid w:val="0015645F"/>
    <w:rsid w:val="001569D0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D3"/>
    <w:rsid w:val="00160214"/>
    <w:rsid w:val="0016028C"/>
    <w:rsid w:val="0016056B"/>
    <w:rsid w:val="00160B21"/>
    <w:rsid w:val="00160FCF"/>
    <w:rsid w:val="0016110C"/>
    <w:rsid w:val="001618C8"/>
    <w:rsid w:val="00161DBE"/>
    <w:rsid w:val="001620C9"/>
    <w:rsid w:val="001621DA"/>
    <w:rsid w:val="00162AE3"/>
    <w:rsid w:val="00162AE9"/>
    <w:rsid w:val="0016339C"/>
    <w:rsid w:val="0016383F"/>
    <w:rsid w:val="00163F0F"/>
    <w:rsid w:val="00164109"/>
    <w:rsid w:val="0016429C"/>
    <w:rsid w:val="0016432D"/>
    <w:rsid w:val="00164E9D"/>
    <w:rsid w:val="00164F50"/>
    <w:rsid w:val="00165237"/>
    <w:rsid w:val="0016555B"/>
    <w:rsid w:val="001667AB"/>
    <w:rsid w:val="0016711F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1C3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52"/>
    <w:rsid w:val="00175561"/>
    <w:rsid w:val="00175B2F"/>
    <w:rsid w:val="00175C3F"/>
    <w:rsid w:val="00175C59"/>
    <w:rsid w:val="00175EE8"/>
    <w:rsid w:val="001762AD"/>
    <w:rsid w:val="001762F1"/>
    <w:rsid w:val="001766D8"/>
    <w:rsid w:val="001779F4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1C4B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6F12"/>
    <w:rsid w:val="001874C6"/>
    <w:rsid w:val="0018775F"/>
    <w:rsid w:val="00187A66"/>
    <w:rsid w:val="00187CFC"/>
    <w:rsid w:val="00187DD6"/>
    <w:rsid w:val="00187ED0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D6B"/>
    <w:rsid w:val="00191F68"/>
    <w:rsid w:val="00192018"/>
    <w:rsid w:val="0019233E"/>
    <w:rsid w:val="001924FB"/>
    <w:rsid w:val="00192CD5"/>
    <w:rsid w:val="00192E65"/>
    <w:rsid w:val="00192FA5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041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1E9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D27"/>
    <w:rsid w:val="001A5F25"/>
    <w:rsid w:val="001A6405"/>
    <w:rsid w:val="001A65C2"/>
    <w:rsid w:val="001A67F1"/>
    <w:rsid w:val="001A6961"/>
    <w:rsid w:val="001A6A4A"/>
    <w:rsid w:val="001A6EBF"/>
    <w:rsid w:val="001A7054"/>
    <w:rsid w:val="001A70EA"/>
    <w:rsid w:val="001A727D"/>
    <w:rsid w:val="001A763A"/>
    <w:rsid w:val="001A793F"/>
    <w:rsid w:val="001A7E45"/>
    <w:rsid w:val="001B018D"/>
    <w:rsid w:val="001B01A7"/>
    <w:rsid w:val="001B02BF"/>
    <w:rsid w:val="001B02E9"/>
    <w:rsid w:val="001B0920"/>
    <w:rsid w:val="001B09D4"/>
    <w:rsid w:val="001B0B13"/>
    <w:rsid w:val="001B0E7A"/>
    <w:rsid w:val="001B101F"/>
    <w:rsid w:val="001B103E"/>
    <w:rsid w:val="001B1600"/>
    <w:rsid w:val="001B1C98"/>
    <w:rsid w:val="001B1C9D"/>
    <w:rsid w:val="001B2355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8CF"/>
    <w:rsid w:val="001B6A80"/>
    <w:rsid w:val="001B6A8C"/>
    <w:rsid w:val="001B6B58"/>
    <w:rsid w:val="001B6EC9"/>
    <w:rsid w:val="001B6F0F"/>
    <w:rsid w:val="001B768B"/>
    <w:rsid w:val="001B76D1"/>
    <w:rsid w:val="001B7988"/>
    <w:rsid w:val="001B7EDE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23D6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6F37"/>
    <w:rsid w:val="001C72AB"/>
    <w:rsid w:val="001C74C0"/>
    <w:rsid w:val="001C74F9"/>
    <w:rsid w:val="001C790F"/>
    <w:rsid w:val="001C7C95"/>
    <w:rsid w:val="001C7D0D"/>
    <w:rsid w:val="001C7E14"/>
    <w:rsid w:val="001C7EC1"/>
    <w:rsid w:val="001D02D0"/>
    <w:rsid w:val="001D0A04"/>
    <w:rsid w:val="001D0AC6"/>
    <w:rsid w:val="001D0B5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BEA"/>
    <w:rsid w:val="001D6EAE"/>
    <w:rsid w:val="001D7275"/>
    <w:rsid w:val="001D7310"/>
    <w:rsid w:val="001D7692"/>
    <w:rsid w:val="001D7728"/>
    <w:rsid w:val="001D7B15"/>
    <w:rsid w:val="001D7C23"/>
    <w:rsid w:val="001D7FCB"/>
    <w:rsid w:val="001E03F6"/>
    <w:rsid w:val="001E0DC1"/>
    <w:rsid w:val="001E0E8D"/>
    <w:rsid w:val="001E14B2"/>
    <w:rsid w:val="001E1AC3"/>
    <w:rsid w:val="001E1BFE"/>
    <w:rsid w:val="001E1C75"/>
    <w:rsid w:val="001E288A"/>
    <w:rsid w:val="001E28DE"/>
    <w:rsid w:val="001E2A4F"/>
    <w:rsid w:val="001E329B"/>
    <w:rsid w:val="001E35A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D72"/>
    <w:rsid w:val="001E7E16"/>
    <w:rsid w:val="001F00C1"/>
    <w:rsid w:val="001F05AF"/>
    <w:rsid w:val="001F0B05"/>
    <w:rsid w:val="001F0D57"/>
    <w:rsid w:val="001F0F18"/>
    <w:rsid w:val="001F1549"/>
    <w:rsid w:val="001F1676"/>
    <w:rsid w:val="001F226F"/>
    <w:rsid w:val="001F22FE"/>
    <w:rsid w:val="001F2349"/>
    <w:rsid w:val="001F257F"/>
    <w:rsid w:val="001F2618"/>
    <w:rsid w:val="001F27A5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B9C"/>
    <w:rsid w:val="001F5C62"/>
    <w:rsid w:val="001F5D92"/>
    <w:rsid w:val="001F600D"/>
    <w:rsid w:val="001F6015"/>
    <w:rsid w:val="001F65C1"/>
    <w:rsid w:val="001F67A8"/>
    <w:rsid w:val="001F726E"/>
    <w:rsid w:val="001F746F"/>
    <w:rsid w:val="001F74F5"/>
    <w:rsid w:val="001F75FA"/>
    <w:rsid w:val="001F7667"/>
    <w:rsid w:val="001F79F9"/>
    <w:rsid w:val="001F7B2A"/>
    <w:rsid w:val="00200093"/>
    <w:rsid w:val="002002CE"/>
    <w:rsid w:val="00200408"/>
    <w:rsid w:val="002006A9"/>
    <w:rsid w:val="00201504"/>
    <w:rsid w:val="0020178D"/>
    <w:rsid w:val="002019E5"/>
    <w:rsid w:val="00202292"/>
    <w:rsid w:val="00202860"/>
    <w:rsid w:val="00202AEC"/>
    <w:rsid w:val="00202D63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724"/>
    <w:rsid w:val="00207AEC"/>
    <w:rsid w:val="00207C55"/>
    <w:rsid w:val="00207CD4"/>
    <w:rsid w:val="00207EDA"/>
    <w:rsid w:val="002101BC"/>
    <w:rsid w:val="0021056F"/>
    <w:rsid w:val="00210605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824"/>
    <w:rsid w:val="00216C6B"/>
    <w:rsid w:val="00217088"/>
    <w:rsid w:val="0021719C"/>
    <w:rsid w:val="00217CAA"/>
    <w:rsid w:val="00217E88"/>
    <w:rsid w:val="00217FE8"/>
    <w:rsid w:val="00220154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94E"/>
    <w:rsid w:val="00231E9A"/>
    <w:rsid w:val="002321E8"/>
    <w:rsid w:val="00232294"/>
    <w:rsid w:val="0023232F"/>
    <w:rsid w:val="00232755"/>
    <w:rsid w:val="00232760"/>
    <w:rsid w:val="002327D7"/>
    <w:rsid w:val="00232E1B"/>
    <w:rsid w:val="002331D7"/>
    <w:rsid w:val="002331F4"/>
    <w:rsid w:val="00233318"/>
    <w:rsid w:val="002338E8"/>
    <w:rsid w:val="002338FA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4CB"/>
    <w:rsid w:val="00235CB8"/>
    <w:rsid w:val="00236017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1CB4"/>
    <w:rsid w:val="00242298"/>
    <w:rsid w:val="00242B14"/>
    <w:rsid w:val="00242FC0"/>
    <w:rsid w:val="00243250"/>
    <w:rsid w:val="0024333B"/>
    <w:rsid w:val="0024348E"/>
    <w:rsid w:val="0024377A"/>
    <w:rsid w:val="002438DD"/>
    <w:rsid w:val="002439CB"/>
    <w:rsid w:val="00243D71"/>
    <w:rsid w:val="00243D8D"/>
    <w:rsid w:val="00243EBF"/>
    <w:rsid w:val="00243FAE"/>
    <w:rsid w:val="00244127"/>
    <w:rsid w:val="0024430A"/>
    <w:rsid w:val="0024449E"/>
    <w:rsid w:val="002446B0"/>
    <w:rsid w:val="00244919"/>
    <w:rsid w:val="00244CAE"/>
    <w:rsid w:val="00244F4E"/>
    <w:rsid w:val="002450F9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50164"/>
    <w:rsid w:val="00250205"/>
    <w:rsid w:val="002507CE"/>
    <w:rsid w:val="00250D82"/>
    <w:rsid w:val="00250FAB"/>
    <w:rsid w:val="002510A2"/>
    <w:rsid w:val="00251274"/>
    <w:rsid w:val="00251690"/>
    <w:rsid w:val="00251AD9"/>
    <w:rsid w:val="00251BEF"/>
    <w:rsid w:val="00251C6C"/>
    <w:rsid w:val="00251D0F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B1C"/>
    <w:rsid w:val="00255FE7"/>
    <w:rsid w:val="00256055"/>
    <w:rsid w:val="00256163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D6"/>
    <w:rsid w:val="00265FFB"/>
    <w:rsid w:val="002666D0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71B"/>
    <w:rsid w:val="00272B15"/>
    <w:rsid w:val="00272BD6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78F"/>
    <w:rsid w:val="0027480F"/>
    <w:rsid w:val="00274E70"/>
    <w:rsid w:val="00274F1F"/>
    <w:rsid w:val="00275011"/>
    <w:rsid w:val="002750B7"/>
    <w:rsid w:val="00275713"/>
    <w:rsid w:val="00275C99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96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B65"/>
    <w:rsid w:val="002810A3"/>
    <w:rsid w:val="00281237"/>
    <w:rsid w:val="0028127E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582"/>
    <w:rsid w:val="00284692"/>
    <w:rsid w:val="002848A4"/>
    <w:rsid w:val="002853D9"/>
    <w:rsid w:val="00285885"/>
    <w:rsid w:val="002859D6"/>
    <w:rsid w:val="00285D52"/>
    <w:rsid w:val="00286003"/>
    <w:rsid w:val="00286513"/>
    <w:rsid w:val="002869EF"/>
    <w:rsid w:val="00286C09"/>
    <w:rsid w:val="00286F09"/>
    <w:rsid w:val="0028771E"/>
    <w:rsid w:val="00287924"/>
    <w:rsid w:val="00287C9A"/>
    <w:rsid w:val="00287CB7"/>
    <w:rsid w:val="00287EE4"/>
    <w:rsid w:val="00290074"/>
    <w:rsid w:val="002901F6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DCF"/>
    <w:rsid w:val="00291F7D"/>
    <w:rsid w:val="00292441"/>
    <w:rsid w:val="0029248F"/>
    <w:rsid w:val="002924DC"/>
    <w:rsid w:val="00292D26"/>
    <w:rsid w:val="00292D57"/>
    <w:rsid w:val="00292DF4"/>
    <w:rsid w:val="00293708"/>
    <w:rsid w:val="00293792"/>
    <w:rsid w:val="00293991"/>
    <w:rsid w:val="00293B83"/>
    <w:rsid w:val="00293CE1"/>
    <w:rsid w:val="0029401A"/>
    <w:rsid w:val="002942A6"/>
    <w:rsid w:val="002944D6"/>
    <w:rsid w:val="00294BB1"/>
    <w:rsid w:val="00294C78"/>
    <w:rsid w:val="00294CD3"/>
    <w:rsid w:val="00294F1D"/>
    <w:rsid w:val="00295B46"/>
    <w:rsid w:val="00295F30"/>
    <w:rsid w:val="00296019"/>
    <w:rsid w:val="00296391"/>
    <w:rsid w:val="002963BC"/>
    <w:rsid w:val="00296552"/>
    <w:rsid w:val="00296EA0"/>
    <w:rsid w:val="002972E4"/>
    <w:rsid w:val="0029740E"/>
    <w:rsid w:val="0029752E"/>
    <w:rsid w:val="002976EE"/>
    <w:rsid w:val="002979EE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F4"/>
    <w:rsid w:val="002A26BE"/>
    <w:rsid w:val="002A2796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73D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47"/>
    <w:rsid w:val="002C21B0"/>
    <w:rsid w:val="002C2511"/>
    <w:rsid w:val="002C26B3"/>
    <w:rsid w:val="002C28EF"/>
    <w:rsid w:val="002C2977"/>
    <w:rsid w:val="002C2A75"/>
    <w:rsid w:val="002C2C4D"/>
    <w:rsid w:val="002C2CD0"/>
    <w:rsid w:val="002C3133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5CC"/>
    <w:rsid w:val="002D09BB"/>
    <w:rsid w:val="002D0A49"/>
    <w:rsid w:val="002D0BFB"/>
    <w:rsid w:val="002D16F2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26E"/>
    <w:rsid w:val="002D599F"/>
    <w:rsid w:val="002D5B0A"/>
    <w:rsid w:val="002D5F76"/>
    <w:rsid w:val="002D6119"/>
    <w:rsid w:val="002D612A"/>
    <w:rsid w:val="002D62EE"/>
    <w:rsid w:val="002D642B"/>
    <w:rsid w:val="002D66EF"/>
    <w:rsid w:val="002D68ED"/>
    <w:rsid w:val="002D6AD6"/>
    <w:rsid w:val="002D706F"/>
    <w:rsid w:val="002D7817"/>
    <w:rsid w:val="002D7F6A"/>
    <w:rsid w:val="002E03AF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A45"/>
    <w:rsid w:val="002E4090"/>
    <w:rsid w:val="002E4350"/>
    <w:rsid w:val="002E4D5E"/>
    <w:rsid w:val="002E50AA"/>
    <w:rsid w:val="002E57BD"/>
    <w:rsid w:val="002E595B"/>
    <w:rsid w:val="002E5D1B"/>
    <w:rsid w:val="002E5E13"/>
    <w:rsid w:val="002E6094"/>
    <w:rsid w:val="002E61E4"/>
    <w:rsid w:val="002E6346"/>
    <w:rsid w:val="002E65A3"/>
    <w:rsid w:val="002E6781"/>
    <w:rsid w:val="002E6B5E"/>
    <w:rsid w:val="002E6BA6"/>
    <w:rsid w:val="002E6EA4"/>
    <w:rsid w:val="002E6FD9"/>
    <w:rsid w:val="002E7490"/>
    <w:rsid w:val="002E765B"/>
    <w:rsid w:val="002E7983"/>
    <w:rsid w:val="002E7F6C"/>
    <w:rsid w:val="002E7FE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B9"/>
    <w:rsid w:val="00301497"/>
    <w:rsid w:val="00301B7C"/>
    <w:rsid w:val="00301C19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4DB5"/>
    <w:rsid w:val="00305033"/>
    <w:rsid w:val="00305228"/>
    <w:rsid w:val="003057D6"/>
    <w:rsid w:val="00305961"/>
    <w:rsid w:val="00305AA6"/>
    <w:rsid w:val="00305E08"/>
    <w:rsid w:val="0030612B"/>
    <w:rsid w:val="003063CE"/>
    <w:rsid w:val="00306591"/>
    <w:rsid w:val="003066A6"/>
    <w:rsid w:val="00306750"/>
    <w:rsid w:val="00306A6E"/>
    <w:rsid w:val="00306BF9"/>
    <w:rsid w:val="00306CFA"/>
    <w:rsid w:val="00307114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9E5"/>
    <w:rsid w:val="00310D5A"/>
    <w:rsid w:val="003110C8"/>
    <w:rsid w:val="0031141D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3076"/>
    <w:rsid w:val="003130D3"/>
    <w:rsid w:val="00313651"/>
    <w:rsid w:val="00313ACB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06C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4BD"/>
    <w:rsid w:val="00321A25"/>
    <w:rsid w:val="00321ADE"/>
    <w:rsid w:val="00321CA9"/>
    <w:rsid w:val="00322BFF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24FE"/>
    <w:rsid w:val="00332A36"/>
    <w:rsid w:val="00332B77"/>
    <w:rsid w:val="00332BF6"/>
    <w:rsid w:val="00332D2F"/>
    <w:rsid w:val="00332D55"/>
    <w:rsid w:val="00332E43"/>
    <w:rsid w:val="00333203"/>
    <w:rsid w:val="00333273"/>
    <w:rsid w:val="003333AA"/>
    <w:rsid w:val="00333C8C"/>
    <w:rsid w:val="00333D31"/>
    <w:rsid w:val="003345A9"/>
    <w:rsid w:val="003346BE"/>
    <w:rsid w:val="003349F2"/>
    <w:rsid w:val="00334ED6"/>
    <w:rsid w:val="003357B1"/>
    <w:rsid w:val="0033593F"/>
    <w:rsid w:val="00335980"/>
    <w:rsid w:val="00335E13"/>
    <w:rsid w:val="00336218"/>
    <w:rsid w:val="00336265"/>
    <w:rsid w:val="003368FD"/>
    <w:rsid w:val="00336915"/>
    <w:rsid w:val="003369C6"/>
    <w:rsid w:val="00336F91"/>
    <w:rsid w:val="003371DD"/>
    <w:rsid w:val="00337586"/>
    <w:rsid w:val="003377B5"/>
    <w:rsid w:val="0034034F"/>
    <w:rsid w:val="00340642"/>
    <w:rsid w:val="003407E9"/>
    <w:rsid w:val="00340AC2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735"/>
    <w:rsid w:val="003447CA"/>
    <w:rsid w:val="003449FE"/>
    <w:rsid w:val="00344E34"/>
    <w:rsid w:val="003452E9"/>
    <w:rsid w:val="003452F2"/>
    <w:rsid w:val="003458DC"/>
    <w:rsid w:val="00345A4A"/>
    <w:rsid w:val="00345C4A"/>
    <w:rsid w:val="00345CBA"/>
    <w:rsid w:val="00345FD0"/>
    <w:rsid w:val="00346308"/>
    <w:rsid w:val="00346317"/>
    <w:rsid w:val="0034634A"/>
    <w:rsid w:val="00346616"/>
    <w:rsid w:val="00346E00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149C"/>
    <w:rsid w:val="0035153C"/>
    <w:rsid w:val="003516A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E9F"/>
    <w:rsid w:val="00354F31"/>
    <w:rsid w:val="00355252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C15"/>
    <w:rsid w:val="00357E55"/>
    <w:rsid w:val="00357F41"/>
    <w:rsid w:val="00360054"/>
    <w:rsid w:val="003600DF"/>
    <w:rsid w:val="0036071C"/>
    <w:rsid w:val="0036077E"/>
    <w:rsid w:val="003608CF"/>
    <w:rsid w:val="00360958"/>
    <w:rsid w:val="00361440"/>
    <w:rsid w:val="00361980"/>
    <w:rsid w:val="0036255A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E27"/>
    <w:rsid w:val="00370007"/>
    <w:rsid w:val="003703EC"/>
    <w:rsid w:val="00370641"/>
    <w:rsid w:val="00370E95"/>
    <w:rsid w:val="003714B6"/>
    <w:rsid w:val="003715A0"/>
    <w:rsid w:val="0037173F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CDE"/>
    <w:rsid w:val="00373DCC"/>
    <w:rsid w:val="00373DD8"/>
    <w:rsid w:val="00373DF0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D0D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13"/>
    <w:rsid w:val="0038156F"/>
    <w:rsid w:val="00381ABB"/>
    <w:rsid w:val="00382141"/>
    <w:rsid w:val="003821BA"/>
    <w:rsid w:val="0038239F"/>
    <w:rsid w:val="003825B9"/>
    <w:rsid w:val="003825C5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848"/>
    <w:rsid w:val="00387B04"/>
    <w:rsid w:val="00387BD2"/>
    <w:rsid w:val="00387C18"/>
    <w:rsid w:val="00387CA6"/>
    <w:rsid w:val="00387E3D"/>
    <w:rsid w:val="003900F6"/>
    <w:rsid w:val="003902C4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038"/>
    <w:rsid w:val="003921F5"/>
    <w:rsid w:val="00392381"/>
    <w:rsid w:val="00392B4D"/>
    <w:rsid w:val="00392B8B"/>
    <w:rsid w:val="00392F8B"/>
    <w:rsid w:val="0039323E"/>
    <w:rsid w:val="003933A2"/>
    <w:rsid w:val="00393736"/>
    <w:rsid w:val="00394C32"/>
    <w:rsid w:val="00394F33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8DE"/>
    <w:rsid w:val="003A5992"/>
    <w:rsid w:val="003A5EC9"/>
    <w:rsid w:val="003A5FD1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B69"/>
    <w:rsid w:val="003A7BE9"/>
    <w:rsid w:val="003A7E0B"/>
    <w:rsid w:val="003A7E20"/>
    <w:rsid w:val="003B01CD"/>
    <w:rsid w:val="003B048E"/>
    <w:rsid w:val="003B05ED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736"/>
    <w:rsid w:val="003B4D02"/>
    <w:rsid w:val="003B4E8C"/>
    <w:rsid w:val="003B4ED9"/>
    <w:rsid w:val="003B515F"/>
    <w:rsid w:val="003B5588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514"/>
    <w:rsid w:val="003B79EF"/>
    <w:rsid w:val="003B7B67"/>
    <w:rsid w:val="003B7C12"/>
    <w:rsid w:val="003C001C"/>
    <w:rsid w:val="003C01C4"/>
    <w:rsid w:val="003C037C"/>
    <w:rsid w:val="003C043E"/>
    <w:rsid w:val="003C0662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300"/>
    <w:rsid w:val="003C27BB"/>
    <w:rsid w:val="003C294E"/>
    <w:rsid w:val="003C2C34"/>
    <w:rsid w:val="003C2C66"/>
    <w:rsid w:val="003C3759"/>
    <w:rsid w:val="003C380E"/>
    <w:rsid w:val="003C3A28"/>
    <w:rsid w:val="003C3DBF"/>
    <w:rsid w:val="003C3EFF"/>
    <w:rsid w:val="003C3FE8"/>
    <w:rsid w:val="003C4076"/>
    <w:rsid w:val="003C4093"/>
    <w:rsid w:val="003C40A6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263B"/>
    <w:rsid w:val="003D3251"/>
    <w:rsid w:val="003D325C"/>
    <w:rsid w:val="003D33EE"/>
    <w:rsid w:val="003D40BB"/>
    <w:rsid w:val="003D4659"/>
    <w:rsid w:val="003D4879"/>
    <w:rsid w:val="003D4A18"/>
    <w:rsid w:val="003D4CC7"/>
    <w:rsid w:val="003D55C3"/>
    <w:rsid w:val="003D5740"/>
    <w:rsid w:val="003D6504"/>
    <w:rsid w:val="003D6630"/>
    <w:rsid w:val="003D6A17"/>
    <w:rsid w:val="003D6CDC"/>
    <w:rsid w:val="003D73B1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4C0"/>
    <w:rsid w:val="003E171F"/>
    <w:rsid w:val="003E1949"/>
    <w:rsid w:val="003E1A75"/>
    <w:rsid w:val="003E1C2F"/>
    <w:rsid w:val="003E1C96"/>
    <w:rsid w:val="003E1E8E"/>
    <w:rsid w:val="003E1EA4"/>
    <w:rsid w:val="003E2000"/>
    <w:rsid w:val="003E2202"/>
    <w:rsid w:val="003E2473"/>
    <w:rsid w:val="003E24FE"/>
    <w:rsid w:val="003E2931"/>
    <w:rsid w:val="003E30B4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429"/>
    <w:rsid w:val="003E5597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685"/>
    <w:rsid w:val="003F07A1"/>
    <w:rsid w:val="003F0852"/>
    <w:rsid w:val="003F0B40"/>
    <w:rsid w:val="003F0E8E"/>
    <w:rsid w:val="003F15C2"/>
    <w:rsid w:val="003F1704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73E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85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2F4A"/>
    <w:rsid w:val="0041300E"/>
    <w:rsid w:val="0041305F"/>
    <w:rsid w:val="004130C9"/>
    <w:rsid w:val="004132B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886"/>
    <w:rsid w:val="00416A8C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490"/>
    <w:rsid w:val="00423661"/>
    <w:rsid w:val="00424203"/>
    <w:rsid w:val="00424359"/>
    <w:rsid w:val="00424EA3"/>
    <w:rsid w:val="00425227"/>
    <w:rsid w:val="00425A17"/>
    <w:rsid w:val="00425CC4"/>
    <w:rsid w:val="00425D60"/>
    <w:rsid w:val="00425EB0"/>
    <w:rsid w:val="00425F74"/>
    <w:rsid w:val="00426181"/>
    <w:rsid w:val="00426540"/>
    <w:rsid w:val="004268E6"/>
    <w:rsid w:val="00426983"/>
    <w:rsid w:val="00426F43"/>
    <w:rsid w:val="00427184"/>
    <w:rsid w:val="0042745F"/>
    <w:rsid w:val="004276A0"/>
    <w:rsid w:val="00427AF8"/>
    <w:rsid w:val="00427C64"/>
    <w:rsid w:val="00427D0A"/>
    <w:rsid w:val="00427EEA"/>
    <w:rsid w:val="00430A4D"/>
    <w:rsid w:val="00430BC2"/>
    <w:rsid w:val="00430CD0"/>
    <w:rsid w:val="00430CEC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F95"/>
    <w:rsid w:val="00433255"/>
    <w:rsid w:val="0043328F"/>
    <w:rsid w:val="004332ED"/>
    <w:rsid w:val="00433342"/>
    <w:rsid w:val="0043335C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A5C"/>
    <w:rsid w:val="00444AC7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B03"/>
    <w:rsid w:val="00455CF3"/>
    <w:rsid w:val="00455D54"/>
    <w:rsid w:val="00455E26"/>
    <w:rsid w:val="00456146"/>
    <w:rsid w:val="00456A9F"/>
    <w:rsid w:val="00456D9C"/>
    <w:rsid w:val="00456E25"/>
    <w:rsid w:val="00457120"/>
    <w:rsid w:val="004575C8"/>
    <w:rsid w:val="004576D7"/>
    <w:rsid w:val="004576F3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1E01"/>
    <w:rsid w:val="004723C9"/>
    <w:rsid w:val="004725B8"/>
    <w:rsid w:val="004727CB"/>
    <w:rsid w:val="00472939"/>
    <w:rsid w:val="004733BA"/>
    <w:rsid w:val="00473665"/>
    <w:rsid w:val="004736A8"/>
    <w:rsid w:val="00473707"/>
    <w:rsid w:val="004738DB"/>
    <w:rsid w:val="00473961"/>
    <w:rsid w:val="00473C63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14F"/>
    <w:rsid w:val="0047722F"/>
    <w:rsid w:val="0047726D"/>
    <w:rsid w:val="00477742"/>
    <w:rsid w:val="00477783"/>
    <w:rsid w:val="00477AB0"/>
    <w:rsid w:val="00477B20"/>
    <w:rsid w:val="00477C32"/>
    <w:rsid w:val="00477CAD"/>
    <w:rsid w:val="00480011"/>
    <w:rsid w:val="00480015"/>
    <w:rsid w:val="004801DB"/>
    <w:rsid w:val="00480507"/>
    <w:rsid w:val="00480665"/>
    <w:rsid w:val="004809A6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D0B"/>
    <w:rsid w:val="00484F68"/>
    <w:rsid w:val="00486357"/>
    <w:rsid w:val="004864AE"/>
    <w:rsid w:val="00486564"/>
    <w:rsid w:val="004865E6"/>
    <w:rsid w:val="004867EF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261"/>
    <w:rsid w:val="0049342E"/>
    <w:rsid w:val="004939B2"/>
    <w:rsid w:val="004939FA"/>
    <w:rsid w:val="00493BBB"/>
    <w:rsid w:val="00493E23"/>
    <w:rsid w:val="00493EEC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619"/>
    <w:rsid w:val="004A0859"/>
    <w:rsid w:val="004A0B01"/>
    <w:rsid w:val="004A0B56"/>
    <w:rsid w:val="004A0C6B"/>
    <w:rsid w:val="004A11D9"/>
    <w:rsid w:val="004A13F9"/>
    <w:rsid w:val="004A15B3"/>
    <w:rsid w:val="004A192C"/>
    <w:rsid w:val="004A19AE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51B"/>
    <w:rsid w:val="004A4701"/>
    <w:rsid w:val="004A472D"/>
    <w:rsid w:val="004A4878"/>
    <w:rsid w:val="004A4BF2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02F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906"/>
    <w:rsid w:val="004C0A80"/>
    <w:rsid w:val="004C0EB7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6A9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57DB"/>
    <w:rsid w:val="004C677F"/>
    <w:rsid w:val="004C67F2"/>
    <w:rsid w:val="004C689E"/>
    <w:rsid w:val="004C68A5"/>
    <w:rsid w:val="004C6A2C"/>
    <w:rsid w:val="004C6BB0"/>
    <w:rsid w:val="004C6F0A"/>
    <w:rsid w:val="004C776C"/>
    <w:rsid w:val="004C779A"/>
    <w:rsid w:val="004C77C2"/>
    <w:rsid w:val="004D0024"/>
    <w:rsid w:val="004D037F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A7"/>
    <w:rsid w:val="004D79FB"/>
    <w:rsid w:val="004D7D55"/>
    <w:rsid w:val="004D7EE3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706A"/>
    <w:rsid w:val="004F7404"/>
    <w:rsid w:val="004F744C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50C7"/>
    <w:rsid w:val="0050561D"/>
    <w:rsid w:val="00505938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5B3"/>
    <w:rsid w:val="00507677"/>
    <w:rsid w:val="005079CE"/>
    <w:rsid w:val="005104B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153"/>
    <w:rsid w:val="00520466"/>
    <w:rsid w:val="0052063C"/>
    <w:rsid w:val="00520819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70F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A9D"/>
    <w:rsid w:val="00535AA2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7E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EBA"/>
    <w:rsid w:val="00546F31"/>
    <w:rsid w:val="00547420"/>
    <w:rsid w:val="00547421"/>
    <w:rsid w:val="00547478"/>
    <w:rsid w:val="00547687"/>
    <w:rsid w:val="005476D3"/>
    <w:rsid w:val="005477C4"/>
    <w:rsid w:val="00547D03"/>
    <w:rsid w:val="00547D88"/>
    <w:rsid w:val="00547D99"/>
    <w:rsid w:val="00547F84"/>
    <w:rsid w:val="00550076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74D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95"/>
    <w:rsid w:val="00553D54"/>
    <w:rsid w:val="00553DEA"/>
    <w:rsid w:val="00553E01"/>
    <w:rsid w:val="00554500"/>
    <w:rsid w:val="005546C0"/>
    <w:rsid w:val="005549A0"/>
    <w:rsid w:val="00554A42"/>
    <w:rsid w:val="00554E05"/>
    <w:rsid w:val="00554F04"/>
    <w:rsid w:val="0055505A"/>
    <w:rsid w:val="0055569F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7086"/>
    <w:rsid w:val="00557975"/>
    <w:rsid w:val="00557B22"/>
    <w:rsid w:val="005600CD"/>
    <w:rsid w:val="005604FC"/>
    <w:rsid w:val="00560559"/>
    <w:rsid w:val="00560726"/>
    <w:rsid w:val="00560BAB"/>
    <w:rsid w:val="00560C17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05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286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A39"/>
    <w:rsid w:val="00570AB5"/>
    <w:rsid w:val="00570ED2"/>
    <w:rsid w:val="00570FE8"/>
    <w:rsid w:val="00571095"/>
    <w:rsid w:val="0057117B"/>
    <w:rsid w:val="00571570"/>
    <w:rsid w:val="00571BD0"/>
    <w:rsid w:val="00571D45"/>
    <w:rsid w:val="00571DB0"/>
    <w:rsid w:val="00572062"/>
    <w:rsid w:val="0057212A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40D4"/>
    <w:rsid w:val="00584C12"/>
    <w:rsid w:val="00584D9B"/>
    <w:rsid w:val="00585889"/>
    <w:rsid w:val="00585938"/>
    <w:rsid w:val="0058598F"/>
    <w:rsid w:val="00585B63"/>
    <w:rsid w:val="00586762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47F"/>
    <w:rsid w:val="005935DA"/>
    <w:rsid w:val="0059362D"/>
    <w:rsid w:val="005936A1"/>
    <w:rsid w:val="005936AF"/>
    <w:rsid w:val="00593788"/>
    <w:rsid w:val="00593BB7"/>
    <w:rsid w:val="00593EFA"/>
    <w:rsid w:val="0059428F"/>
    <w:rsid w:val="005948C1"/>
    <w:rsid w:val="00594D5B"/>
    <w:rsid w:val="00595501"/>
    <w:rsid w:val="00595A16"/>
    <w:rsid w:val="005962EE"/>
    <w:rsid w:val="0059653B"/>
    <w:rsid w:val="00596845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628"/>
    <w:rsid w:val="005A2963"/>
    <w:rsid w:val="005A29D0"/>
    <w:rsid w:val="005A2AC6"/>
    <w:rsid w:val="005A2D07"/>
    <w:rsid w:val="005A2DB4"/>
    <w:rsid w:val="005A2E49"/>
    <w:rsid w:val="005A30CD"/>
    <w:rsid w:val="005A3612"/>
    <w:rsid w:val="005A3642"/>
    <w:rsid w:val="005A394F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0CB"/>
    <w:rsid w:val="005A72D6"/>
    <w:rsid w:val="005A7351"/>
    <w:rsid w:val="005A7618"/>
    <w:rsid w:val="005A763D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BE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29B"/>
    <w:rsid w:val="005E3750"/>
    <w:rsid w:val="005E378D"/>
    <w:rsid w:val="005E3881"/>
    <w:rsid w:val="005E38CC"/>
    <w:rsid w:val="005E3A37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B22"/>
    <w:rsid w:val="005F1C33"/>
    <w:rsid w:val="005F1C85"/>
    <w:rsid w:val="005F22D0"/>
    <w:rsid w:val="005F2812"/>
    <w:rsid w:val="005F2B55"/>
    <w:rsid w:val="005F2C7A"/>
    <w:rsid w:val="005F2FFF"/>
    <w:rsid w:val="005F300E"/>
    <w:rsid w:val="005F3032"/>
    <w:rsid w:val="005F3207"/>
    <w:rsid w:val="005F3818"/>
    <w:rsid w:val="005F3A8A"/>
    <w:rsid w:val="005F3AFE"/>
    <w:rsid w:val="005F3B1F"/>
    <w:rsid w:val="005F3E54"/>
    <w:rsid w:val="005F448E"/>
    <w:rsid w:val="005F45CB"/>
    <w:rsid w:val="005F4751"/>
    <w:rsid w:val="005F4B3B"/>
    <w:rsid w:val="005F4CF0"/>
    <w:rsid w:val="005F4D09"/>
    <w:rsid w:val="005F4EB9"/>
    <w:rsid w:val="005F4F1E"/>
    <w:rsid w:val="005F4F9D"/>
    <w:rsid w:val="005F52B8"/>
    <w:rsid w:val="005F5657"/>
    <w:rsid w:val="005F58BA"/>
    <w:rsid w:val="005F5CE7"/>
    <w:rsid w:val="005F5FF8"/>
    <w:rsid w:val="005F6382"/>
    <w:rsid w:val="005F6445"/>
    <w:rsid w:val="005F6554"/>
    <w:rsid w:val="005F6707"/>
    <w:rsid w:val="005F673A"/>
    <w:rsid w:val="005F702A"/>
    <w:rsid w:val="005F78FD"/>
    <w:rsid w:val="005F791A"/>
    <w:rsid w:val="005F7EBC"/>
    <w:rsid w:val="0060017B"/>
    <w:rsid w:val="00600225"/>
    <w:rsid w:val="006004A7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DBC"/>
    <w:rsid w:val="006064A0"/>
    <w:rsid w:val="00606987"/>
    <w:rsid w:val="00606AF6"/>
    <w:rsid w:val="00606CFB"/>
    <w:rsid w:val="0060740F"/>
    <w:rsid w:val="0060745A"/>
    <w:rsid w:val="00607688"/>
    <w:rsid w:val="00607A6C"/>
    <w:rsid w:val="00607BB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8E4"/>
    <w:rsid w:val="00611DE1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3B8F"/>
    <w:rsid w:val="00613DA6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080"/>
    <w:rsid w:val="00620195"/>
    <w:rsid w:val="00620510"/>
    <w:rsid w:val="00620A41"/>
    <w:rsid w:val="00620AA0"/>
    <w:rsid w:val="00621174"/>
    <w:rsid w:val="0062159F"/>
    <w:rsid w:val="006216FA"/>
    <w:rsid w:val="0062188A"/>
    <w:rsid w:val="00621955"/>
    <w:rsid w:val="0062197A"/>
    <w:rsid w:val="0062229E"/>
    <w:rsid w:val="0062244F"/>
    <w:rsid w:val="006227A2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B2D"/>
    <w:rsid w:val="00627BFC"/>
    <w:rsid w:val="00627E75"/>
    <w:rsid w:val="00630157"/>
    <w:rsid w:val="0063060A"/>
    <w:rsid w:val="006307E6"/>
    <w:rsid w:val="0063082B"/>
    <w:rsid w:val="00630DD4"/>
    <w:rsid w:val="00631089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EC6"/>
    <w:rsid w:val="0064318D"/>
    <w:rsid w:val="006431EA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E03"/>
    <w:rsid w:val="00645F7F"/>
    <w:rsid w:val="00645F8F"/>
    <w:rsid w:val="00646011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D26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88"/>
    <w:rsid w:val="00653435"/>
    <w:rsid w:val="006538BD"/>
    <w:rsid w:val="00653AF6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0F"/>
    <w:rsid w:val="0066116B"/>
    <w:rsid w:val="00661256"/>
    <w:rsid w:val="00661474"/>
    <w:rsid w:val="00661567"/>
    <w:rsid w:val="006617B5"/>
    <w:rsid w:val="0066188B"/>
    <w:rsid w:val="00661D50"/>
    <w:rsid w:val="006625C7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339"/>
    <w:rsid w:val="00667E5D"/>
    <w:rsid w:val="006700D4"/>
    <w:rsid w:val="006702DE"/>
    <w:rsid w:val="006704E3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50F"/>
    <w:rsid w:val="006716B8"/>
    <w:rsid w:val="00671D06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932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FB"/>
    <w:rsid w:val="0067763B"/>
    <w:rsid w:val="00677FA6"/>
    <w:rsid w:val="00677FD1"/>
    <w:rsid w:val="0068003D"/>
    <w:rsid w:val="00680202"/>
    <w:rsid w:val="006804F6"/>
    <w:rsid w:val="00680627"/>
    <w:rsid w:val="00680629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416"/>
    <w:rsid w:val="006836CC"/>
    <w:rsid w:val="0068370D"/>
    <w:rsid w:val="006837B2"/>
    <w:rsid w:val="00683818"/>
    <w:rsid w:val="00683E00"/>
    <w:rsid w:val="00683E28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05"/>
    <w:rsid w:val="00686249"/>
    <w:rsid w:val="00686289"/>
    <w:rsid w:val="00686A7A"/>
    <w:rsid w:val="00686FB7"/>
    <w:rsid w:val="006871A6"/>
    <w:rsid w:val="006872A5"/>
    <w:rsid w:val="006877A0"/>
    <w:rsid w:val="0069011E"/>
    <w:rsid w:val="00690124"/>
    <w:rsid w:val="00690218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26F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F26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4D5"/>
    <w:rsid w:val="006A27C3"/>
    <w:rsid w:val="006A2BD6"/>
    <w:rsid w:val="006A2CF7"/>
    <w:rsid w:val="006A2E7C"/>
    <w:rsid w:val="006A3033"/>
    <w:rsid w:val="006A3267"/>
    <w:rsid w:val="006A36E0"/>
    <w:rsid w:val="006A38A7"/>
    <w:rsid w:val="006A3935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576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CBC"/>
    <w:rsid w:val="006C30D8"/>
    <w:rsid w:val="006C30F8"/>
    <w:rsid w:val="006C3295"/>
    <w:rsid w:val="006C38CC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564"/>
    <w:rsid w:val="006D20B2"/>
    <w:rsid w:val="006D22DC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5DF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6ECF"/>
    <w:rsid w:val="006D702B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806"/>
    <w:rsid w:val="006E0862"/>
    <w:rsid w:val="006E09E1"/>
    <w:rsid w:val="006E0F60"/>
    <w:rsid w:val="006E1216"/>
    <w:rsid w:val="006E170B"/>
    <w:rsid w:val="006E1A7A"/>
    <w:rsid w:val="006E1B7F"/>
    <w:rsid w:val="006E25B8"/>
    <w:rsid w:val="006E283C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496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458"/>
    <w:rsid w:val="006F352D"/>
    <w:rsid w:val="006F3B4A"/>
    <w:rsid w:val="006F3C16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549A"/>
    <w:rsid w:val="0070562B"/>
    <w:rsid w:val="00705CC1"/>
    <w:rsid w:val="00705EDA"/>
    <w:rsid w:val="0070604A"/>
    <w:rsid w:val="00706261"/>
    <w:rsid w:val="00706858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A70"/>
    <w:rsid w:val="00713C0C"/>
    <w:rsid w:val="00713FF7"/>
    <w:rsid w:val="007142C7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1B6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EAA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4CE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E7B"/>
    <w:rsid w:val="00733F4C"/>
    <w:rsid w:val="0073451B"/>
    <w:rsid w:val="0073456B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287"/>
    <w:rsid w:val="007362B2"/>
    <w:rsid w:val="00736628"/>
    <w:rsid w:val="00736850"/>
    <w:rsid w:val="00736EC4"/>
    <w:rsid w:val="00736EF1"/>
    <w:rsid w:val="00736FFA"/>
    <w:rsid w:val="0073719D"/>
    <w:rsid w:val="00737941"/>
    <w:rsid w:val="00737AE1"/>
    <w:rsid w:val="00737CE0"/>
    <w:rsid w:val="007401BB"/>
    <w:rsid w:val="00740565"/>
    <w:rsid w:val="00740B24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63EE"/>
    <w:rsid w:val="00746779"/>
    <w:rsid w:val="007468D6"/>
    <w:rsid w:val="007468D7"/>
    <w:rsid w:val="00746BC3"/>
    <w:rsid w:val="0074733C"/>
    <w:rsid w:val="007473D9"/>
    <w:rsid w:val="007476D7"/>
    <w:rsid w:val="00747791"/>
    <w:rsid w:val="00747C7F"/>
    <w:rsid w:val="00747FFD"/>
    <w:rsid w:val="00750201"/>
    <w:rsid w:val="00750453"/>
    <w:rsid w:val="00750C8D"/>
    <w:rsid w:val="00750F5A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EA5"/>
    <w:rsid w:val="00754FC7"/>
    <w:rsid w:val="0075532F"/>
    <w:rsid w:val="00755482"/>
    <w:rsid w:val="007554EE"/>
    <w:rsid w:val="0075553F"/>
    <w:rsid w:val="00755A0F"/>
    <w:rsid w:val="00755E4C"/>
    <w:rsid w:val="007563F9"/>
    <w:rsid w:val="007564BF"/>
    <w:rsid w:val="00756622"/>
    <w:rsid w:val="00756665"/>
    <w:rsid w:val="00756A3C"/>
    <w:rsid w:val="00756A46"/>
    <w:rsid w:val="00757569"/>
    <w:rsid w:val="0075757B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A30"/>
    <w:rsid w:val="00765B34"/>
    <w:rsid w:val="00765CF2"/>
    <w:rsid w:val="00765F06"/>
    <w:rsid w:val="00765F3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048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6F5"/>
    <w:rsid w:val="00774DA3"/>
    <w:rsid w:val="007751D9"/>
    <w:rsid w:val="00775903"/>
    <w:rsid w:val="00775BA3"/>
    <w:rsid w:val="0077601E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45"/>
    <w:rsid w:val="00786BC0"/>
    <w:rsid w:val="007871F7"/>
    <w:rsid w:val="00787390"/>
    <w:rsid w:val="00787477"/>
    <w:rsid w:val="00787579"/>
    <w:rsid w:val="00787617"/>
    <w:rsid w:val="00787683"/>
    <w:rsid w:val="007877F7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70"/>
    <w:rsid w:val="00791DD7"/>
    <w:rsid w:val="00791E8C"/>
    <w:rsid w:val="007925AD"/>
    <w:rsid w:val="007925B8"/>
    <w:rsid w:val="00792662"/>
    <w:rsid w:val="007928E7"/>
    <w:rsid w:val="007930BA"/>
    <w:rsid w:val="00793200"/>
    <w:rsid w:val="00793293"/>
    <w:rsid w:val="00793463"/>
    <w:rsid w:val="007937CD"/>
    <w:rsid w:val="00793902"/>
    <w:rsid w:val="0079394E"/>
    <w:rsid w:val="00793C1D"/>
    <w:rsid w:val="00793D9F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61B"/>
    <w:rsid w:val="00795810"/>
    <w:rsid w:val="00795920"/>
    <w:rsid w:val="00796042"/>
    <w:rsid w:val="0079643C"/>
    <w:rsid w:val="00796898"/>
    <w:rsid w:val="007969A2"/>
    <w:rsid w:val="00796C1E"/>
    <w:rsid w:val="00796D5D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5EE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59"/>
    <w:rsid w:val="007A5397"/>
    <w:rsid w:val="007A53FE"/>
    <w:rsid w:val="007A56E8"/>
    <w:rsid w:val="007A57B0"/>
    <w:rsid w:val="007A5B46"/>
    <w:rsid w:val="007A5B4B"/>
    <w:rsid w:val="007A63B1"/>
    <w:rsid w:val="007A6448"/>
    <w:rsid w:val="007A64C9"/>
    <w:rsid w:val="007A6593"/>
    <w:rsid w:val="007A6941"/>
    <w:rsid w:val="007A6AE2"/>
    <w:rsid w:val="007A6CBF"/>
    <w:rsid w:val="007A71DD"/>
    <w:rsid w:val="007A7452"/>
    <w:rsid w:val="007A7562"/>
    <w:rsid w:val="007A7737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2EEA"/>
    <w:rsid w:val="007B34C7"/>
    <w:rsid w:val="007B3D56"/>
    <w:rsid w:val="007B3FF4"/>
    <w:rsid w:val="007B40EA"/>
    <w:rsid w:val="007B449B"/>
    <w:rsid w:val="007B46AF"/>
    <w:rsid w:val="007B48AA"/>
    <w:rsid w:val="007B4B8D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B7D49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5FBD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527"/>
    <w:rsid w:val="007D0668"/>
    <w:rsid w:val="007D0799"/>
    <w:rsid w:val="007D08C6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04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63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6E05"/>
    <w:rsid w:val="007E709E"/>
    <w:rsid w:val="007E711C"/>
    <w:rsid w:val="007E72B5"/>
    <w:rsid w:val="007E752E"/>
    <w:rsid w:val="007E76B1"/>
    <w:rsid w:val="007E77A4"/>
    <w:rsid w:val="007E7851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8A6"/>
    <w:rsid w:val="007F1912"/>
    <w:rsid w:val="007F1D1C"/>
    <w:rsid w:val="007F1EFC"/>
    <w:rsid w:val="007F217C"/>
    <w:rsid w:val="007F2271"/>
    <w:rsid w:val="007F2470"/>
    <w:rsid w:val="007F3377"/>
    <w:rsid w:val="007F3615"/>
    <w:rsid w:val="007F3DA3"/>
    <w:rsid w:val="007F3DBE"/>
    <w:rsid w:val="007F3F72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AFB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180"/>
    <w:rsid w:val="008012F8"/>
    <w:rsid w:val="008015B4"/>
    <w:rsid w:val="00801672"/>
    <w:rsid w:val="00801CC6"/>
    <w:rsid w:val="00801CC9"/>
    <w:rsid w:val="00801F90"/>
    <w:rsid w:val="00802614"/>
    <w:rsid w:val="00802956"/>
    <w:rsid w:val="00802A03"/>
    <w:rsid w:val="00802A06"/>
    <w:rsid w:val="0080314E"/>
    <w:rsid w:val="00803744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BB7"/>
    <w:rsid w:val="00804F53"/>
    <w:rsid w:val="0080522B"/>
    <w:rsid w:val="00805484"/>
    <w:rsid w:val="00805589"/>
    <w:rsid w:val="00805C91"/>
    <w:rsid w:val="00805E6A"/>
    <w:rsid w:val="00805E6E"/>
    <w:rsid w:val="008062CB"/>
    <w:rsid w:val="008064F1"/>
    <w:rsid w:val="008067CF"/>
    <w:rsid w:val="00806A92"/>
    <w:rsid w:val="00806AD9"/>
    <w:rsid w:val="008074CC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C3E"/>
    <w:rsid w:val="00811CC3"/>
    <w:rsid w:val="00811DA4"/>
    <w:rsid w:val="00812104"/>
    <w:rsid w:val="008125C0"/>
    <w:rsid w:val="00812724"/>
    <w:rsid w:val="0081274E"/>
    <w:rsid w:val="0081289C"/>
    <w:rsid w:val="00812C8B"/>
    <w:rsid w:val="00812E72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E95"/>
    <w:rsid w:val="008151C9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1C5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220"/>
    <w:rsid w:val="008232C7"/>
    <w:rsid w:val="008235E9"/>
    <w:rsid w:val="00823D3D"/>
    <w:rsid w:val="00823FA9"/>
    <w:rsid w:val="008244CC"/>
    <w:rsid w:val="0082450A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30B7"/>
    <w:rsid w:val="0083325D"/>
    <w:rsid w:val="00833358"/>
    <w:rsid w:val="0083365C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5C9"/>
    <w:rsid w:val="008356FC"/>
    <w:rsid w:val="0083572A"/>
    <w:rsid w:val="00835ACB"/>
    <w:rsid w:val="0083610F"/>
    <w:rsid w:val="0083635A"/>
    <w:rsid w:val="00836544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6E8"/>
    <w:rsid w:val="00842CFF"/>
    <w:rsid w:val="008431A5"/>
    <w:rsid w:val="00843264"/>
    <w:rsid w:val="008432EB"/>
    <w:rsid w:val="00843314"/>
    <w:rsid w:val="00843724"/>
    <w:rsid w:val="00843885"/>
    <w:rsid w:val="00843C45"/>
    <w:rsid w:val="008445D4"/>
    <w:rsid w:val="0084483B"/>
    <w:rsid w:val="008449EB"/>
    <w:rsid w:val="00844FEC"/>
    <w:rsid w:val="008451F9"/>
    <w:rsid w:val="008455E8"/>
    <w:rsid w:val="008456A5"/>
    <w:rsid w:val="0084583D"/>
    <w:rsid w:val="008459E0"/>
    <w:rsid w:val="0084616D"/>
    <w:rsid w:val="00846351"/>
    <w:rsid w:val="00846B4D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782"/>
    <w:rsid w:val="00850CC8"/>
    <w:rsid w:val="00850E65"/>
    <w:rsid w:val="008514BC"/>
    <w:rsid w:val="00851A2B"/>
    <w:rsid w:val="008527EA"/>
    <w:rsid w:val="00852E4E"/>
    <w:rsid w:val="0085354A"/>
    <w:rsid w:val="008539F8"/>
    <w:rsid w:val="00853A0A"/>
    <w:rsid w:val="00853DB6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33E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48E"/>
    <w:rsid w:val="008614F2"/>
    <w:rsid w:val="00861553"/>
    <w:rsid w:val="00861B85"/>
    <w:rsid w:val="00861DD4"/>
    <w:rsid w:val="00861E15"/>
    <w:rsid w:val="00861E8D"/>
    <w:rsid w:val="00861F24"/>
    <w:rsid w:val="008624E5"/>
    <w:rsid w:val="0086270E"/>
    <w:rsid w:val="00862840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3D2"/>
    <w:rsid w:val="00864C7B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876"/>
    <w:rsid w:val="00875B60"/>
    <w:rsid w:val="00875D99"/>
    <w:rsid w:val="00876121"/>
    <w:rsid w:val="0087634E"/>
    <w:rsid w:val="00876426"/>
    <w:rsid w:val="008768DF"/>
    <w:rsid w:val="00877002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BB2"/>
    <w:rsid w:val="00883EB0"/>
    <w:rsid w:val="00883F38"/>
    <w:rsid w:val="008842F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4C9E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1D74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5C5"/>
    <w:rsid w:val="008A5E12"/>
    <w:rsid w:val="008A5F3E"/>
    <w:rsid w:val="008A5F7F"/>
    <w:rsid w:val="008A62CD"/>
    <w:rsid w:val="008A67DA"/>
    <w:rsid w:val="008A6E07"/>
    <w:rsid w:val="008A74F0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134"/>
    <w:rsid w:val="008B233C"/>
    <w:rsid w:val="008B2E11"/>
    <w:rsid w:val="008B2F64"/>
    <w:rsid w:val="008B2FC9"/>
    <w:rsid w:val="008B33A9"/>
    <w:rsid w:val="008B3746"/>
    <w:rsid w:val="008B3C3B"/>
    <w:rsid w:val="008B3C8A"/>
    <w:rsid w:val="008B3D84"/>
    <w:rsid w:val="008B3F46"/>
    <w:rsid w:val="008B3F6C"/>
    <w:rsid w:val="008B4279"/>
    <w:rsid w:val="008B4590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1A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B43"/>
    <w:rsid w:val="008C3DED"/>
    <w:rsid w:val="008C428A"/>
    <w:rsid w:val="008C45BC"/>
    <w:rsid w:val="008C4818"/>
    <w:rsid w:val="008C4B50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0EF"/>
    <w:rsid w:val="008E457D"/>
    <w:rsid w:val="008E46B1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6FAE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147"/>
    <w:rsid w:val="008F4274"/>
    <w:rsid w:val="008F446F"/>
    <w:rsid w:val="008F45A2"/>
    <w:rsid w:val="008F46FC"/>
    <w:rsid w:val="008F50E2"/>
    <w:rsid w:val="008F53A5"/>
    <w:rsid w:val="008F5826"/>
    <w:rsid w:val="008F5B86"/>
    <w:rsid w:val="008F5E93"/>
    <w:rsid w:val="008F5F3E"/>
    <w:rsid w:val="008F5F44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1D2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409"/>
    <w:rsid w:val="00901449"/>
    <w:rsid w:val="0090168F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705"/>
    <w:rsid w:val="00907998"/>
    <w:rsid w:val="009079C6"/>
    <w:rsid w:val="009100A0"/>
    <w:rsid w:val="009100F6"/>
    <w:rsid w:val="009100F8"/>
    <w:rsid w:val="00910113"/>
    <w:rsid w:val="00910BAA"/>
    <w:rsid w:val="0091127C"/>
    <w:rsid w:val="0091155A"/>
    <w:rsid w:val="00911950"/>
    <w:rsid w:val="009119E8"/>
    <w:rsid w:val="00912170"/>
    <w:rsid w:val="00912650"/>
    <w:rsid w:val="009127FF"/>
    <w:rsid w:val="00912D11"/>
    <w:rsid w:val="00912E66"/>
    <w:rsid w:val="00913867"/>
    <w:rsid w:val="009139C2"/>
    <w:rsid w:val="00913A74"/>
    <w:rsid w:val="00914607"/>
    <w:rsid w:val="0091464F"/>
    <w:rsid w:val="0091475A"/>
    <w:rsid w:val="00914769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2FD"/>
    <w:rsid w:val="00916A1D"/>
    <w:rsid w:val="00916AA3"/>
    <w:rsid w:val="0091741D"/>
    <w:rsid w:val="00917BD2"/>
    <w:rsid w:val="00920767"/>
    <w:rsid w:val="00920A08"/>
    <w:rsid w:val="00920DD9"/>
    <w:rsid w:val="00920EC8"/>
    <w:rsid w:val="00920F45"/>
    <w:rsid w:val="00921341"/>
    <w:rsid w:val="00921539"/>
    <w:rsid w:val="00922328"/>
    <w:rsid w:val="00922338"/>
    <w:rsid w:val="009223D9"/>
    <w:rsid w:val="0092243B"/>
    <w:rsid w:val="00922FCB"/>
    <w:rsid w:val="00923452"/>
    <w:rsid w:val="00923552"/>
    <w:rsid w:val="0092359E"/>
    <w:rsid w:val="00923B91"/>
    <w:rsid w:val="00923D8D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3B7"/>
    <w:rsid w:val="00934B10"/>
    <w:rsid w:val="00935145"/>
    <w:rsid w:val="0093519D"/>
    <w:rsid w:val="009352C5"/>
    <w:rsid w:val="0093545B"/>
    <w:rsid w:val="0093554F"/>
    <w:rsid w:val="009355CA"/>
    <w:rsid w:val="0093569F"/>
    <w:rsid w:val="0093607D"/>
    <w:rsid w:val="0093639F"/>
    <w:rsid w:val="009365D3"/>
    <w:rsid w:val="009367DF"/>
    <w:rsid w:val="009368AA"/>
    <w:rsid w:val="00936D9E"/>
    <w:rsid w:val="0093745A"/>
    <w:rsid w:val="00937E16"/>
    <w:rsid w:val="009400B3"/>
    <w:rsid w:val="00940207"/>
    <w:rsid w:val="009403A9"/>
    <w:rsid w:val="00940698"/>
    <w:rsid w:val="00940E53"/>
    <w:rsid w:val="009411BE"/>
    <w:rsid w:val="00941ACC"/>
    <w:rsid w:val="00941C26"/>
    <w:rsid w:val="00942320"/>
    <w:rsid w:val="009423A1"/>
    <w:rsid w:val="00942587"/>
    <w:rsid w:val="00942973"/>
    <w:rsid w:val="009429F6"/>
    <w:rsid w:val="00942ABC"/>
    <w:rsid w:val="00942DC2"/>
    <w:rsid w:val="00942EF2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986"/>
    <w:rsid w:val="00945C99"/>
    <w:rsid w:val="009460EE"/>
    <w:rsid w:val="00946175"/>
    <w:rsid w:val="00946233"/>
    <w:rsid w:val="00946686"/>
    <w:rsid w:val="009466D1"/>
    <w:rsid w:val="00946A98"/>
    <w:rsid w:val="009471CF"/>
    <w:rsid w:val="009472D2"/>
    <w:rsid w:val="0094776C"/>
    <w:rsid w:val="00947775"/>
    <w:rsid w:val="00947EC8"/>
    <w:rsid w:val="0095036E"/>
    <w:rsid w:val="009509B5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302C"/>
    <w:rsid w:val="0095350F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361"/>
    <w:rsid w:val="00956543"/>
    <w:rsid w:val="00956760"/>
    <w:rsid w:val="009570D7"/>
    <w:rsid w:val="00957308"/>
    <w:rsid w:val="009573AB"/>
    <w:rsid w:val="009578F3"/>
    <w:rsid w:val="00957BAC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BB8"/>
    <w:rsid w:val="00961CC0"/>
    <w:rsid w:val="00961CE0"/>
    <w:rsid w:val="00961D52"/>
    <w:rsid w:val="00961E25"/>
    <w:rsid w:val="00962649"/>
    <w:rsid w:val="00962833"/>
    <w:rsid w:val="0096283A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401"/>
    <w:rsid w:val="00973DBA"/>
    <w:rsid w:val="00974020"/>
    <w:rsid w:val="00974515"/>
    <w:rsid w:val="0097458D"/>
    <w:rsid w:val="009748D4"/>
    <w:rsid w:val="00974A17"/>
    <w:rsid w:val="00974AEA"/>
    <w:rsid w:val="00974E4A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FB"/>
    <w:rsid w:val="00980E8A"/>
    <w:rsid w:val="00980ED5"/>
    <w:rsid w:val="00980F20"/>
    <w:rsid w:val="009813DB"/>
    <w:rsid w:val="0098178C"/>
    <w:rsid w:val="00981852"/>
    <w:rsid w:val="00981883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57A"/>
    <w:rsid w:val="0098571E"/>
    <w:rsid w:val="00985CD8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0A"/>
    <w:rsid w:val="00993E24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666"/>
    <w:rsid w:val="009A00D8"/>
    <w:rsid w:val="009A011B"/>
    <w:rsid w:val="009A02EA"/>
    <w:rsid w:val="009A0355"/>
    <w:rsid w:val="009A036E"/>
    <w:rsid w:val="009A07A7"/>
    <w:rsid w:val="009A0EB6"/>
    <w:rsid w:val="009A10A7"/>
    <w:rsid w:val="009A10FA"/>
    <w:rsid w:val="009A114D"/>
    <w:rsid w:val="009A17FE"/>
    <w:rsid w:val="009A1AA2"/>
    <w:rsid w:val="009A1ED0"/>
    <w:rsid w:val="009A1F98"/>
    <w:rsid w:val="009A1FC2"/>
    <w:rsid w:val="009A2169"/>
    <w:rsid w:val="009A2879"/>
    <w:rsid w:val="009A2A6C"/>
    <w:rsid w:val="009A2B02"/>
    <w:rsid w:val="009A2B93"/>
    <w:rsid w:val="009A3386"/>
    <w:rsid w:val="009A3463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35E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E6A"/>
    <w:rsid w:val="009B5F40"/>
    <w:rsid w:val="009B60E3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07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30DA"/>
    <w:rsid w:val="009D328F"/>
    <w:rsid w:val="009D32B9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E31"/>
    <w:rsid w:val="009D6092"/>
    <w:rsid w:val="009D61E5"/>
    <w:rsid w:val="009D6253"/>
    <w:rsid w:val="009D631D"/>
    <w:rsid w:val="009D6836"/>
    <w:rsid w:val="009D6B50"/>
    <w:rsid w:val="009D6DFF"/>
    <w:rsid w:val="009D71DA"/>
    <w:rsid w:val="009D783A"/>
    <w:rsid w:val="009D7D4E"/>
    <w:rsid w:val="009D7DA8"/>
    <w:rsid w:val="009D7DC8"/>
    <w:rsid w:val="009E0073"/>
    <w:rsid w:val="009E033C"/>
    <w:rsid w:val="009E0579"/>
    <w:rsid w:val="009E07A7"/>
    <w:rsid w:val="009E105A"/>
    <w:rsid w:val="009E14C7"/>
    <w:rsid w:val="009E1556"/>
    <w:rsid w:val="009E1771"/>
    <w:rsid w:val="009E17B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F57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3D0"/>
    <w:rsid w:val="00A03849"/>
    <w:rsid w:val="00A03EBD"/>
    <w:rsid w:val="00A04081"/>
    <w:rsid w:val="00A04094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036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A95"/>
    <w:rsid w:val="00A16B40"/>
    <w:rsid w:val="00A16DBB"/>
    <w:rsid w:val="00A170D6"/>
    <w:rsid w:val="00A17506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E49"/>
    <w:rsid w:val="00A25120"/>
    <w:rsid w:val="00A25650"/>
    <w:rsid w:val="00A2589B"/>
    <w:rsid w:val="00A25C11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2F1"/>
    <w:rsid w:val="00A30384"/>
    <w:rsid w:val="00A305BE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5E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B96"/>
    <w:rsid w:val="00A37C3B"/>
    <w:rsid w:val="00A37C40"/>
    <w:rsid w:val="00A37C74"/>
    <w:rsid w:val="00A37CE6"/>
    <w:rsid w:val="00A37EEB"/>
    <w:rsid w:val="00A40329"/>
    <w:rsid w:val="00A40553"/>
    <w:rsid w:val="00A4071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3A9"/>
    <w:rsid w:val="00A446AB"/>
    <w:rsid w:val="00A44791"/>
    <w:rsid w:val="00A44883"/>
    <w:rsid w:val="00A44ADD"/>
    <w:rsid w:val="00A44D2C"/>
    <w:rsid w:val="00A44FA2"/>
    <w:rsid w:val="00A45518"/>
    <w:rsid w:val="00A4557E"/>
    <w:rsid w:val="00A45B12"/>
    <w:rsid w:val="00A4647A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47D33"/>
    <w:rsid w:val="00A5040D"/>
    <w:rsid w:val="00A50473"/>
    <w:rsid w:val="00A50A94"/>
    <w:rsid w:val="00A5113D"/>
    <w:rsid w:val="00A511E5"/>
    <w:rsid w:val="00A51641"/>
    <w:rsid w:val="00A51FD7"/>
    <w:rsid w:val="00A52836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5CCF"/>
    <w:rsid w:val="00A56583"/>
    <w:rsid w:val="00A56617"/>
    <w:rsid w:val="00A56BE1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6DB"/>
    <w:rsid w:val="00A60821"/>
    <w:rsid w:val="00A6083F"/>
    <w:rsid w:val="00A61318"/>
    <w:rsid w:val="00A61668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34B4"/>
    <w:rsid w:val="00A63845"/>
    <w:rsid w:val="00A63B14"/>
    <w:rsid w:val="00A63C2A"/>
    <w:rsid w:val="00A63C9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79E"/>
    <w:rsid w:val="00A669E5"/>
    <w:rsid w:val="00A66B45"/>
    <w:rsid w:val="00A66D78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790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6D"/>
    <w:rsid w:val="00A718FB"/>
    <w:rsid w:val="00A719FB"/>
    <w:rsid w:val="00A71BA4"/>
    <w:rsid w:val="00A71E73"/>
    <w:rsid w:val="00A720C2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4F"/>
    <w:rsid w:val="00A750A0"/>
    <w:rsid w:val="00A7535A"/>
    <w:rsid w:val="00A7567F"/>
    <w:rsid w:val="00A75E24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F7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926"/>
    <w:rsid w:val="00A82E61"/>
    <w:rsid w:val="00A82F20"/>
    <w:rsid w:val="00A82F28"/>
    <w:rsid w:val="00A8374F"/>
    <w:rsid w:val="00A83DAE"/>
    <w:rsid w:val="00A841BD"/>
    <w:rsid w:val="00A8433C"/>
    <w:rsid w:val="00A84761"/>
    <w:rsid w:val="00A848B8"/>
    <w:rsid w:val="00A84AAE"/>
    <w:rsid w:val="00A84DEE"/>
    <w:rsid w:val="00A851E1"/>
    <w:rsid w:val="00A85426"/>
    <w:rsid w:val="00A854AE"/>
    <w:rsid w:val="00A854FE"/>
    <w:rsid w:val="00A857F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FA"/>
    <w:rsid w:val="00A91E71"/>
    <w:rsid w:val="00A92497"/>
    <w:rsid w:val="00A92DF5"/>
    <w:rsid w:val="00A92E94"/>
    <w:rsid w:val="00A933A5"/>
    <w:rsid w:val="00A934B7"/>
    <w:rsid w:val="00A938DF"/>
    <w:rsid w:val="00A93AE5"/>
    <w:rsid w:val="00A94750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DE"/>
    <w:rsid w:val="00A979CE"/>
    <w:rsid w:val="00A97F3C"/>
    <w:rsid w:val="00AA013E"/>
    <w:rsid w:val="00AA028B"/>
    <w:rsid w:val="00AA0823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EF"/>
    <w:rsid w:val="00AA7303"/>
    <w:rsid w:val="00AA7A57"/>
    <w:rsid w:val="00AA7C62"/>
    <w:rsid w:val="00AA7E42"/>
    <w:rsid w:val="00AA7F28"/>
    <w:rsid w:val="00AB037F"/>
    <w:rsid w:val="00AB05FF"/>
    <w:rsid w:val="00AB0905"/>
    <w:rsid w:val="00AB0AEF"/>
    <w:rsid w:val="00AB12F6"/>
    <w:rsid w:val="00AB13D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85F"/>
    <w:rsid w:val="00AB3961"/>
    <w:rsid w:val="00AB3A8E"/>
    <w:rsid w:val="00AB3F18"/>
    <w:rsid w:val="00AB46F0"/>
    <w:rsid w:val="00AB47B2"/>
    <w:rsid w:val="00AB48FE"/>
    <w:rsid w:val="00AB4A45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E24"/>
    <w:rsid w:val="00AC4000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B03"/>
    <w:rsid w:val="00AD0BC5"/>
    <w:rsid w:val="00AD0DA5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451"/>
    <w:rsid w:val="00AD3526"/>
    <w:rsid w:val="00AD3538"/>
    <w:rsid w:val="00AD3765"/>
    <w:rsid w:val="00AD38CE"/>
    <w:rsid w:val="00AD42AC"/>
    <w:rsid w:val="00AD48A5"/>
    <w:rsid w:val="00AD4933"/>
    <w:rsid w:val="00AD4955"/>
    <w:rsid w:val="00AD4BE5"/>
    <w:rsid w:val="00AD5112"/>
    <w:rsid w:val="00AD51F4"/>
    <w:rsid w:val="00AD53E4"/>
    <w:rsid w:val="00AD5B4D"/>
    <w:rsid w:val="00AD5B5B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875"/>
    <w:rsid w:val="00AE199A"/>
    <w:rsid w:val="00AE1C1F"/>
    <w:rsid w:val="00AE228F"/>
    <w:rsid w:val="00AE26A2"/>
    <w:rsid w:val="00AE2983"/>
    <w:rsid w:val="00AE2B9C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900"/>
    <w:rsid w:val="00AE7A33"/>
    <w:rsid w:val="00AE7A76"/>
    <w:rsid w:val="00AE7E71"/>
    <w:rsid w:val="00AE7EAA"/>
    <w:rsid w:val="00AF019A"/>
    <w:rsid w:val="00AF022B"/>
    <w:rsid w:val="00AF0366"/>
    <w:rsid w:val="00AF055E"/>
    <w:rsid w:val="00AF0EAD"/>
    <w:rsid w:val="00AF1068"/>
    <w:rsid w:val="00AF16AE"/>
    <w:rsid w:val="00AF1790"/>
    <w:rsid w:val="00AF19B2"/>
    <w:rsid w:val="00AF1CAE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8B8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0C8"/>
    <w:rsid w:val="00B0038C"/>
    <w:rsid w:val="00B00426"/>
    <w:rsid w:val="00B007A4"/>
    <w:rsid w:val="00B00852"/>
    <w:rsid w:val="00B00E96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E1"/>
    <w:rsid w:val="00B051FF"/>
    <w:rsid w:val="00B05684"/>
    <w:rsid w:val="00B05E4E"/>
    <w:rsid w:val="00B05FF7"/>
    <w:rsid w:val="00B060F6"/>
    <w:rsid w:val="00B06463"/>
    <w:rsid w:val="00B064E3"/>
    <w:rsid w:val="00B06610"/>
    <w:rsid w:val="00B06645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26CB"/>
    <w:rsid w:val="00B1296B"/>
    <w:rsid w:val="00B12987"/>
    <w:rsid w:val="00B129A7"/>
    <w:rsid w:val="00B12AC5"/>
    <w:rsid w:val="00B12EC2"/>
    <w:rsid w:val="00B12FE2"/>
    <w:rsid w:val="00B13287"/>
    <w:rsid w:val="00B136F6"/>
    <w:rsid w:val="00B138FD"/>
    <w:rsid w:val="00B13B7A"/>
    <w:rsid w:val="00B13DE5"/>
    <w:rsid w:val="00B140A1"/>
    <w:rsid w:val="00B1437F"/>
    <w:rsid w:val="00B143B2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7A3"/>
    <w:rsid w:val="00B168A3"/>
    <w:rsid w:val="00B16CC2"/>
    <w:rsid w:val="00B16F35"/>
    <w:rsid w:val="00B1769B"/>
    <w:rsid w:val="00B17932"/>
    <w:rsid w:val="00B20478"/>
    <w:rsid w:val="00B205AB"/>
    <w:rsid w:val="00B205B2"/>
    <w:rsid w:val="00B20AA0"/>
    <w:rsid w:val="00B20EBC"/>
    <w:rsid w:val="00B20EE4"/>
    <w:rsid w:val="00B21048"/>
    <w:rsid w:val="00B216A6"/>
    <w:rsid w:val="00B216D6"/>
    <w:rsid w:val="00B21929"/>
    <w:rsid w:val="00B21B39"/>
    <w:rsid w:val="00B21B84"/>
    <w:rsid w:val="00B21E37"/>
    <w:rsid w:val="00B21F09"/>
    <w:rsid w:val="00B21FC7"/>
    <w:rsid w:val="00B22039"/>
    <w:rsid w:val="00B220C1"/>
    <w:rsid w:val="00B22840"/>
    <w:rsid w:val="00B231E5"/>
    <w:rsid w:val="00B23957"/>
    <w:rsid w:val="00B23D6E"/>
    <w:rsid w:val="00B23EAF"/>
    <w:rsid w:val="00B240A9"/>
    <w:rsid w:val="00B241F7"/>
    <w:rsid w:val="00B24F33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6B5"/>
    <w:rsid w:val="00B32734"/>
    <w:rsid w:val="00B328C5"/>
    <w:rsid w:val="00B32A4C"/>
    <w:rsid w:val="00B32B13"/>
    <w:rsid w:val="00B330B5"/>
    <w:rsid w:val="00B331AF"/>
    <w:rsid w:val="00B33327"/>
    <w:rsid w:val="00B34114"/>
    <w:rsid w:val="00B345F5"/>
    <w:rsid w:val="00B34B24"/>
    <w:rsid w:val="00B34BBF"/>
    <w:rsid w:val="00B357A6"/>
    <w:rsid w:val="00B35D32"/>
    <w:rsid w:val="00B3610D"/>
    <w:rsid w:val="00B3671B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D60"/>
    <w:rsid w:val="00B453D7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8D6"/>
    <w:rsid w:val="00B47D7B"/>
    <w:rsid w:val="00B47FB9"/>
    <w:rsid w:val="00B507EF"/>
    <w:rsid w:val="00B50B6B"/>
    <w:rsid w:val="00B50E4E"/>
    <w:rsid w:val="00B50FFC"/>
    <w:rsid w:val="00B51093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D75"/>
    <w:rsid w:val="00B5549C"/>
    <w:rsid w:val="00B5568D"/>
    <w:rsid w:val="00B55D33"/>
    <w:rsid w:val="00B55D47"/>
    <w:rsid w:val="00B566CF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1E73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4D35"/>
    <w:rsid w:val="00B657FE"/>
    <w:rsid w:val="00B65D21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B88"/>
    <w:rsid w:val="00B71DD0"/>
    <w:rsid w:val="00B7214B"/>
    <w:rsid w:val="00B7221B"/>
    <w:rsid w:val="00B72276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84"/>
    <w:rsid w:val="00B761EB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C34"/>
    <w:rsid w:val="00B83F71"/>
    <w:rsid w:val="00B84366"/>
    <w:rsid w:val="00B845AB"/>
    <w:rsid w:val="00B846B4"/>
    <w:rsid w:val="00B84716"/>
    <w:rsid w:val="00B8480A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BE5"/>
    <w:rsid w:val="00B87D05"/>
    <w:rsid w:val="00B87F79"/>
    <w:rsid w:val="00B904C2"/>
    <w:rsid w:val="00B90D64"/>
    <w:rsid w:val="00B90FAE"/>
    <w:rsid w:val="00B91135"/>
    <w:rsid w:val="00B9160F"/>
    <w:rsid w:val="00B916A0"/>
    <w:rsid w:val="00B91964"/>
    <w:rsid w:val="00B91FBE"/>
    <w:rsid w:val="00B922F1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92B"/>
    <w:rsid w:val="00B93A32"/>
    <w:rsid w:val="00B93C96"/>
    <w:rsid w:val="00B93F30"/>
    <w:rsid w:val="00B9400F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825"/>
    <w:rsid w:val="00BA3CC0"/>
    <w:rsid w:val="00BA3DE5"/>
    <w:rsid w:val="00BA4443"/>
    <w:rsid w:val="00BA4608"/>
    <w:rsid w:val="00BA4611"/>
    <w:rsid w:val="00BA49BD"/>
    <w:rsid w:val="00BA4BA5"/>
    <w:rsid w:val="00BA4F92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2A"/>
    <w:rsid w:val="00BB6D5E"/>
    <w:rsid w:val="00BB6F52"/>
    <w:rsid w:val="00BB6FF8"/>
    <w:rsid w:val="00BB704C"/>
    <w:rsid w:val="00BB71B4"/>
    <w:rsid w:val="00BB7781"/>
    <w:rsid w:val="00BB790E"/>
    <w:rsid w:val="00BB7DEE"/>
    <w:rsid w:val="00BB7E1F"/>
    <w:rsid w:val="00BC02A5"/>
    <w:rsid w:val="00BC06AF"/>
    <w:rsid w:val="00BC0AB3"/>
    <w:rsid w:val="00BC108C"/>
    <w:rsid w:val="00BC1106"/>
    <w:rsid w:val="00BC1531"/>
    <w:rsid w:val="00BC183B"/>
    <w:rsid w:val="00BC19DE"/>
    <w:rsid w:val="00BC1C9A"/>
    <w:rsid w:val="00BC211E"/>
    <w:rsid w:val="00BC2804"/>
    <w:rsid w:val="00BC2DD6"/>
    <w:rsid w:val="00BC3AE9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4D89"/>
    <w:rsid w:val="00BC5000"/>
    <w:rsid w:val="00BC531D"/>
    <w:rsid w:val="00BC5456"/>
    <w:rsid w:val="00BC56C8"/>
    <w:rsid w:val="00BC5B81"/>
    <w:rsid w:val="00BC5BA6"/>
    <w:rsid w:val="00BC5E6B"/>
    <w:rsid w:val="00BC66E2"/>
    <w:rsid w:val="00BC6782"/>
    <w:rsid w:val="00BC6821"/>
    <w:rsid w:val="00BC6C54"/>
    <w:rsid w:val="00BC6C74"/>
    <w:rsid w:val="00BC6F8E"/>
    <w:rsid w:val="00BC7252"/>
    <w:rsid w:val="00BC72E8"/>
    <w:rsid w:val="00BC7612"/>
    <w:rsid w:val="00BC795E"/>
    <w:rsid w:val="00BC79D4"/>
    <w:rsid w:val="00BD075C"/>
    <w:rsid w:val="00BD07A1"/>
    <w:rsid w:val="00BD0A5B"/>
    <w:rsid w:val="00BD10DF"/>
    <w:rsid w:val="00BD2235"/>
    <w:rsid w:val="00BD2954"/>
    <w:rsid w:val="00BD2F75"/>
    <w:rsid w:val="00BD349C"/>
    <w:rsid w:val="00BD3C0C"/>
    <w:rsid w:val="00BD3CE1"/>
    <w:rsid w:val="00BD4303"/>
    <w:rsid w:val="00BD47E5"/>
    <w:rsid w:val="00BD487E"/>
    <w:rsid w:val="00BD4A0A"/>
    <w:rsid w:val="00BD4AE1"/>
    <w:rsid w:val="00BD50D6"/>
    <w:rsid w:val="00BD5151"/>
    <w:rsid w:val="00BD52B0"/>
    <w:rsid w:val="00BD5444"/>
    <w:rsid w:val="00BD5678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7F7"/>
    <w:rsid w:val="00BE4830"/>
    <w:rsid w:val="00BE497E"/>
    <w:rsid w:val="00BE514C"/>
    <w:rsid w:val="00BE544D"/>
    <w:rsid w:val="00BE5657"/>
    <w:rsid w:val="00BE5924"/>
    <w:rsid w:val="00BE5B80"/>
    <w:rsid w:val="00BE5BD6"/>
    <w:rsid w:val="00BE5C37"/>
    <w:rsid w:val="00BE5D8A"/>
    <w:rsid w:val="00BE624D"/>
    <w:rsid w:val="00BE63A0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4E"/>
    <w:rsid w:val="00BF518D"/>
    <w:rsid w:val="00BF51AB"/>
    <w:rsid w:val="00BF5639"/>
    <w:rsid w:val="00BF5993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CA8"/>
    <w:rsid w:val="00C03E10"/>
    <w:rsid w:val="00C03F5C"/>
    <w:rsid w:val="00C042B0"/>
    <w:rsid w:val="00C044C8"/>
    <w:rsid w:val="00C047C9"/>
    <w:rsid w:val="00C04A6C"/>
    <w:rsid w:val="00C04B84"/>
    <w:rsid w:val="00C04DAD"/>
    <w:rsid w:val="00C05061"/>
    <w:rsid w:val="00C05795"/>
    <w:rsid w:val="00C057D2"/>
    <w:rsid w:val="00C060C1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103C1"/>
    <w:rsid w:val="00C107C1"/>
    <w:rsid w:val="00C10B61"/>
    <w:rsid w:val="00C10CD4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DFB"/>
    <w:rsid w:val="00C13E94"/>
    <w:rsid w:val="00C14110"/>
    <w:rsid w:val="00C144B2"/>
    <w:rsid w:val="00C147DD"/>
    <w:rsid w:val="00C1495B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E4E"/>
    <w:rsid w:val="00C16E53"/>
    <w:rsid w:val="00C175BF"/>
    <w:rsid w:val="00C176BC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AC8"/>
    <w:rsid w:val="00C21DDA"/>
    <w:rsid w:val="00C21EE4"/>
    <w:rsid w:val="00C221E1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5BC6"/>
    <w:rsid w:val="00C2631A"/>
    <w:rsid w:val="00C26368"/>
    <w:rsid w:val="00C26412"/>
    <w:rsid w:val="00C26612"/>
    <w:rsid w:val="00C2684F"/>
    <w:rsid w:val="00C272B4"/>
    <w:rsid w:val="00C27BBF"/>
    <w:rsid w:val="00C27E64"/>
    <w:rsid w:val="00C3014A"/>
    <w:rsid w:val="00C30656"/>
    <w:rsid w:val="00C30F54"/>
    <w:rsid w:val="00C31033"/>
    <w:rsid w:val="00C310A5"/>
    <w:rsid w:val="00C31AEB"/>
    <w:rsid w:val="00C31CE8"/>
    <w:rsid w:val="00C322F6"/>
    <w:rsid w:val="00C32916"/>
    <w:rsid w:val="00C32F49"/>
    <w:rsid w:val="00C331C9"/>
    <w:rsid w:val="00C331DF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4A4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4097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0DDE"/>
    <w:rsid w:val="00C51112"/>
    <w:rsid w:val="00C5139E"/>
    <w:rsid w:val="00C51667"/>
    <w:rsid w:val="00C51AB3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4CF8"/>
    <w:rsid w:val="00C5504B"/>
    <w:rsid w:val="00C551C8"/>
    <w:rsid w:val="00C552CD"/>
    <w:rsid w:val="00C555AE"/>
    <w:rsid w:val="00C55863"/>
    <w:rsid w:val="00C55A93"/>
    <w:rsid w:val="00C563BA"/>
    <w:rsid w:val="00C5642D"/>
    <w:rsid w:val="00C56D0A"/>
    <w:rsid w:val="00C56DDD"/>
    <w:rsid w:val="00C56F87"/>
    <w:rsid w:val="00C57166"/>
    <w:rsid w:val="00C5726A"/>
    <w:rsid w:val="00C573F9"/>
    <w:rsid w:val="00C57A90"/>
    <w:rsid w:val="00C6068A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2F48"/>
    <w:rsid w:val="00C630B1"/>
    <w:rsid w:val="00C63340"/>
    <w:rsid w:val="00C633FE"/>
    <w:rsid w:val="00C63A2A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C1"/>
    <w:rsid w:val="00C71DBC"/>
    <w:rsid w:val="00C71DCC"/>
    <w:rsid w:val="00C722E2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C31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5F99"/>
    <w:rsid w:val="00C76832"/>
    <w:rsid w:val="00C76A63"/>
    <w:rsid w:val="00C76BB7"/>
    <w:rsid w:val="00C76E4E"/>
    <w:rsid w:val="00C772F2"/>
    <w:rsid w:val="00C77311"/>
    <w:rsid w:val="00C77632"/>
    <w:rsid w:val="00C777C8"/>
    <w:rsid w:val="00C77848"/>
    <w:rsid w:val="00C778C4"/>
    <w:rsid w:val="00C77C04"/>
    <w:rsid w:val="00C77ED6"/>
    <w:rsid w:val="00C80142"/>
    <w:rsid w:val="00C80229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3A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F6"/>
    <w:rsid w:val="00C87D61"/>
    <w:rsid w:val="00C900B7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421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FB4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B02DE"/>
    <w:rsid w:val="00CB0780"/>
    <w:rsid w:val="00CB0C51"/>
    <w:rsid w:val="00CB0CBF"/>
    <w:rsid w:val="00CB14E7"/>
    <w:rsid w:val="00CB15DE"/>
    <w:rsid w:val="00CB16FA"/>
    <w:rsid w:val="00CB1821"/>
    <w:rsid w:val="00CB186A"/>
    <w:rsid w:val="00CB18C0"/>
    <w:rsid w:val="00CB191D"/>
    <w:rsid w:val="00CB1AD5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2CA"/>
    <w:rsid w:val="00CB4730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6500"/>
    <w:rsid w:val="00CB6A42"/>
    <w:rsid w:val="00CB6AB5"/>
    <w:rsid w:val="00CB6D1E"/>
    <w:rsid w:val="00CB6F11"/>
    <w:rsid w:val="00CB7484"/>
    <w:rsid w:val="00CB754D"/>
    <w:rsid w:val="00CB756F"/>
    <w:rsid w:val="00CB76CC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44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D7838"/>
    <w:rsid w:val="00CD7A1B"/>
    <w:rsid w:val="00CE07FA"/>
    <w:rsid w:val="00CE0EB7"/>
    <w:rsid w:val="00CE10C6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DD0"/>
    <w:rsid w:val="00CE5324"/>
    <w:rsid w:val="00CE55C2"/>
    <w:rsid w:val="00CE58A0"/>
    <w:rsid w:val="00CE59AF"/>
    <w:rsid w:val="00CE6174"/>
    <w:rsid w:val="00CE652C"/>
    <w:rsid w:val="00CE65B0"/>
    <w:rsid w:val="00CE6806"/>
    <w:rsid w:val="00CE68D4"/>
    <w:rsid w:val="00CE6978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AB"/>
    <w:rsid w:val="00CF14B7"/>
    <w:rsid w:val="00CF17E4"/>
    <w:rsid w:val="00CF17E8"/>
    <w:rsid w:val="00CF19AB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AD3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40E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9D4"/>
    <w:rsid w:val="00D02E9D"/>
    <w:rsid w:val="00D03561"/>
    <w:rsid w:val="00D036DF"/>
    <w:rsid w:val="00D036F8"/>
    <w:rsid w:val="00D03C91"/>
    <w:rsid w:val="00D042F2"/>
    <w:rsid w:val="00D04404"/>
    <w:rsid w:val="00D049A1"/>
    <w:rsid w:val="00D04BA3"/>
    <w:rsid w:val="00D04E8B"/>
    <w:rsid w:val="00D04F66"/>
    <w:rsid w:val="00D050F7"/>
    <w:rsid w:val="00D052E2"/>
    <w:rsid w:val="00D05C68"/>
    <w:rsid w:val="00D05CA9"/>
    <w:rsid w:val="00D05E20"/>
    <w:rsid w:val="00D06390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EF3"/>
    <w:rsid w:val="00D16FB9"/>
    <w:rsid w:val="00D171FA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3D7"/>
    <w:rsid w:val="00D214E8"/>
    <w:rsid w:val="00D21B1C"/>
    <w:rsid w:val="00D21CA4"/>
    <w:rsid w:val="00D2205A"/>
    <w:rsid w:val="00D222AA"/>
    <w:rsid w:val="00D22639"/>
    <w:rsid w:val="00D22849"/>
    <w:rsid w:val="00D22954"/>
    <w:rsid w:val="00D22973"/>
    <w:rsid w:val="00D2303E"/>
    <w:rsid w:val="00D23424"/>
    <w:rsid w:val="00D234BA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659A"/>
    <w:rsid w:val="00D269FA"/>
    <w:rsid w:val="00D26B38"/>
    <w:rsid w:val="00D26EA6"/>
    <w:rsid w:val="00D27269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5186"/>
    <w:rsid w:val="00D35433"/>
    <w:rsid w:val="00D354E7"/>
    <w:rsid w:val="00D3567B"/>
    <w:rsid w:val="00D3603E"/>
    <w:rsid w:val="00D3616F"/>
    <w:rsid w:val="00D363DD"/>
    <w:rsid w:val="00D36439"/>
    <w:rsid w:val="00D3661C"/>
    <w:rsid w:val="00D36771"/>
    <w:rsid w:val="00D369E9"/>
    <w:rsid w:val="00D36AC2"/>
    <w:rsid w:val="00D36E61"/>
    <w:rsid w:val="00D37A97"/>
    <w:rsid w:val="00D37D18"/>
    <w:rsid w:val="00D37D83"/>
    <w:rsid w:val="00D37EE7"/>
    <w:rsid w:val="00D400F3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2D"/>
    <w:rsid w:val="00D43583"/>
    <w:rsid w:val="00D4384C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74D"/>
    <w:rsid w:val="00D51921"/>
    <w:rsid w:val="00D521BB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6B1"/>
    <w:rsid w:val="00D53925"/>
    <w:rsid w:val="00D540C4"/>
    <w:rsid w:val="00D54291"/>
    <w:rsid w:val="00D54607"/>
    <w:rsid w:val="00D5497D"/>
    <w:rsid w:val="00D54B60"/>
    <w:rsid w:val="00D54C9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820"/>
    <w:rsid w:val="00D5684F"/>
    <w:rsid w:val="00D568D5"/>
    <w:rsid w:val="00D56B41"/>
    <w:rsid w:val="00D56B6E"/>
    <w:rsid w:val="00D56D3B"/>
    <w:rsid w:val="00D56D83"/>
    <w:rsid w:val="00D57644"/>
    <w:rsid w:val="00D577C6"/>
    <w:rsid w:val="00D57AF6"/>
    <w:rsid w:val="00D57C78"/>
    <w:rsid w:val="00D57CB8"/>
    <w:rsid w:val="00D57F23"/>
    <w:rsid w:val="00D6004F"/>
    <w:rsid w:val="00D60109"/>
    <w:rsid w:val="00D60176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8FB"/>
    <w:rsid w:val="00D64C34"/>
    <w:rsid w:val="00D64E64"/>
    <w:rsid w:val="00D64F9D"/>
    <w:rsid w:val="00D650B6"/>
    <w:rsid w:val="00D65230"/>
    <w:rsid w:val="00D65546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A01"/>
    <w:rsid w:val="00D73BE2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6DF3"/>
    <w:rsid w:val="00D773D4"/>
    <w:rsid w:val="00D779F0"/>
    <w:rsid w:val="00D77AAD"/>
    <w:rsid w:val="00D77C35"/>
    <w:rsid w:val="00D77DDF"/>
    <w:rsid w:val="00D77F4C"/>
    <w:rsid w:val="00D80239"/>
    <w:rsid w:val="00D80563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5FA"/>
    <w:rsid w:val="00D86639"/>
    <w:rsid w:val="00D8665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DA8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5EA0"/>
    <w:rsid w:val="00D962A2"/>
    <w:rsid w:val="00D96644"/>
    <w:rsid w:val="00D966C2"/>
    <w:rsid w:val="00D96888"/>
    <w:rsid w:val="00D969E4"/>
    <w:rsid w:val="00D96EDA"/>
    <w:rsid w:val="00D970DF"/>
    <w:rsid w:val="00D97356"/>
    <w:rsid w:val="00D9761D"/>
    <w:rsid w:val="00D9787D"/>
    <w:rsid w:val="00D97A69"/>
    <w:rsid w:val="00D97C59"/>
    <w:rsid w:val="00D97E43"/>
    <w:rsid w:val="00DA0716"/>
    <w:rsid w:val="00DA0DCF"/>
    <w:rsid w:val="00DA16EA"/>
    <w:rsid w:val="00DA1A74"/>
    <w:rsid w:val="00DA1D42"/>
    <w:rsid w:val="00DA1DBE"/>
    <w:rsid w:val="00DA214E"/>
    <w:rsid w:val="00DA25B2"/>
    <w:rsid w:val="00DA266A"/>
    <w:rsid w:val="00DA2957"/>
    <w:rsid w:val="00DA29E8"/>
    <w:rsid w:val="00DA2ACD"/>
    <w:rsid w:val="00DA2B4F"/>
    <w:rsid w:val="00DA33B5"/>
    <w:rsid w:val="00DA342C"/>
    <w:rsid w:val="00DA352B"/>
    <w:rsid w:val="00DA4482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70E"/>
    <w:rsid w:val="00DB19E8"/>
    <w:rsid w:val="00DB1F56"/>
    <w:rsid w:val="00DB202E"/>
    <w:rsid w:val="00DB2137"/>
    <w:rsid w:val="00DB23E6"/>
    <w:rsid w:val="00DB24FD"/>
    <w:rsid w:val="00DB28F4"/>
    <w:rsid w:val="00DB2C38"/>
    <w:rsid w:val="00DB3901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4C"/>
    <w:rsid w:val="00DC3594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6B2"/>
    <w:rsid w:val="00DC688A"/>
    <w:rsid w:val="00DC6967"/>
    <w:rsid w:val="00DC6A3C"/>
    <w:rsid w:val="00DC6F6B"/>
    <w:rsid w:val="00DC7011"/>
    <w:rsid w:val="00DC7131"/>
    <w:rsid w:val="00DC7196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2257"/>
    <w:rsid w:val="00DD229F"/>
    <w:rsid w:val="00DD2B28"/>
    <w:rsid w:val="00DD2B8E"/>
    <w:rsid w:val="00DD2C19"/>
    <w:rsid w:val="00DD2FD7"/>
    <w:rsid w:val="00DD37D5"/>
    <w:rsid w:val="00DD3EC4"/>
    <w:rsid w:val="00DD409A"/>
    <w:rsid w:val="00DD40D1"/>
    <w:rsid w:val="00DD4210"/>
    <w:rsid w:val="00DD4686"/>
    <w:rsid w:val="00DD4C53"/>
    <w:rsid w:val="00DD4E20"/>
    <w:rsid w:val="00DD5408"/>
    <w:rsid w:val="00DD5591"/>
    <w:rsid w:val="00DD5597"/>
    <w:rsid w:val="00DD57D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B2E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0E76"/>
    <w:rsid w:val="00DE140B"/>
    <w:rsid w:val="00DE150D"/>
    <w:rsid w:val="00DE1693"/>
    <w:rsid w:val="00DE1AB6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0936"/>
    <w:rsid w:val="00DF1732"/>
    <w:rsid w:val="00DF19C4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39E"/>
    <w:rsid w:val="00DF53A2"/>
    <w:rsid w:val="00DF5493"/>
    <w:rsid w:val="00DF5651"/>
    <w:rsid w:val="00DF5A3F"/>
    <w:rsid w:val="00DF5D7E"/>
    <w:rsid w:val="00DF6EF9"/>
    <w:rsid w:val="00DF701B"/>
    <w:rsid w:val="00DF712A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212"/>
    <w:rsid w:val="00E06352"/>
    <w:rsid w:val="00E063E7"/>
    <w:rsid w:val="00E0653B"/>
    <w:rsid w:val="00E06740"/>
    <w:rsid w:val="00E067D8"/>
    <w:rsid w:val="00E069CF"/>
    <w:rsid w:val="00E06BD1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7A6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4DD"/>
    <w:rsid w:val="00E1757D"/>
    <w:rsid w:val="00E176CC"/>
    <w:rsid w:val="00E179A4"/>
    <w:rsid w:val="00E17A07"/>
    <w:rsid w:val="00E17B38"/>
    <w:rsid w:val="00E204BE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A2"/>
    <w:rsid w:val="00E213EC"/>
    <w:rsid w:val="00E21450"/>
    <w:rsid w:val="00E21489"/>
    <w:rsid w:val="00E214AF"/>
    <w:rsid w:val="00E21862"/>
    <w:rsid w:val="00E21AD7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41CA"/>
    <w:rsid w:val="00E242E3"/>
    <w:rsid w:val="00E243B0"/>
    <w:rsid w:val="00E243BF"/>
    <w:rsid w:val="00E24508"/>
    <w:rsid w:val="00E24BEF"/>
    <w:rsid w:val="00E24DBE"/>
    <w:rsid w:val="00E24F66"/>
    <w:rsid w:val="00E24F7A"/>
    <w:rsid w:val="00E25264"/>
    <w:rsid w:val="00E255B6"/>
    <w:rsid w:val="00E259F6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27EA6"/>
    <w:rsid w:val="00E30623"/>
    <w:rsid w:val="00E30734"/>
    <w:rsid w:val="00E30831"/>
    <w:rsid w:val="00E3097D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2D8"/>
    <w:rsid w:val="00E33337"/>
    <w:rsid w:val="00E333F9"/>
    <w:rsid w:val="00E33785"/>
    <w:rsid w:val="00E33899"/>
    <w:rsid w:val="00E33A0F"/>
    <w:rsid w:val="00E33F25"/>
    <w:rsid w:val="00E33FD7"/>
    <w:rsid w:val="00E341D2"/>
    <w:rsid w:val="00E346F2"/>
    <w:rsid w:val="00E34E2E"/>
    <w:rsid w:val="00E3534A"/>
    <w:rsid w:val="00E3536F"/>
    <w:rsid w:val="00E359FD"/>
    <w:rsid w:val="00E35C8B"/>
    <w:rsid w:val="00E364F0"/>
    <w:rsid w:val="00E3659C"/>
    <w:rsid w:val="00E36C67"/>
    <w:rsid w:val="00E36D95"/>
    <w:rsid w:val="00E36F76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2F6A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0E6"/>
    <w:rsid w:val="00E53D04"/>
    <w:rsid w:val="00E5413F"/>
    <w:rsid w:val="00E54657"/>
    <w:rsid w:val="00E54AB8"/>
    <w:rsid w:val="00E54AE4"/>
    <w:rsid w:val="00E54CF3"/>
    <w:rsid w:val="00E54D05"/>
    <w:rsid w:val="00E54D2E"/>
    <w:rsid w:val="00E552F7"/>
    <w:rsid w:val="00E55D51"/>
    <w:rsid w:val="00E55FEC"/>
    <w:rsid w:val="00E5652C"/>
    <w:rsid w:val="00E56594"/>
    <w:rsid w:val="00E5660A"/>
    <w:rsid w:val="00E569D8"/>
    <w:rsid w:val="00E56CB2"/>
    <w:rsid w:val="00E56DD3"/>
    <w:rsid w:val="00E57134"/>
    <w:rsid w:val="00E5720C"/>
    <w:rsid w:val="00E57552"/>
    <w:rsid w:val="00E575C5"/>
    <w:rsid w:val="00E57673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679"/>
    <w:rsid w:val="00E67874"/>
    <w:rsid w:val="00E67A04"/>
    <w:rsid w:val="00E67A63"/>
    <w:rsid w:val="00E67B3B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3317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B70"/>
    <w:rsid w:val="00E80CF6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91D"/>
    <w:rsid w:val="00E82C1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6014"/>
    <w:rsid w:val="00E860FF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44D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C54"/>
    <w:rsid w:val="00E96F4E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9B6"/>
    <w:rsid w:val="00EA4F74"/>
    <w:rsid w:val="00EA4FD1"/>
    <w:rsid w:val="00EA51F0"/>
    <w:rsid w:val="00EA525F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48D"/>
    <w:rsid w:val="00EB1723"/>
    <w:rsid w:val="00EB1AFA"/>
    <w:rsid w:val="00EB1D8E"/>
    <w:rsid w:val="00EB20CC"/>
    <w:rsid w:val="00EB2138"/>
    <w:rsid w:val="00EB21B5"/>
    <w:rsid w:val="00EB2950"/>
    <w:rsid w:val="00EB2A9E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F9"/>
    <w:rsid w:val="00EC07D7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67E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61FE"/>
    <w:rsid w:val="00EC6240"/>
    <w:rsid w:val="00EC67E3"/>
    <w:rsid w:val="00EC6A59"/>
    <w:rsid w:val="00EC6F91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879"/>
    <w:rsid w:val="00ED1C45"/>
    <w:rsid w:val="00ED1DED"/>
    <w:rsid w:val="00ED1E66"/>
    <w:rsid w:val="00ED1E95"/>
    <w:rsid w:val="00ED1EFB"/>
    <w:rsid w:val="00ED2358"/>
    <w:rsid w:val="00ED26AC"/>
    <w:rsid w:val="00ED287E"/>
    <w:rsid w:val="00ED29ED"/>
    <w:rsid w:val="00ED2CA8"/>
    <w:rsid w:val="00ED2E4A"/>
    <w:rsid w:val="00ED330C"/>
    <w:rsid w:val="00ED394D"/>
    <w:rsid w:val="00ED39B9"/>
    <w:rsid w:val="00ED3AA8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08D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D6"/>
    <w:rsid w:val="00EE404B"/>
    <w:rsid w:val="00EE43BE"/>
    <w:rsid w:val="00EE481E"/>
    <w:rsid w:val="00EE48F7"/>
    <w:rsid w:val="00EE4A2B"/>
    <w:rsid w:val="00EE4DFA"/>
    <w:rsid w:val="00EE50CA"/>
    <w:rsid w:val="00EE525C"/>
    <w:rsid w:val="00EE54ED"/>
    <w:rsid w:val="00EE5540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09AE"/>
    <w:rsid w:val="00EF1889"/>
    <w:rsid w:val="00EF19DB"/>
    <w:rsid w:val="00EF2711"/>
    <w:rsid w:val="00EF2945"/>
    <w:rsid w:val="00EF3471"/>
    <w:rsid w:val="00EF36F3"/>
    <w:rsid w:val="00EF3700"/>
    <w:rsid w:val="00EF3B64"/>
    <w:rsid w:val="00EF3B69"/>
    <w:rsid w:val="00EF3CAA"/>
    <w:rsid w:val="00EF44B4"/>
    <w:rsid w:val="00EF4CCC"/>
    <w:rsid w:val="00EF51DF"/>
    <w:rsid w:val="00EF522A"/>
    <w:rsid w:val="00EF59C2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92E"/>
    <w:rsid w:val="00EF7C7C"/>
    <w:rsid w:val="00EF7CEF"/>
    <w:rsid w:val="00EF7EF9"/>
    <w:rsid w:val="00F0041B"/>
    <w:rsid w:val="00F00486"/>
    <w:rsid w:val="00F0049A"/>
    <w:rsid w:val="00F008A4"/>
    <w:rsid w:val="00F00D2B"/>
    <w:rsid w:val="00F01430"/>
    <w:rsid w:val="00F01677"/>
    <w:rsid w:val="00F01CA0"/>
    <w:rsid w:val="00F02E4A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B3"/>
    <w:rsid w:val="00F10239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835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4AE"/>
    <w:rsid w:val="00F23914"/>
    <w:rsid w:val="00F23A6C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53"/>
    <w:rsid w:val="00F31DAB"/>
    <w:rsid w:val="00F32076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3B"/>
    <w:rsid w:val="00F3604A"/>
    <w:rsid w:val="00F36190"/>
    <w:rsid w:val="00F361C3"/>
    <w:rsid w:val="00F36254"/>
    <w:rsid w:val="00F36945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25"/>
    <w:rsid w:val="00F43F95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4D1"/>
    <w:rsid w:val="00F47877"/>
    <w:rsid w:val="00F478DF"/>
    <w:rsid w:val="00F47BE8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A35"/>
    <w:rsid w:val="00F53C39"/>
    <w:rsid w:val="00F53C4C"/>
    <w:rsid w:val="00F53E29"/>
    <w:rsid w:val="00F549DA"/>
    <w:rsid w:val="00F5529D"/>
    <w:rsid w:val="00F553CA"/>
    <w:rsid w:val="00F55956"/>
    <w:rsid w:val="00F55A95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983"/>
    <w:rsid w:val="00F619A8"/>
    <w:rsid w:val="00F61D87"/>
    <w:rsid w:val="00F6211E"/>
    <w:rsid w:val="00F6242D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3ED"/>
    <w:rsid w:val="00F6666C"/>
    <w:rsid w:val="00F66BE8"/>
    <w:rsid w:val="00F66E0A"/>
    <w:rsid w:val="00F67935"/>
    <w:rsid w:val="00F67ECA"/>
    <w:rsid w:val="00F67F24"/>
    <w:rsid w:val="00F701E3"/>
    <w:rsid w:val="00F70231"/>
    <w:rsid w:val="00F70360"/>
    <w:rsid w:val="00F70BA7"/>
    <w:rsid w:val="00F710E4"/>
    <w:rsid w:val="00F715FA"/>
    <w:rsid w:val="00F71858"/>
    <w:rsid w:val="00F718D0"/>
    <w:rsid w:val="00F71969"/>
    <w:rsid w:val="00F71BE3"/>
    <w:rsid w:val="00F71F6D"/>
    <w:rsid w:val="00F724BB"/>
    <w:rsid w:val="00F7281D"/>
    <w:rsid w:val="00F72AF7"/>
    <w:rsid w:val="00F72D77"/>
    <w:rsid w:val="00F72DFC"/>
    <w:rsid w:val="00F73758"/>
    <w:rsid w:val="00F739D1"/>
    <w:rsid w:val="00F73B80"/>
    <w:rsid w:val="00F73BA1"/>
    <w:rsid w:val="00F73E48"/>
    <w:rsid w:val="00F747C6"/>
    <w:rsid w:val="00F74806"/>
    <w:rsid w:val="00F74A76"/>
    <w:rsid w:val="00F74D6D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0E90"/>
    <w:rsid w:val="00F810FF"/>
    <w:rsid w:val="00F8111B"/>
    <w:rsid w:val="00F8149A"/>
    <w:rsid w:val="00F8194A"/>
    <w:rsid w:val="00F819C6"/>
    <w:rsid w:val="00F81AD2"/>
    <w:rsid w:val="00F81AE7"/>
    <w:rsid w:val="00F81DD4"/>
    <w:rsid w:val="00F81EAA"/>
    <w:rsid w:val="00F8211D"/>
    <w:rsid w:val="00F8224D"/>
    <w:rsid w:val="00F82842"/>
    <w:rsid w:val="00F8289B"/>
    <w:rsid w:val="00F82A66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5269"/>
    <w:rsid w:val="00F852BF"/>
    <w:rsid w:val="00F85327"/>
    <w:rsid w:val="00F855C1"/>
    <w:rsid w:val="00F85870"/>
    <w:rsid w:val="00F858EE"/>
    <w:rsid w:val="00F8598D"/>
    <w:rsid w:val="00F85DAD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B56"/>
    <w:rsid w:val="00F96DA6"/>
    <w:rsid w:val="00F971AC"/>
    <w:rsid w:val="00F976B7"/>
    <w:rsid w:val="00F97712"/>
    <w:rsid w:val="00FA0160"/>
    <w:rsid w:val="00FA01F3"/>
    <w:rsid w:val="00FA0372"/>
    <w:rsid w:val="00FA03A0"/>
    <w:rsid w:val="00FA08DE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242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99"/>
    <w:rsid w:val="00FB59F6"/>
    <w:rsid w:val="00FB5B09"/>
    <w:rsid w:val="00FB61DF"/>
    <w:rsid w:val="00FB62ED"/>
    <w:rsid w:val="00FB676C"/>
    <w:rsid w:val="00FB68FC"/>
    <w:rsid w:val="00FB6D27"/>
    <w:rsid w:val="00FB6F55"/>
    <w:rsid w:val="00FB75AA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E"/>
    <w:rsid w:val="00FC4E16"/>
    <w:rsid w:val="00FC51C5"/>
    <w:rsid w:val="00FC51F4"/>
    <w:rsid w:val="00FC56B1"/>
    <w:rsid w:val="00FC5C78"/>
    <w:rsid w:val="00FC64BC"/>
    <w:rsid w:val="00FC69AA"/>
    <w:rsid w:val="00FC6A4E"/>
    <w:rsid w:val="00FC6A4F"/>
    <w:rsid w:val="00FC6A57"/>
    <w:rsid w:val="00FC713B"/>
    <w:rsid w:val="00FC7831"/>
    <w:rsid w:val="00FC7B9F"/>
    <w:rsid w:val="00FC7E69"/>
    <w:rsid w:val="00FC7FB9"/>
    <w:rsid w:val="00FD0180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542"/>
    <w:rsid w:val="00FE00D8"/>
    <w:rsid w:val="00FE04A7"/>
    <w:rsid w:val="00FE067E"/>
    <w:rsid w:val="00FE095D"/>
    <w:rsid w:val="00FE0AB9"/>
    <w:rsid w:val="00FE1245"/>
    <w:rsid w:val="00FE129D"/>
    <w:rsid w:val="00FE12A9"/>
    <w:rsid w:val="00FE130D"/>
    <w:rsid w:val="00FE18C0"/>
    <w:rsid w:val="00FE1993"/>
    <w:rsid w:val="00FE1A50"/>
    <w:rsid w:val="00FE1D37"/>
    <w:rsid w:val="00FE1EBE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B9"/>
    <w:rsid w:val="00FF5FCC"/>
    <w:rsid w:val="00FF615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A100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ACEE7-63BF-4692-89F9-9D160ABC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100</TotalTime>
  <Pages>7</Pages>
  <Words>2726</Words>
  <Characters>10604</Characters>
  <Application>Microsoft Office Word</Application>
  <DocSecurity>0</DocSecurity>
  <Lines>88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tadsong_h22</dc:creator>
  <cp:keywords/>
  <dc:description/>
  <cp:lastModifiedBy>Panthitav</cp:lastModifiedBy>
  <cp:revision>33</cp:revision>
  <cp:lastPrinted>2020-02-16T00:06:00Z</cp:lastPrinted>
  <dcterms:created xsi:type="dcterms:W3CDTF">2020-02-10T05:14:00Z</dcterms:created>
  <dcterms:modified xsi:type="dcterms:W3CDTF">2020-02-18T12:20:00Z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