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BE8" w:rsidRPr="00016040" w:rsidRDefault="00264BE8" w:rsidP="00264BE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b w:val="0"/>
          <w:bCs w:val="0"/>
          <w:sz w:val="30"/>
          <w:szCs w:val="30"/>
        </w:rPr>
      </w:pPr>
      <w:bookmarkStart w:id="0" w:name="_GoBack"/>
      <w:bookmarkEnd w:id="0"/>
    </w:p>
    <w:p w:rsidR="00264BE8" w:rsidRPr="00016040" w:rsidRDefault="00264BE8" w:rsidP="00264BE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b w:val="0"/>
          <w:bCs w:val="0"/>
          <w:sz w:val="30"/>
          <w:szCs w:val="30"/>
        </w:rPr>
      </w:pPr>
    </w:p>
    <w:p w:rsidR="00264BE8" w:rsidRPr="00016040" w:rsidRDefault="00264BE8" w:rsidP="00264BE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b w:val="0"/>
          <w:bCs w:val="0"/>
          <w:sz w:val="30"/>
          <w:szCs w:val="30"/>
        </w:rPr>
      </w:pPr>
    </w:p>
    <w:p w:rsidR="00264BE8" w:rsidRPr="00016040" w:rsidRDefault="00264BE8" w:rsidP="00264BE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b w:val="0"/>
          <w:bCs w:val="0"/>
          <w:sz w:val="30"/>
          <w:szCs w:val="30"/>
        </w:rPr>
      </w:pPr>
    </w:p>
    <w:p w:rsidR="00264BE8" w:rsidRPr="00016040" w:rsidRDefault="00264BE8" w:rsidP="00264BE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b w:val="0"/>
          <w:bCs w:val="0"/>
          <w:sz w:val="30"/>
          <w:szCs w:val="30"/>
        </w:rPr>
      </w:pPr>
    </w:p>
    <w:p w:rsidR="00124EE3" w:rsidRPr="00016040" w:rsidRDefault="00124EE3" w:rsidP="00264BE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b w:val="0"/>
          <w:bCs w:val="0"/>
          <w:sz w:val="30"/>
          <w:szCs w:val="30"/>
        </w:rPr>
      </w:pPr>
    </w:p>
    <w:p w:rsidR="00264BE8" w:rsidRPr="00016040" w:rsidRDefault="00264BE8" w:rsidP="00264BE8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jc w:val="center"/>
        <w:rPr>
          <w:rFonts w:ascii="Angsana New" w:hAnsi="Angsana New" w:cs="Angsana New"/>
          <w:b w:val="0"/>
          <w:bCs w:val="0"/>
          <w:sz w:val="30"/>
          <w:szCs w:val="30"/>
        </w:rPr>
      </w:pPr>
    </w:p>
    <w:p w:rsidR="00264BE8" w:rsidRPr="00016040" w:rsidRDefault="00124EE3" w:rsidP="00124EE3">
      <w:pPr>
        <w:pStyle w:val="ReportHeading1"/>
        <w:framePr w:w="0" w:hRule="auto" w:hSpace="0" w:wrap="auto" w:vAnchor="margin" w:hAnchor="text" w:xAlign="left" w:yAlign="inline"/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 w:rsidRPr="00016040">
        <w:rPr>
          <w:rFonts w:ascii="Angsana New" w:hAnsi="Angsana New" w:cs="Angsana New" w:hint="cs"/>
          <w:sz w:val="52"/>
          <w:szCs w:val="52"/>
          <w:cs/>
        </w:rPr>
        <w:t>บริษัท ราช</w:t>
      </w:r>
      <w:r w:rsidRPr="00016040">
        <w:rPr>
          <w:rFonts w:ascii="Angsana New" w:hAnsi="Angsana New" w:cs="Angsana New" w:hint="cs"/>
          <w:sz w:val="52"/>
          <w:szCs w:val="52"/>
        </w:rPr>
        <w:t xml:space="preserve"> </w:t>
      </w:r>
      <w:r w:rsidRPr="00016040">
        <w:rPr>
          <w:rFonts w:ascii="Angsana New" w:hAnsi="Angsana New" w:cs="Angsana New" w:hint="cs"/>
          <w:sz w:val="52"/>
          <w:szCs w:val="52"/>
          <w:cs/>
        </w:rPr>
        <w:t xml:space="preserve">กรุ๊ป จำกัด </w:t>
      </w:r>
      <w:r w:rsidRPr="00016040">
        <w:rPr>
          <w:rFonts w:ascii="Angsana New" w:hAnsi="Angsana New" w:cs="Angsana New" w:hint="cs"/>
          <w:sz w:val="52"/>
          <w:szCs w:val="52"/>
        </w:rPr>
        <w:t>(</w:t>
      </w:r>
      <w:r w:rsidRPr="00016040">
        <w:rPr>
          <w:rFonts w:ascii="Angsana New" w:hAnsi="Angsana New" w:cs="Angsana New" w:hint="cs"/>
          <w:sz w:val="52"/>
          <w:szCs w:val="52"/>
          <w:cs/>
        </w:rPr>
        <w:t>มหาชน</w:t>
      </w:r>
      <w:r w:rsidRPr="00016040">
        <w:rPr>
          <w:rFonts w:ascii="Angsana New" w:hAnsi="Angsana New" w:cs="Angsana New" w:hint="cs"/>
          <w:sz w:val="52"/>
          <w:szCs w:val="52"/>
        </w:rPr>
        <w:t xml:space="preserve">) </w:t>
      </w:r>
      <w:r w:rsidRPr="00016040">
        <w:rPr>
          <w:rFonts w:ascii="Angsana New" w:hAnsi="Angsana New" w:cs="Angsana New" w:hint="cs"/>
          <w:sz w:val="52"/>
          <w:szCs w:val="52"/>
          <w:cs/>
        </w:rPr>
        <w:t>และบริษัทย่อย</w:t>
      </w:r>
    </w:p>
    <w:p w:rsidR="00264BE8" w:rsidRPr="00016040" w:rsidRDefault="00124EE3" w:rsidP="00124EE3">
      <w:pPr>
        <w:pStyle w:val="ReportHeading1"/>
        <w:framePr w:w="0" w:hRule="auto" w:hSpace="0" w:wrap="auto" w:vAnchor="margin" w:hAnchor="text" w:xAlign="left" w:yAlign="inline"/>
        <w:spacing w:line="240" w:lineRule="atLeast"/>
        <w:ind w:right="-45"/>
        <w:jc w:val="center"/>
        <w:rPr>
          <w:rFonts w:ascii="Angsana New" w:hAnsi="Angsana New" w:cs="Angsana New"/>
          <w:i/>
          <w:iCs/>
          <w:sz w:val="52"/>
          <w:szCs w:val="52"/>
          <w:cs/>
        </w:rPr>
      </w:pPr>
      <w:r w:rsidRPr="00016040">
        <w:rPr>
          <w:rFonts w:ascii="Angsana New" w:hAnsi="Angsana New" w:cs="Angsana New" w:hint="cs"/>
          <w:i/>
          <w:iCs/>
          <w:sz w:val="52"/>
          <w:szCs w:val="52"/>
        </w:rPr>
        <w:t>(</w:t>
      </w:r>
      <w:r w:rsidRPr="00016040">
        <w:rPr>
          <w:rFonts w:ascii="Angsana New" w:hAnsi="Angsana New" w:cs="Angsana New" w:hint="cs"/>
          <w:i/>
          <w:iCs/>
          <w:sz w:val="52"/>
          <w:szCs w:val="52"/>
          <w:cs/>
        </w:rPr>
        <w:t>เดิมชื่อ</w:t>
      </w:r>
      <w:r w:rsidRPr="00016040">
        <w:rPr>
          <w:rFonts w:ascii="Angsana New" w:hAnsi="Angsana New" w:cs="Angsana New" w:hint="cs"/>
          <w:i/>
          <w:iCs/>
          <w:sz w:val="52"/>
          <w:szCs w:val="52"/>
        </w:rPr>
        <w:t xml:space="preserve"> </w:t>
      </w:r>
      <w:r w:rsidRPr="00016040">
        <w:rPr>
          <w:rFonts w:ascii="Angsana New" w:hAnsi="Angsana New" w:cs="Angsana New" w:hint="cs"/>
          <w:i/>
          <w:iCs/>
          <w:sz w:val="52"/>
          <w:szCs w:val="52"/>
          <w:cs/>
        </w:rPr>
        <w:t>“</w:t>
      </w:r>
      <w:r w:rsidR="00264BE8" w:rsidRPr="00016040">
        <w:rPr>
          <w:rFonts w:ascii="Angsana New" w:hAnsi="Angsana New" w:cs="Angsana New" w:hint="cs"/>
          <w:i/>
          <w:iCs/>
          <w:sz w:val="52"/>
          <w:szCs w:val="52"/>
          <w:cs/>
        </w:rPr>
        <w:t>บริษัท ผลิตไฟฟ้าราชบุรีโฮลดิ้ง</w:t>
      </w:r>
      <w:r w:rsidR="00264BE8" w:rsidRPr="00016040">
        <w:rPr>
          <w:rFonts w:ascii="Angsana New" w:hAnsi="Angsana New" w:cs="Angsana New" w:hint="cs"/>
          <w:i/>
          <w:iCs/>
          <w:sz w:val="52"/>
          <w:szCs w:val="52"/>
        </w:rPr>
        <w:t xml:space="preserve"> </w:t>
      </w:r>
      <w:r w:rsidR="00264BE8" w:rsidRPr="00016040">
        <w:rPr>
          <w:rFonts w:ascii="Angsana New" w:hAnsi="Angsana New" w:cs="Angsana New" w:hint="cs"/>
          <w:i/>
          <w:iCs/>
          <w:sz w:val="52"/>
          <w:szCs w:val="52"/>
          <w:cs/>
        </w:rPr>
        <w:t xml:space="preserve">จำกัด </w:t>
      </w:r>
      <w:r w:rsidR="00264BE8" w:rsidRPr="00016040">
        <w:rPr>
          <w:rFonts w:ascii="Angsana New" w:hAnsi="Angsana New" w:cs="Angsana New" w:hint="cs"/>
          <w:i/>
          <w:iCs/>
          <w:sz w:val="52"/>
          <w:szCs w:val="52"/>
        </w:rPr>
        <w:t>(</w:t>
      </w:r>
      <w:r w:rsidR="00264BE8" w:rsidRPr="00016040">
        <w:rPr>
          <w:rFonts w:ascii="Angsana New" w:hAnsi="Angsana New" w:cs="Angsana New" w:hint="cs"/>
          <w:i/>
          <w:iCs/>
          <w:sz w:val="52"/>
          <w:szCs w:val="52"/>
          <w:cs/>
        </w:rPr>
        <w:t>มหาชน</w:t>
      </w:r>
      <w:r w:rsidRPr="00016040">
        <w:rPr>
          <w:rFonts w:ascii="Angsana New" w:hAnsi="Angsana New" w:cs="Angsana New" w:hint="cs"/>
          <w:i/>
          <w:iCs/>
          <w:sz w:val="52"/>
          <w:szCs w:val="52"/>
        </w:rPr>
        <w:t>)”)</w:t>
      </w:r>
    </w:p>
    <w:p w:rsidR="00264BE8" w:rsidRPr="00016040" w:rsidRDefault="00264BE8" w:rsidP="00124EE3">
      <w:pPr>
        <w:pStyle w:val="ReportHeading1"/>
        <w:framePr w:w="0" w:hRule="auto" w:hSpace="0" w:wrap="auto" w:vAnchor="margin" w:hAnchor="text" w:xAlign="left" w:yAlign="inline"/>
        <w:tabs>
          <w:tab w:val="left" w:pos="540"/>
          <w:tab w:val="left" w:pos="3735"/>
        </w:tabs>
        <w:spacing w:line="240" w:lineRule="atLeast"/>
        <w:jc w:val="center"/>
        <w:rPr>
          <w:rFonts w:ascii="Angsana New" w:hAnsi="Angsana New" w:cs="Angsana New"/>
          <w:sz w:val="28"/>
          <w:szCs w:val="28"/>
        </w:rPr>
      </w:pPr>
    </w:p>
    <w:p w:rsidR="00264BE8" w:rsidRPr="00016040" w:rsidRDefault="00264BE8" w:rsidP="00124EE3">
      <w:pPr>
        <w:pStyle w:val="ReportHeading1"/>
        <w:framePr w:w="0" w:hRule="auto" w:hSpace="0" w:wrap="auto" w:vAnchor="margin" w:hAnchor="text" w:xAlign="left" w:yAlign="inline"/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016040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งบการเงินระหว่างกาล</w:t>
      </w:r>
    </w:p>
    <w:p w:rsidR="00264BE8" w:rsidRPr="00016040" w:rsidRDefault="00AA1DA3" w:rsidP="00124EE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016040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สำหรับงวดสามเดือน</w:t>
      </w:r>
      <w:r w:rsidR="00196C58" w:rsidRPr="00016040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สิ้นสุดวันที่ </w:t>
      </w:r>
      <w:r w:rsidR="00196C58" w:rsidRPr="00016040">
        <w:rPr>
          <w:rFonts w:ascii="Angsana New" w:hAnsi="Angsana New" w:cs="Angsana New" w:hint="cs"/>
          <w:b w:val="0"/>
          <w:bCs w:val="0"/>
          <w:sz w:val="32"/>
          <w:szCs w:val="32"/>
        </w:rPr>
        <w:t xml:space="preserve">31 </w:t>
      </w:r>
      <w:r w:rsidR="00196C58" w:rsidRPr="00016040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มีนาคม </w:t>
      </w:r>
      <w:r w:rsidR="00196C58" w:rsidRPr="00016040">
        <w:rPr>
          <w:rFonts w:ascii="Angsana New" w:hAnsi="Angsana New" w:cs="Angsana New" w:hint="cs"/>
          <w:b w:val="0"/>
          <w:bCs w:val="0"/>
          <w:sz w:val="32"/>
          <w:szCs w:val="32"/>
        </w:rPr>
        <w:t>256</w:t>
      </w:r>
      <w:r w:rsidR="001D2B1B" w:rsidRPr="00016040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2</w:t>
      </w:r>
    </w:p>
    <w:p w:rsidR="00264BE8" w:rsidRPr="00016040" w:rsidRDefault="00264BE8" w:rsidP="00124EE3">
      <w:pPr>
        <w:pStyle w:val="ReportHeading1"/>
        <w:framePr w:w="0" w:hRule="auto" w:hSpace="0" w:wrap="auto" w:vAnchor="margin" w:hAnchor="text" w:xAlign="left" w:yAlign="inline"/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016040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และ</w:t>
      </w:r>
    </w:p>
    <w:p w:rsidR="00264BE8" w:rsidRPr="00016040" w:rsidRDefault="00264BE8" w:rsidP="00124EE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016040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:rsidR="00264BE8" w:rsidRPr="00016040" w:rsidRDefault="00264BE8" w:rsidP="00264BE8">
      <w:pPr>
        <w:pStyle w:val="ReportHeading1"/>
        <w:framePr w:w="0" w:hRule="auto" w:hSpace="0" w:wrap="auto" w:vAnchor="margin" w:hAnchor="text" w:xAlign="left" w:yAlign="inline"/>
        <w:tabs>
          <w:tab w:val="left" w:pos="540"/>
          <w:tab w:val="left" w:pos="3735"/>
        </w:tabs>
        <w:spacing w:line="240" w:lineRule="atLeast"/>
        <w:rPr>
          <w:rFonts w:ascii="Angsana New" w:hAnsi="Angsana New" w:cs="Angsana New"/>
          <w:b w:val="0"/>
          <w:bCs w:val="0"/>
          <w:sz w:val="32"/>
          <w:szCs w:val="32"/>
        </w:rPr>
        <w:sectPr w:rsidR="00264BE8" w:rsidRPr="00016040" w:rsidSect="00F901FA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</w:sectPr>
      </w:pPr>
    </w:p>
    <w:p w:rsidR="00264BE8" w:rsidRPr="00016040" w:rsidRDefault="00264BE8" w:rsidP="00264BE8">
      <w:pPr>
        <w:autoSpaceDE w:val="0"/>
        <w:autoSpaceDN w:val="0"/>
        <w:adjustRightInd w:val="0"/>
        <w:spacing w:line="240" w:lineRule="auto"/>
        <w:rPr>
          <w:rFonts w:ascii="Angsana New" w:hAnsi="Angsana New"/>
          <w:b/>
          <w:bCs/>
          <w:sz w:val="32"/>
          <w:szCs w:val="32"/>
        </w:rPr>
      </w:pPr>
      <w:r w:rsidRPr="00016040">
        <w:rPr>
          <w:rFonts w:ascii="Angsana New" w:hAnsi="Angsana New" w:hint="cs"/>
          <w:b/>
          <w:bCs/>
          <w:sz w:val="32"/>
          <w:szCs w:val="32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:rsidR="00264BE8" w:rsidRPr="00016040" w:rsidRDefault="00264BE8" w:rsidP="00264B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</w:p>
    <w:p w:rsidR="00264BE8" w:rsidRPr="00016040" w:rsidRDefault="00D10C62" w:rsidP="00264B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  <w:r w:rsidRPr="00016040">
        <w:rPr>
          <w:rFonts w:ascii="Angsana New" w:hAnsi="Angsana New" w:hint="cs"/>
          <w:b/>
          <w:bCs/>
          <w:sz w:val="30"/>
          <w:szCs w:val="30"/>
          <w:cs/>
        </w:rPr>
        <w:t xml:space="preserve">เสนอ </w:t>
      </w:r>
      <w:r w:rsidR="00264BE8" w:rsidRPr="00016040">
        <w:rPr>
          <w:rFonts w:ascii="Angsana New" w:hAnsi="Angsana New" w:hint="cs"/>
          <w:b/>
          <w:bCs/>
          <w:sz w:val="30"/>
          <w:szCs w:val="30"/>
          <w:cs/>
        </w:rPr>
        <w:t>คณะกรรมการ</w:t>
      </w:r>
      <w:r w:rsidR="00124EE3" w:rsidRPr="00016040">
        <w:rPr>
          <w:rFonts w:ascii="Angsana New" w:hAnsi="Angsana New" w:hint="cs"/>
          <w:b/>
          <w:bCs/>
          <w:sz w:val="30"/>
          <w:szCs w:val="30"/>
          <w:cs/>
        </w:rPr>
        <w:t>บริษัท ราช กรุ๊ป จำกัด (มหาชน)</w:t>
      </w:r>
      <w:r w:rsidR="00124EE3" w:rsidRPr="00016040">
        <w:rPr>
          <w:rFonts w:ascii="Angsana New" w:hAnsi="Angsana New" w:hint="cs"/>
          <w:b/>
          <w:bCs/>
          <w:sz w:val="30"/>
          <w:szCs w:val="30"/>
        </w:rPr>
        <w:t xml:space="preserve"> </w:t>
      </w:r>
      <w:r w:rsidR="00124EE3" w:rsidRPr="00016040">
        <w:rPr>
          <w:rFonts w:ascii="Angsana New" w:hAnsi="Angsana New" w:hint="cs"/>
          <w:b/>
          <w:bCs/>
          <w:i/>
          <w:iCs/>
          <w:sz w:val="30"/>
          <w:szCs w:val="30"/>
        </w:rPr>
        <w:t>(</w:t>
      </w:r>
      <w:r w:rsidR="00124EE3" w:rsidRPr="00016040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เดิมชื่อ </w:t>
      </w:r>
      <w:r w:rsidR="00124EE3" w:rsidRPr="00016040">
        <w:rPr>
          <w:rFonts w:ascii="Angsana New" w:hAnsi="Angsana New" w:hint="cs"/>
          <w:b/>
          <w:bCs/>
          <w:i/>
          <w:iCs/>
          <w:sz w:val="30"/>
          <w:szCs w:val="30"/>
        </w:rPr>
        <w:t>“</w:t>
      </w:r>
      <w:r w:rsidR="00264BE8" w:rsidRPr="00016040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บริษัท ผลิตไฟฟ้าราชบุรีโฮลดิ้ง จำกัด </w:t>
      </w:r>
      <w:r w:rsidR="00264BE8" w:rsidRPr="00016040">
        <w:rPr>
          <w:rFonts w:ascii="Angsana New" w:hAnsi="Angsana New" w:hint="cs"/>
          <w:b/>
          <w:bCs/>
          <w:i/>
          <w:iCs/>
          <w:sz w:val="30"/>
          <w:szCs w:val="30"/>
        </w:rPr>
        <w:t>(</w:t>
      </w:r>
      <w:r w:rsidR="00264BE8" w:rsidRPr="00016040">
        <w:rPr>
          <w:rFonts w:ascii="Angsana New" w:hAnsi="Angsana New" w:hint="cs"/>
          <w:b/>
          <w:bCs/>
          <w:i/>
          <w:iCs/>
          <w:sz w:val="30"/>
          <w:szCs w:val="30"/>
          <w:cs/>
        </w:rPr>
        <w:t>มหาชน</w:t>
      </w:r>
      <w:r w:rsidR="00264BE8" w:rsidRPr="00016040">
        <w:rPr>
          <w:rFonts w:ascii="Angsana New" w:hAnsi="Angsana New" w:hint="cs"/>
          <w:b/>
          <w:bCs/>
          <w:i/>
          <w:iCs/>
          <w:sz w:val="30"/>
          <w:szCs w:val="30"/>
        </w:rPr>
        <w:t>)</w:t>
      </w:r>
      <w:r w:rsidR="00124EE3" w:rsidRPr="00016040">
        <w:rPr>
          <w:rFonts w:ascii="Angsana New" w:hAnsi="Angsana New" w:hint="cs"/>
          <w:b/>
          <w:bCs/>
          <w:i/>
          <w:iCs/>
          <w:sz w:val="30"/>
          <w:szCs w:val="30"/>
        </w:rPr>
        <w:t>”)</w:t>
      </w:r>
    </w:p>
    <w:p w:rsidR="00264BE8" w:rsidRPr="00016040" w:rsidRDefault="00264BE8" w:rsidP="00264B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264BE8" w:rsidRPr="00016040" w:rsidRDefault="00AA1DA3" w:rsidP="007B46A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  <w:r w:rsidRPr="00016040">
        <w:rPr>
          <w:rFonts w:ascii="Angsana New" w:hAnsi="Angsana New" w:hint="cs"/>
          <w:sz w:val="30"/>
          <w:szCs w:val="30"/>
          <w:cs/>
        </w:rPr>
        <w:t>ข้าพเจ้าได้สอบทานงบแสดงฐานะการเงินรวมและงบแสดงฐานะการเงินเฉพาะกิจการ</w:t>
      </w:r>
      <w:r w:rsidR="000726F4" w:rsidRPr="00016040">
        <w:rPr>
          <w:rFonts w:ascii="Angsana New" w:hAnsi="Angsana New" w:hint="cs"/>
          <w:sz w:val="30"/>
          <w:szCs w:val="30"/>
          <w:cs/>
        </w:rPr>
        <w:t xml:space="preserve"> </w:t>
      </w:r>
      <w:r w:rsidRPr="00016040">
        <w:rPr>
          <w:rFonts w:ascii="Angsana New" w:hAnsi="Angsana New" w:hint="cs"/>
          <w:sz w:val="30"/>
          <w:szCs w:val="30"/>
          <w:cs/>
        </w:rPr>
        <w:t>ณ</w:t>
      </w:r>
      <w:r w:rsidR="000726F4" w:rsidRPr="00016040">
        <w:rPr>
          <w:rFonts w:ascii="Angsana New" w:hAnsi="Angsana New" w:hint="cs"/>
          <w:sz w:val="30"/>
          <w:szCs w:val="30"/>
          <w:cs/>
        </w:rPr>
        <w:t xml:space="preserve"> </w:t>
      </w:r>
      <w:r w:rsidRPr="00016040">
        <w:rPr>
          <w:rFonts w:ascii="Angsana New" w:hAnsi="Angsana New" w:hint="cs"/>
          <w:sz w:val="30"/>
          <w:szCs w:val="30"/>
          <w:cs/>
        </w:rPr>
        <w:t>วันที่</w:t>
      </w:r>
      <w:r w:rsidR="002019E5" w:rsidRPr="00016040">
        <w:rPr>
          <w:rFonts w:ascii="Angsana New" w:hAnsi="Angsana New" w:hint="cs"/>
          <w:sz w:val="30"/>
          <w:szCs w:val="30"/>
          <w:cs/>
        </w:rPr>
        <w:t xml:space="preserve"> 3</w:t>
      </w:r>
      <w:r w:rsidR="002019E5" w:rsidRPr="00016040">
        <w:rPr>
          <w:rFonts w:ascii="Angsana New" w:hAnsi="Angsana New" w:hint="cs"/>
          <w:sz w:val="30"/>
          <w:szCs w:val="30"/>
        </w:rPr>
        <w:t xml:space="preserve">1 </w:t>
      </w:r>
      <w:r w:rsidR="002019E5" w:rsidRPr="00016040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="00670A55" w:rsidRPr="00016040">
        <w:rPr>
          <w:rFonts w:ascii="Angsana New" w:hAnsi="Angsana New" w:hint="cs"/>
          <w:sz w:val="30"/>
          <w:szCs w:val="30"/>
        </w:rPr>
        <w:t>2</w:t>
      </w:r>
      <w:r w:rsidR="002019E5" w:rsidRPr="00016040">
        <w:rPr>
          <w:rFonts w:ascii="Angsana New" w:hAnsi="Angsana New" w:hint="cs"/>
          <w:sz w:val="30"/>
          <w:szCs w:val="30"/>
        </w:rPr>
        <w:t>56</w:t>
      </w:r>
      <w:r w:rsidR="001D2B1B" w:rsidRPr="00016040">
        <w:rPr>
          <w:rFonts w:ascii="Angsana New" w:hAnsi="Angsana New" w:hint="cs"/>
          <w:sz w:val="30"/>
          <w:szCs w:val="30"/>
          <w:cs/>
        </w:rPr>
        <w:t>2</w:t>
      </w:r>
      <w:r w:rsidR="000726F4" w:rsidRPr="00016040">
        <w:rPr>
          <w:rFonts w:ascii="Angsana New" w:hAnsi="Angsana New" w:hint="cs"/>
          <w:sz w:val="30"/>
          <w:szCs w:val="30"/>
        </w:rPr>
        <w:t xml:space="preserve"> </w:t>
      </w:r>
      <w:r w:rsidRPr="00016040">
        <w:rPr>
          <w:rFonts w:ascii="Angsana New" w:hAnsi="Angsana New" w:hint="cs"/>
          <w:sz w:val="30"/>
          <w:szCs w:val="30"/>
          <w:cs/>
        </w:rPr>
        <w:t>งบกำไร</w:t>
      </w:r>
      <w:r w:rsidRPr="00016040">
        <w:rPr>
          <w:rFonts w:ascii="Angsana New" w:hAnsi="Angsana New" w:hint="cs"/>
          <w:spacing w:val="2"/>
          <w:sz w:val="30"/>
          <w:szCs w:val="30"/>
          <w:cs/>
        </w:rPr>
        <w:t>ขาดทุนเบ็ดเสร็จรวมและงบกำไรขาดทุนเบ็ดเสร็จเฉพาะกิจการ</w:t>
      </w:r>
      <w:r w:rsidRPr="00016040">
        <w:rPr>
          <w:rFonts w:ascii="Angsana New" w:hAnsi="Angsana New" w:hint="cs"/>
          <w:spacing w:val="2"/>
          <w:sz w:val="30"/>
          <w:szCs w:val="30"/>
        </w:rPr>
        <w:t xml:space="preserve"> </w:t>
      </w:r>
      <w:r w:rsidRPr="00016040">
        <w:rPr>
          <w:rFonts w:ascii="Angsana New" w:hAnsi="Angsana New" w:hint="cs"/>
          <w:spacing w:val="2"/>
          <w:sz w:val="30"/>
          <w:szCs w:val="30"/>
          <w:cs/>
        </w:rPr>
        <w:t>งบแสดงการ</w:t>
      </w:r>
      <w:r w:rsidRPr="00016040">
        <w:rPr>
          <w:rFonts w:ascii="Angsana New" w:hAnsi="Angsana New" w:hint="cs"/>
          <w:sz w:val="30"/>
          <w:szCs w:val="30"/>
          <w:cs/>
        </w:rPr>
        <w:t>เปลี่ยนแปลงส่วนของผู้ถือหุ้นรวมและ</w:t>
      </w:r>
      <w:r w:rsidR="0041602D" w:rsidRPr="00016040">
        <w:rPr>
          <w:rFonts w:ascii="Angsana New" w:hAnsi="Angsana New" w:hint="cs"/>
          <w:sz w:val="30"/>
          <w:szCs w:val="30"/>
        </w:rPr>
        <w:t xml:space="preserve">                            </w:t>
      </w:r>
      <w:r w:rsidRPr="00016040">
        <w:rPr>
          <w:rFonts w:ascii="Angsana New" w:hAnsi="Angsana New" w:hint="cs"/>
          <w:sz w:val="30"/>
          <w:szCs w:val="30"/>
          <w:cs/>
        </w:rPr>
        <w:t xml:space="preserve">งบแสดงการเปลี่ยนแปลงส่วนของผู้ถือหุ้นเฉพาะกิจการ และงบกระแสเงินสดรวมและงบกระแสเงินสดเฉพาะกิจการ </w:t>
      </w:r>
      <w:r w:rsidRPr="00016040">
        <w:rPr>
          <w:rFonts w:ascii="Angsana New" w:hAnsi="Angsana New" w:hint="cs"/>
          <w:spacing w:val="-5"/>
          <w:sz w:val="30"/>
          <w:szCs w:val="30"/>
          <w:cs/>
        </w:rPr>
        <w:t>สำหรับงวด</w:t>
      </w:r>
      <w:r w:rsidR="002019E5" w:rsidRPr="00016040">
        <w:rPr>
          <w:rFonts w:ascii="Angsana New" w:hAnsi="Angsana New" w:hint="cs"/>
          <w:spacing w:val="-5"/>
          <w:sz w:val="30"/>
          <w:szCs w:val="30"/>
          <w:cs/>
        </w:rPr>
        <w:t>สาม</w:t>
      </w:r>
      <w:r w:rsidRPr="00016040">
        <w:rPr>
          <w:rFonts w:ascii="Angsana New" w:hAnsi="Angsana New" w:hint="cs"/>
          <w:spacing w:val="-5"/>
          <w:sz w:val="30"/>
          <w:szCs w:val="30"/>
          <w:cs/>
        </w:rPr>
        <w:t>เดือนสิ้นสุดวันที่</w:t>
      </w:r>
      <w:r w:rsidR="002019E5" w:rsidRPr="00016040">
        <w:rPr>
          <w:rFonts w:ascii="Angsana New" w:hAnsi="Angsana New" w:hint="cs"/>
          <w:spacing w:val="-5"/>
          <w:sz w:val="30"/>
          <w:szCs w:val="30"/>
          <w:cs/>
        </w:rPr>
        <w:t xml:space="preserve"> </w:t>
      </w:r>
      <w:r w:rsidR="002019E5" w:rsidRPr="00016040">
        <w:rPr>
          <w:rFonts w:ascii="Angsana New" w:hAnsi="Angsana New" w:hint="cs"/>
          <w:spacing w:val="-5"/>
          <w:sz w:val="30"/>
          <w:szCs w:val="30"/>
        </w:rPr>
        <w:t xml:space="preserve">31 </w:t>
      </w:r>
      <w:r w:rsidR="002019E5" w:rsidRPr="00016040">
        <w:rPr>
          <w:rFonts w:ascii="Angsana New" w:hAnsi="Angsana New" w:hint="cs"/>
          <w:spacing w:val="-5"/>
          <w:sz w:val="30"/>
          <w:szCs w:val="30"/>
          <w:cs/>
        </w:rPr>
        <w:t xml:space="preserve">มีนาคม </w:t>
      </w:r>
      <w:r w:rsidR="002019E5" w:rsidRPr="00016040">
        <w:rPr>
          <w:rFonts w:ascii="Angsana New" w:hAnsi="Angsana New" w:hint="cs"/>
          <w:spacing w:val="-5"/>
          <w:sz w:val="30"/>
          <w:szCs w:val="30"/>
        </w:rPr>
        <w:t>256</w:t>
      </w:r>
      <w:r w:rsidR="001D2B1B" w:rsidRPr="00016040">
        <w:rPr>
          <w:rFonts w:ascii="Angsana New" w:hAnsi="Angsana New" w:hint="cs"/>
          <w:spacing w:val="-5"/>
          <w:sz w:val="30"/>
          <w:szCs w:val="30"/>
          <w:cs/>
        </w:rPr>
        <w:t>2</w:t>
      </w:r>
      <w:r w:rsidRPr="00016040">
        <w:rPr>
          <w:rFonts w:ascii="Angsana New" w:hAnsi="Angsana New" w:hint="cs"/>
          <w:spacing w:val="-5"/>
          <w:sz w:val="30"/>
          <w:szCs w:val="30"/>
        </w:rPr>
        <w:t xml:space="preserve"> </w:t>
      </w:r>
      <w:r w:rsidRPr="00016040">
        <w:rPr>
          <w:rFonts w:ascii="Angsana New" w:hAnsi="Angsana New" w:hint="cs"/>
          <w:spacing w:val="-5"/>
          <w:sz w:val="30"/>
          <w:szCs w:val="30"/>
          <w:cs/>
        </w:rPr>
        <w:t xml:space="preserve">และหมายเหตุประกอบงบการเงินแบบย่อ </w:t>
      </w:r>
      <w:r w:rsidRPr="00016040">
        <w:rPr>
          <w:rFonts w:ascii="Angsana New" w:hAnsi="Angsana New" w:hint="cs"/>
          <w:spacing w:val="-5"/>
          <w:sz w:val="30"/>
          <w:szCs w:val="30"/>
        </w:rPr>
        <w:t>(</w:t>
      </w:r>
      <w:r w:rsidR="00424EA3" w:rsidRPr="00016040">
        <w:rPr>
          <w:rFonts w:ascii="Angsana New" w:hAnsi="Angsana New" w:hint="cs"/>
          <w:spacing w:val="-5"/>
          <w:sz w:val="30"/>
          <w:szCs w:val="30"/>
          <w:cs/>
        </w:rPr>
        <w:t>ข้อมูลทางการเงินระหว่างกาล</w:t>
      </w:r>
      <w:r w:rsidRPr="00016040">
        <w:rPr>
          <w:rFonts w:ascii="Angsana New" w:hAnsi="Angsana New" w:hint="cs"/>
          <w:spacing w:val="-5"/>
          <w:sz w:val="30"/>
          <w:szCs w:val="30"/>
          <w:cs/>
        </w:rPr>
        <w:t>)</w:t>
      </w:r>
      <w:r w:rsidRPr="00016040">
        <w:rPr>
          <w:rFonts w:ascii="Angsana New" w:hAnsi="Angsana New" w:hint="cs"/>
          <w:sz w:val="30"/>
          <w:szCs w:val="30"/>
          <w:cs/>
        </w:rPr>
        <w:t xml:space="preserve"> ของบริษัท</w:t>
      </w:r>
      <w:r w:rsidR="00124EE3" w:rsidRPr="00016040">
        <w:rPr>
          <w:rFonts w:ascii="Angsana New" w:hAnsi="Angsana New" w:hint="cs"/>
          <w:sz w:val="30"/>
          <w:szCs w:val="30"/>
        </w:rPr>
        <w:t xml:space="preserve"> </w:t>
      </w:r>
      <w:r w:rsidR="00124EE3" w:rsidRPr="00016040">
        <w:rPr>
          <w:rFonts w:ascii="Angsana New" w:hAnsi="Angsana New" w:hint="cs"/>
          <w:sz w:val="30"/>
          <w:szCs w:val="30"/>
          <w:cs/>
        </w:rPr>
        <w:t>ราช กรุ๊ป จำกัด (มหาชน)</w:t>
      </w:r>
      <w:r w:rsidR="00124EE3" w:rsidRPr="00016040">
        <w:rPr>
          <w:rFonts w:ascii="Angsana New" w:hAnsi="Angsana New" w:hint="cs"/>
          <w:sz w:val="30"/>
          <w:szCs w:val="30"/>
        </w:rPr>
        <w:t xml:space="preserve"> </w:t>
      </w:r>
      <w:r w:rsidR="00124EE3" w:rsidRPr="00016040">
        <w:rPr>
          <w:rFonts w:ascii="Angsana New" w:hAnsi="Angsana New" w:hint="cs"/>
          <w:i/>
          <w:iCs/>
          <w:sz w:val="30"/>
          <w:szCs w:val="30"/>
        </w:rPr>
        <w:t>(</w:t>
      </w:r>
      <w:r w:rsidR="00124EE3" w:rsidRPr="00016040">
        <w:rPr>
          <w:rFonts w:ascii="Angsana New" w:hAnsi="Angsana New" w:hint="cs"/>
          <w:i/>
          <w:iCs/>
          <w:sz w:val="30"/>
          <w:szCs w:val="30"/>
          <w:cs/>
        </w:rPr>
        <w:t xml:space="preserve">เดิมชื่อ </w:t>
      </w:r>
      <w:r w:rsidR="00124EE3" w:rsidRPr="00016040">
        <w:rPr>
          <w:rFonts w:ascii="Angsana New" w:hAnsi="Angsana New" w:hint="cs"/>
          <w:i/>
          <w:iCs/>
          <w:sz w:val="30"/>
          <w:szCs w:val="30"/>
        </w:rPr>
        <w:t>“</w:t>
      </w:r>
      <w:r w:rsidR="00124EE3" w:rsidRPr="00016040">
        <w:rPr>
          <w:rFonts w:ascii="Angsana New" w:hAnsi="Angsana New" w:hint="cs"/>
          <w:i/>
          <w:iCs/>
          <w:sz w:val="30"/>
          <w:szCs w:val="30"/>
          <w:cs/>
        </w:rPr>
        <w:t xml:space="preserve">บริษัท ผลิตไฟฟ้าราชบุรีโฮลดิ้ง จำกัด </w:t>
      </w:r>
      <w:r w:rsidR="00124EE3" w:rsidRPr="00016040">
        <w:rPr>
          <w:rFonts w:ascii="Angsana New" w:hAnsi="Angsana New" w:hint="cs"/>
          <w:i/>
          <w:iCs/>
          <w:sz w:val="30"/>
          <w:szCs w:val="30"/>
        </w:rPr>
        <w:t>(</w:t>
      </w:r>
      <w:r w:rsidR="00124EE3" w:rsidRPr="00016040">
        <w:rPr>
          <w:rFonts w:ascii="Angsana New" w:hAnsi="Angsana New" w:hint="cs"/>
          <w:i/>
          <w:iCs/>
          <w:sz w:val="30"/>
          <w:szCs w:val="30"/>
          <w:cs/>
        </w:rPr>
        <w:t>มหาชน</w:t>
      </w:r>
      <w:r w:rsidR="00124EE3" w:rsidRPr="00016040">
        <w:rPr>
          <w:rFonts w:ascii="Angsana New" w:hAnsi="Angsana New" w:hint="cs"/>
          <w:i/>
          <w:iCs/>
          <w:sz w:val="30"/>
          <w:szCs w:val="30"/>
        </w:rPr>
        <w:t>)”)</w:t>
      </w:r>
      <w:r w:rsidR="00124EE3" w:rsidRPr="00016040">
        <w:rPr>
          <w:rFonts w:ascii="Angsana New" w:hAnsi="Angsana New" w:hint="cs"/>
          <w:sz w:val="30"/>
          <w:szCs w:val="30"/>
        </w:rPr>
        <w:t xml:space="preserve"> </w:t>
      </w:r>
      <w:r w:rsidR="00124EE3" w:rsidRPr="00016040">
        <w:rPr>
          <w:rFonts w:ascii="Angsana New" w:hAnsi="Angsana New" w:hint="cs"/>
          <w:sz w:val="30"/>
          <w:szCs w:val="30"/>
          <w:cs/>
        </w:rPr>
        <w:t>แล</w:t>
      </w:r>
      <w:r w:rsidR="00B46BB7" w:rsidRPr="00016040">
        <w:rPr>
          <w:rFonts w:ascii="Angsana New" w:hAnsi="Angsana New" w:hint="cs"/>
          <w:sz w:val="30"/>
          <w:szCs w:val="30"/>
          <w:cs/>
        </w:rPr>
        <w:t>ะบริษัทย่อย</w:t>
      </w:r>
      <w:r w:rsidRPr="00016040">
        <w:rPr>
          <w:rFonts w:ascii="Angsana New" w:hAnsi="Angsana New" w:hint="cs"/>
          <w:sz w:val="30"/>
          <w:szCs w:val="30"/>
          <w:cs/>
        </w:rPr>
        <w:t xml:space="preserve">และของเฉพาะบริษัท </w:t>
      </w:r>
      <w:r w:rsidR="00124EE3" w:rsidRPr="00016040">
        <w:rPr>
          <w:rFonts w:ascii="Angsana New" w:hAnsi="Angsana New" w:hint="cs"/>
          <w:sz w:val="30"/>
          <w:szCs w:val="30"/>
          <w:cs/>
        </w:rPr>
        <w:t>ราช กรุ๊ป</w:t>
      </w:r>
      <w:r w:rsidR="00124EE3" w:rsidRPr="00016040">
        <w:rPr>
          <w:rFonts w:ascii="Angsana New" w:hAnsi="Angsana New" w:hint="cs"/>
          <w:sz w:val="30"/>
          <w:szCs w:val="30"/>
        </w:rPr>
        <w:t xml:space="preserve"> </w:t>
      </w:r>
      <w:r w:rsidRPr="00016040">
        <w:rPr>
          <w:rFonts w:ascii="Angsana New" w:hAnsi="Angsana New" w:hint="cs"/>
          <w:sz w:val="30"/>
          <w:szCs w:val="30"/>
          <w:cs/>
        </w:rPr>
        <w:t>จำกัด</w:t>
      </w:r>
      <w:r w:rsidRPr="00016040">
        <w:rPr>
          <w:rFonts w:ascii="Angsana New" w:hAnsi="Angsana New" w:hint="cs"/>
          <w:sz w:val="30"/>
          <w:szCs w:val="30"/>
        </w:rPr>
        <w:t xml:space="preserve"> </w:t>
      </w:r>
      <w:r w:rsidRPr="00016040">
        <w:rPr>
          <w:rFonts w:ascii="Angsana New" w:hAnsi="Angsana New" w:hint="cs"/>
          <w:sz w:val="30"/>
          <w:szCs w:val="30"/>
          <w:cs/>
        </w:rPr>
        <w:t>(มหาชน) ตามลำดับ</w:t>
      </w:r>
      <w:r w:rsidRPr="00016040">
        <w:rPr>
          <w:rFonts w:ascii="Angsana New" w:hAnsi="Angsana New" w:hint="cs"/>
          <w:sz w:val="30"/>
          <w:szCs w:val="30"/>
        </w:rPr>
        <w:t xml:space="preserve"> </w:t>
      </w:r>
      <w:r w:rsidRPr="00016040">
        <w:rPr>
          <w:rFonts w:ascii="Angsana New" w:hAnsi="Angsana New" w:hint="cs"/>
          <w:sz w:val="30"/>
          <w:szCs w:val="30"/>
          <w:cs/>
        </w:rPr>
        <w:t xml:space="preserve"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016040">
        <w:rPr>
          <w:rFonts w:ascii="Angsana New" w:hAnsi="Angsana New" w:hint="cs"/>
          <w:sz w:val="30"/>
          <w:szCs w:val="30"/>
        </w:rPr>
        <w:t>34</w:t>
      </w:r>
      <w:r w:rsidR="00B46BB7" w:rsidRPr="00016040">
        <w:rPr>
          <w:rFonts w:ascii="Angsana New" w:hAnsi="Angsana New" w:hint="cs"/>
          <w:sz w:val="30"/>
          <w:szCs w:val="30"/>
          <w:cs/>
        </w:rPr>
        <w:t xml:space="preserve"> เรื่อง</w:t>
      </w:r>
      <w:r w:rsidR="00B46BB7" w:rsidRPr="00016040">
        <w:rPr>
          <w:rFonts w:ascii="Angsana New" w:hAnsi="Angsana New" w:hint="cs"/>
          <w:sz w:val="30"/>
          <w:szCs w:val="30"/>
        </w:rPr>
        <w:t xml:space="preserve"> </w:t>
      </w:r>
      <w:r w:rsidR="007F5BA5" w:rsidRPr="00016040">
        <w:rPr>
          <w:rFonts w:ascii="Angsana New" w:hAnsi="Angsana New" w:hint="cs"/>
          <w:sz w:val="30"/>
          <w:szCs w:val="30"/>
          <w:cs/>
        </w:rPr>
        <w:t>การรายงานทาง</w:t>
      </w:r>
      <w:r w:rsidRPr="00016040">
        <w:rPr>
          <w:rFonts w:ascii="Angsana New" w:hAnsi="Angsana New" w:hint="cs"/>
          <w:sz w:val="30"/>
          <w:szCs w:val="30"/>
          <w:cs/>
        </w:rPr>
        <w:t>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:rsidR="00264BE8" w:rsidRPr="00016040" w:rsidRDefault="00264BE8" w:rsidP="00264BE8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264BE8" w:rsidRPr="00016040" w:rsidRDefault="00264BE8" w:rsidP="00264BE8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  <w:r w:rsidRPr="00016040">
        <w:rPr>
          <w:rFonts w:ascii="Angsana New" w:hAnsi="Angsana New" w:hint="cs"/>
          <w:i/>
          <w:iCs/>
          <w:sz w:val="30"/>
          <w:szCs w:val="30"/>
          <w:cs/>
        </w:rPr>
        <w:t>ขอบเขตการสอบทาน</w:t>
      </w:r>
    </w:p>
    <w:p w:rsidR="00264BE8" w:rsidRPr="00016040" w:rsidRDefault="00264BE8" w:rsidP="00264BE8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</w:p>
    <w:p w:rsidR="00264BE8" w:rsidRPr="00016040" w:rsidRDefault="00264BE8" w:rsidP="00264BE8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016040">
        <w:rPr>
          <w:rFonts w:ascii="Angsana New" w:hAnsi="Angsana New" w:hint="cs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016040">
        <w:rPr>
          <w:rFonts w:ascii="Angsana New" w:hAnsi="Angsana New" w:hint="cs"/>
          <w:sz w:val="30"/>
          <w:szCs w:val="30"/>
        </w:rPr>
        <w:t xml:space="preserve"> </w:t>
      </w:r>
      <w:r w:rsidRPr="00016040">
        <w:rPr>
          <w:rFonts w:ascii="Angsana New" w:hAnsi="Angsana New" w:hint="cs"/>
          <w:sz w:val="30"/>
          <w:szCs w:val="30"/>
          <w:cs/>
        </w:rPr>
        <w:t>รหัส</w:t>
      </w:r>
      <w:r w:rsidRPr="00016040">
        <w:rPr>
          <w:rFonts w:ascii="Angsana New" w:hAnsi="Angsana New" w:hint="cs"/>
          <w:sz w:val="30"/>
          <w:szCs w:val="30"/>
        </w:rPr>
        <w:t xml:space="preserve"> 2410 “</w:t>
      </w:r>
      <w:r w:rsidRPr="00016040">
        <w:rPr>
          <w:rFonts w:ascii="Angsana New" w:hAnsi="Angsana New" w:hint="cs"/>
          <w:sz w:val="30"/>
          <w:szCs w:val="30"/>
          <w:cs/>
        </w:rPr>
        <w:t>การสอบ</w:t>
      </w:r>
      <w:r w:rsidR="000726F4" w:rsidRPr="00016040">
        <w:rPr>
          <w:rFonts w:ascii="Angsana New" w:hAnsi="Angsana New" w:hint="cs"/>
          <w:sz w:val="30"/>
          <w:szCs w:val="30"/>
          <w:cs/>
        </w:rPr>
        <w:t>ทานข้อมูลทางการเงินระหว่างกาลโดย</w:t>
      </w:r>
      <w:r w:rsidRPr="00016040">
        <w:rPr>
          <w:rFonts w:ascii="Angsana New" w:hAnsi="Angsana New" w:hint="cs"/>
          <w:sz w:val="30"/>
          <w:szCs w:val="30"/>
          <w:cs/>
        </w:rPr>
        <w:t>ผู้สอบบัญชีรับอนุญาตของกิจการ</w:t>
      </w:r>
      <w:r w:rsidRPr="00016040">
        <w:rPr>
          <w:rFonts w:ascii="Angsana New" w:hAnsi="Angsana New" w:hint="cs"/>
          <w:sz w:val="30"/>
          <w:szCs w:val="30"/>
        </w:rPr>
        <w:t>”</w:t>
      </w:r>
      <w:r w:rsidRPr="00016040">
        <w:rPr>
          <w:rFonts w:ascii="Angsana New" w:hAnsi="Angsana New" w:hint="cs"/>
          <w:sz w:val="30"/>
          <w:szCs w:val="30"/>
          <w:cs/>
        </w:rPr>
        <w:t xml:space="preserve"> การสอบทานดังกล่าวประกอบด้วย</w:t>
      </w:r>
      <w:r w:rsidRPr="00016040">
        <w:rPr>
          <w:rFonts w:ascii="Angsana New" w:hAnsi="Angsana New" w:hint="cs"/>
          <w:sz w:val="30"/>
          <w:szCs w:val="30"/>
        </w:rPr>
        <w:t xml:space="preserve"> </w:t>
      </w:r>
      <w:r w:rsidRPr="00016040">
        <w:rPr>
          <w:rFonts w:ascii="Angsana New" w:hAnsi="Angsana New" w:hint="cs"/>
          <w:sz w:val="30"/>
          <w:szCs w:val="30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016040">
        <w:rPr>
          <w:rFonts w:ascii="Angsana New" w:hAnsi="Angsana New" w:hint="cs"/>
          <w:sz w:val="30"/>
          <w:szCs w:val="30"/>
        </w:rPr>
        <w:t xml:space="preserve"> </w:t>
      </w:r>
      <w:r w:rsidRPr="00016040">
        <w:rPr>
          <w:rFonts w:ascii="Angsana New" w:hAnsi="Angsana New" w:hint="cs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 w:rsidRPr="00016040">
        <w:rPr>
          <w:rFonts w:ascii="Angsana New" w:hAnsi="Angsana New" w:hint="cs"/>
          <w:sz w:val="30"/>
          <w:szCs w:val="30"/>
        </w:rPr>
        <w:t xml:space="preserve">  </w:t>
      </w:r>
      <w:r w:rsidR="00395C6D" w:rsidRPr="00016040">
        <w:rPr>
          <w:rFonts w:ascii="Angsana New" w:hAnsi="Angsana New" w:hint="cs"/>
          <w:sz w:val="30"/>
          <w:szCs w:val="30"/>
        </w:rPr>
        <w:t xml:space="preserve"> </w:t>
      </w:r>
      <w:r w:rsidR="0041602D" w:rsidRPr="00016040">
        <w:rPr>
          <w:rFonts w:ascii="Angsana New" w:hAnsi="Angsana New" w:hint="cs"/>
          <w:sz w:val="30"/>
          <w:szCs w:val="30"/>
          <w:cs/>
        </w:rPr>
        <w:t xml:space="preserve">         </w:t>
      </w:r>
      <w:r w:rsidR="00395C6D" w:rsidRPr="00016040">
        <w:rPr>
          <w:rFonts w:ascii="Angsana New" w:hAnsi="Angsana New" w:hint="cs"/>
          <w:sz w:val="30"/>
          <w:szCs w:val="30"/>
        </w:rPr>
        <w:t xml:space="preserve">             </w:t>
      </w:r>
      <w:r w:rsidRPr="00016040">
        <w:rPr>
          <w:rFonts w:ascii="Angsana New" w:hAnsi="Angsana New" w:hint="cs"/>
          <w:sz w:val="30"/>
          <w:szCs w:val="30"/>
        </w:rPr>
        <w:t xml:space="preserve">    </w:t>
      </w:r>
      <w:r w:rsidRPr="00016040">
        <w:rPr>
          <w:rFonts w:ascii="Angsana New" w:hAnsi="Angsana New" w:hint="cs"/>
          <w:sz w:val="30"/>
          <w:szCs w:val="30"/>
          <w:cs/>
        </w:rPr>
        <w:t>ซึ่งอาจพบได้จากการตรวจสอบ</w:t>
      </w:r>
      <w:r w:rsidRPr="00016040">
        <w:rPr>
          <w:rFonts w:ascii="Angsana New" w:hAnsi="Angsana New" w:hint="cs"/>
          <w:sz w:val="30"/>
          <w:szCs w:val="30"/>
        </w:rPr>
        <w:t xml:space="preserve"> </w:t>
      </w:r>
      <w:r w:rsidRPr="00016040">
        <w:rPr>
          <w:rFonts w:ascii="Angsana New" w:hAnsi="Angsana New" w:hint="cs"/>
          <w:sz w:val="30"/>
          <w:szCs w:val="30"/>
          <w:cs/>
        </w:rPr>
        <w:t>ดังนั้นข้าพเจ้าจึงไม่แสดงความเห็นต่อข้อมูลทางการเงินระหว่างกาลที่สอบทาน</w:t>
      </w:r>
    </w:p>
    <w:p w:rsidR="00545D1F" w:rsidRPr="00016040" w:rsidRDefault="00545D1F" w:rsidP="00264BE8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264BE8" w:rsidRPr="00016040" w:rsidRDefault="00264BE8" w:rsidP="00264BE8">
      <w:pPr>
        <w:autoSpaceDE w:val="0"/>
        <w:autoSpaceDN w:val="0"/>
        <w:adjustRightInd w:val="0"/>
        <w:spacing w:before="240" w:line="240" w:lineRule="auto"/>
        <w:jc w:val="thaiDistribute"/>
        <w:rPr>
          <w:rFonts w:ascii="Angsana New" w:hAnsi="Angsana New"/>
          <w:sz w:val="30"/>
          <w:szCs w:val="30"/>
        </w:rPr>
        <w:sectPr w:rsidR="00264BE8" w:rsidRPr="00016040" w:rsidSect="00545D1F"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691" w:right="1152" w:bottom="576" w:left="1152" w:header="720" w:footer="720" w:gutter="0"/>
          <w:cols w:space="708"/>
          <w:titlePg/>
          <w:docGrid w:linePitch="360"/>
        </w:sectPr>
      </w:pPr>
    </w:p>
    <w:p w:rsidR="00545D1F" w:rsidRPr="00016040" w:rsidRDefault="00545D1F" w:rsidP="00264BE8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</w:p>
    <w:p w:rsidR="00124EE3" w:rsidRPr="00016040" w:rsidRDefault="00124EE3" w:rsidP="00124EE3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016040">
        <w:rPr>
          <w:rFonts w:ascii="Angsana New" w:hAnsi="Angsana New" w:hint="cs"/>
          <w:i/>
          <w:iCs/>
          <w:sz w:val="30"/>
          <w:szCs w:val="30"/>
          <w:cs/>
        </w:rPr>
        <w:t>ข้อสรุป</w:t>
      </w:r>
    </w:p>
    <w:p w:rsidR="00124EE3" w:rsidRPr="00016040" w:rsidRDefault="00124EE3" w:rsidP="00124EE3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</w:p>
    <w:p w:rsidR="00124EE3" w:rsidRPr="00016040" w:rsidRDefault="00124EE3" w:rsidP="00124EE3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016040">
        <w:rPr>
          <w:rFonts w:ascii="Angsana New" w:hAnsi="Angsana New" w:hint="cs"/>
          <w:sz w:val="30"/>
          <w:szCs w:val="30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</w:t>
      </w:r>
      <w:r w:rsidRPr="00016040">
        <w:rPr>
          <w:rFonts w:ascii="Angsana New" w:hAnsi="Angsana New" w:hint="cs"/>
          <w:sz w:val="30"/>
          <w:szCs w:val="30"/>
        </w:rPr>
        <w:t xml:space="preserve">        </w:t>
      </w:r>
      <w:r w:rsidRPr="00016040">
        <w:rPr>
          <w:rFonts w:ascii="Angsana New" w:hAnsi="Angsana New" w:hint="cs"/>
          <w:sz w:val="30"/>
          <w:szCs w:val="30"/>
          <w:cs/>
        </w:rPr>
        <w:t xml:space="preserve">ฉบับที่ </w:t>
      </w:r>
      <w:r w:rsidRPr="00016040">
        <w:rPr>
          <w:rFonts w:ascii="Angsana New" w:hAnsi="Angsana New" w:hint="cs"/>
          <w:sz w:val="30"/>
          <w:szCs w:val="30"/>
        </w:rPr>
        <w:t>34</w:t>
      </w:r>
      <w:r w:rsidRPr="00016040"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การรายงานทางการเงินระหว่างกาล</w:t>
      </w:r>
      <w:r w:rsidRPr="00016040">
        <w:rPr>
          <w:rFonts w:ascii="Angsana New" w:hAnsi="Angsana New" w:hint="cs"/>
          <w:sz w:val="30"/>
          <w:szCs w:val="30"/>
        </w:rPr>
        <w:t xml:space="preserve"> </w:t>
      </w:r>
      <w:r w:rsidRPr="00016040">
        <w:rPr>
          <w:rFonts w:ascii="Angsana New" w:hAnsi="Angsana New" w:hint="cs"/>
          <w:sz w:val="30"/>
          <w:szCs w:val="30"/>
          <w:cs/>
        </w:rPr>
        <w:t>ในสาระสำคัญจากการสอบทานของข้าพเจ้า</w:t>
      </w:r>
    </w:p>
    <w:p w:rsidR="00264BE8" w:rsidRPr="00016040" w:rsidRDefault="00264BE8" w:rsidP="00264BE8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</w:p>
    <w:p w:rsidR="00264BE8" w:rsidRPr="00016040" w:rsidRDefault="00264BE8" w:rsidP="00264BE8">
      <w:pPr>
        <w:tabs>
          <w:tab w:val="clear" w:pos="3742"/>
          <w:tab w:val="left" w:pos="3735"/>
        </w:tabs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016040">
        <w:rPr>
          <w:rFonts w:ascii="Angsana New" w:hAnsi="Angsana New" w:hint="cs"/>
          <w:i/>
          <w:iCs/>
          <w:sz w:val="30"/>
          <w:szCs w:val="30"/>
          <w:cs/>
        </w:rPr>
        <w:t>ข้อมูลและเหตุการณ์ที่เน้น</w:t>
      </w:r>
    </w:p>
    <w:p w:rsidR="00264BE8" w:rsidRPr="00016040" w:rsidRDefault="00264BE8" w:rsidP="00264BE8">
      <w:pPr>
        <w:tabs>
          <w:tab w:val="clear" w:pos="3742"/>
          <w:tab w:val="left" w:pos="3735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124EE3" w:rsidRPr="00016040" w:rsidRDefault="00124EE3" w:rsidP="00124EE3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016040">
        <w:rPr>
          <w:rFonts w:ascii="Angsana New" w:hAnsi="Angsana New" w:hint="cs"/>
          <w:sz w:val="30"/>
          <w:szCs w:val="30"/>
          <w:cs/>
        </w:rPr>
        <w:t xml:space="preserve">ข้าพเจ้าขอให้สังเกตหมายเหตุประกอบข้อมูลทางการเงินระหว่างกาลข้อ </w:t>
      </w:r>
      <w:r w:rsidRPr="00016040">
        <w:rPr>
          <w:rFonts w:ascii="Angsana New" w:hAnsi="Angsana New" w:hint="cs"/>
          <w:sz w:val="30"/>
          <w:szCs w:val="30"/>
        </w:rPr>
        <w:t>3</w:t>
      </w:r>
      <w:r w:rsidRPr="00016040">
        <w:rPr>
          <w:rFonts w:ascii="Angsana New" w:hAnsi="Angsana New" w:hint="cs"/>
          <w:sz w:val="30"/>
          <w:szCs w:val="30"/>
          <w:cs/>
        </w:rPr>
        <w:t xml:space="preserve"> ซึ่งได้อธิบายถึงผลกระทบต่อกลุ่มบริษัท        </w:t>
      </w:r>
      <w:r w:rsidRPr="00016040">
        <w:rPr>
          <w:rFonts w:ascii="Angsana New" w:hAnsi="Angsana New" w:hint="cs"/>
          <w:spacing w:val="-4"/>
          <w:sz w:val="30"/>
          <w:szCs w:val="30"/>
          <w:cs/>
        </w:rPr>
        <w:t>จากการนำนโยบายการบัญชี เรื่อง</w:t>
      </w:r>
      <w:r w:rsidRPr="00016040">
        <w:rPr>
          <w:rFonts w:ascii="Angsana New" w:hAnsi="Angsana New" w:hint="cs"/>
          <w:spacing w:val="-4"/>
          <w:sz w:val="30"/>
          <w:szCs w:val="30"/>
        </w:rPr>
        <w:t xml:space="preserve"> </w:t>
      </w:r>
      <w:r w:rsidRPr="00016040">
        <w:rPr>
          <w:rFonts w:ascii="Angsana New" w:hAnsi="Angsana New" w:hint="cs"/>
          <w:spacing w:val="-4"/>
          <w:sz w:val="30"/>
          <w:szCs w:val="30"/>
          <w:cs/>
        </w:rPr>
        <w:t xml:space="preserve">เครื่องมือทางการเงินที่เป็นตราสารอนุพันธ์และการบัญชีป้องกันความเสี่ยงมาถือปฏิบัติตั้งแต่วันที่ </w:t>
      </w:r>
      <w:r w:rsidRPr="00016040">
        <w:rPr>
          <w:rFonts w:ascii="Angsana New" w:hAnsi="Angsana New" w:hint="cs"/>
          <w:spacing w:val="-4"/>
          <w:sz w:val="30"/>
          <w:szCs w:val="30"/>
        </w:rPr>
        <w:t xml:space="preserve">1 </w:t>
      </w:r>
      <w:r w:rsidRPr="00016040">
        <w:rPr>
          <w:rFonts w:ascii="Angsana New" w:hAnsi="Angsana New" w:hint="cs"/>
          <w:spacing w:val="-4"/>
          <w:sz w:val="30"/>
          <w:szCs w:val="30"/>
          <w:cs/>
        </w:rPr>
        <w:t xml:space="preserve">มกราคม </w:t>
      </w:r>
      <w:r w:rsidRPr="00016040">
        <w:rPr>
          <w:rFonts w:ascii="Angsana New" w:hAnsi="Angsana New" w:hint="cs"/>
          <w:spacing w:val="-4"/>
          <w:sz w:val="30"/>
          <w:szCs w:val="30"/>
        </w:rPr>
        <w:t>2561</w:t>
      </w:r>
      <w:r w:rsidRPr="00016040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14501D" w:rsidRPr="00016040">
        <w:rPr>
          <w:rFonts w:ascii="Angsana New" w:hAnsi="Angsana New" w:hint="cs"/>
          <w:spacing w:val="-4"/>
          <w:sz w:val="30"/>
          <w:szCs w:val="30"/>
          <w:cs/>
        </w:rPr>
        <w:t>ดังนั้น</w:t>
      </w:r>
      <w:r w:rsidRPr="00016040">
        <w:rPr>
          <w:rFonts w:ascii="Angsana New" w:hAnsi="Angsana New" w:hint="cs"/>
          <w:spacing w:val="-2"/>
          <w:sz w:val="30"/>
          <w:szCs w:val="30"/>
          <w:cs/>
        </w:rPr>
        <w:t>งบกำไรขาดทุนเบ็ดเสร็จรวม</w:t>
      </w:r>
      <w:r w:rsidRPr="00016040">
        <w:rPr>
          <w:rFonts w:ascii="Angsana New" w:hAnsi="Angsana New" w:hint="cs"/>
          <w:sz w:val="30"/>
          <w:szCs w:val="30"/>
        </w:rPr>
        <w:t xml:space="preserve"> </w:t>
      </w:r>
      <w:r w:rsidRPr="00016040">
        <w:rPr>
          <w:rFonts w:ascii="Angsana New" w:hAnsi="Angsana New" w:hint="cs"/>
          <w:sz w:val="30"/>
          <w:szCs w:val="30"/>
          <w:cs/>
        </w:rPr>
        <w:t>งบแสดงการเปลี่ยนแปลงส่วนของผู้ถือหุ้นรวม และ</w:t>
      </w:r>
      <w:r w:rsidR="0014501D" w:rsidRPr="00016040">
        <w:rPr>
          <w:rFonts w:ascii="Angsana New" w:hAnsi="Angsana New" w:hint="cs"/>
          <w:sz w:val="30"/>
          <w:szCs w:val="30"/>
          <w:cs/>
        </w:rPr>
        <w:t xml:space="preserve">                </w:t>
      </w:r>
      <w:r w:rsidRPr="00016040">
        <w:rPr>
          <w:rFonts w:ascii="Angsana New" w:hAnsi="Angsana New" w:hint="cs"/>
          <w:sz w:val="30"/>
          <w:szCs w:val="30"/>
          <w:cs/>
        </w:rPr>
        <w:t>งบกระแสเงินสดรวม สำหรับงวดสามเดือนสิ้นสุดวันที่</w:t>
      </w:r>
      <w:r w:rsidRPr="00016040">
        <w:rPr>
          <w:rFonts w:ascii="Angsana New" w:hAnsi="Angsana New" w:hint="cs"/>
          <w:sz w:val="30"/>
          <w:szCs w:val="30"/>
        </w:rPr>
        <w:t xml:space="preserve"> 31 </w:t>
      </w:r>
      <w:r w:rsidRPr="00016040">
        <w:rPr>
          <w:rFonts w:ascii="Angsana New" w:hAnsi="Angsana New" w:hint="cs"/>
          <w:sz w:val="30"/>
          <w:szCs w:val="30"/>
          <w:cs/>
        </w:rPr>
        <w:t xml:space="preserve">มีนาคม </w:t>
      </w:r>
      <w:r w:rsidRPr="00016040">
        <w:rPr>
          <w:rFonts w:ascii="Angsana New" w:hAnsi="Angsana New" w:hint="cs"/>
          <w:sz w:val="30"/>
          <w:szCs w:val="30"/>
        </w:rPr>
        <w:t>2561</w:t>
      </w:r>
      <w:r w:rsidRPr="00016040">
        <w:rPr>
          <w:rFonts w:ascii="Angsana New" w:hAnsi="Angsana New" w:hint="cs"/>
          <w:sz w:val="30"/>
          <w:szCs w:val="30"/>
          <w:cs/>
        </w:rPr>
        <w:t xml:space="preserve"> ที่แสดงเป็นข้อมูลเปรียบเทียบได้ปรับปรุง</w:t>
      </w:r>
      <w:r w:rsidR="00162582" w:rsidRPr="00016040">
        <w:rPr>
          <w:rFonts w:ascii="Angsana New" w:hAnsi="Angsana New" w:hint="cs"/>
          <w:sz w:val="30"/>
          <w:szCs w:val="30"/>
          <w:cs/>
        </w:rPr>
        <w:t>ใหม่</w:t>
      </w:r>
      <w:r w:rsidRPr="00016040">
        <w:rPr>
          <w:rFonts w:ascii="Angsana New" w:hAnsi="Angsana New" w:hint="cs"/>
          <w:sz w:val="30"/>
          <w:szCs w:val="30"/>
          <w:cs/>
        </w:rPr>
        <w:t xml:space="preserve">ตามที่ได้อธิบายไว้ในหมายเหตุข้อ </w:t>
      </w:r>
      <w:r w:rsidRPr="00016040">
        <w:rPr>
          <w:rFonts w:ascii="Angsana New" w:hAnsi="Angsana New" w:hint="cs"/>
          <w:sz w:val="30"/>
          <w:szCs w:val="30"/>
        </w:rPr>
        <w:t>3</w:t>
      </w:r>
      <w:r w:rsidRPr="00016040">
        <w:rPr>
          <w:rFonts w:ascii="Angsana New" w:hAnsi="Angsana New" w:hint="cs"/>
          <w:sz w:val="30"/>
          <w:szCs w:val="30"/>
          <w:cs/>
        </w:rPr>
        <w:t xml:space="preserve"> ทั้งนี้ ข้อสรุปของข้าพเจ้าไม่ได้เปลี่ยนแปลงไปเนื่องจากเรื่องนี้</w:t>
      </w:r>
    </w:p>
    <w:p w:rsidR="00264BE8" w:rsidRPr="00016040" w:rsidRDefault="00264BE8" w:rsidP="00264BE8">
      <w:pPr>
        <w:tabs>
          <w:tab w:val="clear" w:pos="3742"/>
          <w:tab w:val="left" w:pos="3735"/>
        </w:tabs>
        <w:spacing w:line="240" w:lineRule="auto"/>
        <w:rPr>
          <w:rFonts w:ascii="Angsana New" w:hAnsi="Angsana New"/>
          <w:sz w:val="30"/>
          <w:szCs w:val="30"/>
        </w:rPr>
      </w:pPr>
    </w:p>
    <w:p w:rsidR="00264BE8" w:rsidRPr="00016040" w:rsidRDefault="00264BE8" w:rsidP="00264BE8">
      <w:pPr>
        <w:tabs>
          <w:tab w:val="clear" w:pos="3742"/>
          <w:tab w:val="left" w:pos="3735"/>
        </w:tabs>
        <w:spacing w:line="240" w:lineRule="auto"/>
        <w:rPr>
          <w:rFonts w:ascii="Angsana New" w:hAnsi="Angsana New"/>
          <w:sz w:val="30"/>
          <w:szCs w:val="30"/>
        </w:rPr>
      </w:pPr>
    </w:p>
    <w:p w:rsidR="00264BE8" w:rsidRPr="00016040" w:rsidRDefault="00264BE8" w:rsidP="00264BE8">
      <w:pPr>
        <w:tabs>
          <w:tab w:val="clear" w:pos="3742"/>
          <w:tab w:val="left" w:pos="3735"/>
        </w:tabs>
        <w:spacing w:line="240" w:lineRule="auto"/>
        <w:rPr>
          <w:rFonts w:ascii="Angsana New" w:hAnsi="Angsana New"/>
          <w:sz w:val="30"/>
          <w:szCs w:val="30"/>
        </w:rPr>
      </w:pPr>
    </w:p>
    <w:p w:rsidR="00264BE8" w:rsidRPr="00016040" w:rsidRDefault="00264BE8" w:rsidP="00264BE8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</w:rPr>
      </w:pPr>
      <w:r w:rsidRPr="00016040">
        <w:rPr>
          <w:rFonts w:ascii="Angsana New" w:hAnsi="Angsana New" w:cs="Angsana New" w:hint="cs"/>
          <w:cs/>
        </w:rPr>
        <w:t>(</w:t>
      </w:r>
      <w:r w:rsidR="00A84761" w:rsidRPr="00016040">
        <w:rPr>
          <w:rFonts w:ascii="Angsana New" w:hAnsi="Angsana New" w:cs="Angsana New" w:hint="cs"/>
          <w:cs/>
        </w:rPr>
        <w:t>ไวโรจน์ จินดามณีพิทักษ์</w:t>
      </w:r>
      <w:r w:rsidRPr="00016040">
        <w:rPr>
          <w:rFonts w:ascii="Angsana New" w:hAnsi="Angsana New" w:cs="Angsana New" w:hint="cs"/>
          <w:cs/>
        </w:rPr>
        <w:t>)</w:t>
      </w:r>
    </w:p>
    <w:p w:rsidR="00264BE8" w:rsidRPr="00016040" w:rsidRDefault="00264BE8" w:rsidP="00264BE8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</w:rPr>
      </w:pPr>
      <w:r w:rsidRPr="00016040">
        <w:rPr>
          <w:rFonts w:ascii="Angsana New" w:hAnsi="Angsana New" w:cs="Angsana New" w:hint="cs"/>
          <w:cs/>
        </w:rPr>
        <w:t>ผู้สอบบัญชีรับอนุญาต</w:t>
      </w:r>
    </w:p>
    <w:p w:rsidR="00264BE8" w:rsidRPr="00016040" w:rsidRDefault="00264BE8" w:rsidP="00264BE8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  <w:lang w:val="en-US"/>
        </w:rPr>
      </w:pPr>
      <w:r w:rsidRPr="00016040">
        <w:rPr>
          <w:rFonts w:ascii="Angsana New" w:hAnsi="Angsana New" w:cs="Angsana New" w:hint="cs"/>
          <w:cs/>
        </w:rPr>
        <w:t xml:space="preserve">เลขทะเบียน </w:t>
      </w:r>
      <w:r w:rsidR="00A84761" w:rsidRPr="00016040">
        <w:rPr>
          <w:rFonts w:ascii="Angsana New" w:hAnsi="Angsana New" w:cs="Angsana New" w:hint="cs"/>
          <w:lang w:val="en-US"/>
        </w:rPr>
        <w:t>3565</w:t>
      </w:r>
    </w:p>
    <w:p w:rsidR="00264BE8" w:rsidRPr="00016040" w:rsidRDefault="00264BE8" w:rsidP="00264BE8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</w:rPr>
      </w:pPr>
    </w:p>
    <w:p w:rsidR="00264BE8" w:rsidRPr="00016040" w:rsidRDefault="00264BE8" w:rsidP="00264B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  <w:r w:rsidRPr="00016040">
        <w:rPr>
          <w:rFonts w:ascii="Angsana New" w:hAnsi="Angsana New" w:hint="cs"/>
          <w:sz w:val="30"/>
          <w:szCs w:val="30"/>
          <w:cs/>
        </w:rPr>
        <w:t>บริษัท เคพีเอ็มจี ภูมิไชย สอบบัญชี จำกัด</w:t>
      </w:r>
    </w:p>
    <w:p w:rsidR="00264BE8" w:rsidRPr="00016040" w:rsidRDefault="00264BE8" w:rsidP="00264B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  <w:r w:rsidRPr="00016040">
        <w:rPr>
          <w:rFonts w:ascii="Angsana New" w:hAnsi="Angsana New" w:hint="cs"/>
          <w:sz w:val="30"/>
          <w:szCs w:val="30"/>
          <w:cs/>
        </w:rPr>
        <w:t>กรุงเทพมหานคร</w:t>
      </w:r>
    </w:p>
    <w:p w:rsidR="00264BE8" w:rsidRPr="00016040" w:rsidRDefault="00124EE3" w:rsidP="00264B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  <w:cs/>
        </w:rPr>
      </w:pPr>
      <w:r w:rsidRPr="00016040">
        <w:rPr>
          <w:rFonts w:ascii="Angsana New" w:hAnsi="Angsana New" w:hint="cs"/>
          <w:sz w:val="30"/>
          <w:szCs w:val="30"/>
        </w:rPr>
        <w:t xml:space="preserve">13 </w:t>
      </w:r>
      <w:r w:rsidR="00424EA3" w:rsidRPr="00016040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="00745965" w:rsidRPr="00016040">
        <w:rPr>
          <w:rFonts w:ascii="Angsana New" w:hAnsi="Angsana New" w:hint="cs"/>
          <w:sz w:val="30"/>
          <w:szCs w:val="30"/>
        </w:rPr>
        <w:t>256</w:t>
      </w:r>
      <w:r w:rsidR="001D2B1B" w:rsidRPr="00016040">
        <w:rPr>
          <w:rFonts w:ascii="Angsana New" w:hAnsi="Angsana New" w:hint="cs"/>
          <w:sz w:val="30"/>
          <w:szCs w:val="30"/>
          <w:cs/>
        </w:rPr>
        <w:t>2</w:t>
      </w:r>
    </w:p>
    <w:p w:rsidR="00301497" w:rsidRPr="00016040" w:rsidRDefault="00301497" w:rsidP="00545D1F">
      <w:pPr>
        <w:pStyle w:val="IndexHeading1"/>
        <w:tabs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sz w:val="30"/>
          <w:szCs w:val="30"/>
        </w:rPr>
      </w:pPr>
    </w:p>
    <w:sectPr w:rsidR="00301497" w:rsidRPr="00016040" w:rsidSect="00545D1F">
      <w:headerReference w:type="default" r:id="rId18"/>
      <w:footerReference w:type="default" r:id="rId19"/>
      <w:pgSz w:w="11907" w:h="16840" w:code="9"/>
      <w:pgMar w:top="691" w:right="1152" w:bottom="576" w:left="1152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7788" w:rsidRDefault="008E7788" w:rsidP="004956B4">
      <w:r>
        <w:separator/>
      </w:r>
    </w:p>
  </w:endnote>
  <w:endnote w:type="continuationSeparator" w:id="0">
    <w:p w:rsidR="008E7788" w:rsidRDefault="008E7788" w:rsidP="0049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0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EucrosiaUPC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BrowalliaUPC">
    <w:panose1 w:val="020B0604020202020204"/>
    <w:charset w:val="DE"/>
    <w:family w:val="swiss"/>
    <w:pitch w:val="variable"/>
    <w:sig w:usb0="01000003" w:usb1="00000000" w:usb2="00000000" w:usb3="00000000" w:csb0="0001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altName w:val="Courier New"/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79F" w:rsidRDefault="00F2179F" w:rsidP="0095285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0</w:t>
    </w:r>
    <w:r>
      <w:rPr>
        <w:rStyle w:val="PageNumber"/>
      </w:rPr>
      <w:fldChar w:fldCharType="end"/>
    </w:r>
  </w:p>
  <w:p w:rsidR="00F2179F" w:rsidRDefault="00F2179F" w:rsidP="001E3D8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79F" w:rsidRPr="009702ED" w:rsidRDefault="00F2179F" w:rsidP="009F1F22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9702ED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9702ED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9702ED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0</w:t>
    </w:r>
    <w:r w:rsidRPr="009702ED">
      <w:rPr>
        <w:rStyle w:val="PageNumber"/>
        <w:rFonts w:ascii="Angsana New" w:hAnsi="Angsana New"/>
        <w:sz w:val="30"/>
        <w:szCs w:val="30"/>
        <w:cs/>
      </w:rPr>
      <w:fldChar w:fldCharType="end"/>
    </w:r>
  </w:p>
  <w:p w:rsidR="00F2179F" w:rsidRPr="009702ED" w:rsidRDefault="00F2179F">
    <w:pPr>
      <w:pStyle w:val="Footer"/>
      <w:rPr>
        <w:rFonts w:ascii="Angsana New" w:hAnsi="Angsana New"/>
        <w:i/>
        <w:iCs/>
        <w:sz w:val="30"/>
        <w:szCs w:val="30"/>
      </w:rPr>
    </w:pPr>
    <w:r w:rsidRPr="009702ED">
      <w:rPr>
        <w:rFonts w:ascii="Angsana New" w:hAnsi="Angsana New"/>
        <w:i/>
        <w:iCs/>
        <w:sz w:val="30"/>
        <w:szCs w:val="30"/>
      </w:rPr>
      <w:fldChar w:fldCharType="begin"/>
    </w:r>
    <w:r w:rsidRPr="009702ED">
      <w:rPr>
        <w:rFonts w:ascii="Angsana New" w:hAnsi="Angsana New"/>
        <w:i/>
        <w:iCs/>
        <w:sz w:val="30"/>
        <w:szCs w:val="30"/>
      </w:rPr>
      <w:instrText xml:space="preserve"> FILENAME </w:instrText>
    </w:r>
    <w:r w:rsidRPr="009702ED">
      <w:rPr>
        <w:rFonts w:ascii="Angsana New" w:hAnsi="Angsana New"/>
        <w:i/>
        <w:iCs/>
        <w:sz w:val="30"/>
        <w:szCs w:val="30"/>
      </w:rPr>
      <w:fldChar w:fldCharType="separate"/>
    </w:r>
    <w:r w:rsidR="00545D1F">
      <w:rPr>
        <w:rFonts w:ascii="Angsana New" w:hAnsi="Angsana New"/>
        <w:i/>
        <w:iCs/>
        <w:noProof/>
        <w:sz w:val="30"/>
        <w:szCs w:val="30"/>
      </w:rPr>
      <w:t>rht1</w:t>
    </w:r>
    <w:r w:rsidRPr="009702ED">
      <w:rPr>
        <w:rFonts w:ascii="Angsana New" w:hAnsi="Angsana New"/>
        <w:i/>
        <w:iCs/>
        <w:sz w:val="30"/>
        <w:szCs w:val="30"/>
      </w:rPr>
      <w:fldChar w:fldCharType="end"/>
    </w:r>
    <w:r w:rsidRPr="009702ED">
      <w:rPr>
        <w:rFonts w:ascii="Angsana New" w:hAnsi="Angsana New"/>
        <w:i/>
        <w:iCs/>
        <w:sz w:val="30"/>
        <w:szCs w:val="30"/>
      </w:rPr>
      <w:tab/>
    </w:r>
    <w:r w:rsidRPr="009702ED">
      <w:rPr>
        <w:rFonts w:ascii="Angsana New" w:hAnsi="Angsana New"/>
        <w:i/>
        <w:iCs/>
        <w:sz w:val="30"/>
        <w:szCs w:val="30"/>
      </w:rPr>
      <w:tab/>
    </w:r>
    <w:r w:rsidRPr="009702ED">
      <w:rPr>
        <w:rFonts w:ascii="Angsana New" w:hAnsi="Angsana New"/>
        <w:i/>
        <w:iCs/>
        <w:sz w:val="30"/>
        <w:szCs w:val="30"/>
      </w:rPr>
      <w:tab/>
    </w:r>
    <w:r w:rsidRPr="009702ED">
      <w:rPr>
        <w:rFonts w:ascii="Angsana New" w:hAnsi="Angsana New"/>
        <w:i/>
        <w:iCs/>
        <w:sz w:val="30"/>
        <w:szCs w:val="30"/>
      </w:rPr>
      <w:tab/>
    </w:r>
    <w:r w:rsidRPr="009702ED">
      <w:rPr>
        <w:rFonts w:ascii="Angsana New" w:hAnsi="Angsana New"/>
        <w:i/>
        <w:iCs/>
        <w:sz w:val="30"/>
        <w:szCs w:val="3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79F" w:rsidRPr="00124EE3" w:rsidRDefault="00F2179F" w:rsidP="00414066">
    <w:pPr>
      <w:pStyle w:val="Footer"/>
      <w:jc w:val="center"/>
      <w:rPr>
        <w:rFonts w:asciiTheme="majorBidi" w:hAnsiTheme="majorBidi" w:cstheme="majorBidi"/>
        <w:sz w:val="30"/>
        <w:szCs w:val="3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79F" w:rsidRDefault="00F2179F" w:rsidP="00FD11A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0</w:t>
    </w:r>
    <w:r>
      <w:rPr>
        <w:rStyle w:val="PageNumber"/>
      </w:rPr>
      <w:fldChar w:fldCharType="end"/>
    </w:r>
  </w:p>
  <w:p w:rsidR="00F2179F" w:rsidRDefault="00F2179F" w:rsidP="007C095B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79F" w:rsidRPr="009702ED" w:rsidRDefault="00F2179F" w:rsidP="009702ED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9702ED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9702ED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9702ED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39</w:t>
    </w:r>
    <w:r w:rsidRPr="009702ED">
      <w:rPr>
        <w:rStyle w:val="PageNumber"/>
        <w:rFonts w:ascii="Angsana New" w:hAnsi="Angsana New"/>
        <w:sz w:val="30"/>
        <w:szCs w:val="30"/>
        <w:cs/>
      </w:rPr>
      <w:fldChar w:fldCharType="end"/>
    </w:r>
  </w:p>
  <w:p w:rsidR="00F2179F" w:rsidRPr="009702ED" w:rsidRDefault="00F2179F" w:rsidP="00066538">
    <w:pPr>
      <w:pStyle w:val="Footer"/>
      <w:ind w:right="360"/>
      <w:rPr>
        <w:rFonts w:ascii="Angsana New" w:hAnsi="Angsana New"/>
        <w:i/>
        <w:iCs/>
        <w:sz w:val="30"/>
        <w:szCs w:val="3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5D1F" w:rsidRPr="00124EE3" w:rsidRDefault="00545D1F" w:rsidP="00414066">
    <w:pPr>
      <w:pStyle w:val="Footer"/>
      <w:jc w:val="center"/>
      <w:rPr>
        <w:rFonts w:asciiTheme="majorBidi" w:hAnsiTheme="majorBidi" w:cstheme="majorBidi"/>
        <w:sz w:val="30"/>
        <w:szCs w:val="30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79F" w:rsidRPr="00702A20" w:rsidRDefault="00F2179F" w:rsidP="00061335">
    <w:pPr>
      <w:pStyle w:val="Footer"/>
      <w:framePr w:w="376"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sz w:val="30"/>
        <w:szCs w:val="30"/>
      </w:rPr>
    </w:pPr>
    <w:r w:rsidRPr="00702A20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702A20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3B017F">
      <w:rPr>
        <w:rStyle w:val="PageNumber"/>
        <w:rFonts w:ascii="Angsana New" w:hAnsi="Angsana New"/>
        <w:noProof/>
        <w:sz w:val="30"/>
        <w:szCs w:val="30"/>
        <w:cs/>
      </w:rPr>
      <w:t>2</w: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end"/>
    </w:r>
  </w:p>
  <w:p w:rsidR="00F2179F" w:rsidRPr="007A6941" w:rsidRDefault="00F2179F" w:rsidP="0006653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i/>
        <w:iCs/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7788" w:rsidRDefault="008E7788" w:rsidP="004956B4">
      <w:r>
        <w:separator/>
      </w:r>
    </w:p>
  </w:footnote>
  <w:footnote w:type="continuationSeparator" w:id="0">
    <w:p w:rsidR="008E7788" w:rsidRDefault="008E7788" w:rsidP="00495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79F" w:rsidRDefault="00F2179F" w:rsidP="009F1F2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separate"/>
    </w:r>
    <w:r>
      <w:rPr>
        <w:rStyle w:val="PageNumber"/>
        <w:noProof/>
        <w:cs/>
      </w:rPr>
      <w:t>0</w:t>
    </w:r>
    <w:r>
      <w:rPr>
        <w:rStyle w:val="PageNumber"/>
        <w:cs/>
      </w:rPr>
      <w:fldChar w:fldCharType="end"/>
    </w:r>
  </w:p>
  <w:p w:rsidR="00F2179F" w:rsidRDefault="00F2179F" w:rsidP="009702ED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79F" w:rsidRDefault="00F2179F" w:rsidP="004738D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  <w:p w:rsidR="00F2179F" w:rsidRDefault="00F2179F" w:rsidP="004738D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  <w:p w:rsidR="00F2179F" w:rsidRPr="004738DB" w:rsidRDefault="00F2179F" w:rsidP="004738D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79F" w:rsidRPr="00124EE3" w:rsidRDefault="00F2179F" w:rsidP="00124EE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firstLine="706"/>
      <w:rPr>
        <w:rFonts w:ascii="Angsana New" w:hAnsi="Angsana New"/>
        <w:b/>
        <w:bCs/>
        <w:sz w:val="30"/>
        <w:szCs w:val="3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2179F" w:rsidRDefault="00F2179F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Theme="majorBidi" w:hAnsiTheme="majorBidi" w:cstheme="majorBidi"/>
        <w:bCs/>
        <w:sz w:val="30"/>
        <w:szCs w:val="30"/>
        <w:lang w:val="en-GB"/>
      </w:rPr>
    </w:pPr>
  </w:p>
  <w:p w:rsidR="00124EE3" w:rsidRPr="00124EE3" w:rsidRDefault="00124EE3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Theme="majorBidi" w:hAnsiTheme="majorBidi" w:cstheme="majorBidi"/>
        <w:bCs/>
        <w:sz w:val="30"/>
        <w:szCs w:val="30"/>
        <w:lang w:val="en-GB"/>
      </w:rPr>
    </w:pPr>
  </w:p>
  <w:p w:rsidR="00F2179F" w:rsidRPr="00124EE3" w:rsidRDefault="00F2179F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Theme="majorBidi" w:hAnsiTheme="majorBidi" w:cstheme="majorBidi"/>
        <w:bCs/>
        <w:sz w:val="30"/>
        <w:szCs w:val="30"/>
        <w:lang w:val="en-GB"/>
      </w:rPr>
    </w:pPr>
  </w:p>
  <w:p w:rsidR="00F2179F" w:rsidRPr="00124EE3" w:rsidRDefault="00F2179F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Theme="majorBidi" w:hAnsiTheme="majorBidi" w:cstheme="majorBidi"/>
        <w:bCs/>
        <w:sz w:val="30"/>
        <w:szCs w:val="30"/>
        <w:lang w:val="en-GB"/>
      </w:rPr>
    </w:pPr>
  </w:p>
  <w:p w:rsidR="00F2179F" w:rsidRPr="00124EE3" w:rsidRDefault="00F2179F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Theme="majorBidi" w:hAnsiTheme="majorBidi" w:cstheme="majorBidi"/>
        <w:bCs/>
        <w:sz w:val="30"/>
        <w:szCs w:val="30"/>
        <w:lang w:val="en-GB"/>
      </w:rPr>
    </w:pPr>
  </w:p>
  <w:p w:rsidR="00F2179F" w:rsidRPr="00124EE3" w:rsidRDefault="00F2179F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Theme="majorBidi" w:hAnsiTheme="majorBidi" w:cstheme="majorBidi"/>
        <w:bCs/>
        <w:sz w:val="30"/>
        <w:szCs w:val="30"/>
        <w:lang w:val="en-GB"/>
      </w:rPr>
    </w:pPr>
  </w:p>
  <w:p w:rsidR="00F2179F" w:rsidRPr="00124EE3" w:rsidRDefault="00F2179F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Theme="majorBidi" w:hAnsiTheme="majorBidi" w:cstheme="majorBidi"/>
        <w:bCs/>
        <w:sz w:val="30"/>
        <w:szCs w:val="30"/>
        <w:lang w:val="en-GB"/>
      </w:rPr>
    </w:pPr>
  </w:p>
  <w:p w:rsidR="00F2179F" w:rsidRPr="00124EE3" w:rsidRDefault="00F2179F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Theme="majorBidi" w:hAnsiTheme="majorBidi" w:cstheme="majorBidi"/>
        <w:bCs/>
        <w:sz w:val="30"/>
        <w:szCs w:val="30"/>
        <w:lang w:val="en-GB"/>
      </w:rPr>
    </w:pPr>
  </w:p>
  <w:p w:rsidR="00F2179F" w:rsidRPr="00124EE3" w:rsidRDefault="00F2179F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Theme="majorBidi" w:hAnsiTheme="majorBidi" w:cstheme="majorBidi"/>
        <w:bCs/>
        <w:sz w:val="30"/>
        <w:szCs w:val="30"/>
        <w:lang w:val="en-GB"/>
      </w:rPr>
    </w:pPr>
  </w:p>
  <w:p w:rsidR="00F2179F" w:rsidRPr="00124EE3" w:rsidRDefault="00F2179F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Theme="majorBidi" w:hAnsiTheme="majorBidi" w:cstheme="majorBidi"/>
        <w:bCs/>
        <w:sz w:val="30"/>
        <w:szCs w:val="30"/>
        <w:lang w:val="en-GB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4EE3" w:rsidRPr="00124EE3" w:rsidRDefault="00124EE3" w:rsidP="00124EE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firstLine="706"/>
      <w:rPr>
        <w:rFonts w:ascii="Angsana New" w:hAnsi="Angsana New"/>
        <w:b/>
        <w:bCs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A4BC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5DC0631"/>
    <w:multiLevelType w:val="hybridMultilevel"/>
    <w:tmpl w:val="48FC509E"/>
    <w:lvl w:ilvl="0" w:tplc="3A10E4E2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0A40B2A"/>
    <w:multiLevelType w:val="multilevel"/>
    <w:tmpl w:val="C4FED456"/>
    <w:lvl w:ilvl="0">
      <w:start w:val="1"/>
      <w:numFmt w:val="decimal"/>
      <w:lvlText w:val="%1"/>
      <w:lvlJc w:val="left"/>
      <w:pPr>
        <w:tabs>
          <w:tab w:val="num" w:pos="880"/>
        </w:tabs>
        <w:ind w:left="88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3" w15:restartNumberingAfterBreak="0">
    <w:nsid w:val="1B2B6FB1"/>
    <w:multiLevelType w:val="hybridMultilevel"/>
    <w:tmpl w:val="6B26F33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1E206858"/>
    <w:multiLevelType w:val="multilevel"/>
    <w:tmpl w:val="6C625EBE"/>
    <w:lvl w:ilvl="0">
      <w:start w:val="7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 w15:restartNumberingAfterBreak="0">
    <w:nsid w:val="20FB06D4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236224AE"/>
    <w:multiLevelType w:val="hybridMultilevel"/>
    <w:tmpl w:val="B84E371C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2437062F"/>
    <w:multiLevelType w:val="hybridMultilevel"/>
    <w:tmpl w:val="4F20E6A2"/>
    <w:lvl w:ilvl="0" w:tplc="C7083B12">
      <w:start w:val="1"/>
      <w:numFmt w:val="bullet"/>
      <w:lvlText w:val="-"/>
      <w:lvlJc w:val="left"/>
      <w:pPr>
        <w:ind w:left="900" w:hanging="360"/>
      </w:pPr>
      <w:rPr>
        <w:rFonts w:ascii="Arial" w:hAnsi="Aria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263E456C"/>
    <w:multiLevelType w:val="hybridMultilevel"/>
    <w:tmpl w:val="66B47090"/>
    <w:lvl w:ilvl="0" w:tplc="ABCC58A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0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pStyle w:val="acctstatementheading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1" w15:restartNumberingAfterBreak="0">
    <w:nsid w:val="33F21038"/>
    <w:multiLevelType w:val="hybridMultilevel"/>
    <w:tmpl w:val="BF3A86EA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3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4" w15:restartNumberingAfterBreak="0">
    <w:nsid w:val="3FC94AA7"/>
    <w:multiLevelType w:val="hybridMultilevel"/>
    <w:tmpl w:val="61100F2E"/>
    <w:lvl w:ilvl="0" w:tplc="EC36950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47263C93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6" w15:restartNumberingAfterBreak="0">
    <w:nsid w:val="47E02CFE"/>
    <w:multiLevelType w:val="hybridMultilevel"/>
    <w:tmpl w:val="847E71BC"/>
    <w:lvl w:ilvl="0" w:tplc="EECED4C4">
      <w:start w:val="40"/>
      <w:numFmt w:val="bullet"/>
      <w:lvlText w:val="-"/>
      <w:lvlJc w:val="left"/>
      <w:pPr>
        <w:ind w:left="106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7" w15:restartNumberingAfterBreak="0">
    <w:nsid w:val="4EBC4927"/>
    <w:multiLevelType w:val="hybridMultilevel"/>
    <w:tmpl w:val="99EC6B84"/>
    <w:lvl w:ilvl="0" w:tplc="74E88588">
      <w:start w:val="1"/>
      <w:numFmt w:val="bullet"/>
      <w:lvlText w:val="–"/>
      <w:lvlJc w:val="left"/>
      <w:pPr>
        <w:ind w:left="702" w:hanging="360"/>
      </w:pPr>
      <w:rPr>
        <w:rFonts w:ascii="Tahoma" w:hAnsi="Tahoma" w:hint="default"/>
        <w:color w:val="auto"/>
        <w:sz w:val="22"/>
      </w:rPr>
    </w:lvl>
    <w:lvl w:ilvl="1" w:tplc="440AC8AC" w:tentative="1">
      <w:start w:val="1"/>
      <w:numFmt w:val="bullet"/>
      <w:lvlText w:val="o"/>
      <w:lvlJc w:val="left"/>
      <w:pPr>
        <w:ind w:left="1422" w:hanging="360"/>
      </w:pPr>
      <w:rPr>
        <w:rFonts w:ascii="Courier New" w:hAnsi="Courier New" w:cs="Courier New" w:hint="default"/>
      </w:rPr>
    </w:lvl>
    <w:lvl w:ilvl="2" w:tplc="0B761DC6" w:tentative="1">
      <w:start w:val="1"/>
      <w:numFmt w:val="bullet"/>
      <w:lvlText w:val=""/>
      <w:lvlJc w:val="left"/>
      <w:pPr>
        <w:ind w:left="2142" w:hanging="360"/>
      </w:pPr>
      <w:rPr>
        <w:rFonts w:ascii="Wingdings" w:hAnsi="Wingdings" w:hint="default"/>
      </w:rPr>
    </w:lvl>
    <w:lvl w:ilvl="3" w:tplc="A6F46B14" w:tentative="1">
      <w:start w:val="1"/>
      <w:numFmt w:val="bullet"/>
      <w:lvlText w:val=""/>
      <w:lvlJc w:val="left"/>
      <w:pPr>
        <w:ind w:left="2862" w:hanging="360"/>
      </w:pPr>
      <w:rPr>
        <w:rFonts w:ascii="Symbol" w:hAnsi="Symbol" w:hint="default"/>
      </w:rPr>
    </w:lvl>
    <w:lvl w:ilvl="4" w:tplc="80A605DA" w:tentative="1">
      <w:start w:val="1"/>
      <w:numFmt w:val="bullet"/>
      <w:lvlText w:val="o"/>
      <w:lvlJc w:val="left"/>
      <w:pPr>
        <w:ind w:left="3582" w:hanging="360"/>
      </w:pPr>
      <w:rPr>
        <w:rFonts w:ascii="Courier New" w:hAnsi="Courier New" w:cs="Courier New" w:hint="default"/>
      </w:rPr>
    </w:lvl>
    <w:lvl w:ilvl="5" w:tplc="E6E69086" w:tentative="1">
      <w:start w:val="1"/>
      <w:numFmt w:val="bullet"/>
      <w:lvlText w:val=""/>
      <w:lvlJc w:val="left"/>
      <w:pPr>
        <w:ind w:left="4302" w:hanging="360"/>
      </w:pPr>
      <w:rPr>
        <w:rFonts w:ascii="Wingdings" w:hAnsi="Wingdings" w:hint="default"/>
      </w:rPr>
    </w:lvl>
    <w:lvl w:ilvl="6" w:tplc="F700822C" w:tentative="1">
      <w:start w:val="1"/>
      <w:numFmt w:val="bullet"/>
      <w:lvlText w:val=""/>
      <w:lvlJc w:val="left"/>
      <w:pPr>
        <w:ind w:left="5022" w:hanging="360"/>
      </w:pPr>
      <w:rPr>
        <w:rFonts w:ascii="Symbol" w:hAnsi="Symbol" w:hint="default"/>
      </w:rPr>
    </w:lvl>
    <w:lvl w:ilvl="7" w:tplc="3DD6BF42" w:tentative="1">
      <w:start w:val="1"/>
      <w:numFmt w:val="bullet"/>
      <w:lvlText w:val="o"/>
      <w:lvlJc w:val="left"/>
      <w:pPr>
        <w:ind w:left="5742" w:hanging="360"/>
      </w:pPr>
      <w:rPr>
        <w:rFonts w:ascii="Courier New" w:hAnsi="Courier New" w:cs="Courier New" w:hint="default"/>
      </w:rPr>
    </w:lvl>
    <w:lvl w:ilvl="8" w:tplc="F03A7D64" w:tentative="1">
      <w:start w:val="1"/>
      <w:numFmt w:val="bullet"/>
      <w:lvlText w:val=""/>
      <w:lvlJc w:val="left"/>
      <w:pPr>
        <w:ind w:left="6462" w:hanging="360"/>
      </w:pPr>
      <w:rPr>
        <w:rFonts w:ascii="Wingdings" w:hAnsi="Wingdings" w:hint="default"/>
      </w:rPr>
    </w:lvl>
  </w:abstractNum>
  <w:abstractNum w:abstractNumId="28" w15:restartNumberingAfterBreak="0">
    <w:nsid w:val="556B281A"/>
    <w:multiLevelType w:val="hybridMultilevel"/>
    <w:tmpl w:val="D242E9CE"/>
    <w:lvl w:ilvl="0" w:tplc="16E4AE52">
      <w:start w:val="1"/>
      <w:numFmt w:val="thaiLetters"/>
      <w:lvlText w:val="(%1)"/>
      <w:lvlJc w:val="left"/>
      <w:pPr>
        <w:ind w:left="720" w:hanging="360"/>
      </w:pPr>
      <w:rPr>
        <w:rFonts w:cs="Angsana New" w:hint="default"/>
        <w:b w:val="0"/>
        <w:bCs/>
        <w:i w:val="0"/>
        <w:iCs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256419"/>
    <w:multiLevelType w:val="hybridMultilevel"/>
    <w:tmpl w:val="A85A0518"/>
    <w:lvl w:ilvl="0" w:tplc="B6AC7DC0">
      <w:start w:val="1"/>
      <w:numFmt w:val="thaiLetters"/>
      <w:lvlText w:val="(%1)"/>
      <w:lvlJc w:val="left"/>
      <w:pPr>
        <w:ind w:left="720" w:hanging="360"/>
      </w:pPr>
      <w:rPr>
        <w:rFonts w:ascii="Angsana New" w:hAnsi="Angsana New" w:cs="Angsana New" w:hint="default"/>
        <w:b w:val="0"/>
        <w:bCs w:val="0"/>
        <w:i w:val="0"/>
        <w:iCs w:val="0"/>
        <w:sz w:val="30"/>
        <w:szCs w:val="30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8307C9"/>
    <w:multiLevelType w:val="hybridMultilevel"/>
    <w:tmpl w:val="045471CA"/>
    <w:lvl w:ilvl="0" w:tplc="B44C7D2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054F4E"/>
    <w:multiLevelType w:val="hybridMultilevel"/>
    <w:tmpl w:val="9908464A"/>
    <w:lvl w:ilvl="0" w:tplc="02E0C09C">
      <w:start w:val="1"/>
      <w:numFmt w:val="decimal"/>
      <w:lvlText w:val="(%1)"/>
      <w:lvlJc w:val="left"/>
      <w:pPr>
        <w:ind w:left="1260" w:hanging="360"/>
      </w:pPr>
      <w:rPr>
        <w:rFonts w:ascii="Angsana New" w:eastAsia="Calibri" w:hAnsi="Angsana New" w:cs="Angsana New" w:hint="default"/>
        <w:color w:val="auto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 w15:restartNumberingAfterBreak="0">
    <w:nsid w:val="626169A5"/>
    <w:multiLevelType w:val="hybridMultilevel"/>
    <w:tmpl w:val="51E2A212"/>
    <w:lvl w:ilvl="0" w:tplc="02E0C09C">
      <w:start w:val="1"/>
      <w:numFmt w:val="decimal"/>
      <w:lvlText w:val="(%1)"/>
      <w:lvlJc w:val="left"/>
      <w:pPr>
        <w:ind w:left="1260" w:hanging="360"/>
      </w:pPr>
      <w:rPr>
        <w:rFonts w:ascii="Angsana New" w:eastAsia="Calibri" w:hAnsi="Angsana New" w:cs="Angsana New" w:hint="default"/>
        <w:color w:val="auto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3" w15:restartNumberingAfterBreak="0">
    <w:nsid w:val="6567742B"/>
    <w:multiLevelType w:val="multilevel"/>
    <w:tmpl w:val="553E8FDE"/>
    <w:lvl w:ilvl="0">
      <w:start w:val="4"/>
      <w:numFmt w:val="decimal"/>
      <w:lvlText w:val="%1"/>
      <w:lvlJc w:val="left"/>
      <w:pPr>
        <w:tabs>
          <w:tab w:val="num" w:pos="1238"/>
        </w:tabs>
        <w:ind w:left="123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ascii="Angsana New" w:hAnsi="Angsana New" w:cs="Angsana New" w:hint="default"/>
        <w:b/>
        <w:bCs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4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5" w15:restartNumberingAfterBreak="0">
    <w:nsid w:val="677700CB"/>
    <w:multiLevelType w:val="multilevel"/>
    <w:tmpl w:val="58D2F3AA"/>
    <w:lvl w:ilvl="0">
      <w:start w:val="1"/>
      <w:numFmt w:val="thaiLetters"/>
      <w:lvlText w:val="(%1)"/>
      <w:lvlJc w:val="left"/>
      <w:pPr>
        <w:ind w:left="2070" w:hanging="360"/>
      </w:pPr>
      <w:rPr>
        <w:rFonts w:ascii="Angsana New" w:hAnsi="Angsana New" w:cs="Angsana New" w:hint="default"/>
        <w:b/>
        <w:bCs/>
        <w:i/>
        <w:iCs/>
        <w:sz w:val="30"/>
        <w:szCs w:val="3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05370D"/>
    <w:multiLevelType w:val="hybridMultilevel"/>
    <w:tmpl w:val="201C2E62"/>
    <w:lvl w:ilvl="0" w:tplc="2AEC17B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 w15:restartNumberingAfterBreak="0">
    <w:nsid w:val="69694095"/>
    <w:multiLevelType w:val="multilevel"/>
    <w:tmpl w:val="FC9CAAD8"/>
    <w:lvl w:ilvl="0">
      <w:start w:val="15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8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39" w15:restartNumberingAfterBreak="0">
    <w:nsid w:val="76C65C30"/>
    <w:multiLevelType w:val="hybridMultilevel"/>
    <w:tmpl w:val="20304DDE"/>
    <w:lvl w:ilvl="0" w:tplc="A89619AC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63E021BC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A052E38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6E6379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27DA2D8C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DFDCAB5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7EC0292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4922ED02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210AC6B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0" w15:restartNumberingAfterBreak="0">
    <w:nsid w:val="777506D3"/>
    <w:multiLevelType w:val="hybridMultilevel"/>
    <w:tmpl w:val="711251BE"/>
    <w:lvl w:ilvl="0" w:tplc="3ADEBF92">
      <w:start w:val="1"/>
      <w:numFmt w:val="thaiLetters"/>
      <w:lvlText w:val="(%1)"/>
      <w:lvlJc w:val="left"/>
      <w:pPr>
        <w:ind w:left="1260" w:hanging="360"/>
      </w:pPr>
      <w:rPr>
        <w:rFonts w:cs="Angsana New" w:hint="default"/>
        <w:b/>
        <w:bCs w:val="0"/>
        <w:iCs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1" w15:restartNumberingAfterBreak="0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22"/>
  </w:num>
  <w:num w:numId="12">
    <w:abstractNumId w:val="19"/>
  </w:num>
  <w:num w:numId="13">
    <w:abstractNumId w:val="34"/>
  </w:num>
  <w:num w:numId="14">
    <w:abstractNumId w:val="20"/>
  </w:num>
  <w:num w:numId="15">
    <w:abstractNumId w:val="23"/>
  </w:num>
  <w:num w:numId="16">
    <w:abstractNumId w:val="38"/>
  </w:num>
  <w:num w:numId="17">
    <w:abstractNumId w:val="39"/>
  </w:num>
  <w:num w:numId="18">
    <w:abstractNumId w:val="25"/>
  </w:num>
  <w:num w:numId="19">
    <w:abstractNumId w:val="12"/>
  </w:num>
  <w:num w:numId="20">
    <w:abstractNumId w:val="10"/>
  </w:num>
  <w:num w:numId="21">
    <w:abstractNumId w:val="16"/>
  </w:num>
  <w:num w:numId="22">
    <w:abstractNumId w:val="37"/>
  </w:num>
  <w:num w:numId="23">
    <w:abstractNumId w:val="14"/>
  </w:num>
  <w:num w:numId="24">
    <w:abstractNumId w:val="33"/>
  </w:num>
  <w:num w:numId="25">
    <w:abstractNumId w:val="18"/>
  </w:num>
  <w:num w:numId="26">
    <w:abstractNumId w:val="24"/>
  </w:num>
  <w:num w:numId="27">
    <w:abstractNumId w:val="30"/>
  </w:num>
  <w:num w:numId="28">
    <w:abstractNumId w:val="35"/>
  </w:num>
  <w:num w:numId="29">
    <w:abstractNumId w:val="21"/>
  </w:num>
  <w:num w:numId="30">
    <w:abstractNumId w:val="31"/>
  </w:num>
  <w:num w:numId="31">
    <w:abstractNumId w:val="13"/>
  </w:num>
  <w:num w:numId="32">
    <w:abstractNumId w:val="11"/>
  </w:num>
  <w:num w:numId="33">
    <w:abstractNumId w:val="41"/>
  </w:num>
  <w:num w:numId="34">
    <w:abstractNumId w:val="29"/>
  </w:num>
  <w:num w:numId="35">
    <w:abstractNumId w:val="27"/>
  </w:num>
  <w:num w:numId="36">
    <w:abstractNumId w:val="26"/>
  </w:num>
  <w:num w:numId="37">
    <w:abstractNumId w:val="36"/>
  </w:num>
  <w:num w:numId="38">
    <w:abstractNumId w:val="28"/>
  </w:num>
  <w:num w:numId="39">
    <w:abstractNumId w:val="40"/>
  </w:num>
  <w:num w:numId="40">
    <w:abstractNumId w:val="32"/>
  </w:num>
  <w:num w:numId="41">
    <w:abstractNumId w:val="15"/>
  </w:num>
  <w:num w:numId="42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49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raftWatermark" w:val="橄姭佨ധԕ찔嫀"/>
  </w:docVars>
  <w:rsids>
    <w:rsidRoot w:val="00127299"/>
    <w:rsid w:val="000005ED"/>
    <w:rsid w:val="0000063D"/>
    <w:rsid w:val="000007A2"/>
    <w:rsid w:val="000008D5"/>
    <w:rsid w:val="00000BB5"/>
    <w:rsid w:val="00000CE7"/>
    <w:rsid w:val="00000D56"/>
    <w:rsid w:val="00000D62"/>
    <w:rsid w:val="00000F5E"/>
    <w:rsid w:val="00000FCD"/>
    <w:rsid w:val="0000104D"/>
    <w:rsid w:val="00001260"/>
    <w:rsid w:val="000013D1"/>
    <w:rsid w:val="0000176B"/>
    <w:rsid w:val="000017C7"/>
    <w:rsid w:val="000019C7"/>
    <w:rsid w:val="00001E81"/>
    <w:rsid w:val="00002354"/>
    <w:rsid w:val="0000240E"/>
    <w:rsid w:val="00002AF0"/>
    <w:rsid w:val="000031D3"/>
    <w:rsid w:val="00003A9F"/>
    <w:rsid w:val="00003ACC"/>
    <w:rsid w:val="00003C49"/>
    <w:rsid w:val="00003CF4"/>
    <w:rsid w:val="00003E88"/>
    <w:rsid w:val="00004D38"/>
    <w:rsid w:val="000052FD"/>
    <w:rsid w:val="00005436"/>
    <w:rsid w:val="0000544C"/>
    <w:rsid w:val="000059D5"/>
    <w:rsid w:val="00005EFE"/>
    <w:rsid w:val="000060ED"/>
    <w:rsid w:val="000063E0"/>
    <w:rsid w:val="00006671"/>
    <w:rsid w:val="00006792"/>
    <w:rsid w:val="00006A56"/>
    <w:rsid w:val="00006C45"/>
    <w:rsid w:val="00006EDD"/>
    <w:rsid w:val="000075CB"/>
    <w:rsid w:val="00007766"/>
    <w:rsid w:val="00007770"/>
    <w:rsid w:val="00007DC7"/>
    <w:rsid w:val="00010549"/>
    <w:rsid w:val="00010665"/>
    <w:rsid w:val="0001071E"/>
    <w:rsid w:val="000107E1"/>
    <w:rsid w:val="00010D91"/>
    <w:rsid w:val="00010E08"/>
    <w:rsid w:val="00010F72"/>
    <w:rsid w:val="0001194A"/>
    <w:rsid w:val="00011A6B"/>
    <w:rsid w:val="00011E5D"/>
    <w:rsid w:val="00012064"/>
    <w:rsid w:val="00012358"/>
    <w:rsid w:val="00012397"/>
    <w:rsid w:val="00012528"/>
    <w:rsid w:val="00012B85"/>
    <w:rsid w:val="00012BA4"/>
    <w:rsid w:val="000132EA"/>
    <w:rsid w:val="0001342C"/>
    <w:rsid w:val="00013616"/>
    <w:rsid w:val="000136AF"/>
    <w:rsid w:val="00013704"/>
    <w:rsid w:val="00013BD8"/>
    <w:rsid w:val="000142B5"/>
    <w:rsid w:val="0001449E"/>
    <w:rsid w:val="00014B96"/>
    <w:rsid w:val="00014BBD"/>
    <w:rsid w:val="00014CD6"/>
    <w:rsid w:val="00014E5B"/>
    <w:rsid w:val="00015077"/>
    <w:rsid w:val="000150C9"/>
    <w:rsid w:val="000152C1"/>
    <w:rsid w:val="000154D2"/>
    <w:rsid w:val="0001581F"/>
    <w:rsid w:val="00015860"/>
    <w:rsid w:val="00015C27"/>
    <w:rsid w:val="00015E6D"/>
    <w:rsid w:val="00015F1A"/>
    <w:rsid w:val="00015FAA"/>
    <w:rsid w:val="00016040"/>
    <w:rsid w:val="00016256"/>
    <w:rsid w:val="0001635D"/>
    <w:rsid w:val="00016742"/>
    <w:rsid w:val="000167C6"/>
    <w:rsid w:val="000169F6"/>
    <w:rsid w:val="00016DE4"/>
    <w:rsid w:val="0001700D"/>
    <w:rsid w:val="00017844"/>
    <w:rsid w:val="0002058D"/>
    <w:rsid w:val="000208C6"/>
    <w:rsid w:val="00020955"/>
    <w:rsid w:val="00020C6D"/>
    <w:rsid w:val="000212D4"/>
    <w:rsid w:val="000213E2"/>
    <w:rsid w:val="00021566"/>
    <w:rsid w:val="00021D6B"/>
    <w:rsid w:val="00021E28"/>
    <w:rsid w:val="00021F91"/>
    <w:rsid w:val="0002277D"/>
    <w:rsid w:val="00022861"/>
    <w:rsid w:val="00022944"/>
    <w:rsid w:val="00022B7B"/>
    <w:rsid w:val="00022E65"/>
    <w:rsid w:val="00022F48"/>
    <w:rsid w:val="0002318D"/>
    <w:rsid w:val="0002369A"/>
    <w:rsid w:val="00023813"/>
    <w:rsid w:val="00023A7E"/>
    <w:rsid w:val="00023E11"/>
    <w:rsid w:val="00023E63"/>
    <w:rsid w:val="00023ED3"/>
    <w:rsid w:val="0002426A"/>
    <w:rsid w:val="0002428B"/>
    <w:rsid w:val="000242C9"/>
    <w:rsid w:val="000242F0"/>
    <w:rsid w:val="0002455A"/>
    <w:rsid w:val="000246F2"/>
    <w:rsid w:val="00024960"/>
    <w:rsid w:val="00024B70"/>
    <w:rsid w:val="00024C24"/>
    <w:rsid w:val="00024E83"/>
    <w:rsid w:val="00025093"/>
    <w:rsid w:val="0002566A"/>
    <w:rsid w:val="00026143"/>
    <w:rsid w:val="00026923"/>
    <w:rsid w:val="000269A7"/>
    <w:rsid w:val="00026B8B"/>
    <w:rsid w:val="00026C27"/>
    <w:rsid w:val="00026CA3"/>
    <w:rsid w:val="00026E0D"/>
    <w:rsid w:val="00027356"/>
    <w:rsid w:val="00027395"/>
    <w:rsid w:val="0002775A"/>
    <w:rsid w:val="00027796"/>
    <w:rsid w:val="000277ED"/>
    <w:rsid w:val="0002797D"/>
    <w:rsid w:val="00027A78"/>
    <w:rsid w:val="00027BB3"/>
    <w:rsid w:val="00027C1D"/>
    <w:rsid w:val="00027C8C"/>
    <w:rsid w:val="000301A8"/>
    <w:rsid w:val="000301F2"/>
    <w:rsid w:val="000308D0"/>
    <w:rsid w:val="000309F0"/>
    <w:rsid w:val="0003102B"/>
    <w:rsid w:val="00031110"/>
    <w:rsid w:val="00031A1E"/>
    <w:rsid w:val="00031B7A"/>
    <w:rsid w:val="00031DFB"/>
    <w:rsid w:val="00031F31"/>
    <w:rsid w:val="000320CD"/>
    <w:rsid w:val="000323CB"/>
    <w:rsid w:val="000324F0"/>
    <w:rsid w:val="00032675"/>
    <w:rsid w:val="000326F5"/>
    <w:rsid w:val="0003353C"/>
    <w:rsid w:val="000339B8"/>
    <w:rsid w:val="000339E3"/>
    <w:rsid w:val="00033D45"/>
    <w:rsid w:val="00033E0D"/>
    <w:rsid w:val="00033F70"/>
    <w:rsid w:val="000346A2"/>
    <w:rsid w:val="0003483C"/>
    <w:rsid w:val="000348C9"/>
    <w:rsid w:val="00034A55"/>
    <w:rsid w:val="00034BEA"/>
    <w:rsid w:val="00034DFD"/>
    <w:rsid w:val="00034F3E"/>
    <w:rsid w:val="00035149"/>
    <w:rsid w:val="00035AA5"/>
    <w:rsid w:val="00035C3E"/>
    <w:rsid w:val="000369D6"/>
    <w:rsid w:val="00036C19"/>
    <w:rsid w:val="00036CA0"/>
    <w:rsid w:val="00036E08"/>
    <w:rsid w:val="000375B7"/>
    <w:rsid w:val="0003782E"/>
    <w:rsid w:val="0003793F"/>
    <w:rsid w:val="00037A5C"/>
    <w:rsid w:val="00037B04"/>
    <w:rsid w:val="00037CF6"/>
    <w:rsid w:val="00037F1A"/>
    <w:rsid w:val="00040077"/>
    <w:rsid w:val="0004022C"/>
    <w:rsid w:val="00040B4A"/>
    <w:rsid w:val="00040BCC"/>
    <w:rsid w:val="00041159"/>
    <w:rsid w:val="0004129F"/>
    <w:rsid w:val="00041576"/>
    <w:rsid w:val="0004162C"/>
    <w:rsid w:val="00042059"/>
    <w:rsid w:val="0004263F"/>
    <w:rsid w:val="00042FE9"/>
    <w:rsid w:val="000431BB"/>
    <w:rsid w:val="00043297"/>
    <w:rsid w:val="000437D4"/>
    <w:rsid w:val="00043B82"/>
    <w:rsid w:val="00043F2F"/>
    <w:rsid w:val="00044312"/>
    <w:rsid w:val="000458DE"/>
    <w:rsid w:val="00045F1F"/>
    <w:rsid w:val="00045F78"/>
    <w:rsid w:val="000466C6"/>
    <w:rsid w:val="00046CB3"/>
    <w:rsid w:val="00046D0B"/>
    <w:rsid w:val="0004702B"/>
    <w:rsid w:val="000476B3"/>
    <w:rsid w:val="0004778F"/>
    <w:rsid w:val="000477EA"/>
    <w:rsid w:val="000479BE"/>
    <w:rsid w:val="00047C6D"/>
    <w:rsid w:val="0005037F"/>
    <w:rsid w:val="00050AFE"/>
    <w:rsid w:val="00050BE6"/>
    <w:rsid w:val="00050DF0"/>
    <w:rsid w:val="000512F9"/>
    <w:rsid w:val="00051307"/>
    <w:rsid w:val="0005163C"/>
    <w:rsid w:val="000516EB"/>
    <w:rsid w:val="00051A69"/>
    <w:rsid w:val="000520A3"/>
    <w:rsid w:val="00052408"/>
    <w:rsid w:val="000527C0"/>
    <w:rsid w:val="00052808"/>
    <w:rsid w:val="00052D76"/>
    <w:rsid w:val="00053262"/>
    <w:rsid w:val="0005326C"/>
    <w:rsid w:val="000534E7"/>
    <w:rsid w:val="00053C55"/>
    <w:rsid w:val="00053E19"/>
    <w:rsid w:val="00053ED5"/>
    <w:rsid w:val="00054401"/>
    <w:rsid w:val="000546EE"/>
    <w:rsid w:val="00054892"/>
    <w:rsid w:val="00055234"/>
    <w:rsid w:val="00055468"/>
    <w:rsid w:val="00055482"/>
    <w:rsid w:val="00055528"/>
    <w:rsid w:val="00055546"/>
    <w:rsid w:val="00055960"/>
    <w:rsid w:val="00055D63"/>
    <w:rsid w:val="00056416"/>
    <w:rsid w:val="000568F0"/>
    <w:rsid w:val="00056906"/>
    <w:rsid w:val="00056E66"/>
    <w:rsid w:val="000571CF"/>
    <w:rsid w:val="000574DA"/>
    <w:rsid w:val="0005790E"/>
    <w:rsid w:val="00057C6E"/>
    <w:rsid w:val="000603B8"/>
    <w:rsid w:val="00060457"/>
    <w:rsid w:val="000606D5"/>
    <w:rsid w:val="000609F1"/>
    <w:rsid w:val="00061335"/>
    <w:rsid w:val="00061359"/>
    <w:rsid w:val="00061415"/>
    <w:rsid w:val="00061AAE"/>
    <w:rsid w:val="00061D45"/>
    <w:rsid w:val="00061F0B"/>
    <w:rsid w:val="00062009"/>
    <w:rsid w:val="000622B0"/>
    <w:rsid w:val="0006264E"/>
    <w:rsid w:val="00062F6B"/>
    <w:rsid w:val="0006354B"/>
    <w:rsid w:val="00063C92"/>
    <w:rsid w:val="00063FDE"/>
    <w:rsid w:val="000640A0"/>
    <w:rsid w:val="0006456E"/>
    <w:rsid w:val="000646A7"/>
    <w:rsid w:val="0006526D"/>
    <w:rsid w:val="0006549F"/>
    <w:rsid w:val="000656E1"/>
    <w:rsid w:val="0006573E"/>
    <w:rsid w:val="000658B2"/>
    <w:rsid w:val="00065ADE"/>
    <w:rsid w:val="00065C28"/>
    <w:rsid w:val="00065C80"/>
    <w:rsid w:val="00065EE4"/>
    <w:rsid w:val="00066403"/>
    <w:rsid w:val="0006640C"/>
    <w:rsid w:val="00066538"/>
    <w:rsid w:val="00066730"/>
    <w:rsid w:val="00066A24"/>
    <w:rsid w:val="00066D24"/>
    <w:rsid w:val="00067412"/>
    <w:rsid w:val="00067554"/>
    <w:rsid w:val="00067D22"/>
    <w:rsid w:val="00067F09"/>
    <w:rsid w:val="00070119"/>
    <w:rsid w:val="00070443"/>
    <w:rsid w:val="00070C1C"/>
    <w:rsid w:val="00070E4A"/>
    <w:rsid w:val="00070ED0"/>
    <w:rsid w:val="00070F50"/>
    <w:rsid w:val="0007101C"/>
    <w:rsid w:val="00071261"/>
    <w:rsid w:val="000712AB"/>
    <w:rsid w:val="00071670"/>
    <w:rsid w:val="00071B10"/>
    <w:rsid w:val="00071B2A"/>
    <w:rsid w:val="00071CCD"/>
    <w:rsid w:val="00071D38"/>
    <w:rsid w:val="00071FBA"/>
    <w:rsid w:val="000722E1"/>
    <w:rsid w:val="000725C1"/>
    <w:rsid w:val="000726F4"/>
    <w:rsid w:val="0007277C"/>
    <w:rsid w:val="000730CF"/>
    <w:rsid w:val="000738D8"/>
    <w:rsid w:val="00073E77"/>
    <w:rsid w:val="00073F9A"/>
    <w:rsid w:val="000744FA"/>
    <w:rsid w:val="00074D89"/>
    <w:rsid w:val="00074FA8"/>
    <w:rsid w:val="0007509B"/>
    <w:rsid w:val="000751B4"/>
    <w:rsid w:val="000754D3"/>
    <w:rsid w:val="0007557D"/>
    <w:rsid w:val="00075915"/>
    <w:rsid w:val="00075990"/>
    <w:rsid w:val="000759B4"/>
    <w:rsid w:val="00075A71"/>
    <w:rsid w:val="00075A8B"/>
    <w:rsid w:val="00075C9B"/>
    <w:rsid w:val="00076366"/>
    <w:rsid w:val="00076495"/>
    <w:rsid w:val="000766A2"/>
    <w:rsid w:val="0007679B"/>
    <w:rsid w:val="00076B13"/>
    <w:rsid w:val="00076FBF"/>
    <w:rsid w:val="0007725A"/>
    <w:rsid w:val="000772F4"/>
    <w:rsid w:val="000779C7"/>
    <w:rsid w:val="000802BD"/>
    <w:rsid w:val="00080715"/>
    <w:rsid w:val="000808F4"/>
    <w:rsid w:val="00080972"/>
    <w:rsid w:val="0008138F"/>
    <w:rsid w:val="00081BD6"/>
    <w:rsid w:val="00081FD7"/>
    <w:rsid w:val="00082523"/>
    <w:rsid w:val="00082576"/>
    <w:rsid w:val="00082BA6"/>
    <w:rsid w:val="00082F02"/>
    <w:rsid w:val="0008356D"/>
    <w:rsid w:val="000838F4"/>
    <w:rsid w:val="00083D69"/>
    <w:rsid w:val="00083F7F"/>
    <w:rsid w:val="0008445F"/>
    <w:rsid w:val="00084539"/>
    <w:rsid w:val="00084563"/>
    <w:rsid w:val="00084CB7"/>
    <w:rsid w:val="000851AB"/>
    <w:rsid w:val="00085373"/>
    <w:rsid w:val="0008537C"/>
    <w:rsid w:val="00085548"/>
    <w:rsid w:val="00085726"/>
    <w:rsid w:val="00086280"/>
    <w:rsid w:val="0008635F"/>
    <w:rsid w:val="00086A5B"/>
    <w:rsid w:val="00087576"/>
    <w:rsid w:val="000877F1"/>
    <w:rsid w:val="00087BCE"/>
    <w:rsid w:val="00087C6D"/>
    <w:rsid w:val="00087C9A"/>
    <w:rsid w:val="00087D46"/>
    <w:rsid w:val="0009004B"/>
    <w:rsid w:val="000903F5"/>
    <w:rsid w:val="000905B0"/>
    <w:rsid w:val="00090C74"/>
    <w:rsid w:val="00090EA4"/>
    <w:rsid w:val="0009103D"/>
    <w:rsid w:val="0009119A"/>
    <w:rsid w:val="000915D5"/>
    <w:rsid w:val="0009173D"/>
    <w:rsid w:val="0009182F"/>
    <w:rsid w:val="00091943"/>
    <w:rsid w:val="00091D45"/>
    <w:rsid w:val="00092641"/>
    <w:rsid w:val="000926C1"/>
    <w:rsid w:val="0009279D"/>
    <w:rsid w:val="00092820"/>
    <w:rsid w:val="00092CF8"/>
    <w:rsid w:val="00092E52"/>
    <w:rsid w:val="00093258"/>
    <w:rsid w:val="000936D5"/>
    <w:rsid w:val="00093A25"/>
    <w:rsid w:val="00093DFB"/>
    <w:rsid w:val="000940EC"/>
    <w:rsid w:val="00094460"/>
    <w:rsid w:val="0009458D"/>
    <w:rsid w:val="00094891"/>
    <w:rsid w:val="00094A02"/>
    <w:rsid w:val="00094C20"/>
    <w:rsid w:val="00094EB9"/>
    <w:rsid w:val="0009515F"/>
    <w:rsid w:val="000957CE"/>
    <w:rsid w:val="00095847"/>
    <w:rsid w:val="00096568"/>
    <w:rsid w:val="00096694"/>
    <w:rsid w:val="00096700"/>
    <w:rsid w:val="00096712"/>
    <w:rsid w:val="000968E5"/>
    <w:rsid w:val="00096A05"/>
    <w:rsid w:val="00096E14"/>
    <w:rsid w:val="0009727B"/>
    <w:rsid w:val="000973DB"/>
    <w:rsid w:val="000974F3"/>
    <w:rsid w:val="0009756E"/>
    <w:rsid w:val="0009759B"/>
    <w:rsid w:val="000977BF"/>
    <w:rsid w:val="00097B55"/>
    <w:rsid w:val="00097BFD"/>
    <w:rsid w:val="000A0034"/>
    <w:rsid w:val="000A0369"/>
    <w:rsid w:val="000A036D"/>
    <w:rsid w:val="000A0568"/>
    <w:rsid w:val="000A080A"/>
    <w:rsid w:val="000A08C3"/>
    <w:rsid w:val="000A0ACC"/>
    <w:rsid w:val="000A0C9B"/>
    <w:rsid w:val="000A0EA3"/>
    <w:rsid w:val="000A1623"/>
    <w:rsid w:val="000A1719"/>
    <w:rsid w:val="000A18F8"/>
    <w:rsid w:val="000A192A"/>
    <w:rsid w:val="000A1C51"/>
    <w:rsid w:val="000A2079"/>
    <w:rsid w:val="000A249C"/>
    <w:rsid w:val="000A259D"/>
    <w:rsid w:val="000A2659"/>
    <w:rsid w:val="000A2B4E"/>
    <w:rsid w:val="000A2CB6"/>
    <w:rsid w:val="000A34F9"/>
    <w:rsid w:val="000A363B"/>
    <w:rsid w:val="000A38C4"/>
    <w:rsid w:val="000A3B93"/>
    <w:rsid w:val="000A3BDE"/>
    <w:rsid w:val="000A3F22"/>
    <w:rsid w:val="000A43D0"/>
    <w:rsid w:val="000A4A06"/>
    <w:rsid w:val="000A4C89"/>
    <w:rsid w:val="000A4EFE"/>
    <w:rsid w:val="000A50CC"/>
    <w:rsid w:val="000A54F5"/>
    <w:rsid w:val="000A5583"/>
    <w:rsid w:val="000A58A2"/>
    <w:rsid w:val="000A5C37"/>
    <w:rsid w:val="000A608F"/>
    <w:rsid w:val="000A62C5"/>
    <w:rsid w:val="000A64B4"/>
    <w:rsid w:val="000A64EC"/>
    <w:rsid w:val="000A6627"/>
    <w:rsid w:val="000A67A9"/>
    <w:rsid w:val="000A67F9"/>
    <w:rsid w:val="000A6B9E"/>
    <w:rsid w:val="000A6BE1"/>
    <w:rsid w:val="000A6C35"/>
    <w:rsid w:val="000A6D38"/>
    <w:rsid w:val="000A6FC3"/>
    <w:rsid w:val="000A71EC"/>
    <w:rsid w:val="000A71FF"/>
    <w:rsid w:val="000A7206"/>
    <w:rsid w:val="000A75BF"/>
    <w:rsid w:val="000A7D06"/>
    <w:rsid w:val="000A7E53"/>
    <w:rsid w:val="000B018B"/>
    <w:rsid w:val="000B0720"/>
    <w:rsid w:val="000B0BE6"/>
    <w:rsid w:val="000B0E74"/>
    <w:rsid w:val="000B13CC"/>
    <w:rsid w:val="000B1511"/>
    <w:rsid w:val="000B184F"/>
    <w:rsid w:val="000B1B44"/>
    <w:rsid w:val="000B21DC"/>
    <w:rsid w:val="000B21FA"/>
    <w:rsid w:val="000B27A1"/>
    <w:rsid w:val="000B2A85"/>
    <w:rsid w:val="000B2E70"/>
    <w:rsid w:val="000B2FCB"/>
    <w:rsid w:val="000B3193"/>
    <w:rsid w:val="000B36B2"/>
    <w:rsid w:val="000B3AAD"/>
    <w:rsid w:val="000B3C59"/>
    <w:rsid w:val="000B41EF"/>
    <w:rsid w:val="000B438E"/>
    <w:rsid w:val="000B447B"/>
    <w:rsid w:val="000B4621"/>
    <w:rsid w:val="000B4690"/>
    <w:rsid w:val="000B47C8"/>
    <w:rsid w:val="000B4934"/>
    <w:rsid w:val="000B4AD5"/>
    <w:rsid w:val="000B4E23"/>
    <w:rsid w:val="000B5088"/>
    <w:rsid w:val="000B5708"/>
    <w:rsid w:val="000B6837"/>
    <w:rsid w:val="000B695E"/>
    <w:rsid w:val="000B6998"/>
    <w:rsid w:val="000B6AF9"/>
    <w:rsid w:val="000B6AFD"/>
    <w:rsid w:val="000B6BDA"/>
    <w:rsid w:val="000B6E22"/>
    <w:rsid w:val="000B777C"/>
    <w:rsid w:val="000B78AD"/>
    <w:rsid w:val="000B7A60"/>
    <w:rsid w:val="000B7D61"/>
    <w:rsid w:val="000B7F82"/>
    <w:rsid w:val="000C0088"/>
    <w:rsid w:val="000C01D6"/>
    <w:rsid w:val="000C0365"/>
    <w:rsid w:val="000C03C5"/>
    <w:rsid w:val="000C08E1"/>
    <w:rsid w:val="000C0946"/>
    <w:rsid w:val="000C0BFB"/>
    <w:rsid w:val="000C0C99"/>
    <w:rsid w:val="000C0CF2"/>
    <w:rsid w:val="000C0D2D"/>
    <w:rsid w:val="000C1079"/>
    <w:rsid w:val="000C129B"/>
    <w:rsid w:val="000C1635"/>
    <w:rsid w:val="000C1822"/>
    <w:rsid w:val="000C19ED"/>
    <w:rsid w:val="000C1A68"/>
    <w:rsid w:val="000C2123"/>
    <w:rsid w:val="000C222A"/>
    <w:rsid w:val="000C26F3"/>
    <w:rsid w:val="000C2F8C"/>
    <w:rsid w:val="000C3201"/>
    <w:rsid w:val="000C3576"/>
    <w:rsid w:val="000C35C8"/>
    <w:rsid w:val="000C3E27"/>
    <w:rsid w:val="000C4178"/>
    <w:rsid w:val="000C4231"/>
    <w:rsid w:val="000C4D02"/>
    <w:rsid w:val="000C4F26"/>
    <w:rsid w:val="000C5453"/>
    <w:rsid w:val="000C55D7"/>
    <w:rsid w:val="000C56FF"/>
    <w:rsid w:val="000C5898"/>
    <w:rsid w:val="000C5B66"/>
    <w:rsid w:val="000C5DC6"/>
    <w:rsid w:val="000C5F42"/>
    <w:rsid w:val="000C61C9"/>
    <w:rsid w:val="000C66D7"/>
    <w:rsid w:val="000C693A"/>
    <w:rsid w:val="000C6D34"/>
    <w:rsid w:val="000C6E5B"/>
    <w:rsid w:val="000C6F1B"/>
    <w:rsid w:val="000C74A7"/>
    <w:rsid w:val="000C75BD"/>
    <w:rsid w:val="000C7A7D"/>
    <w:rsid w:val="000C7C75"/>
    <w:rsid w:val="000C7D2E"/>
    <w:rsid w:val="000D03D6"/>
    <w:rsid w:val="000D05B1"/>
    <w:rsid w:val="000D0AC3"/>
    <w:rsid w:val="000D0B08"/>
    <w:rsid w:val="000D104A"/>
    <w:rsid w:val="000D1453"/>
    <w:rsid w:val="000D15F7"/>
    <w:rsid w:val="000D1636"/>
    <w:rsid w:val="000D191D"/>
    <w:rsid w:val="000D1AB9"/>
    <w:rsid w:val="000D1CA0"/>
    <w:rsid w:val="000D1D16"/>
    <w:rsid w:val="000D1D38"/>
    <w:rsid w:val="000D1F19"/>
    <w:rsid w:val="000D1F87"/>
    <w:rsid w:val="000D2210"/>
    <w:rsid w:val="000D2357"/>
    <w:rsid w:val="000D29FC"/>
    <w:rsid w:val="000D2A64"/>
    <w:rsid w:val="000D2A68"/>
    <w:rsid w:val="000D2C08"/>
    <w:rsid w:val="000D2DF1"/>
    <w:rsid w:val="000D3186"/>
    <w:rsid w:val="000D33B4"/>
    <w:rsid w:val="000D3ED5"/>
    <w:rsid w:val="000D41FB"/>
    <w:rsid w:val="000D45D4"/>
    <w:rsid w:val="000D4901"/>
    <w:rsid w:val="000D4B9B"/>
    <w:rsid w:val="000D5152"/>
    <w:rsid w:val="000D5189"/>
    <w:rsid w:val="000D535A"/>
    <w:rsid w:val="000D581D"/>
    <w:rsid w:val="000D5B22"/>
    <w:rsid w:val="000D5E76"/>
    <w:rsid w:val="000D5FDB"/>
    <w:rsid w:val="000D6056"/>
    <w:rsid w:val="000D6157"/>
    <w:rsid w:val="000D6266"/>
    <w:rsid w:val="000D63C1"/>
    <w:rsid w:val="000D65FE"/>
    <w:rsid w:val="000D7143"/>
    <w:rsid w:val="000D79DC"/>
    <w:rsid w:val="000D7B69"/>
    <w:rsid w:val="000D7B7A"/>
    <w:rsid w:val="000D7E2D"/>
    <w:rsid w:val="000E0645"/>
    <w:rsid w:val="000E0809"/>
    <w:rsid w:val="000E0B9C"/>
    <w:rsid w:val="000E0BDD"/>
    <w:rsid w:val="000E0DD0"/>
    <w:rsid w:val="000E0EEE"/>
    <w:rsid w:val="000E0FB3"/>
    <w:rsid w:val="000E11F9"/>
    <w:rsid w:val="000E13A4"/>
    <w:rsid w:val="000E25F5"/>
    <w:rsid w:val="000E2A26"/>
    <w:rsid w:val="000E2B53"/>
    <w:rsid w:val="000E2CF3"/>
    <w:rsid w:val="000E2E18"/>
    <w:rsid w:val="000E302C"/>
    <w:rsid w:val="000E33BB"/>
    <w:rsid w:val="000E38A8"/>
    <w:rsid w:val="000E38D5"/>
    <w:rsid w:val="000E3AD4"/>
    <w:rsid w:val="000E3E5A"/>
    <w:rsid w:val="000E3F37"/>
    <w:rsid w:val="000E4629"/>
    <w:rsid w:val="000E49CB"/>
    <w:rsid w:val="000E511E"/>
    <w:rsid w:val="000E5549"/>
    <w:rsid w:val="000E57F4"/>
    <w:rsid w:val="000E5EB1"/>
    <w:rsid w:val="000E5F8F"/>
    <w:rsid w:val="000E61CC"/>
    <w:rsid w:val="000E640C"/>
    <w:rsid w:val="000E652E"/>
    <w:rsid w:val="000E6A6E"/>
    <w:rsid w:val="000E6CEA"/>
    <w:rsid w:val="000E6FD0"/>
    <w:rsid w:val="000E7073"/>
    <w:rsid w:val="000E72D9"/>
    <w:rsid w:val="000E74E0"/>
    <w:rsid w:val="000E7583"/>
    <w:rsid w:val="000E7BDB"/>
    <w:rsid w:val="000E7E13"/>
    <w:rsid w:val="000F0A9B"/>
    <w:rsid w:val="000F0F72"/>
    <w:rsid w:val="000F101E"/>
    <w:rsid w:val="000F11B6"/>
    <w:rsid w:val="000F1580"/>
    <w:rsid w:val="000F17F0"/>
    <w:rsid w:val="000F1B01"/>
    <w:rsid w:val="000F1B1B"/>
    <w:rsid w:val="000F1CA9"/>
    <w:rsid w:val="000F2767"/>
    <w:rsid w:val="000F2E5D"/>
    <w:rsid w:val="000F2E6E"/>
    <w:rsid w:val="000F3319"/>
    <w:rsid w:val="000F3365"/>
    <w:rsid w:val="000F3401"/>
    <w:rsid w:val="000F3899"/>
    <w:rsid w:val="000F3E52"/>
    <w:rsid w:val="000F480A"/>
    <w:rsid w:val="000F4C7A"/>
    <w:rsid w:val="000F4D1A"/>
    <w:rsid w:val="000F4FDD"/>
    <w:rsid w:val="000F52B1"/>
    <w:rsid w:val="000F52CD"/>
    <w:rsid w:val="000F5851"/>
    <w:rsid w:val="000F5897"/>
    <w:rsid w:val="000F607B"/>
    <w:rsid w:val="000F6126"/>
    <w:rsid w:val="000F6235"/>
    <w:rsid w:val="000F6375"/>
    <w:rsid w:val="000F639B"/>
    <w:rsid w:val="000F64DA"/>
    <w:rsid w:val="000F6CFE"/>
    <w:rsid w:val="000F72B3"/>
    <w:rsid w:val="000F7503"/>
    <w:rsid w:val="000F7B42"/>
    <w:rsid w:val="000F7CD6"/>
    <w:rsid w:val="000F7E9A"/>
    <w:rsid w:val="000F7F49"/>
    <w:rsid w:val="00100573"/>
    <w:rsid w:val="00100666"/>
    <w:rsid w:val="00100C2F"/>
    <w:rsid w:val="00100FD0"/>
    <w:rsid w:val="00100FFF"/>
    <w:rsid w:val="00101600"/>
    <w:rsid w:val="00101B3F"/>
    <w:rsid w:val="00101B62"/>
    <w:rsid w:val="00101BC9"/>
    <w:rsid w:val="00101E70"/>
    <w:rsid w:val="0010205F"/>
    <w:rsid w:val="001022EB"/>
    <w:rsid w:val="001023A6"/>
    <w:rsid w:val="00102960"/>
    <w:rsid w:val="001029A7"/>
    <w:rsid w:val="00102CD6"/>
    <w:rsid w:val="00102D69"/>
    <w:rsid w:val="001031E6"/>
    <w:rsid w:val="00103521"/>
    <w:rsid w:val="0010352B"/>
    <w:rsid w:val="00103B37"/>
    <w:rsid w:val="00103C5C"/>
    <w:rsid w:val="00103DD1"/>
    <w:rsid w:val="00103FD7"/>
    <w:rsid w:val="00104406"/>
    <w:rsid w:val="00104539"/>
    <w:rsid w:val="001045D0"/>
    <w:rsid w:val="001048AD"/>
    <w:rsid w:val="001049B3"/>
    <w:rsid w:val="00104DDE"/>
    <w:rsid w:val="00104EAD"/>
    <w:rsid w:val="00105648"/>
    <w:rsid w:val="00105795"/>
    <w:rsid w:val="0010597C"/>
    <w:rsid w:val="001059DD"/>
    <w:rsid w:val="00105CB6"/>
    <w:rsid w:val="00106168"/>
    <w:rsid w:val="001063D8"/>
    <w:rsid w:val="00106514"/>
    <w:rsid w:val="0010654F"/>
    <w:rsid w:val="001066F4"/>
    <w:rsid w:val="00106986"/>
    <w:rsid w:val="00106B2A"/>
    <w:rsid w:val="00106BB0"/>
    <w:rsid w:val="001071D1"/>
    <w:rsid w:val="00107594"/>
    <w:rsid w:val="001077C4"/>
    <w:rsid w:val="00107886"/>
    <w:rsid w:val="00107B27"/>
    <w:rsid w:val="00107EF7"/>
    <w:rsid w:val="00107FAD"/>
    <w:rsid w:val="001102F8"/>
    <w:rsid w:val="0011053B"/>
    <w:rsid w:val="00110942"/>
    <w:rsid w:val="00110AAD"/>
    <w:rsid w:val="00110CE0"/>
    <w:rsid w:val="00110CE2"/>
    <w:rsid w:val="0011137C"/>
    <w:rsid w:val="00111B77"/>
    <w:rsid w:val="0011228A"/>
    <w:rsid w:val="0011248E"/>
    <w:rsid w:val="001125BB"/>
    <w:rsid w:val="00112819"/>
    <w:rsid w:val="0011283C"/>
    <w:rsid w:val="00112DFD"/>
    <w:rsid w:val="00112EC0"/>
    <w:rsid w:val="0011354A"/>
    <w:rsid w:val="0011378F"/>
    <w:rsid w:val="00113E1F"/>
    <w:rsid w:val="00113F6C"/>
    <w:rsid w:val="00114430"/>
    <w:rsid w:val="00114450"/>
    <w:rsid w:val="001146FB"/>
    <w:rsid w:val="001147FB"/>
    <w:rsid w:val="001148B4"/>
    <w:rsid w:val="001149A6"/>
    <w:rsid w:val="00114B96"/>
    <w:rsid w:val="001153E5"/>
    <w:rsid w:val="001154B2"/>
    <w:rsid w:val="001155DE"/>
    <w:rsid w:val="001156F6"/>
    <w:rsid w:val="00115A74"/>
    <w:rsid w:val="00115DFC"/>
    <w:rsid w:val="00115E89"/>
    <w:rsid w:val="0011618F"/>
    <w:rsid w:val="001164B9"/>
    <w:rsid w:val="00116574"/>
    <w:rsid w:val="0011739C"/>
    <w:rsid w:val="001174EC"/>
    <w:rsid w:val="00117582"/>
    <w:rsid w:val="0011770A"/>
    <w:rsid w:val="00117909"/>
    <w:rsid w:val="00117B78"/>
    <w:rsid w:val="00117C37"/>
    <w:rsid w:val="00117D6F"/>
    <w:rsid w:val="001200B5"/>
    <w:rsid w:val="001202E8"/>
    <w:rsid w:val="00120302"/>
    <w:rsid w:val="001204B8"/>
    <w:rsid w:val="0012070E"/>
    <w:rsid w:val="001208BB"/>
    <w:rsid w:val="00120C22"/>
    <w:rsid w:val="00121317"/>
    <w:rsid w:val="001214D5"/>
    <w:rsid w:val="001219E3"/>
    <w:rsid w:val="00121AD0"/>
    <w:rsid w:val="00121D45"/>
    <w:rsid w:val="00122B8F"/>
    <w:rsid w:val="00122E79"/>
    <w:rsid w:val="00122E9F"/>
    <w:rsid w:val="001231CC"/>
    <w:rsid w:val="001231D5"/>
    <w:rsid w:val="00123336"/>
    <w:rsid w:val="001236F5"/>
    <w:rsid w:val="00123737"/>
    <w:rsid w:val="00123AC4"/>
    <w:rsid w:val="0012447F"/>
    <w:rsid w:val="001245F1"/>
    <w:rsid w:val="00124623"/>
    <w:rsid w:val="00124B92"/>
    <w:rsid w:val="00124BFC"/>
    <w:rsid w:val="00124EE3"/>
    <w:rsid w:val="00125885"/>
    <w:rsid w:val="001258DE"/>
    <w:rsid w:val="00125939"/>
    <w:rsid w:val="00125980"/>
    <w:rsid w:val="001259A1"/>
    <w:rsid w:val="00125C02"/>
    <w:rsid w:val="0012668E"/>
    <w:rsid w:val="0012675B"/>
    <w:rsid w:val="0012683E"/>
    <w:rsid w:val="00126A30"/>
    <w:rsid w:val="00126C10"/>
    <w:rsid w:val="00126D02"/>
    <w:rsid w:val="00127299"/>
    <w:rsid w:val="001272A0"/>
    <w:rsid w:val="00130144"/>
    <w:rsid w:val="0013014E"/>
    <w:rsid w:val="001303C0"/>
    <w:rsid w:val="00130442"/>
    <w:rsid w:val="00130564"/>
    <w:rsid w:val="001306EF"/>
    <w:rsid w:val="00130776"/>
    <w:rsid w:val="0013098E"/>
    <w:rsid w:val="00130B26"/>
    <w:rsid w:val="00130BE7"/>
    <w:rsid w:val="00130D37"/>
    <w:rsid w:val="00130DBC"/>
    <w:rsid w:val="0013123A"/>
    <w:rsid w:val="00131345"/>
    <w:rsid w:val="00131392"/>
    <w:rsid w:val="0013142A"/>
    <w:rsid w:val="001314C0"/>
    <w:rsid w:val="0013174E"/>
    <w:rsid w:val="00131BD3"/>
    <w:rsid w:val="00131DED"/>
    <w:rsid w:val="00131E85"/>
    <w:rsid w:val="00131EBE"/>
    <w:rsid w:val="00132190"/>
    <w:rsid w:val="00132225"/>
    <w:rsid w:val="00132249"/>
    <w:rsid w:val="001325E0"/>
    <w:rsid w:val="0013280C"/>
    <w:rsid w:val="001328F9"/>
    <w:rsid w:val="00132D52"/>
    <w:rsid w:val="00132F28"/>
    <w:rsid w:val="00132FE0"/>
    <w:rsid w:val="00133335"/>
    <w:rsid w:val="00133635"/>
    <w:rsid w:val="00133844"/>
    <w:rsid w:val="00133973"/>
    <w:rsid w:val="00133D6A"/>
    <w:rsid w:val="00133E02"/>
    <w:rsid w:val="00133F1E"/>
    <w:rsid w:val="001341D9"/>
    <w:rsid w:val="001341DF"/>
    <w:rsid w:val="0013526B"/>
    <w:rsid w:val="001352C8"/>
    <w:rsid w:val="001357DA"/>
    <w:rsid w:val="00135BE1"/>
    <w:rsid w:val="00135C33"/>
    <w:rsid w:val="00136471"/>
    <w:rsid w:val="001372E4"/>
    <w:rsid w:val="00137413"/>
    <w:rsid w:val="00137742"/>
    <w:rsid w:val="00137780"/>
    <w:rsid w:val="00137CFC"/>
    <w:rsid w:val="001400ED"/>
    <w:rsid w:val="0014058B"/>
    <w:rsid w:val="001407B8"/>
    <w:rsid w:val="00140C7C"/>
    <w:rsid w:val="00140FB7"/>
    <w:rsid w:val="00141127"/>
    <w:rsid w:val="0014137F"/>
    <w:rsid w:val="001419B7"/>
    <w:rsid w:val="00141E3E"/>
    <w:rsid w:val="001423D0"/>
    <w:rsid w:val="001427E2"/>
    <w:rsid w:val="00142925"/>
    <w:rsid w:val="0014298D"/>
    <w:rsid w:val="00143430"/>
    <w:rsid w:val="001434A2"/>
    <w:rsid w:val="0014359A"/>
    <w:rsid w:val="001439E9"/>
    <w:rsid w:val="00143C41"/>
    <w:rsid w:val="00143D1F"/>
    <w:rsid w:val="00144425"/>
    <w:rsid w:val="00144E19"/>
    <w:rsid w:val="00144EFC"/>
    <w:rsid w:val="0014501D"/>
    <w:rsid w:val="001453F2"/>
    <w:rsid w:val="001457B1"/>
    <w:rsid w:val="00145AB6"/>
    <w:rsid w:val="0014612C"/>
    <w:rsid w:val="00146505"/>
    <w:rsid w:val="001465D3"/>
    <w:rsid w:val="00146600"/>
    <w:rsid w:val="00146856"/>
    <w:rsid w:val="00146857"/>
    <w:rsid w:val="00146E02"/>
    <w:rsid w:val="00146E63"/>
    <w:rsid w:val="00146E97"/>
    <w:rsid w:val="001472BD"/>
    <w:rsid w:val="00147905"/>
    <w:rsid w:val="0014791F"/>
    <w:rsid w:val="00147FB3"/>
    <w:rsid w:val="00147FC5"/>
    <w:rsid w:val="0015007F"/>
    <w:rsid w:val="001502C5"/>
    <w:rsid w:val="001503B3"/>
    <w:rsid w:val="00150501"/>
    <w:rsid w:val="00150803"/>
    <w:rsid w:val="00150A2B"/>
    <w:rsid w:val="00150BCA"/>
    <w:rsid w:val="00150E9F"/>
    <w:rsid w:val="00150FD7"/>
    <w:rsid w:val="00151345"/>
    <w:rsid w:val="00151693"/>
    <w:rsid w:val="001516F0"/>
    <w:rsid w:val="001519A5"/>
    <w:rsid w:val="00151F14"/>
    <w:rsid w:val="00152214"/>
    <w:rsid w:val="0015267D"/>
    <w:rsid w:val="00152B69"/>
    <w:rsid w:val="00153470"/>
    <w:rsid w:val="00153C41"/>
    <w:rsid w:val="00153E32"/>
    <w:rsid w:val="001544F1"/>
    <w:rsid w:val="00154626"/>
    <w:rsid w:val="00154633"/>
    <w:rsid w:val="00154842"/>
    <w:rsid w:val="00154989"/>
    <w:rsid w:val="00154FB1"/>
    <w:rsid w:val="00154FF0"/>
    <w:rsid w:val="00155116"/>
    <w:rsid w:val="001558D9"/>
    <w:rsid w:val="001559F5"/>
    <w:rsid w:val="0015645F"/>
    <w:rsid w:val="001569D0"/>
    <w:rsid w:val="00156CF3"/>
    <w:rsid w:val="00156DB8"/>
    <w:rsid w:val="00156DE3"/>
    <w:rsid w:val="001571B6"/>
    <w:rsid w:val="00157857"/>
    <w:rsid w:val="00157A4E"/>
    <w:rsid w:val="00157C74"/>
    <w:rsid w:val="00157CE5"/>
    <w:rsid w:val="00157DB5"/>
    <w:rsid w:val="00157E07"/>
    <w:rsid w:val="00157FD3"/>
    <w:rsid w:val="00160214"/>
    <w:rsid w:val="0016028C"/>
    <w:rsid w:val="0016056B"/>
    <w:rsid w:val="00160B21"/>
    <w:rsid w:val="00160FCF"/>
    <w:rsid w:val="0016110C"/>
    <w:rsid w:val="001618C8"/>
    <w:rsid w:val="00161DBE"/>
    <w:rsid w:val="001620C9"/>
    <w:rsid w:val="001621DA"/>
    <w:rsid w:val="00162582"/>
    <w:rsid w:val="00162AE3"/>
    <w:rsid w:val="00162AE9"/>
    <w:rsid w:val="0016339C"/>
    <w:rsid w:val="0016383F"/>
    <w:rsid w:val="00163F0F"/>
    <w:rsid w:val="00164109"/>
    <w:rsid w:val="0016429C"/>
    <w:rsid w:val="0016432D"/>
    <w:rsid w:val="00164E9D"/>
    <w:rsid w:val="00165237"/>
    <w:rsid w:val="0016555B"/>
    <w:rsid w:val="001667AB"/>
    <w:rsid w:val="0016711F"/>
    <w:rsid w:val="00167293"/>
    <w:rsid w:val="00167955"/>
    <w:rsid w:val="00167AC3"/>
    <w:rsid w:val="00167EE1"/>
    <w:rsid w:val="00167FF2"/>
    <w:rsid w:val="0017007F"/>
    <w:rsid w:val="001708ED"/>
    <w:rsid w:val="00170913"/>
    <w:rsid w:val="00170E05"/>
    <w:rsid w:val="00171079"/>
    <w:rsid w:val="00171478"/>
    <w:rsid w:val="001715C8"/>
    <w:rsid w:val="0017192F"/>
    <w:rsid w:val="00171D05"/>
    <w:rsid w:val="00171F4F"/>
    <w:rsid w:val="001721C3"/>
    <w:rsid w:val="00172914"/>
    <w:rsid w:val="00172F9F"/>
    <w:rsid w:val="001730B7"/>
    <w:rsid w:val="00173C0F"/>
    <w:rsid w:val="00174171"/>
    <w:rsid w:val="00174217"/>
    <w:rsid w:val="00174254"/>
    <w:rsid w:val="0017429F"/>
    <w:rsid w:val="001748A6"/>
    <w:rsid w:val="001748BB"/>
    <w:rsid w:val="00174BBF"/>
    <w:rsid w:val="00174E60"/>
    <w:rsid w:val="00174EAD"/>
    <w:rsid w:val="0017522D"/>
    <w:rsid w:val="00175552"/>
    <w:rsid w:val="00175561"/>
    <w:rsid w:val="00175C3F"/>
    <w:rsid w:val="00175C59"/>
    <w:rsid w:val="001762AD"/>
    <w:rsid w:val="001762F1"/>
    <w:rsid w:val="001766D8"/>
    <w:rsid w:val="001779F4"/>
    <w:rsid w:val="00177A91"/>
    <w:rsid w:val="00177C93"/>
    <w:rsid w:val="00180187"/>
    <w:rsid w:val="00180863"/>
    <w:rsid w:val="00180865"/>
    <w:rsid w:val="001808BE"/>
    <w:rsid w:val="001808C6"/>
    <w:rsid w:val="00180DBE"/>
    <w:rsid w:val="00180FF1"/>
    <w:rsid w:val="00181182"/>
    <w:rsid w:val="0018159A"/>
    <w:rsid w:val="00181691"/>
    <w:rsid w:val="001819F8"/>
    <w:rsid w:val="00181A9D"/>
    <w:rsid w:val="00181B71"/>
    <w:rsid w:val="001829C5"/>
    <w:rsid w:val="00182A2A"/>
    <w:rsid w:val="00182DC4"/>
    <w:rsid w:val="00182F4C"/>
    <w:rsid w:val="00182FD4"/>
    <w:rsid w:val="001833FE"/>
    <w:rsid w:val="00183941"/>
    <w:rsid w:val="00183DDE"/>
    <w:rsid w:val="00184022"/>
    <w:rsid w:val="001842AB"/>
    <w:rsid w:val="001846A4"/>
    <w:rsid w:val="001847A0"/>
    <w:rsid w:val="00184878"/>
    <w:rsid w:val="0018495D"/>
    <w:rsid w:val="0018497D"/>
    <w:rsid w:val="00184AB3"/>
    <w:rsid w:val="00184B97"/>
    <w:rsid w:val="00184DAA"/>
    <w:rsid w:val="0018524F"/>
    <w:rsid w:val="001853F3"/>
    <w:rsid w:val="001859C7"/>
    <w:rsid w:val="001859E7"/>
    <w:rsid w:val="00185E1F"/>
    <w:rsid w:val="00185EF5"/>
    <w:rsid w:val="001861F1"/>
    <w:rsid w:val="00186283"/>
    <w:rsid w:val="00186379"/>
    <w:rsid w:val="001868AA"/>
    <w:rsid w:val="00186EA6"/>
    <w:rsid w:val="001874C6"/>
    <w:rsid w:val="0018775F"/>
    <w:rsid w:val="00187DD6"/>
    <w:rsid w:val="00187ED0"/>
    <w:rsid w:val="00190055"/>
    <w:rsid w:val="0019009C"/>
    <w:rsid w:val="001904CA"/>
    <w:rsid w:val="00190953"/>
    <w:rsid w:val="00190B60"/>
    <w:rsid w:val="00190FE5"/>
    <w:rsid w:val="001910CB"/>
    <w:rsid w:val="001914EC"/>
    <w:rsid w:val="001915BA"/>
    <w:rsid w:val="001915BD"/>
    <w:rsid w:val="001916F0"/>
    <w:rsid w:val="001919A8"/>
    <w:rsid w:val="00191B63"/>
    <w:rsid w:val="00191C01"/>
    <w:rsid w:val="00191D6B"/>
    <w:rsid w:val="00191F68"/>
    <w:rsid w:val="00192018"/>
    <w:rsid w:val="0019233E"/>
    <w:rsid w:val="001924FB"/>
    <w:rsid w:val="00192B59"/>
    <w:rsid w:val="00192CD5"/>
    <w:rsid w:val="00192E65"/>
    <w:rsid w:val="00192FA5"/>
    <w:rsid w:val="001938B6"/>
    <w:rsid w:val="00193BD8"/>
    <w:rsid w:val="00193D18"/>
    <w:rsid w:val="00193F8D"/>
    <w:rsid w:val="0019442F"/>
    <w:rsid w:val="001947C3"/>
    <w:rsid w:val="0019498E"/>
    <w:rsid w:val="001949E8"/>
    <w:rsid w:val="00194AC9"/>
    <w:rsid w:val="00194BD3"/>
    <w:rsid w:val="00194F4C"/>
    <w:rsid w:val="00195071"/>
    <w:rsid w:val="001950B0"/>
    <w:rsid w:val="001950BC"/>
    <w:rsid w:val="001953AE"/>
    <w:rsid w:val="001953D9"/>
    <w:rsid w:val="00195D3D"/>
    <w:rsid w:val="00195E5F"/>
    <w:rsid w:val="001961AA"/>
    <w:rsid w:val="001967D1"/>
    <w:rsid w:val="00196C58"/>
    <w:rsid w:val="001971E4"/>
    <w:rsid w:val="001971F6"/>
    <w:rsid w:val="0019727B"/>
    <w:rsid w:val="001973CF"/>
    <w:rsid w:val="00197517"/>
    <w:rsid w:val="00197967"/>
    <w:rsid w:val="00197A64"/>
    <w:rsid w:val="00197B50"/>
    <w:rsid w:val="00197BA8"/>
    <w:rsid w:val="00197EC9"/>
    <w:rsid w:val="001A0369"/>
    <w:rsid w:val="001A0487"/>
    <w:rsid w:val="001A0CB9"/>
    <w:rsid w:val="001A1712"/>
    <w:rsid w:val="001A18BF"/>
    <w:rsid w:val="001A1BC8"/>
    <w:rsid w:val="001A2627"/>
    <w:rsid w:val="001A2A1C"/>
    <w:rsid w:val="001A2E51"/>
    <w:rsid w:val="001A2EB1"/>
    <w:rsid w:val="001A3358"/>
    <w:rsid w:val="001A350F"/>
    <w:rsid w:val="001A3A74"/>
    <w:rsid w:val="001A3B52"/>
    <w:rsid w:val="001A3D0A"/>
    <w:rsid w:val="001A3DF2"/>
    <w:rsid w:val="001A4530"/>
    <w:rsid w:val="001A462E"/>
    <w:rsid w:val="001A4684"/>
    <w:rsid w:val="001A4C35"/>
    <w:rsid w:val="001A4C4C"/>
    <w:rsid w:val="001A4E1C"/>
    <w:rsid w:val="001A4F0F"/>
    <w:rsid w:val="001A50A1"/>
    <w:rsid w:val="001A5100"/>
    <w:rsid w:val="001A580F"/>
    <w:rsid w:val="001A5D27"/>
    <w:rsid w:val="001A5F25"/>
    <w:rsid w:val="001A65C2"/>
    <w:rsid w:val="001A67F1"/>
    <w:rsid w:val="001A6961"/>
    <w:rsid w:val="001A6A4A"/>
    <w:rsid w:val="001A6EBF"/>
    <w:rsid w:val="001A70EA"/>
    <w:rsid w:val="001A727D"/>
    <w:rsid w:val="001A763A"/>
    <w:rsid w:val="001A793F"/>
    <w:rsid w:val="001A7E45"/>
    <w:rsid w:val="001B018D"/>
    <w:rsid w:val="001B01A7"/>
    <w:rsid w:val="001B02BF"/>
    <w:rsid w:val="001B0920"/>
    <w:rsid w:val="001B09D4"/>
    <w:rsid w:val="001B0B13"/>
    <w:rsid w:val="001B0E7A"/>
    <w:rsid w:val="001B101F"/>
    <w:rsid w:val="001B103E"/>
    <w:rsid w:val="001B1600"/>
    <w:rsid w:val="001B1C98"/>
    <w:rsid w:val="001B1C9D"/>
    <w:rsid w:val="001B2355"/>
    <w:rsid w:val="001B27D6"/>
    <w:rsid w:val="001B28D7"/>
    <w:rsid w:val="001B3638"/>
    <w:rsid w:val="001B3CF9"/>
    <w:rsid w:val="001B461D"/>
    <w:rsid w:val="001B474A"/>
    <w:rsid w:val="001B4BA1"/>
    <w:rsid w:val="001B4F27"/>
    <w:rsid w:val="001B529A"/>
    <w:rsid w:val="001B535D"/>
    <w:rsid w:val="001B5569"/>
    <w:rsid w:val="001B5B39"/>
    <w:rsid w:val="001B5D0C"/>
    <w:rsid w:val="001B5D9F"/>
    <w:rsid w:val="001B5EED"/>
    <w:rsid w:val="001B5F63"/>
    <w:rsid w:val="001B6335"/>
    <w:rsid w:val="001B646D"/>
    <w:rsid w:val="001B6A80"/>
    <w:rsid w:val="001B6A8C"/>
    <w:rsid w:val="001B6B58"/>
    <w:rsid w:val="001B6EC9"/>
    <w:rsid w:val="001B6F0F"/>
    <w:rsid w:val="001B768B"/>
    <w:rsid w:val="001B76D1"/>
    <w:rsid w:val="001B7988"/>
    <w:rsid w:val="001B7EDF"/>
    <w:rsid w:val="001C017F"/>
    <w:rsid w:val="001C01A2"/>
    <w:rsid w:val="001C054D"/>
    <w:rsid w:val="001C058A"/>
    <w:rsid w:val="001C075D"/>
    <w:rsid w:val="001C0764"/>
    <w:rsid w:val="001C07F6"/>
    <w:rsid w:val="001C15FF"/>
    <w:rsid w:val="001C16DA"/>
    <w:rsid w:val="001C1747"/>
    <w:rsid w:val="001C1810"/>
    <w:rsid w:val="001C1F60"/>
    <w:rsid w:val="001C23D6"/>
    <w:rsid w:val="001C2A20"/>
    <w:rsid w:val="001C2A75"/>
    <w:rsid w:val="001C2CE5"/>
    <w:rsid w:val="001C2D3A"/>
    <w:rsid w:val="001C2EB2"/>
    <w:rsid w:val="001C2FE9"/>
    <w:rsid w:val="001C377C"/>
    <w:rsid w:val="001C3CBD"/>
    <w:rsid w:val="001C3DB6"/>
    <w:rsid w:val="001C3F3F"/>
    <w:rsid w:val="001C47EB"/>
    <w:rsid w:val="001C4BFB"/>
    <w:rsid w:val="001C4DB6"/>
    <w:rsid w:val="001C5078"/>
    <w:rsid w:val="001C5172"/>
    <w:rsid w:val="001C52DE"/>
    <w:rsid w:val="001C5394"/>
    <w:rsid w:val="001C5A5D"/>
    <w:rsid w:val="001C5CF6"/>
    <w:rsid w:val="001C5EAE"/>
    <w:rsid w:val="001C6523"/>
    <w:rsid w:val="001C6BCF"/>
    <w:rsid w:val="001C6DCF"/>
    <w:rsid w:val="001C6F37"/>
    <w:rsid w:val="001C72AB"/>
    <w:rsid w:val="001C74F9"/>
    <w:rsid w:val="001C790F"/>
    <w:rsid w:val="001C7C95"/>
    <w:rsid w:val="001C7D0D"/>
    <w:rsid w:val="001C7E14"/>
    <w:rsid w:val="001C7EC1"/>
    <w:rsid w:val="001D02D0"/>
    <w:rsid w:val="001D0A04"/>
    <w:rsid w:val="001D0AC6"/>
    <w:rsid w:val="001D0B59"/>
    <w:rsid w:val="001D116D"/>
    <w:rsid w:val="001D1694"/>
    <w:rsid w:val="001D17CC"/>
    <w:rsid w:val="001D1A0B"/>
    <w:rsid w:val="001D1B85"/>
    <w:rsid w:val="001D1BE7"/>
    <w:rsid w:val="001D1C2A"/>
    <w:rsid w:val="001D1DAD"/>
    <w:rsid w:val="001D274D"/>
    <w:rsid w:val="001D2791"/>
    <w:rsid w:val="001D2B1B"/>
    <w:rsid w:val="001D2BE1"/>
    <w:rsid w:val="001D2DF9"/>
    <w:rsid w:val="001D2EB6"/>
    <w:rsid w:val="001D2F18"/>
    <w:rsid w:val="001D326A"/>
    <w:rsid w:val="001D3784"/>
    <w:rsid w:val="001D37E6"/>
    <w:rsid w:val="001D3B6C"/>
    <w:rsid w:val="001D3C2B"/>
    <w:rsid w:val="001D3DBD"/>
    <w:rsid w:val="001D3EB0"/>
    <w:rsid w:val="001D4213"/>
    <w:rsid w:val="001D43E6"/>
    <w:rsid w:val="001D4D81"/>
    <w:rsid w:val="001D5312"/>
    <w:rsid w:val="001D576E"/>
    <w:rsid w:val="001D6667"/>
    <w:rsid w:val="001D6801"/>
    <w:rsid w:val="001D6BEA"/>
    <w:rsid w:val="001D6EAE"/>
    <w:rsid w:val="001D7275"/>
    <w:rsid w:val="001D7310"/>
    <w:rsid w:val="001D7692"/>
    <w:rsid w:val="001D7728"/>
    <w:rsid w:val="001D7B15"/>
    <w:rsid w:val="001D7C23"/>
    <w:rsid w:val="001D7FCB"/>
    <w:rsid w:val="001E03F6"/>
    <w:rsid w:val="001E0DC1"/>
    <w:rsid w:val="001E0E8D"/>
    <w:rsid w:val="001E14B2"/>
    <w:rsid w:val="001E1AC3"/>
    <w:rsid w:val="001E1BFE"/>
    <w:rsid w:val="001E1C75"/>
    <w:rsid w:val="001E288A"/>
    <w:rsid w:val="001E28DE"/>
    <w:rsid w:val="001E2A4F"/>
    <w:rsid w:val="001E329B"/>
    <w:rsid w:val="001E35A0"/>
    <w:rsid w:val="001E36AA"/>
    <w:rsid w:val="001E3D8B"/>
    <w:rsid w:val="001E3DD2"/>
    <w:rsid w:val="001E40D9"/>
    <w:rsid w:val="001E415A"/>
    <w:rsid w:val="001E43A8"/>
    <w:rsid w:val="001E465A"/>
    <w:rsid w:val="001E4D76"/>
    <w:rsid w:val="001E4F80"/>
    <w:rsid w:val="001E51B6"/>
    <w:rsid w:val="001E58BC"/>
    <w:rsid w:val="001E59BD"/>
    <w:rsid w:val="001E6013"/>
    <w:rsid w:val="001E60E4"/>
    <w:rsid w:val="001E62AA"/>
    <w:rsid w:val="001E6408"/>
    <w:rsid w:val="001E68CE"/>
    <w:rsid w:val="001E6D68"/>
    <w:rsid w:val="001E6D7E"/>
    <w:rsid w:val="001E6EFB"/>
    <w:rsid w:val="001E700D"/>
    <w:rsid w:val="001E70C9"/>
    <w:rsid w:val="001E7238"/>
    <w:rsid w:val="001E76A4"/>
    <w:rsid w:val="001E789C"/>
    <w:rsid w:val="001E7CA5"/>
    <w:rsid w:val="001E7E16"/>
    <w:rsid w:val="001F00C1"/>
    <w:rsid w:val="001F05AF"/>
    <w:rsid w:val="001F0B05"/>
    <w:rsid w:val="001F0D57"/>
    <w:rsid w:val="001F0F18"/>
    <w:rsid w:val="001F1549"/>
    <w:rsid w:val="001F1676"/>
    <w:rsid w:val="001F226F"/>
    <w:rsid w:val="001F22FE"/>
    <w:rsid w:val="001F257F"/>
    <w:rsid w:val="001F2618"/>
    <w:rsid w:val="001F27A5"/>
    <w:rsid w:val="001F2B5D"/>
    <w:rsid w:val="001F2C59"/>
    <w:rsid w:val="001F33D6"/>
    <w:rsid w:val="001F3544"/>
    <w:rsid w:val="001F3857"/>
    <w:rsid w:val="001F397C"/>
    <w:rsid w:val="001F3986"/>
    <w:rsid w:val="001F3E12"/>
    <w:rsid w:val="001F41EF"/>
    <w:rsid w:val="001F493D"/>
    <w:rsid w:val="001F499D"/>
    <w:rsid w:val="001F4DDD"/>
    <w:rsid w:val="001F4ED8"/>
    <w:rsid w:val="001F4FEA"/>
    <w:rsid w:val="001F50FD"/>
    <w:rsid w:val="001F55B6"/>
    <w:rsid w:val="001F56B3"/>
    <w:rsid w:val="001F5B9C"/>
    <w:rsid w:val="001F5C62"/>
    <w:rsid w:val="001F600D"/>
    <w:rsid w:val="001F65C1"/>
    <w:rsid w:val="001F67A8"/>
    <w:rsid w:val="001F746F"/>
    <w:rsid w:val="001F74F5"/>
    <w:rsid w:val="001F7667"/>
    <w:rsid w:val="001F79F9"/>
    <w:rsid w:val="001F7B2A"/>
    <w:rsid w:val="002002CE"/>
    <w:rsid w:val="00200408"/>
    <w:rsid w:val="002006A9"/>
    <w:rsid w:val="00201504"/>
    <w:rsid w:val="0020178D"/>
    <w:rsid w:val="002019E5"/>
    <w:rsid w:val="00202292"/>
    <w:rsid w:val="00202860"/>
    <w:rsid w:val="00202AEC"/>
    <w:rsid w:val="00202D63"/>
    <w:rsid w:val="002035DE"/>
    <w:rsid w:val="00203DF7"/>
    <w:rsid w:val="0020440B"/>
    <w:rsid w:val="00204744"/>
    <w:rsid w:val="002047CB"/>
    <w:rsid w:val="002048D6"/>
    <w:rsid w:val="00204B6D"/>
    <w:rsid w:val="00204D9D"/>
    <w:rsid w:val="002052A9"/>
    <w:rsid w:val="002056B7"/>
    <w:rsid w:val="00205893"/>
    <w:rsid w:val="002059E9"/>
    <w:rsid w:val="00205B41"/>
    <w:rsid w:val="00205DAF"/>
    <w:rsid w:val="002060BB"/>
    <w:rsid w:val="0020635E"/>
    <w:rsid w:val="00206569"/>
    <w:rsid w:val="0020679D"/>
    <w:rsid w:val="00206CBD"/>
    <w:rsid w:val="00206EFC"/>
    <w:rsid w:val="002071DC"/>
    <w:rsid w:val="00207AEC"/>
    <w:rsid w:val="00207C55"/>
    <w:rsid w:val="002101BC"/>
    <w:rsid w:val="0021056F"/>
    <w:rsid w:val="00210791"/>
    <w:rsid w:val="00210822"/>
    <w:rsid w:val="00210900"/>
    <w:rsid w:val="00210B6C"/>
    <w:rsid w:val="002112FB"/>
    <w:rsid w:val="00211394"/>
    <w:rsid w:val="00211981"/>
    <w:rsid w:val="00211CD0"/>
    <w:rsid w:val="00212112"/>
    <w:rsid w:val="00212115"/>
    <w:rsid w:val="0021308C"/>
    <w:rsid w:val="00213435"/>
    <w:rsid w:val="002134D3"/>
    <w:rsid w:val="00213BBB"/>
    <w:rsid w:val="00213D71"/>
    <w:rsid w:val="00213E26"/>
    <w:rsid w:val="00213EC2"/>
    <w:rsid w:val="00214001"/>
    <w:rsid w:val="002143B1"/>
    <w:rsid w:val="002143BE"/>
    <w:rsid w:val="002146A0"/>
    <w:rsid w:val="002146F5"/>
    <w:rsid w:val="00214AD9"/>
    <w:rsid w:val="00214FF6"/>
    <w:rsid w:val="00215008"/>
    <w:rsid w:val="00215153"/>
    <w:rsid w:val="002151E8"/>
    <w:rsid w:val="00215243"/>
    <w:rsid w:val="00215368"/>
    <w:rsid w:val="00215546"/>
    <w:rsid w:val="00215838"/>
    <w:rsid w:val="00215B43"/>
    <w:rsid w:val="00215D05"/>
    <w:rsid w:val="00215E40"/>
    <w:rsid w:val="0021634C"/>
    <w:rsid w:val="0021671D"/>
    <w:rsid w:val="00216822"/>
    <w:rsid w:val="00216C6B"/>
    <w:rsid w:val="00217088"/>
    <w:rsid w:val="0021719C"/>
    <w:rsid w:val="00217CAA"/>
    <w:rsid w:val="00217E88"/>
    <w:rsid w:val="00217FE8"/>
    <w:rsid w:val="00220154"/>
    <w:rsid w:val="00220226"/>
    <w:rsid w:val="00220290"/>
    <w:rsid w:val="002207A2"/>
    <w:rsid w:val="0022086F"/>
    <w:rsid w:val="0022107A"/>
    <w:rsid w:val="0022151E"/>
    <w:rsid w:val="00221929"/>
    <w:rsid w:val="00221EE6"/>
    <w:rsid w:val="00222122"/>
    <w:rsid w:val="00222144"/>
    <w:rsid w:val="002224A5"/>
    <w:rsid w:val="0022349F"/>
    <w:rsid w:val="0022370C"/>
    <w:rsid w:val="002242B3"/>
    <w:rsid w:val="002243CB"/>
    <w:rsid w:val="00224795"/>
    <w:rsid w:val="002248FE"/>
    <w:rsid w:val="00224B3A"/>
    <w:rsid w:val="00224C4D"/>
    <w:rsid w:val="0022516B"/>
    <w:rsid w:val="00225A77"/>
    <w:rsid w:val="00225D3D"/>
    <w:rsid w:val="00225DF2"/>
    <w:rsid w:val="0022627C"/>
    <w:rsid w:val="002264FA"/>
    <w:rsid w:val="0022651C"/>
    <w:rsid w:val="00226840"/>
    <w:rsid w:val="002268BB"/>
    <w:rsid w:val="00226B6B"/>
    <w:rsid w:val="00226FBC"/>
    <w:rsid w:val="002270F5"/>
    <w:rsid w:val="002274F8"/>
    <w:rsid w:val="00227595"/>
    <w:rsid w:val="002277BE"/>
    <w:rsid w:val="0022789B"/>
    <w:rsid w:val="00227DC8"/>
    <w:rsid w:val="00227E9E"/>
    <w:rsid w:val="00227F0A"/>
    <w:rsid w:val="002300C6"/>
    <w:rsid w:val="00230204"/>
    <w:rsid w:val="00230B00"/>
    <w:rsid w:val="00230C6D"/>
    <w:rsid w:val="00230DDF"/>
    <w:rsid w:val="00231242"/>
    <w:rsid w:val="002312FD"/>
    <w:rsid w:val="0023194E"/>
    <w:rsid w:val="00231E9A"/>
    <w:rsid w:val="002321E8"/>
    <w:rsid w:val="00232294"/>
    <w:rsid w:val="0023232F"/>
    <w:rsid w:val="00232755"/>
    <w:rsid w:val="00232760"/>
    <w:rsid w:val="002327D7"/>
    <w:rsid w:val="002331D7"/>
    <w:rsid w:val="002331F4"/>
    <w:rsid w:val="002338E8"/>
    <w:rsid w:val="002338FA"/>
    <w:rsid w:val="00233F1A"/>
    <w:rsid w:val="00233F73"/>
    <w:rsid w:val="0023412E"/>
    <w:rsid w:val="00234193"/>
    <w:rsid w:val="002342C0"/>
    <w:rsid w:val="0023430C"/>
    <w:rsid w:val="00234391"/>
    <w:rsid w:val="002343D2"/>
    <w:rsid w:val="00234405"/>
    <w:rsid w:val="00234485"/>
    <w:rsid w:val="00234B19"/>
    <w:rsid w:val="002350CC"/>
    <w:rsid w:val="002350F8"/>
    <w:rsid w:val="002354CB"/>
    <w:rsid w:val="00235CB8"/>
    <w:rsid w:val="00236017"/>
    <w:rsid w:val="002373D1"/>
    <w:rsid w:val="002374BB"/>
    <w:rsid w:val="002379A9"/>
    <w:rsid w:val="00237B69"/>
    <w:rsid w:val="002400BF"/>
    <w:rsid w:val="002401A9"/>
    <w:rsid w:val="002401CA"/>
    <w:rsid w:val="00240217"/>
    <w:rsid w:val="002405CE"/>
    <w:rsid w:val="00240816"/>
    <w:rsid w:val="002409C8"/>
    <w:rsid w:val="002415E3"/>
    <w:rsid w:val="00241682"/>
    <w:rsid w:val="002417F3"/>
    <w:rsid w:val="00241AF8"/>
    <w:rsid w:val="00241C75"/>
    <w:rsid w:val="00241CB4"/>
    <w:rsid w:val="00242298"/>
    <w:rsid w:val="00242FC0"/>
    <w:rsid w:val="00243250"/>
    <w:rsid w:val="0024333B"/>
    <w:rsid w:val="0024348E"/>
    <w:rsid w:val="0024377A"/>
    <w:rsid w:val="002438DD"/>
    <w:rsid w:val="002439CB"/>
    <w:rsid w:val="00243D71"/>
    <w:rsid w:val="00243D8D"/>
    <w:rsid w:val="00243EBF"/>
    <w:rsid w:val="00243FAE"/>
    <w:rsid w:val="00244127"/>
    <w:rsid w:val="0024430A"/>
    <w:rsid w:val="0024449E"/>
    <w:rsid w:val="00244919"/>
    <w:rsid w:val="00244CAE"/>
    <w:rsid w:val="00244F4E"/>
    <w:rsid w:val="002450F9"/>
    <w:rsid w:val="0024524F"/>
    <w:rsid w:val="00245CA1"/>
    <w:rsid w:val="00246025"/>
    <w:rsid w:val="002462BC"/>
    <w:rsid w:val="00246630"/>
    <w:rsid w:val="002468CC"/>
    <w:rsid w:val="00246CCB"/>
    <w:rsid w:val="00246D7B"/>
    <w:rsid w:val="002470EB"/>
    <w:rsid w:val="00247173"/>
    <w:rsid w:val="00247393"/>
    <w:rsid w:val="00247C20"/>
    <w:rsid w:val="00250164"/>
    <w:rsid w:val="00250205"/>
    <w:rsid w:val="002507CE"/>
    <w:rsid w:val="00250D82"/>
    <w:rsid w:val="00250FAB"/>
    <w:rsid w:val="002510A2"/>
    <w:rsid w:val="00251274"/>
    <w:rsid w:val="00251690"/>
    <w:rsid w:val="00251BEF"/>
    <w:rsid w:val="00251C6C"/>
    <w:rsid w:val="002527F3"/>
    <w:rsid w:val="002529DB"/>
    <w:rsid w:val="00252A1C"/>
    <w:rsid w:val="00253042"/>
    <w:rsid w:val="00253535"/>
    <w:rsid w:val="002535D9"/>
    <w:rsid w:val="00253671"/>
    <w:rsid w:val="002538E6"/>
    <w:rsid w:val="002538EB"/>
    <w:rsid w:val="00253A2F"/>
    <w:rsid w:val="00253B35"/>
    <w:rsid w:val="002542B7"/>
    <w:rsid w:val="002542FE"/>
    <w:rsid w:val="0025461D"/>
    <w:rsid w:val="00254AC7"/>
    <w:rsid w:val="00254AFC"/>
    <w:rsid w:val="00254E92"/>
    <w:rsid w:val="00255613"/>
    <w:rsid w:val="00255B1C"/>
    <w:rsid w:val="00255FE7"/>
    <w:rsid w:val="00256055"/>
    <w:rsid w:val="00256163"/>
    <w:rsid w:val="002564C9"/>
    <w:rsid w:val="0025655E"/>
    <w:rsid w:val="002565CA"/>
    <w:rsid w:val="002565EE"/>
    <w:rsid w:val="002565FE"/>
    <w:rsid w:val="002566A6"/>
    <w:rsid w:val="00256701"/>
    <w:rsid w:val="00256A9C"/>
    <w:rsid w:val="00256DE8"/>
    <w:rsid w:val="0025733D"/>
    <w:rsid w:val="00257BF5"/>
    <w:rsid w:val="00257C82"/>
    <w:rsid w:val="00257C99"/>
    <w:rsid w:val="00257E2F"/>
    <w:rsid w:val="002604EB"/>
    <w:rsid w:val="00260B1B"/>
    <w:rsid w:val="00260CCF"/>
    <w:rsid w:val="00261F1B"/>
    <w:rsid w:val="002620AE"/>
    <w:rsid w:val="00262205"/>
    <w:rsid w:val="002622DA"/>
    <w:rsid w:val="002625A6"/>
    <w:rsid w:val="00262D7A"/>
    <w:rsid w:val="00262EFE"/>
    <w:rsid w:val="00263365"/>
    <w:rsid w:val="00263606"/>
    <w:rsid w:val="00263900"/>
    <w:rsid w:val="002639F8"/>
    <w:rsid w:val="00263D4F"/>
    <w:rsid w:val="00263F8E"/>
    <w:rsid w:val="00264148"/>
    <w:rsid w:val="00264465"/>
    <w:rsid w:val="002647B3"/>
    <w:rsid w:val="00264854"/>
    <w:rsid w:val="00264878"/>
    <w:rsid w:val="00264BE8"/>
    <w:rsid w:val="00264D7D"/>
    <w:rsid w:val="002651BE"/>
    <w:rsid w:val="002655D6"/>
    <w:rsid w:val="00265A63"/>
    <w:rsid w:val="00265DE1"/>
    <w:rsid w:val="00265F4B"/>
    <w:rsid w:val="00265FD6"/>
    <w:rsid w:val="00265FFB"/>
    <w:rsid w:val="002666D0"/>
    <w:rsid w:val="00266D6B"/>
    <w:rsid w:val="00266F06"/>
    <w:rsid w:val="002672EC"/>
    <w:rsid w:val="002674E6"/>
    <w:rsid w:val="00267800"/>
    <w:rsid w:val="00267C54"/>
    <w:rsid w:val="00267EA8"/>
    <w:rsid w:val="00267F7D"/>
    <w:rsid w:val="00267FE8"/>
    <w:rsid w:val="002702F8"/>
    <w:rsid w:val="002707C6"/>
    <w:rsid w:val="002707FD"/>
    <w:rsid w:val="00270AD3"/>
    <w:rsid w:val="00270C0D"/>
    <w:rsid w:val="00270E4F"/>
    <w:rsid w:val="00271180"/>
    <w:rsid w:val="00271285"/>
    <w:rsid w:val="00271A00"/>
    <w:rsid w:val="00271D89"/>
    <w:rsid w:val="00271DFE"/>
    <w:rsid w:val="002721A5"/>
    <w:rsid w:val="0027240A"/>
    <w:rsid w:val="0027271B"/>
    <w:rsid w:val="00272B15"/>
    <w:rsid w:val="00272BD6"/>
    <w:rsid w:val="00272F69"/>
    <w:rsid w:val="00273443"/>
    <w:rsid w:val="002734E9"/>
    <w:rsid w:val="002736A6"/>
    <w:rsid w:val="002736F8"/>
    <w:rsid w:val="00273A78"/>
    <w:rsid w:val="00273EF5"/>
    <w:rsid w:val="00274314"/>
    <w:rsid w:val="0027437E"/>
    <w:rsid w:val="0027478F"/>
    <w:rsid w:val="00274E70"/>
    <w:rsid w:val="00274F1F"/>
    <w:rsid w:val="00275011"/>
    <w:rsid w:val="002750B7"/>
    <w:rsid w:val="00275713"/>
    <w:rsid w:val="00275C99"/>
    <w:rsid w:val="00275E5D"/>
    <w:rsid w:val="00275F65"/>
    <w:rsid w:val="00276092"/>
    <w:rsid w:val="0027629F"/>
    <w:rsid w:val="0027656E"/>
    <w:rsid w:val="00276874"/>
    <w:rsid w:val="00276B17"/>
    <w:rsid w:val="00276BC9"/>
    <w:rsid w:val="00276CBD"/>
    <w:rsid w:val="00276D51"/>
    <w:rsid w:val="002770D5"/>
    <w:rsid w:val="00277394"/>
    <w:rsid w:val="00277402"/>
    <w:rsid w:val="00277962"/>
    <w:rsid w:val="00277AA4"/>
    <w:rsid w:val="00277AD8"/>
    <w:rsid w:val="00277C63"/>
    <w:rsid w:val="00277CB8"/>
    <w:rsid w:val="00277D10"/>
    <w:rsid w:val="00277D46"/>
    <w:rsid w:val="00277EF7"/>
    <w:rsid w:val="002802EC"/>
    <w:rsid w:val="002804F6"/>
    <w:rsid w:val="002806E8"/>
    <w:rsid w:val="002807A5"/>
    <w:rsid w:val="00280B65"/>
    <w:rsid w:val="002810A3"/>
    <w:rsid w:val="00281237"/>
    <w:rsid w:val="0028127E"/>
    <w:rsid w:val="00281F6D"/>
    <w:rsid w:val="00282243"/>
    <w:rsid w:val="002823FE"/>
    <w:rsid w:val="00282570"/>
    <w:rsid w:val="002828E5"/>
    <w:rsid w:val="00282A55"/>
    <w:rsid w:val="00283109"/>
    <w:rsid w:val="00283549"/>
    <w:rsid w:val="00283608"/>
    <w:rsid w:val="00283640"/>
    <w:rsid w:val="00283668"/>
    <w:rsid w:val="00283BA5"/>
    <w:rsid w:val="00283EA2"/>
    <w:rsid w:val="00283EEF"/>
    <w:rsid w:val="002840F0"/>
    <w:rsid w:val="00284582"/>
    <w:rsid w:val="00284692"/>
    <w:rsid w:val="002848A4"/>
    <w:rsid w:val="002853D9"/>
    <w:rsid w:val="00285885"/>
    <w:rsid w:val="002859D6"/>
    <w:rsid w:val="00285D52"/>
    <w:rsid w:val="00286003"/>
    <w:rsid w:val="00286513"/>
    <w:rsid w:val="002869EF"/>
    <w:rsid w:val="00286C09"/>
    <w:rsid w:val="00286F09"/>
    <w:rsid w:val="0028771E"/>
    <w:rsid w:val="00287924"/>
    <w:rsid w:val="00287C9A"/>
    <w:rsid w:val="00287CB7"/>
    <w:rsid w:val="00287EE4"/>
    <w:rsid w:val="00290074"/>
    <w:rsid w:val="002901F6"/>
    <w:rsid w:val="0029055A"/>
    <w:rsid w:val="00290F78"/>
    <w:rsid w:val="00291176"/>
    <w:rsid w:val="002913B6"/>
    <w:rsid w:val="002914AC"/>
    <w:rsid w:val="00291546"/>
    <w:rsid w:val="002917F3"/>
    <w:rsid w:val="00291A93"/>
    <w:rsid w:val="00291C63"/>
    <w:rsid w:val="00291DCF"/>
    <w:rsid w:val="00292441"/>
    <w:rsid w:val="0029248F"/>
    <w:rsid w:val="002924DC"/>
    <w:rsid w:val="00292D57"/>
    <w:rsid w:val="00292DF4"/>
    <w:rsid w:val="00293708"/>
    <w:rsid w:val="00293792"/>
    <w:rsid w:val="00293991"/>
    <w:rsid w:val="00293CE1"/>
    <w:rsid w:val="0029401A"/>
    <w:rsid w:val="002942A6"/>
    <w:rsid w:val="00294BB1"/>
    <w:rsid w:val="00294C78"/>
    <w:rsid w:val="00294CD3"/>
    <w:rsid w:val="00294F1D"/>
    <w:rsid w:val="00295B46"/>
    <w:rsid w:val="00295F30"/>
    <w:rsid w:val="00296391"/>
    <w:rsid w:val="002963BC"/>
    <w:rsid w:val="00296552"/>
    <w:rsid w:val="00296EA0"/>
    <w:rsid w:val="002972E4"/>
    <w:rsid w:val="0029740E"/>
    <w:rsid w:val="0029752E"/>
    <w:rsid w:val="002976EE"/>
    <w:rsid w:val="002979EE"/>
    <w:rsid w:val="002A0481"/>
    <w:rsid w:val="002A0E89"/>
    <w:rsid w:val="002A0F20"/>
    <w:rsid w:val="002A117C"/>
    <w:rsid w:val="002A11D7"/>
    <w:rsid w:val="002A1295"/>
    <w:rsid w:val="002A13CB"/>
    <w:rsid w:val="002A1524"/>
    <w:rsid w:val="002A15DF"/>
    <w:rsid w:val="002A19C1"/>
    <w:rsid w:val="002A1DF4"/>
    <w:rsid w:val="002A26BE"/>
    <w:rsid w:val="002A2C74"/>
    <w:rsid w:val="002A2CFE"/>
    <w:rsid w:val="002A2DBC"/>
    <w:rsid w:val="002A3117"/>
    <w:rsid w:val="002A33D2"/>
    <w:rsid w:val="002A3845"/>
    <w:rsid w:val="002A3848"/>
    <w:rsid w:val="002A3BB0"/>
    <w:rsid w:val="002A3CE8"/>
    <w:rsid w:val="002A41B0"/>
    <w:rsid w:val="002A443F"/>
    <w:rsid w:val="002A44C6"/>
    <w:rsid w:val="002A4D48"/>
    <w:rsid w:val="002A4D8B"/>
    <w:rsid w:val="002A4F72"/>
    <w:rsid w:val="002A5303"/>
    <w:rsid w:val="002A5EA5"/>
    <w:rsid w:val="002A62E2"/>
    <w:rsid w:val="002A6570"/>
    <w:rsid w:val="002A65CD"/>
    <w:rsid w:val="002A6C6A"/>
    <w:rsid w:val="002A7324"/>
    <w:rsid w:val="002A748E"/>
    <w:rsid w:val="002A76FB"/>
    <w:rsid w:val="002A79F8"/>
    <w:rsid w:val="002A7CC9"/>
    <w:rsid w:val="002A7F7E"/>
    <w:rsid w:val="002B04F0"/>
    <w:rsid w:val="002B068B"/>
    <w:rsid w:val="002B0757"/>
    <w:rsid w:val="002B090D"/>
    <w:rsid w:val="002B0BA0"/>
    <w:rsid w:val="002B0C8D"/>
    <w:rsid w:val="002B0D30"/>
    <w:rsid w:val="002B0E04"/>
    <w:rsid w:val="002B13EC"/>
    <w:rsid w:val="002B1497"/>
    <w:rsid w:val="002B19A0"/>
    <w:rsid w:val="002B1A11"/>
    <w:rsid w:val="002B1E6B"/>
    <w:rsid w:val="002B2365"/>
    <w:rsid w:val="002B26A7"/>
    <w:rsid w:val="002B30E0"/>
    <w:rsid w:val="002B373D"/>
    <w:rsid w:val="002B47B2"/>
    <w:rsid w:val="002B47F2"/>
    <w:rsid w:val="002B4891"/>
    <w:rsid w:val="002B49CC"/>
    <w:rsid w:val="002B4A40"/>
    <w:rsid w:val="002B4D77"/>
    <w:rsid w:val="002B4EC8"/>
    <w:rsid w:val="002B4FB7"/>
    <w:rsid w:val="002B5488"/>
    <w:rsid w:val="002B5708"/>
    <w:rsid w:val="002B5796"/>
    <w:rsid w:val="002B58AA"/>
    <w:rsid w:val="002B59AD"/>
    <w:rsid w:val="002B5D2D"/>
    <w:rsid w:val="002B5EF8"/>
    <w:rsid w:val="002B608C"/>
    <w:rsid w:val="002B62A2"/>
    <w:rsid w:val="002B6516"/>
    <w:rsid w:val="002B6661"/>
    <w:rsid w:val="002B681F"/>
    <w:rsid w:val="002B684A"/>
    <w:rsid w:val="002B6ACD"/>
    <w:rsid w:val="002B6BB9"/>
    <w:rsid w:val="002B72C0"/>
    <w:rsid w:val="002B757A"/>
    <w:rsid w:val="002B76BF"/>
    <w:rsid w:val="002B7802"/>
    <w:rsid w:val="002B7855"/>
    <w:rsid w:val="002B799A"/>
    <w:rsid w:val="002C039A"/>
    <w:rsid w:val="002C03E0"/>
    <w:rsid w:val="002C042C"/>
    <w:rsid w:val="002C0476"/>
    <w:rsid w:val="002C06CF"/>
    <w:rsid w:val="002C0F85"/>
    <w:rsid w:val="002C1318"/>
    <w:rsid w:val="002C13BE"/>
    <w:rsid w:val="002C15C1"/>
    <w:rsid w:val="002C1698"/>
    <w:rsid w:val="002C1759"/>
    <w:rsid w:val="002C1A18"/>
    <w:rsid w:val="002C1D2B"/>
    <w:rsid w:val="002C1D2F"/>
    <w:rsid w:val="002C1E96"/>
    <w:rsid w:val="002C1F0D"/>
    <w:rsid w:val="002C201E"/>
    <w:rsid w:val="002C21B0"/>
    <w:rsid w:val="002C2511"/>
    <w:rsid w:val="002C26B3"/>
    <w:rsid w:val="002C28EF"/>
    <w:rsid w:val="002C2977"/>
    <w:rsid w:val="002C2A75"/>
    <w:rsid w:val="002C2C4D"/>
    <w:rsid w:val="002C2CD0"/>
    <w:rsid w:val="002C3133"/>
    <w:rsid w:val="002C358B"/>
    <w:rsid w:val="002C368C"/>
    <w:rsid w:val="002C3D36"/>
    <w:rsid w:val="002C3E41"/>
    <w:rsid w:val="002C40ED"/>
    <w:rsid w:val="002C420D"/>
    <w:rsid w:val="002C452B"/>
    <w:rsid w:val="002C4CC5"/>
    <w:rsid w:val="002C4EA7"/>
    <w:rsid w:val="002C4F62"/>
    <w:rsid w:val="002C5460"/>
    <w:rsid w:val="002C5465"/>
    <w:rsid w:val="002C56D8"/>
    <w:rsid w:val="002C5728"/>
    <w:rsid w:val="002C57BD"/>
    <w:rsid w:val="002C5A05"/>
    <w:rsid w:val="002C5C17"/>
    <w:rsid w:val="002C5C74"/>
    <w:rsid w:val="002C6009"/>
    <w:rsid w:val="002C6245"/>
    <w:rsid w:val="002C6320"/>
    <w:rsid w:val="002C6386"/>
    <w:rsid w:val="002C653B"/>
    <w:rsid w:val="002C67CA"/>
    <w:rsid w:val="002C70EA"/>
    <w:rsid w:val="002C7351"/>
    <w:rsid w:val="002C751A"/>
    <w:rsid w:val="002C796E"/>
    <w:rsid w:val="002C7DC7"/>
    <w:rsid w:val="002C7FC6"/>
    <w:rsid w:val="002D000E"/>
    <w:rsid w:val="002D024A"/>
    <w:rsid w:val="002D045B"/>
    <w:rsid w:val="002D09BB"/>
    <w:rsid w:val="002D0A49"/>
    <w:rsid w:val="002D16F2"/>
    <w:rsid w:val="002D1927"/>
    <w:rsid w:val="002D1A6F"/>
    <w:rsid w:val="002D1DF8"/>
    <w:rsid w:val="002D23D2"/>
    <w:rsid w:val="002D24C5"/>
    <w:rsid w:val="002D2511"/>
    <w:rsid w:val="002D27D7"/>
    <w:rsid w:val="002D296A"/>
    <w:rsid w:val="002D3006"/>
    <w:rsid w:val="002D339B"/>
    <w:rsid w:val="002D34DF"/>
    <w:rsid w:val="002D3540"/>
    <w:rsid w:val="002D3E3C"/>
    <w:rsid w:val="002D41B9"/>
    <w:rsid w:val="002D437F"/>
    <w:rsid w:val="002D4565"/>
    <w:rsid w:val="002D463B"/>
    <w:rsid w:val="002D488F"/>
    <w:rsid w:val="002D51C9"/>
    <w:rsid w:val="002D5229"/>
    <w:rsid w:val="002D599F"/>
    <w:rsid w:val="002D5B0A"/>
    <w:rsid w:val="002D5F76"/>
    <w:rsid w:val="002D6119"/>
    <w:rsid w:val="002D612A"/>
    <w:rsid w:val="002D62EE"/>
    <w:rsid w:val="002D642B"/>
    <w:rsid w:val="002D66EF"/>
    <w:rsid w:val="002D68ED"/>
    <w:rsid w:val="002D6AD6"/>
    <w:rsid w:val="002D706F"/>
    <w:rsid w:val="002D7817"/>
    <w:rsid w:val="002D7F6A"/>
    <w:rsid w:val="002E03AF"/>
    <w:rsid w:val="002E0630"/>
    <w:rsid w:val="002E0631"/>
    <w:rsid w:val="002E0821"/>
    <w:rsid w:val="002E0C7B"/>
    <w:rsid w:val="002E0F92"/>
    <w:rsid w:val="002E10D2"/>
    <w:rsid w:val="002E1326"/>
    <w:rsid w:val="002E188D"/>
    <w:rsid w:val="002E1D7D"/>
    <w:rsid w:val="002E1EFF"/>
    <w:rsid w:val="002E1F1D"/>
    <w:rsid w:val="002E2301"/>
    <w:rsid w:val="002E2783"/>
    <w:rsid w:val="002E2A9E"/>
    <w:rsid w:val="002E2AD3"/>
    <w:rsid w:val="002E2CFD"/>
    <w:rsid w:val="002E2D36"/>
    <w:rsid w:val="002E30E6"/>
    <w:rsid w:val="002E3A45"/>
    <w:rsid w:val="002E4090"/>
    <w:rsid w:val="002E4350"/>
    <w:rsid w:val="002E4D5E"/>
    <w:rsid w:val="002E50AA"/>
    <w:rsid w:val="002E57BD"/>
    <w:rsid w:val="002E595B"/>
    <w:rsid w:val="002E5D1B"/>
    <w:rsid w:val="002E6094"/>
    <w:rsid w:val="002E61E4"/>
    <w:rsid w:val="002E6346"/>
    <w:rsid w:val="002E65A3"/>
    <w:rsid w:val="002E6781"/>
    <w:rsid w:val="002E6B5E"/>
    <w:rsid w:val="002E6BA6"/>
    <w:rsid w:val="002E6EA4"/>
    <w:rsid w:val="002E6FD9"/>
    <w:rsid w:val="002E765B"/>
    <w:rsid w:val="002E7983"/>
    <w:rsid w:val="002E7F6C"/>
    <w:rsid w:val="002F0015"/>
    <w:rsid w:val="002F0133"/>
    <w:rsid w:val="002F01AC"/>
    <w:rsid w:val="002F0425"/>
    <w:rsid w:val="002F0572"/>
    <w:rsid w:val="002F06C8"/>
    <w:rsid w:val="002F06D6"/>
    <w:rsid w:val="002F09E7"/>
    <w:rsid w:val="002F0CFE"/>
    <w:rsid w:val="002F0F2C"/>
    <w:rsid w:val="002F137E"/>
    <w:rsid w:val="002F13DF"/>
    <w:rsid w:val="002F16C8"/>
    <w:rsid w:val="002F1BB2"/>
    <w:rsid w:val="002F1C7E"/>
    <w:rsid w:val="002F1CD1"/>
    <w:rsid w:val="002F1CF0"/>
    <w:rsid w:val="002F1CFF"/>
    <w:rsid w:val="002F1F99"/>
    <w:rsid w:val="002F20BA"/>
    <w:rsid w:val="002F25CF"/>
    <w:rsid w:val="002F2638"/>
    <w:rsid w:val="002F29E0"/>
    <w:rsid w:val="002F2C7D"/>
    <w:rsid w:val="002F2E59"/>
    <w:rsid w:val="002F2EB3"/>
    <w:rsid w:val="002F2EBD"/>
    <w:rsid w:val="002F33B5"/>
    <w:rsid w:val="002F3D01"/>
    <w:rsid w:val="002F414D"/>
    <w:rsid w:val="002F4602"/>
    <w:rsid w:val="002F4DE8"/>
    <w:rsid w:val="002F4DFF"/>
    <w:rsid w:val="002F53BB"/>
    <w:rsid w:val="002F549B"/>
    <w:rsid w:val="002F556A"/>
    <w:rsid w:val="002F5D32"/>
    <w:rsid w:val="002F60B1"/>
    <w:rsid w:val="002F62A0"/>
    <w:rsid w:val="002F649C"/>
    <w:rsid w:val="002F6EC0"/>
    <w:rsid w:val="002F7412"/>
    <w:rsid w:val="002F7529"/>
    <w:rsid w:val="002F7943"/>
    <w:rsid w:val="002F7AB4"/>
    <w:rsid w:val="00300069"/>
    <w:rsid w:val="003000CD"/>
    <w:rsid w:val="00300121"/>
    <w:rsid w:val="003002E3"/>
    <w:rsid w:val="003004E1"/>
    <w:rsid w:val="003007FC"/>
    <w:rsid w:val="00300EB9"/>
    <w:rsid w:val="00301497"/>
    <w:rsid w:val="00301B7C"/>
    <w:rsid w:val="00302038"/>
    <w:rsid w:val="0030208F"/>
    <w:rsid w:val="00302291"/>
    <w:rsid w:val="0030235C"/>
    <w:rsid w:val="003024F3"/>
    <w:rsid w:val="0030257D"/>
    <w:rsid w:val="00302912"/>
    <w:rsid w:val="003029CC"/>
    <w:rsid w:val="00302EF5"/>
    <w:rsid w:val="00302FA8"/>
    <w:rsid w:val="00303183"/>
    <w:rsid w:val="00303220"/>
    <w:rsid w:val="00303497"/>
    <w:rsid w:val="00303D6B"/>
    <w:rsid w:val="00303F09"/>
    <w:rsid w:val="00304AE3"/>
    <w:rsid w:val="00304D26"/>
    <w:rsid w:val="00304DB5"/>
    <w:rsid w:val="00305033"/>
    <w:rsid w:val="00305228"/>
    <w:rsid w:val="003057D6"/>
    <w:rsid w:val="00305961"/>
    <w:rsid w:val="00305AA6"/>
    <w:rsid w:val="0030612B"/>
    <w:rsid w:val="003063CE"/>
    <w:rsid w:val="00306591"/>
    <w:rsid w:val="003066A6"/>
    <w:rsid w:val="00306750"/>
    <w:rsid w:val="00306A6E"/>
    <w:rsid w:val="00306BF9"/>
    <w:rsid w:val="00306CFA"/>
    <w:rsid w:val="0030724E"/>
    <w:rsid w:val="0030728F"/>
    <w:rsid w:val="003073D1"/>
    <w:rsid w:val="00307994"/>
    <w:rsid w:val="00307D09"/>
    <w:rsid w:val="00307DCA"/>
    <w:rsid w:val="003102B5"/>
    <w:rsid w:val="00310731"/>
    <w:rsid w:val="003107B6"/>
    <w:rsid w:val="00310D5A"/>
    <w:rsid w:val="003110C8"/>
    <w:rsid w:val="0031141D"/>
    <w:rsid w:val="00311790"/>
    <w:rsid w:val="00311E87"/>
    <w:rsid w:val="003120B4"/>
    <w:rsid w:val="00312162"/>
    <w:rsid w:val="00312239"/>
    <w:rsid w:val="003126D3"/>
    <w:rsid w:val="0031296F"/>
    <w:rsid w:val="00312AC5"/>
    <w:rsid w:val="00312B77"/>
    <w:rsid w:val="00312BD1"/>
    <w:rsid w:val="00313076"/>
    <w:rsid w:val="003130D3"/>
    <w:rsid w:val="00313651"/>
    <w:rsid w:val="00313C10"/>
    <w:rsid w:val="0031404D"/>
    <w:rsid w:val="00314390"/>
    <w:rsid w:val="00314781"/>
    <w:rsid w:val="003148D5"/>
    <w:rsid w:val="00314BDD"/>
    <w:rsid w:val="00314E14"/>
    <w:rsid w:val="00314FD3"/>
    <w:rsid w:val="00315674"/>
    <w:rsid w:val="00315999"/>
    <w:rsid w:val="00315CEE"/>
    <w:rsid w:val="00315EB0"/>
    <w:rsid w:val="00316054"/>
    <w:rsid w:val="003162A2"/>
    <w:rsid w:val="003167AD"/>
    <w:rsid w:val="00316B2E"/>
    <w:rsid w:val="00316C2F"/>
    <w:rsid w:val="00316F2F"/>
    <w:rsid w:val="00316F61"/>
    <w:rsid w:val="00316FDF"/>
    <w:rsid w:val="00317668"/>
    <w:rsid w:val="003178C0"/>
    <w:rsid w:val="00317A89"/>
    <w:rsid w:val="00317BEF"/>
    <w:rsid w:val="00317BFF"/>
    <w:rsid w:val="00317D60"/>
    <w:rsid w:val="00317F97"/>
    <w:rsid w:val="00317FE7"/>
    <w:rsid w:val="0032095A"/>
    <w:rsid w:val="00320BA5"/>
    <w:rsid w:val="00320C5B"/>
    <w:rsid w:val="00320EA3"/>
    <w:rsid w:val="0032120F"/>
    <w:rsid w:val="003214BD"/>
    <w:rsid w:val="00321A25"/>
    <w:rsid w:val="00321ADE"/>
    <w:rsid w:val="00321CA9"/>
    <w:rsid w:val="00323069"/>
    <w:rsid w:val="00323094"/>
    <w:rsid w:val="003234DE"/>
    <w:rsid w:val="0032374C"/>
    <w:rsid w:val="003238FC"/>
    <w:rsid w:val="00323CC9"/>
    <w:rsid w:val="00323E38"/>
    <w:rsid w:val="0032401F"/>
    <w:rsid w:val="0032418B"/>
    <w:rsid w:val="00324255"/>
    <w:rsid w:val="00324B77"/>
    <w:rsid w:val="00324CC3"/>
    <w:rsid w:val="00324E58"/>
    <w:rsid w:val="00324E8B"/>
    <w:rsid w:val="003250D5"/>
    <w:rsid w:val="003251F6"/>
    <w:rsid w:val="00325261"/>
    <w:rsid w:val="00325502"/>
    <w:rsid w:val="00325ADD"/>
    <w:rsid w:val="00325CC4"/>
    <w:rsid w:val="0032609C"/>
    <w:rsid w:val="003261D5"/>
    <w:rsid w:val="0032679C"/>
    <w:rsid w:val="00326C49"/>
    <w:rsid w:val="00326DEF"/>
    <w:rsid w:val="00326E35"/>
    <w:rsid w:val="00327120"/>
    <w:rsid w:val="00327177"/>
    <w:rsid w:val="003271AC"/>
    <w:rsid w:val="003271F2"/>
    <w:rsid w:val="003274BB"/>
    <w:rsid w:val="003274E3"/>
    <w:rsid w:val="00327870"/>
    <w:rsid w:val="00327AE6"/>
    <w:rsid w:val="00327CE9"/>
    <w:rsid w:val="00327F6A"/>
    <w:rsid w:val="00327FFA"/>
    <w:rsid w:val="00330227"/>
    <w:rsid w:val="003308BC"/>
    <w:rsid w:val="00330940"/>
    <w:rsid w:val="00330DD0"/>
    <w:rsid w:val="00330F7A"/>
    <w:rsid w:val="00331274"/>
    <w:rsid w:val="00331301"/>
    <w:rsid w:val="00331A74"/>
    <w:rsid w:val="00331BFC"/>
    <w:rsid w:val="003324FE"/>
    <w:rsid w:val="00332A36"/>
    <w:rsid w:val="00332B77"/>
    <w:rsid w:val="00332BF6"/>
    <w:rsid w:val="00332D2F"/>
    <w:rsid w:val="00332D55"/>
    <w:rsid w:val="00332E43"/>
    <w:rsid w:val="00333273"/>
    <w:rsid w:val="003333AA"/>
    <w:rsid w:val="00333C8C"/>
    <w:rsid w:val="00333D31"/>
    <w:rsid w:val="003345A9"/>
    <w:rsid w:val="003346BE"/>
    <w:rsid w:val="003349F2"/>
    <w:rsid w:val="00334ED6"/>
    <w:rsid w:val="003357B1"/>
    <w:rsid w:val="0033593F"/>
    <w:rsid w:val="00335980"/>
    <w:rsid w:val="00336218"/>
    <w:rsid w:val="003368FD"/>
    <w:rsid w:val="00336915"/>
    <w:rsid w:val="003369C6"/>
    <w:rsid w:val="00336F91"/>
    <w:rsid w:val="003371DD"/>
    <w:rsid w:val="00337586"/>
    <w:rsid w:val="003377B5"/>
    <w:rsid w:val="00340642"/>
    <w:rsid w:val="003407E9"/>
    <w:rsid w:val="00340AC2"/>
    <w:rsid w:val="003413AF"/>
    <w:rsid w:val="0034172B"/>
    <w:rsid w:val="0034204B"/>
    <w:rsid w:val="00342270"/>
    <w:rsid w:val="00342274"/>
    <w:rsid w:val="003424D2"/>
    <w:rsid w:val="00342649"/>
    <w:rsid w:val="00342B13"/>
    <w:rsid w:val="003430F2"/>
    <w:rsid w:val="003431C1"/>
    <w:rsid w:val="00343274"/>
    <w:rsid w:val="0034336E"/>
    <w:rsid w:val="003433CC"/>
    <w:rsid w:val="003435F3"/>
    <w:rsid w:val="00343637"/>
    <w:rsid w:val="00343A3F"/>
    <w:rsid w:val="00343B33"/>
    <w:rsid w:val="00343D74"/>
    <w:rsid w:val="00343DD0"/>
    <w:rsid w:val="00343FF2"/>
    <w:rsid w:val="0034431D"/>
    <w:rsid w:val="00344533"/>
    <w:rsid w:val="00344735"/>
    <w:rsid w:val="003447CA"/>
    <w:rsid w:val="00344E34"/>
    <w:rsid w:val="003452E9"/>
    <w:rsid w:val="003452F2"/>
    <w:rsid w:val="00345A4A"/>
    <w:rsid w:val="00345C4A"/>
    <w:rsid w:val="00345CBA"/>
    <w:rsid w:val="00345FD0"/>
    <w:rsid w:val="00346308"/>
    <w:rsid w:val="00346317"/>
    <w:rsid w:val="0034634A"/>
    <w:rsid w:val="00346616"/>
    <w:rsid w:val="00346E00"/>
    <w:rsid w:val="003471E8"/>
    <w:rsid w:val="00347477"/>
    <w:rsid w:val="0034761E"/>
    <w:rsid w:val="00347B5A"/>
    <w:rsid w:val="00347D38"/>
    <w:rsid w:val="00347D4F"/>
    <w:rsid w:val="00347E66"/>
    <w:rsid w:val="00347EC9"/>
    <w:rsid w:val="00350783"/>
    <w:rsid w:val="0035149C"/>
    <w:rsid w:val="0035153C"/>
    <w:rsid w:val="003516A5"/>
    <w:rsid w:val="00351711"/>
    <w:rsid w:val="0035173D"/>
    <w:rsid w:val="00351754"/>
    <w:rsid w:val="003517B5"/>
    <w:rsid w:val="00351874"/>
    <w:rsid w:val="00351928"/>
    <w:rsid w:val="0035270E"/>
    <w:rsid w:val="00352CF6"/>
    <w:rsid w:val="00352D9F"/>
    <w:rsid w:val="0035348C"/>
    <w:rsid w:val="003534CE"/>
    <w:rsid w:val="003535C4"/>
    <w:rsid w:val="00353789"/>
    <w:rsid w:val="003539F8"/>
    <w:rsid w:val="00354CED"/>
    <w:rsid w:val="00354D6D"/>
    <w:rsid w:val="00354F31"/>
    <w:rsid w:val="00355252"/>
    <w:rsid w:val="00355787"/>
    <w:rsid w:val="0035585D"/>
    <w:rsid w:val="00355870"/>
    <w:rsid w:val="00355D76"/>
    <w:rsid w:val="0035604B"/>
    <w:rsid w:val="003560D1"/>
    <w:rsid w:val="0035615A"/>
    <w:rsid w:val="0035631A"/>
    <w:rsid w:val="003569B5"/>
    <w:rsid w:val="00356A46"/>
    <w:rsid w:val="003574C4"/>
    <w:rsid w:val="00357670"/>
    <w:rsid w:val="0035779C"/>
    <w:rsid w:val="00357975"/>
    <w:rsid w:val="003579AA"/>
    <w:rsid w:val="00357A4F"/>
    <w:rsid w:val="00357B33"/>
    <w:rsid w:val="00357BCB"/>
    <w:rsid w:val="00357C07"/>
    <w:rsid w:val="00357E55"/>
    <w:rsid w:val="00357F41"/>
    <w:rsid w:val="003600DF"/>
    <w:rsid w:val="0036071C"/>
    <w:rsid w:val="0036077E"/>
    <w:rsid w:val="003608CF"/>
    <w:rsid w:val="00360958"/>
    <w:rsid w:val="00361440"/>
    <w:rsid w:val="00361980"/>
    <w:rsid w:val="003625CB"/>
    <w:rsid w:val="00362892"/>
    <w:rsid w:val="00363080"/>
    <w:rsid w:val="003632F5"/>
    <w:rsid w:val="00363367"/>
    <w:rsid w:val="00363693"/>
    <w:rsid w:val="00364123"/>
    <w:rsid w:val="0036422D"/>
    <w:rsid w:val="0036438C"/>
    <w:rsid w:val="00364513"/>
    <w:rsid w:val="0036452A"/>
    <w:rsid w:val="00364805"/>
    <w:rsid w:val="0036484E"/>
    <w:rsid w:val="00364CD0"/>
    <w:rsid w:val="00364ED8"/>
    <w:rsid w:val="00365EEE"/>
    <w:rsid w:val="00365F2D"/>
    <w:rsid w:val="00365FC5"/>
    <w:rsid w:val="003664F2"/>
    <w:rsid w:val="003679F1"/>
    <w:rsid w:val="003679FD"/>
    <w:rsid w:val="00367BDA"/>
    <w:rsid w:val="00367D11"/>
    <w:rsid w:val="00367E27"/>
    <w:rsid w:val="00370007"/>
    <w:rsid w:val="003703EC"/>
    <w:rsid w:val="00370641"/>
    <w:rsid w:val="00370E95"/>
    <w:rsid w:val="003714B6"/>
    <w:rsid w:val="003715A0"/>
    <w:rsid w:val="00371890"/>
    <w:rsid w:val="00371904"/>
    <w:rsid w:val="0037198E"/>
    <w:rsid w:val="003720E6"/>
    <w:rsid w:val="003720EF"/>
    <w:rsid w:val="003721E4"/>
    <w:rsid w:val="00372276"/>
    <w:rsid w:val="00372278"/>
    <w:rsid w:val="003722B9"/>
    <w:rsid w:val="003722FF"/>
    <w:rsid w:val="00372626"/>
    <w:rsid w:val="00372733"/>
    <w:rsid w:val="003727E6"/>
    <w:rsid w:val="00372EE0"/>
    <w:rsid w:val="00372FAB"/>
    <w:rsid w:val="0037389C"/>
    <w:rsid w:val="00373A47"/>
    <w:rsid w:val="00373B1B"/>
    <w:rsid w:val="00373CDE"/>
    <w:rsid w:val="00373DCC"/>
    <w:rsid w:val="00373DD8"/>
    <w:rsid w:val="00373DF0"/>
    <w:rsid w:val="003745A1"/>
    <w:rsid w:val="003745E9"/>
    <w:rsid w:val="0037466F"/>
    <w:rsid w:val="00374A94"/>
    <w:rsid w:val="00374A96"/>
    <w:rsid w:val="00374AFA"/>
    <w:rsid w:val="00374B7C"/>
    <w:rsid w:val="00375300"/>
    <w:rsid w:val="00375C14"/>
    <w:rsid w:val="00375D0D"/>
    <w:rsid w:val="00375F5C"/>
    <w:rsid w:val="00376245"/>
    <w:rsid w:val="00376302"/>
    <w:rsid w:val="003766F4"/>
    <w:rsid w:val="00376805"/>
    <w:rsid w:val="00376D42"/>
    <w:rsid w:val="00376D49"/>
    <w:rsid w:val="00376F88"/>
    <w:rsid w:val="00377080"/>
    <w:rsid w:val="00377356"/>
    <w:rsid w:val="0037760B"/>
    <w:rsid w:val="00377A8B"/>
    <w:rsid w:val="00380078"/>
    <w:rsid w:val="0038030A"/>
    <w:rsid w:val="00380A0E"/>
    <w:rsid w:val="00380B1E"/>
    <w:rsid w:val="00380B83"/>
    <w:rsid w:val="00380EF3"/>
    <w:rsid w:val="00381154"/>
    <w:rsid w:val="00381226"/>
    <w:rsid w:val="003812E8"/>
    <w:rsid w:val="0038156F"/>
    <w:rsid w:val="00381ABB"/>
    <w:rsid w:val="00382141"/>
    <w:rsid w:val="003821BA"/>
    <w:rsid w:val="0038239F"/>
    <w:rsid w:val="003825B9"/>
    <w:rsid w:val="00382794"/>
    <w:rsid w:val="0038284D"/>
    <w:rsid w:val="0038285C"/>
    <w:rsid w:val="00382A2D"/>
    <w:rsid w:val="00382F2C"/>
    <w:rsid w:val="00383036"/>
    <w:rsid w:val="00383061"/>
    <w:rsid w:val="003834A6"/>
    <w:rsid w:val="00383835"/>
    <w:rsid w:val="00383E06"/>
    <w:rsid w:val="00383E7C"/>
    <w:rsid w:val="00383E9C"/>
    <w:rsid w:val="00384057"/>
    <w:rsid w:val="00384328"/>
    <w:rsid w:val="00384411"/>
    <w:rsid w:val="00384851"/>
    <w:rsid w:val="00384CAC"/>
    <w:rsid w:val="00385477"/>
    <w:rsid w:val="0038576B"/>
    <w:rsid w:val="00385967"/>
    <w:rsid w:val="00385D48"/>
    <w:rsid w:val="00385E3D"/>
    <w:rsid w:val="00386831"/>
    <w:rsid w:val="0038693D"/>
    <w:rsid w:val="003869F1"/>
    <w:rsid w:val="00386B05"/>
    <w:rsid w:val="00386B4D"/>
    <w:rsid w:val="00386B94"/>
    <w:rsid w:val="00386F9A"/>
    <w:rsid w:val="00386FA1"/>
    <w:rsid w:val="003870AD"/>
    <w:rsid w:val="00387848"/>
    <w:rsid w:val="00387B04"/>
    <w:rsid w:val="00387C18"/>
    <w:rsid w:val="00387CA6"/>
    <w:rsid w:val="00387E3D"/>
    <w:rsid w:val="003900F6"/>
    <w:rsid w:val="003902C4"/>
    <w:rsid w:val="00390613"/>
    <w:rsid w:val="00390A92"/>
    <w:rsid w:val="00390CAD"/>
    <w:rsid w:val="00390CB0"/>
    <w:rsid w:val="0039114B"/>
    <w:rsid w:val="003912B7"/>
    <w:rsid w:val="00391580"/>
    <w:rsid w:val="003916E9"/>
    <w:rsid w:val="0039178C"/>
    <w:rsid w:val="00391D76"/>
    <w:rsid w:val="00391F85"/>
    <w:rsid w:val="00391FA3"/>
    <w:rsid w:val="00391FB7"/>
    <w:rsid w:val="00392038"/>
    <w:rsid w:val="00392381"/>
    <w:rsid w:val="00392B4D"/>
    <w:rsid w:val="00392B8B"/>
    <w:rsid w:val="00392F8B"/>
    <w:rsid w:val="0039323E"/>
    <w:rsid w:val="003933A2"/>
    <w:rsid w:val="00394C32"/>
    <w:rsid w:val="00394F33"/>
    <w:rsid w:val="003950DC"/>
    <w:rsid w:val="003950FD"/>
    <w:rsid w:val="003951CA"/>
    <w:rsid w:val="003952CA"/>
    <w:rsid w:val="003953FE"/>
    <w:rsid w:val="00395558"/>
    <w:rsid w:val="00395A41"/>
    <w:rsid w:val="00395A62"/>
    <w:rsid w:val="00395B6F"/>
    <w:rsid w:val="00395C6D"/>
    <w:rsid w:val="00395D96"/>
    <w:rsid w:val="00395E1C"/>
    <w:rsid w:val="00395FC8"/>
    <w:rsid w:val="00395FD1"/>
    <w:rsid w:val="003962E4"/>
    <w:rsid w:val="00396302"/>
    <w:rsid w:val="003965D2"/>
    <w:rsid w:val="003966FB"/>
    <w:rsid w:val="00396968"/>
    <w:rsid w:val="00396E1C"/>
    <w:rsid w:val="003974D1"/>
    <w:rsid w:val="00397B54"/>
    <w:rsid w:val="00397B61"/>
    <w:rsid w:val="00397D8F"/>
    <w:rsid w:val="00397F91"/>
    <w:rsid w:val="003A0184"/>
    <w:rsid w:val="003A04D5"/>
    <w:rsid w:val="003A0C7D"/>
    <w:rsid w:val="003A0C8E"/>
    <w:rsid w:val="003A131C"/>
    <w:rsid w:val="003A18CF"/>
    <w:rsid w:val="003A1CFC"/>
    <w:rsid w:val="003A1E61"/>
    <w:rsid w:val="003A1EF3"/>
    <w:rsid w:val="003A1EFF"/>
    <w:rsid w:val="003A2141"/>
    <w:rsid w:val="003A23A3"/>
    <w:rsid w:val="003A277C"/>
    <w:rsid w:val="003A299D"/>
    <w:rsid w:val="003A2BC8"/>
    <w:rsid w:val="003A2D1B"/>
    <w:rsid w:val="003A3154"/>
    <w:rsid w:val="003A3C9A"/>
    <w:rsid w:val="003A3E24"/>
    <w:rsid w:val="003A3F23"/>
    <w:rsid w:val="003A40FA"/>
    <w:rsid w:val="003A42A5"/>
    <w:rsid w:val="003A442E"/>
    <w:rsid w:val="003A46C1"/>
    <w:rsid w:val="003A4FD8"/>
    <w:rsid w:val="003A51AC"/>
    <w:rsid w:val="003A529B"/>
    <w:rsid w:val="003A57EA"/>
    <w:rsid w:val="003A58DE"/>
    <w:rsid w:val="003A5992"/>
    <w:rsid w:val="003A5EC9"/>
    <w:rsid w:val="003A6455"/>
    <w:rsid w:val="003A6854"/>
    <w:rsid w:val="003A68EC"/>
    <w:rsid w:val="003A6A92"/>
    <w:rsid w:val="003A6D57"/>
    <w:rsid w:val="003A6F0C"/>
    <w:rsid w:val="003A7034"/>
    <w:rsid w:val="003A76C1"/>
    <w:rsid w:val="003A7B69"/>
    <w:rsid w:val="003A7BE9"/>
    <w:rsid w:val="003A7E0B"/>
    <w:rsid w:val="003B017F"/>
    <w:rsid w:val="003B01CD"/>
    <w:rsid w:val="003B048E"/>
    <w:rsid w:val="003B0644"/>
    <w:rsid w:val="003B07E1"/>
    <w:rsid w:val="003B09E5"/>
    <w:rsid w:val="003B0A65"/>
    <w:rsid w:val="003B102F"/>
    <w:rsid w:val="003B107C"/>
    <w:rsid w:val="003B14DE"/>
    <w:rsid w:val="003B1805"/>
    <w:rsid w:val="003B1CE1"/>
    <w:rsid w:val="003B2059"/>
    <w:rsid w:val="003B225D"/>
    <w:rsid w:val="003B22FF"/>
    <w:rsid w:val="003B2342"/>
    <w:rsid w:val="003B2A2C"/>
    <w:rsid w:val="003B2A86"/>
    <w:rsid w:val="003B2B1B"/>
    <w:rsid w:val="003B2BE5"/>
    <w:rsid w:val="003B2CE7"/>
    <w:rsid w:val="003B31A7"/>
    <w:rsid w:val="003B3397"/>
    <w:rsid w:val="003B3B33"/>
    <w:rsid w:val="003B3B77"/>
    <w:rsid w:val="003B4125"/>
    <w:rsid w:val="003B4161"/>
    <w:rsid w:val="003B4D02"/>
    <w:rsid w:val="003B4E8C"/>
    <w:rsid w:val="003B4ED9"/>
    <w:rsid w:val="003B515F"/>
    <w:rsid w:val="003B5588"/>
    <w:rsid w:val="003B59E8"/>
    <w:rsid w:val="003B5BAC"/>
    <w:rsid w:val="003B5F50"/>
    <w:rsid w:val="003B601A"/>
    <w:rsid w:val="003B609D"/>
    <w:rsid w:val="003B610E"/>
    <w:rsid w:val="003B61FC"/>
    <w:rsid w:val="003B6D1F"/>
    <w:rsid w:val="003B6D2E"/>
    <w:rsid w:val="003B6D63"/>
    <w:rsid w:val="003B6E78"/>
    <w:rsid w:val="003B6FCC"/>
    <w:rsid w:val="003B728F"/>
    <w:rsid w:val="003B7514"/>
    <w:rsid w:val="003B7B67"/>
    <w:rsid w:val="003B7C12"/>
    <w:rsid w:val="003C001C"/>
    <w:rsid w:val="003C01C4"/>
    <w:rsid w:val="003C037C"/>
    <w:rsid w:val="003C043E"/>
    <w:rsid w:val="003C08DC"/>
    <w:rsid w:val="003C0C5C"/>
    <w:rsid w:val="003C0E17"/>
    <w:rsid w:val="003C0EF5"/>
    <w:rsid w:val="003C1061"/>
    <w:rsid w:val="003C10DE"/>
    <w:rsid w:val="003C12C9"/>
    <w:rsid w:val="003C1588"/>
    <w:rsid w:val="003C1D04"/>
    <w:rsid w:val="003C1E73"/>
    <w:rsid w:val="003C27BB"/>
    <w:rsid w:val="003C294E"/>
    <w:rsid w:val="003C2C34"/>
    <w:rsid w:val="003C2C66"/>
    <w:rsid w:val="003C3759"/>
    <w:rsid w:val="003C380E"/>
    <w:rsid w:val="003C3A28"/>
    <w:rsid w:val="003C3DBF"/>
    <w:rsid w:val="003C3EFF"/>
    <w:rsid w:val="003C3FE8"/>
    <w:rsid w:val="003C40A6"/>
    <w:rsid w:val="003C43FC"/>
    <w:rsid w:val="003C48C4"/>
    <w:rsid w:val="003C4906"/>
    <w:rsid w:val="003C4A68"/>
    <w:rsid w:val="003C4B27"/>
    <w:rsid w:val="003C4C23"/>
    <w:rsid w:val="003C4CD3"/>
    <w:rsid w:val="003C4EA2"/>
    <w:rsid w:val="003C50B0"/>
    <w:rsid w:val="003C5296"/>
    <w:rsid w:val="003C5377"/>
    <w:rsid w:val="003C5689"/>
    <w:rsid w:val="003C6034"/>
    <w:rsid w:val="003C60D1"/>
    <w:rsid w:val="003C641C"/>
    <w:rsid w:val="003C6696"/>
    <w:rsid w:val="003C6961"/>
    <w:rsid w:val="003C6A50"/>
    <w:rsid w:val="003C6AEB"/>
    <w:rsid w:val="003C6B33"/>
    <w:rsid w:val="003C6BC0"/>
    <w:rsid w:val="003C6E1C"/>
    <w:rsid w:val="003C6F4A"/>
    <w:rsid w:val="003C706A"/>
    <w:rsid w:val="003C71FC"/>
    <w:rsid w:val="003C720A"/>
    <w:rsid w:val="003C7237"/>
    <w:rsid w:val="003C73DD"/>
    <w:rsid w:val="003C763B"/>
    <w:rsid w:val="003C79AD"/>
    <w:rsid w:val="003C7B4C"/>
    <w:rsid w:val="003C7B93"/>
    <w:rsid w:val="003D0745"/>
    <w:rsid w:val="003D08CC"/>
    <w:rsid w:val="003D0DA9"/>
    <w:rsid w:val="003D117B"/>
    <w:rsid w:val="003D139B"/>
    <w:rsid w:val="003D19AB"/>
    <w:rsid w:val="003D1FA7"/>
    <w:rsid w:val="003D2369"/>
    <w:rsid w:val="003D247B"/>
    <w:rsid w:val="003D3251"/>
    <w:rsid w:val="003D325C"/>
    <w:rsid w:val="003D33EE"/>
    <w:rsid w:val="003D4879"/>
    <w:rsid w:val="003D4A18"/>
    <w:rsid w:val="003D4CC7"/>
    <w:rsid w:val="003D55C3"/>
    <w:rsid w:val="003D5740"/>
    <w:rsid w:val="003D6504"/>
    <w:rsid w:val="003D6630"/>
    <w:rsid w:val="003D6A17"/>
    <w:rsid w:val="003D6CDC"/>
    <w:rsid w:val="003D7596"/>
    <w:rsid w:val="003D76EC"/>
    <w:rsid w:val="003D77EA"/>
    <w:rsid w:val="003D7865"/>
    <w:rsid w:val="003D7B52"/>
    <w:rsid w:val="003D7BAF"/>
    <w:rsid w:val="003D7D4A"/>
    <w:rsid w:val="003E0706"/>
    <w:rsid w:val="003E082C"/>
    <w:rsid w:val="003E0B8C"/>
    <w:rsid w:val="003E0C0F"/>
    <w:rsid w:val="003E14C0"/>
    <w:rsid w:val="003E171F"/>
    <w:rsid w:val="003E1949"/>
    <w:rsid w:val="003E1A75"/>
    <w:rsid w:val="003E1C96"/>
    <w:rsid w:val="003E1E8E"/>
    <w:rsid w:val="003E1EA4"/>
    <w:rsid w:val="003E2000"/>
    <w:rsid w:val="003E2202"/>
    <w:rsid w:val="003E2473"/>
    <w:rsid w:val="003E24FE"/>
    <w:rsid w:val="003E2931"/>
    <w:rsid w:val="003E30B4"/>
    <w:rsid w:val="003E3501"/>
    <w:rsid w:val="003E3A08"/>
    <w:rsid w:val="003E3B48"/>
    <w:rsid w:val="003E40B0"/>
    <w:rsid w:val="003E422C"/>
    <w:rsid w:val="003E433A"/>
    <w:rsid w:val="003E44AA"/>
    <w:rsid w:val="003E49A4"/>
    <w:rsid w:val="003E4E2A"/>
    <w:rsid w:val="003E5033"/>
    <w:rsid w:val="003E525B"/>
    <w:rsid w:val="003E5429"/>
    <w:rsid w:val="003E5597"/>
    <w:rsid w:val="003E5E2F"/>
    <w:rsid w:val="003E5E55"/>
    <w:rsid w:val="003E5EA5"/>
    <w:rsid w:val="003E60BA"/>
    <w:rsid w:val="003E61D4"/>
    <w:rsid w:val="003E6AEB"/>
    <w:rsid w:val="003E6C07"/>
    <w:rsid w:val="003E6C84"/>
    <w:rsid w:val="003E6C97"/>
    <w:rsid w:val="003E6D89"/>
    <w:rsid w:val="003E6D9D"/>
    <w:rsid w:val="003E6ED4"/>
    <w:rsid w:val="003E7050"/>
    <w:rsid w:val="003E710D"/>
    <w:rsid w:val="003E71C0"/>
    <w:rsid w:val="003E7563"/>
    <w:rsid w:val="003E7AD5"/>
    <w:rsid w:val="003E7E70"/>
    <w:rsid w:val="003E7F58"/>
    <w:rsid w:val="003F0685"/>
    <w:rsid w:val="003F07A1"/>
    <w:rsid w:val="003F0852"/>
    <w:rsid w:val="003F0B40"/>
    <w:rsid w:val="003F0E8E"/>
    <w:rsid w:val="003F15C2"/>
    <w:rsid w:val="003F1704"/>
    <w:rsid w:val="003F19AA"/>
    <w:rsid w:val="003F1C99"/>
    <w:rsid w:val="003F1D17"/>
    <w:rsid w:val="003F1DCE"/>
    <w:rsid w:val="003F1F20"/>
    <w:rsid w:val="003F210B"/>
    <w:rsid w:val="003F2371"/>
    <w:rsid w:val="003F273E"/>
    <w:rsid w:val="003F288C"/>
    <w:rsid w:val="003F2C4B"/>
    <w:rsid w:val="003F2D02"/>
    <w:rsid w:val="003F31C1"/>
    <w:rsid w:val="003F3206"/>
    <w:rsid w:val="003F3280"/>
    <w:rsid w:val="003F34E8"/>
    <w:rsid w:val="003F36AA"/>
    <w:rsid w:val="003F3740"/>
    <w:rsid w:val="003F45D1"/>
    <w:rsid w:val="003F4B72"/>
    <w:rsid w:val="003F4DE3"/>
    <w:rsid w:val="003F4E91"/>
    <w:rsid w:val="003F4F02"/>
    <w:rsid w:val="003F5076"/>
    <w:rsid w:val="003F5777"/>
    <w:rsid w:val="003F5B54"/>
    <w:rsid w:val="003F5BAA"/>
    <w:rsid w:val="003F6020"/>
    <w:rsid w:val="003F6685"/>
    <w:rsid w:val="003F67FD"/>
    <w:rsid w:val="003F6E8D"/>
    <w:rsid w:val="003F6FF0"/>
    <w:rsid w:val="003F70A9"/>
    <w:rsid w:val="003F747D"/>
    <w:rsid w:val="003F7853"/>
    <w:rsid w:val="004002F2"/>
    <w:rsid w:val="004009D2"/>
    <w:rsid w:val="00400A65"/>
    <w:rsid w:val="00400BE2"/>
    <w:rsid w:val="0040122A"/>
    <w:rsid w:val="00401363"/>
    <w:rsid w:val="004015D9"/>
    <w:rsid w:val="00401741"/>
    <w:rsid w:val="00401872"/>
    <w:rsid w:val="00401C4E"/>
    <w:rsid w:val="00401EE8"/>
    <w:rsid w:val="0040209A"/>
    <w:rsid w:val="004023B1"/>
    <w:rsid w:val="0040318F"/>
    <w:rsid w:val="0040329B"/>
    <w:rsid w:val="0040353F"/>
    <w:rsid w:val="00403980"/>
    <w:rsid w:val="00403B3C"/>
    <w:rsid w:val="00403CFE"/>
    <w:rsid w:val="00403E00"/>
    <w:rsid w:val="004041DB"/>
    <w:rsid w:val="00404431"/>
    <w:rsid w:val="00404ADE"/>
    <w:rsid w:val="00404D25"/>
    <w:rsid w:val="00404EFF"/>
    <w:rsid w:val="004058F7"/>
    <w:rsid w:val="00405C12"/>
    <w:rsid w:val="00405C9E"/>
    <w:rsid w:val="004063A3"/>
    <w:rsid w:val="004064B8"/>
    <w:rsid w:val="0040667D"/>
    <w:rsid w:val="00406854"/>
    <w:rsid w:val="00406EF4"/>
    <w:rsid w:val="00406F7D"/>
    <w:rsid w:val="004076FF"/>
    <w:rsid w:val="0040772E"/>
    <w:rsid w:val="00407985"/>
    <w:rsid w:val="00407BCA"/>
    <w:rsid w:val="00407EDE"/>
    <w:rsid w:val="00407FAC"/>
    <w:rsid w:val="00410272"/>
    <w:rsid w:val="00410BB7"/>
    <w:rsid w:val="004110E8"/>
    <w:rsid w:val="00411181"/>
    <w:rsid w:val="00411186"/>
    <w:rsid w:val="00411487"/>
    <w:rsid w:val="00411545"/>
    <w:rsid w:val="004116DF"/>
    <w:rsid w:val="0041173C"/>
    <w:rsid w:val="00411772"/>
    <w:rsid w:val="00411A5B"/>
    <w:rsid w:val="00411B8F"/>
    <w:rsid w:val="00412079"/>
    <w:rsid w:val="00412BE4"/>
    <w:rsid w:val="0041300E"/>
    <w:rsid w:val="0041305F"/>
    <w:rsid w:val="004130C9"/>
    <w:rsid w:val="0041361C"/>
    <w:rsid w:val="0041364C"/>
    <w:rsid w:val="00413C85"/>
    <w:rsid w:val="00414066"/>
    <w:rsid w:val="004141FB"/>
    <w:rsid w:val="00414249"/>
    <w:rsid w:val="00414946"/>
    <w:rsid w:val="00414C00"/>
    <w:rsid w:val="00414F71"/>
    <w:rsid w:val="004152F2"/>
    <w:rsid w:val="00415619"/>
    <w:rsid w:val="0041567B"/>
    <w:rsid w:val="004157EA"/>
    <w:rsid w:val="00415855"/>
    <w:rsid w:val="004159D5"/>
    <w:rsid w:val="0041602D"/>
    <w:rsid w:val="0041630A"/>
    <w:rsid w:val="00416832"/>
    <w:rsid w:val="00416A8C"/>
    <w:rsid w:val="00416C19"/>
    <w:rsid w:val="00416CB6"/>
    <w:rsid w:val="0041755E"/>
    <w:rsid w:val="00417BC9"/>
    <w:rsid w:val="00417EB8"/>
    <w:rsid w:val="004201BE"/>
    <w:rsid w:val="00420321"/>
    <w:rsid w:val="004204E8"/>
    <w:rsid w:val="004205F3"/>
    <w:rsid w:val="004206CD"/>
    <w:rsid w:val="00420741"/>
    <w:rsid w:val="00420F63"/>
    <w:rsid w:val="00420FAE"/>
    <w:rsid w:val="00420FBF"/>
    <w:rsid w:val="004212D5"/>
    <w:rsid w:val="00421934"/>
    <w:rsid w:val="00422147"/>
    <w:rsid w:val="004223B0"/>
    <w:rsid w:val="0042253F"/>
    <w:rsid w:val="004227A8"/>
    <w:rsid w:val="00423290"/>
    <w:rsid w:val="004233A2"/>
    <w:rsid w:val="0042343D"/>
    <w:rsid w:val="0042348F"/>
    <w:rsid w:val="00423661"/>
    <w:rsid w:val="00424203"/>
    <w:rsid w:val="00424359"/>
    <w:rsid w:val="00424EA3"/>
    <w:rsid w:val="00425227"/>
    <w:rsid w:val="00425A17"/>
    <w:rsid w:val="00425CC4"/>
    <w:rsid w:val="00425D60"/>
    <w:rsid w:val="00425EB0"/>
    <w:rsid w:val="00425F74"/>
    <w:rsid w:val="00426181"/>
    <w:rsid w:val="00426540"/>
    <w:rsid w:val="004268E6"/>
    <w:rsid w:val="00426983"/>
    <w:rsid w:val="00426F43"/>
    <w:rsid w:val="00427184"/>
    <w:rsid w:val="0042745F"/>
    <w:rsid w:val="004276A0"/>
    <w:rsid w:val="00427AF8"/>
    <w:rsid w:val="00427D0A"/>
    <w:rsid w:val="00427EEA"/>
    <w:rsid w:val="00430A4D"/>
    <w:rsid w:val="00430BC2"/>
    <w:rsid w:val="00430CD0"/>
    <w:rsid w:val="00430E22"/>
    <w:rsid w:val="00430E48"/>
    <w:rsid w:val="0043117C"/>
    <w:rsid w:val="00431224"/>
    <w:rsid w:val="004312AD"/>
    <w:rsid w:val="004317A7"/>
    <w:rsid w:val="004322FA"/>
    <w:rsid w:val="00432539"/>
    <w:rsid w:val="00432F95"/>
    <w:rsid w:val="00433255"/>
    <w:rsid w:val="004332ED"/>
    <w:rsid w:val="00433342"/>
    <w:rsid w:val="0043335C"/>
    <w:rsid w:val="004337C6"/>
    <w:rsid w:val="00433BC1"/>
    <w:rsid w:val="00433C61"/>
    <w:rsid w:val="00433FB7"/>
    <w:rsid w:val="00434582"/>
    <w:rsid w:val="00434670"/>
    <w:rsid w:val="00434C0D"/>
    <w:rsid w:val="00434D35"/>
    <w:rsid w:val="0043503F"/>
    <w:rsid w:val="0043505E"/>
    <w:rsid w:val="00435E61"/>
    <w:rsid w:val="004360E1"/>
    <w:rsid w:val="00436159"/>
    <w:rsid w:val="004362A2"/>
    <w:rsid w:val="004364B6"/>
    <w:rsid w:val="004368FA"/>
    <w:rsid w:val="00436999"/>
    <w:rsid w:val="00436A95"/>
    <w:rsid w:val="00436EED"/>
    <w:rsid w:val="00437224"/>
    <w:rsid w:val="0043732D"/>
    <w:rsid w:val="00437929"/>
    <w:rsid w:val="00437B65"/>
    <w:rsid w:val="00440244"/>
    <w:rsid w:val="0044032D"/>
    <w:rsid w:val="004403A8"/>
    <w:rsid w:val="0044056B"/>
    <w:rsid w:val="004407D8"/>
    <w:rsid w:val="0044081C"/>
    <w:rsid w:val="00440873"/>
    <w:rsid w:val="004408CC"/>
    <w:rsid w:val="00440AEF"/>
    <w:rsid w:val="00440CE4"/>
    <w:rsid w:val="00440CE6"/>
    <w:rsid w:val="00441659"/>
    <w:rsid w:val="0044169B"/>
    <w:rsid w:val="0044184A"/>
    <w:rsid w:val="00441FDD"/>
    <w:rsid w:val="00442187"/>
    <w:rsid w:val="004425EB"/>
    <w:rsid w:val="00442769"/>
    <w:rsid w:val="00442C3A"/>
    <w:rsid w:val="00442E60"/>
    <w:rsid w:val="0044312A"/>
    <w:rsid w:val="00443405"/>
    <w:rsid w:val="00443AC1"/>
    <w:rsid w:val="00443C49"/>
    <w:rsid w:val="00443CB6"/>
    <w:rsid w:val="00443F11"/>
    <w:rsid w:val="00444068"/>
    <w:rsid w:val="00444A5C"/>
    <w:rsid w:val="00444ECA"/>
    <w:rsid w:val="00444FDA"/>
    <w:rsid w:val="004456A5"/>
    <w:rsid w:val="004457DB"/>
    <w:rsid w:val="00445870"/>
    <w:rsid w:val="00445B4F"/>
    <w:rsid w:val="00445CDC"/>
    <w:rsid w:val="00446619"/>
    <w:rsid w:val="00446AE0"/>
    <w:rsid w:val="00446ED4"/>
    <w:rsid w:val="00446FAC"/>
    <w:rsid w:val="004470C4"/>
    <w:rsid w:val="00447163"/>
    <w:rsid w:val="004474AC"/>
    <w:rsid w:val="00447725"/>
    <w:rsid w:val="00447A5A"/>
    <w:rsid w:val="00447C38"/>
    <w:rsid w:val="00447DF1"/>
    <w:rsid w:val="00450089"/>
    <w:rsid w:val="004500CB"/>
    <w:rsid w:val="0045010C"/>
    <w:rsid w:val="004504C2"/>
    <w:rsid w:val="00450A34"/>
    <w:rsid w:val="00450B03"/>
    <w:rsid w:val="00450B9D"/>
    <w:rsid w:val="00450CAF"/>
    <w:rsid w:val="0045144F"/>
    <w:rsid w:val="00451990"/>
    <w:rsid w:val="004519DF"/>
    <w:rsid w:val="00451B74"/>
    <w:rsid w:val="00451EB8"/>
    <w:rsid w:val="004521EB"/>
    <w:rsid w:val="0045222A"/>
    <w:rsid w:val="004524D7"/>
    <w:rsid w:val="0045270F"/>
    <w:rsid w:val="004527CC"/>
    <w:rsid w:val="004527F3"/>
    <w:rsid w:val="00452A90"/>
    <w:rsid w:val="00452AB5"/>
    <w:rsid w:val="00452AC5"/>
    <w:rsid w:val="00452D71"/>
    <w:rsid w:val="00452E9E"/>
    <w:rsid w:val="004531CA"/>
    <w:rsid w:val="00453249"/>
    <w:rsid w:val="004535C9"/>
    <w:rsid w:val="00453AB7"/>
    <w:rsid w:val="00453C70"/>
    <w:rsid w:val="00453FDC"/>
    <w:rsid w:val="004541EC"/>
    <w:rsid w:val="00454255"/>
    <w:rsid w:val="00454339"/>
    <w:rsid w:val="0045446D"/>
    <w:rsid w:val="00454C6D"/>
    <w:rsid w:val="00454D0F"/>
    <w:rsid w:val="00454D42"/>
    <w:rsid w:val="00454D44"/>
    <w:rsid w:val="004552A2"/>
    <w:rsid w:val="00455344"/>
    <w:rsid w:val="0045536C"/>
    <w:rsid w:val="0045553B"/>
    <w:rsid w:val="004558BF"/>
    <w:rsid w:val="004558EE"/>
    <w:rsid w:val="00455CF3"/>
    <w:rsid w:val="00455E26"/>
    <w:rsid w:val="00456A9F"/>
    <w:rsid w:val="00456D9C"/>
    <w:rsid w:val="00456E25"/>
    <w:rsid w:val="00457120"/>
    <w:rsid w:val="004575C8"/>
    <w:rsid w:val="004576D7"/>
    <w:rsid w:val="004576F3"/>
    <w:rsid w:val="00457F9F"/>
    <w:rsid w:val="00457FD1"/>
    <w:rsid w:val="004600CF"/>
    <w:rsid w:val="0046082C"/>
    <w:rsid w:val="00460F76"/>
    <w:rsid w:val="0046104F"/>
    <w:rsid w:val="00461375"/>
    <w:rsid w:val="0046143E"/>
    <w:rsid w:val="0046190A"/>
    <w:rsid w:val="00461A72"/>
    <w:rsid w:val="0046213D"/>
    <w:rsid w:val="00462282"/>
    <w:rsid w:val="004625A1"/>
    <w:rsid w:val="00462A68"/>
    <w:rsid w:val="004635DA"/>
    <w:rsid w:val="00463899"/>
    <w:rsid w:val="00463E50"/>
    <w:rsid w:val="004642F9"/>
    <w:rsid w:val="004644B5"/>
    <w:rsid w:val="0046469E"/>
    <w:rsid w:val="0046486F"/>
    <w:rsid w:val="00464A14"/>
    <w:rsid w:val="00465258"/>
    <w:rsid w:val="0046539B"/>
    <w:rsid w:val="00465C8B"/>
    <w:rsid w:val="00466470"/>
    <w:rsid w:val="004666EC"/>
    <w:rsid w:val="00466A5B"/>
    <w:rsid w:val="00466BE0"/>
    <w:rsid w:val="0046745A"/>
    <w:rsid w:val="004675D8"/>
    <w:rsid w:val="004675E1"/>
    <w:rsid w:val="0046769A"/>
    <w:rsid w:val="00467E66"/>
    <w:rsid w:val="00470228"/>
    <w:rsid w:val="0047060E"/>
    <w:rsid w:val="0047124D"/>
    <w:rsid w:val="00471691"/>
    <w:rsid w:val="004723C9"/>
    <w:rsid w:val="004725B8"/>
    <w:rsid w:val="00472939"/>
    <w:rsid w:val="004733BA"/>
    <w:rsid w:val="00473665"/>
    <w:rsid w:val="004736A8"/>
    <w:rsid w:val="00473707"/>
    <w:rsid w:val="004738DB"/>
    <w:rsid w:val="00473961"/>
    <w:rsid w:val="004742A3"/>
    <w:rsid w:val="00474AC8"/>
    <w:rsid w:val="00474B36"/>
    <w:rsid w:val="0047539A"/>
    <w:rsid w:val="00475C84"/>
    <w:rsid w:val="00475D5F"/>
    <w:rsid w:val="00476067"/>
    <w:rsid w:val="00476279"/>
    <w:rsid w:val="004763AB"/>
    <w:rsid w:val="00476438"/>
    <w:rsid w:val="00476527"/>
    <w:rsid w:val="00476621"/>
    <w:rsid w:val="0047668F"/>
    <w:rsid w:val="00476859"/>
    <w:rsid w:val="004768D4"/>
    <w:rsid w:val="00476AE5"/>
    <w:rsid w:val="00476FD9"/>
    <w:rsid w:val="0047714F"/>
    <w:rsid w:val="0047726D"/>
    <w:rsid w:val="00477742"/>
    <w:rsid w:val="00477783"/>
    <w:rsid w:val="00477AB0"/>
    <w:rsid w:val="00477B20"/>
    <w:rsid w:val="00477C32"/>
    <w:rsid w:val="00477CAD"/>
    <w:rsid w:val="00480011"/>
    <w:rsid w:val="004801DB"/>
    <w:rsid w:val="00480507"/>
    <w:rsid w:val="00480665"/>
    <w:rsid w:val="004809A6"/>
    <w:rsid w:val="00480E51"/>
    <w:rsid w:val="00481BCD"/>
    <w:rsid w:val="00481C2A"/>
    <w:rsid w:val="00482075"/>
    <w:rsid w:val="004820DA"/>
    <w:rsid w:val="00482574"/>
    <w:rsid w:val="004827C1"/>
    <w:rsid w:val="00482D28"/>
    <w:rsid w:val="004833F3"/>
    <w:rsid w:val="0048399E"/>
    <w:rsid w:val="00483DF4"/>
    <w:rsid w:val="004846C8"/>
    <w:rsid w:val="00484841"/>
    <w:rsid w:val="00484D0B"/>
    <w:rsid w:val="00486357"/>
    <w:rsid w:val="004864AE"/>
    <w:rsid w:val="00486564"/>
    <w:rsid w:val="004867EF"/>
    <w:rsid w:val="00486EF1"/>
    <w:rsid w:val="00487035"/>
    <w:rsid w:val="0048707F"/>
    <w:rsid w:val="0048757D"/>
    <w:rsid w:val="0049021F"/>
    <w:rsid w:val="004903B5"/>
    <w:rsid w:val="004903EA"/>
    <w:rsid w:val="004906F0"/>
    <w:rsid w:val="00490ECE"/>
    <w:rsid w:val="004912CE"/>
    <w:rsid w:val="00491777"/>
    <w:rsid w:val="00491943"/>
    <w:rsid w:val="00491F5E"/>
    <w:rsid w:val="00492174"/>
    <w:rsid w:val="0049223D"/>
    <w:rsid w:val="004924C0"/>
    <w:rsid w:val="004925FD"/>
    <w:rsid w:val="0049281E"/>
    <w:rsid w:val="00492BF1"/>
    <w:rsid w:val="00493129"/>
    <w:rsid w:val="00493261"/>
    <w:rsid w:val="0049342E"/>
    <w:rsid w:val="004939B2"/>
    <w:rsid w:val="004939FA"/>
    <w:rsid w:val="00493BBB"/>
    <w:rsid w:val="00493E23"/>
    <w:rsid w:val="00493EEC"/>
    <w:rsid w:val="00494003"/>
    <w:rsid w:val="00494180"/>
    <w:rsid w:val="004945FD"/>
    <w:rsid w:val="0049471E"/>
    <w:rsid w:val="0049489B"/>
    <w:rsid w:val="00494971"/>
    <w:rsid w:val="00495081"/>
    <w:rsid w:val="004950DF"/>
    <w:rsid w:val="004951A8"/>
    <w:rsid w:val="00495286"/>
    <w:rsid w:val="0049544A"/>
    <w:rsid w:val="004955AA"/>
    <w:rsid w:val="004956B4"/>
    <w:rsid w:val="00495901"/>
    <w:rsid w:val="00495B07"/>
    <w:rsid w:val="00495B7B"/>
    <w:rsid w:val="00495CC1"/>
    <w:rsid w:val="004966E1"/>
    <w:rsid w:val="00496876"/>
    <w:rsid w:val="00496B31"/>
    <w:rsid w:val="00497007"/>
    <w:rsid w:val="00497146"/>
    <w:rsid w:val="00497265"/>
    <w:rsid w:val="00497510"/>
    <w:rsid w:val="00497517"/>
    <w:rsid w:val="0049766C"/>
    <w:rsid w:val="004A010F"/>
    <w:rsid w:val="004A052C"/>
    <w:rsid w:val="004A0576"/>
    <w:rsid w:val="004A0859"/>
    <w:rsid w:val="004A0B01"/>
    <w:rsid w:val="004A0B56"/>
    <w:rsid w:val="004A0C6B"/>
    <w:rsid w:val="004A11D9"/>
    <w:rsid w:val="004A13F9"/>
    <w:rsid w:val="004A15B3"/>
    <w:rsid w:val="004A192C"/>
    <w:rsid w:val="004A19AE"/>
    <w:rsid w:val="004A2126"/>
    <w:rsid w:val="004A21BF"/>
    <w:rsid w:val="004A2309"/>
    <w:rsid w:val="004A2734"/>
    <w:rsid w:val="004A27F7"/>
    <w:rsid w:val="004A2865"/>
    <w:rsid w:val="004A2D89"/>
    <w:rsid w:val="004A2DC6"/>
    <w:rsid w:val="004A3085"/>
    <w:rsid w:val="004A34B8"/>
    <w:rsid w:val="004A38AE"/>
    <w:rsid w:val="004A3B8B"/>
    <w:rsid w:val="004A4701"/>
    <w:rsid w:val="004A472D"/>
    <w:rsid w:val="004A4878"/>
    <w:rsid w:val="004A4BF2"/>
    <w:rsid w:val="004A54AB"/>
    <w:rsid w:val="004A55DE"/>
    <w:rsid w:val="004A5723"/>
    <w:rsid w:val="004A58EC"/>
    <w:rsid w:val="004A5C3E"/>
    <w:rsid w:val="004A68CE"/>
    <w:rsid w:val="004A6931"/>
    <w:rsid w:val="004A69E8"/>
    <w:rsid w:val="004A6A7D"/>
    <w:rsid w:val="004A6E47"/>
    <w:rsid w:val="004A6E8F"/>
    <w:rsid w:val="004A72A8"/>
    <w:rsid w:val="004A7422"/>
    <w:rsid w:val="004A74B7"/>
    <w:rsid w:val="004A7CC2"/>
    <w:rsid w:val="004A7FFA"/>
    <w:rsid w:val="004B0157"/>
    <w:rsid w:val="004B05C5"/>
    <w:rsid w:val="004B05E3"/>
    <w:rsid w:val="004B073F"/>
    <w:rsid w:val="004B0778"/>
    <w:rsid w:val="004B07AD"/>
    <w:rsid w:val="004B089E"/>
    <w:rsid w:val="004B08A7"/>
    <w:rsid w:val="004B0AE5"/>
    <w:rsid w:val="004B0CB5"/>
    <w:rsid w:val="004B0F24"/>
    <w:rsid w:val="004B1069"/>
    <w:rsid w:val="004B12C0"/>
    <w:rsid w:val="004B137D"/>
    <w:rsid w:val="004B206E"/>
    <w:rsid w:val="004B2159"/>
    <w:rsid w:val="004B2648"/>
    <w:rsid w:val="004B2FF5"/>
    <w:rsid w:val="004B3069"/>
    <w:rsid w:val="004B31A6"/>
    <w:rsid w:val="004B3BD9"/>
    <w:rsid w:val="004B439F"/>
    <w:rsid w:val="004B499E"/>
    <w:rsid w:val="004B4E64"/>
    <w:rsid w:val="004B4FA2"/>
    <w:rsid w:val="004B5009"/>
    <w:rsid w:val="004B502F"/>
    <w:rsid w:val="004B567B"/>
    <w:rsid w:val="004B5682"/>
    <w:rsid w:val="004B591B"/>
    <w:rsid w:val="004B5BEC"/>
    <w:rsid w:val="004B5C93"/>
    <w:rsid w:val="004B6A50"/>
    <w:rsid w:val="004B6BD0"/>
    <w:rsid w:val="004B6C0C"/>
    <w:rsid w:val="004B6C28"/>
    <w:rsid w:val="004B7A2E"/>
    <w:rsid w:val="004B7CD2"/>
    <w:rsid w:val="004C008D"/>
    <w:rsid w:val="004C0906"/>
    <w:rsid w:val="004C0A80"/>
    <w:rsid w:val="004C0EB7"/>
    <w:rsid w:val="004C111A"/>
    <w:rsid w:val="004C1937"/>
    <w:rsid w:val="004C1A67"/>
    <w:rsid w:val="004C1CC3"/>
    <w:rsid w:val="004C1DB5"/>
    <w:rsid w:val="004C1EBD"/>
    <w:rsid w:val="004C210B"/>
    <w:rsid w:val="004C22C3"/>
    <w:rsid w:val="004C2D60"/>
    <w:rsid w:val="004C31AC"/>
    <w:rsid w:val="004C3378"/>
    <w:rsid w:val="004C338A"/>
    <w:rsid w:val="004C33FD"/>
    <w:rsid w:val="004C3D79"/>
    <w:rsid w:val="004C3EE2"/>
    <w:rsid w:val="004C3FE9"/>
    <w:rsid w:val="004C41E0"/>
    <w:rsid w:val="004C4236"/>
    <w:rsid w:val="004C4249"/>
    <w:rsid w:val="004C444E"/>
    <w:rsid w:val="004C4644"/>
    <w:rsid w:val="004C4706"/>
    <w:rsid w:val="004C4B32"/>
    <w:rsid w:val="004C4BC0"/>
    <w:rsid w:val="004C4D22"/>
    <w:rsid w:val="004C4D62"/>
    <w:rsid w:val="004C4E6C"/>
    <w:rsid w:val="004C529F"/>
    <w:rsid w:val="004C579E"/>
    <w:rsid w:val="004C677F"/>
    <w:rsid w:val="004C67F2"/>
    <w:rsid w:val="004C689E"/>
    <w:rsid w:val="004C68A5"/>
    <w:rsid w:val="004C6BB0"/>
    <w:rsid w:val="004C6F0A"/>
    <w:rsid w:val="004C776C"/>
    <w:rsid w:val="004C779A"/>
    <w:rsid w:val="004C77C2"/>
    <w:rsid w:val="004D0024"/>
    <w:rsid w:val="004D037F"/>
    <w:rsid w:val="004D03B6"/>
    <w:rsid w:val="004D0526"/>
    <w:rsid w:val="004D0996"/>
    <w:rsid w:val="004D0FF0"/>
    <w:rsid w:val="004D11F3"/>
    <w:rsid w:val="004D143E"/>
    <w:rsid w:val="004D1856"/>
    <w:rsid w:val="004D19CC"/>
    <w:rsid w:val="004D1F05"/>
    <w:rsid w:val="004D1F4E"/>
    <w:rsid w:val="004D22CB"/>
    <w:rsid w:val="004D2405"/>
    <w:rsid w:val="004D24DA"/>
    <w:rsid w:val="004D2A4F"/>
    <w:rsid w:val="004D2C53"/>
    <w:rsid w:val="004D2C80"/>
    <w:rsid w:val="004D2D24"/>
    <w:rsid w:val="004D2E7E"/>
    <w:rsid w:val="004D2F54"/>
    <w:rsid w:val="004D31EE"/>
    <w:rsid w:val="004D3201"/>
    <w:rsid w:val="004D379B"/>
    <w:rsid w:val="004D3955"/>
    <w:rsid w:val="004D3B30"/>
    <w:rsid w:val="004D3C34"/>
    <w:rsid w:val="004D4003"/>
    <w:rsid w:val="004D46E0"/>
    <w:rsid w:val="004D48C8"/>
    <w:rsid w:val="004D4B67"/>
    <w:rsid w:val="004D4BE3"/>
    <w:rsid w:val="004D4D25"/>
    <w:rsid w:val="004D4F01"/>
    <w:rsid w:val="004D5169"/>
    <w:rsid w:val="004D5298"/>
    <w:rsid w:val="004D5482"/>
    <w:rsid w:val="004D54D0"/>
    <w:rsid w:val="004D563A"/>
    <w:rsid w:val="004D5A9A"/>
    <w:rsid w:val="004D5D40"/>
    <w:rsid w:val="004D5E6D"/>
    <w:rsid w:val="004D6666"/>
    <w:rsid w:val="004D676A"/>
    <w:rsid w:val="004D6C41"/>
    <w:rsid w:val="004D6D83"/>
    <w:rsid w:val="004D6E16"/>
    <w:rsid w:val="004D6F95"/>
    <w:rsid w:val="004D700C"/>
    <w:rsid w:val="004D79A7"/>
    <w:rsid w:val="004D79FB"/>
    <w:rsid w:val="004D7D55"/>
    <w:rsid w:val="004D7F51"/>
    <w:rsid w:val="004E03A0"/>
    <w:rsid w:val="004E03DC"/>
    <w:rsid w:val="004E0527"/>
    <w:rsid w:val="004E0AC7"/>
    <w:rsid w:val="004E0B8A"/>
    <w:rsid w:val="004E0E27"/>
    <w:rsid w:val="004E0F89"/>
    <w:rsid w:val="004E1191"/>
    <w:rsid w:val="004E1209"/>
    <w:rsid w:val="004E13D8"/>
    <w:rsid w:val="004E14D4"/>
    <w:rsid w:val="004E1685"/>
    <w:rsid w:val="004E16B7"/>
    <w:rsid w:val="004E16F1"/>
    <w:rsid w:val="004E176F"/>
    <w:rsid w:val="004E1EE7"/>
    <w:rsid w:val="004E26E1"/>
    <w:rsid w:val="004E27FA"/>
    <w:rsid w:val="004E282E"/>
    <w:rsid w:val="004E336C"/>
    <w:rsid w:val="004E35FA"/>
    <w:rsid w:val="004E3674"/>
    <w:rsid w:val="004E36FE"/>
    <w:rsid w:val="004E3958"/>
    <w:rsid w:val="004E3A1B"/>
    <w:rsid w:val="004E3BCB"/>
    <w:rsid w:val="004E3D6A"/>
    <w:rsid w:val="004E42F9"/>
    <w:rsid w:val="004E44DC"/>
    <w:rsid w:val="004E45D4"/>
    <w:rsid w:val="004E4AE8"/>
    <w:rsid w:val="004E4C8F"/>
    <w:rsid w:val="004E4F85"/>
    <w:rsid w:val="004E4FD8"/>
    <w:rsid w:val="004E4FE7"/>
    <w:rsid w:val="004E555B"/>
    <w:rsid w:val="004E58EC"/>
    <w:rsid w:val="004E593B"/>
    <w:rsid w:val="004E5950"/>
    <w:rsid w:val="004E5AE2"/>
    <w:rsid w:val="004E5E67"/>
    <w:rsid w:val="004E6A70"/>
    <w:rsid w:val="004E6BC9"/>
    <w:rsid w:val="004E7076"/>
    <w:rsid w:val="004E7398"/>
    <w:rsid w:val="004E764E"/>
    <w:rsid w:val="004E777E"/>
    <w:rsid w:val="004E7C5C"/>
    <w:rsid w:val="004E7D99"/>
    <w:rsid w:val="004E7FBD"/>
    <w:rsid w:val="004F0160"/>
    <w:rsid w:val="004F02F1"/>
    <w:rsid w:val="004F0815"/>
    <w:rsid w:val="004F0871"/>
    <w:rsid w:val="004F09C8"/>
    <w:rsid w:val="004F0E2D"/>
    <w:rsid w:val="004F104F"/>
    <w:rsid w:val="004F21A5"/>
    <w:rsid w:val="004F23A8"/>
    <w:rsid w:val="004F26ED"/>
    <w:rsid w:val="004F26F9"/>
    <w:rsid w:val="004F2861"/>
    <w:rsid w:val="004F2C77"/>
    <w:rsid w:val="004F2ED7"/>
    <w:rsid w:val="004F3134"/>
    <w:rsid w:val="004F3348"/>
    <w:rsid w:val="004F35EC"/>
    <w:rsid w:val="004F36D9"/>
    <w:rsid w:val="004F3A98"/>
    <w:rsid w:val="004F3CFE"/>
    <w:rsid w:val="004F3EE6"/>
    <w:rsid w:val="004F4060"/>
    <w:rsid w:val="004F41FD"/>
    <w:rsid w:val="004F41FF"/>
    <w:rsid w:val="004F42D4"/>
    <w:rsid w:val="004F44EB"/>
    <w:rsid w:val="004F4656"/>
    <w:rsid w:val="004F484D"/>
    <w:rsid w:val="004F48FB"/>
    <w:rsid w:val="004F4B87"/>
    <w:rsid w:val="004F4C48"/>
    <w:rsid w:val="004F4DB8"/>
    <w:rsid w:val="004F4E83"/>
    <w:rsid w:val="004F4E87"/>
    <w:rsid w:val="004F4F7C"/>
    <w:rsid w:val="004F5098"/>
    <w:rsid w:val="004F50A5"/>
    <w:rsid w:val="004F5337"/>
    <w:rsid w:val="004F5352"/>
    <w:rsid w:val="004F5499"/>
    <w:rsid w:val="004F553E"/>
    <w:rsid w:val="004F5603"/>
    <w:rsid w:val="004F56E0"/>
    <w:rsid w:val="004F590F"/>
    <w:rsid w:val="004F5BE6"/>
    <w:rsid w:val="004F5CA3"/>
    <w:rsid w:val="004F5D23"/>
    <w:rsid w:val="004F5D90"/>
    <w:rsid w:val="004F658B"/>
    <w:rsid w:val="004F66A3"/>
    <w:rsid w:val="004F680A"/>
    <w:rsid w:val="004F6B8A"/>
    <w:rsid w:val="004F706A"/>
    <w:rsid w:val="004F7404"/>
    <w:rsid w:val="004F744C"/>
    <w:rsid w:val="004F778F"/>
    <w:rsid w:val="004F79F3"/>
    <w:rsid w:val="004F7CF1"/>
    <w:rsid w:val="004F7E49"/>
    <w:rsid w:val="004F7E84"/>
    <w:rsid w:val="00500415"/>
    <w:rsid w:val="00500AA3"/>
    <w:rsid w:val="00500BB5"/>
    <w:rsid w:val="00500DB2"/>
    <w:rsid w:val="00500E66"/>
    <w:rsid w:val="00500E67"/>
    <w:rsid w:val="005021E6"/>
    <w:rsid w:val="0050237F"/>
    <w:rsid w:val="00502605"/>
    <w:rsid w:val="0050279F"/>
    <w:rsid w:val="005029E3"/>
    <w:rsid w:val="00502F3D"/>
    <w:rsid w:val="00503088"/>
    <w:rsid w:val="00503415"/>
    <w:rsid w:val="0050382F"/>
    <w:rsid w:val="00503A58"/>
    <w:rsid w:val="00503C4D"/>
    <w:rsid w:val="00503CAC"/>
    <w:rsid w:val="00503DAA"/>
    <w:rsid w:val="0050440C"/>
    <w:rsid w:val="0050442A"/>
    <w:rsid w:val="00504435"/>
    <w:rsid w:val="005044FA"/>
    <w:rsid w:val="005050C7"/>
    <w:rsid w:val="0050561D"/>
    <w:rsid w:val="00506035"/>
    <w:rsid w:val="0050615E"/>
    <w:rsid w:val="005062B3"/>
    <w:rsid w:val="00506349"/>
    <w:rsid w:val="00506699"/>
    <w:rsid w:val="00506B19"/>
    <w:rsid w:val="00506B47"/>
    <w:rsid w:val="00506CA7"/>
    <w:rsid w:val="00506D67"/>
    <w:rsid w:val="00506E7B"/>
    <w:rsid w:val="00506EF5"/>
    <w:rsid w:val="005074B2"/>
    <w:rsid w:val="005075B3"/>
    <w:rsid w:val="00507677"/>
    <w:rsid w:val="005079CE"/>
    <w:rsid w:val="005112EC"/>
    <w:rsid w:val="005116F8"/>
    <w:rsid w:val="0051184D"/>
    <w:rsid w:val="00511F77"/>
    <w:rsid w:val="00512163"/>
    <w:rsid w:val="0051225C"/>
    <w:rsid w:val="00512946"/>
    <w:rsid w:val="00512F35"/>
    <w:rsid w:val="00513529"/>
    <w:rsid w:val="00513AA3"/>
    <w:rsid w:val="00513B2D"/>
    <w:rsid w:val="00513EE9"/>
    <w:rsid w:val="00514106"/>
    <w:rsid w:val="00514776"/>
    <w:rsid w:val="0051486C"/>
    <w:rsid w:val="00515604"/>
    <w:rsid w:val="00515745"/>
    <w:rsid w:val="00515797"/>
    <w:rsid w:val="00515D1D"/>
    <w:rsid w:val="00515DBD"/>
    <w:rsid w:val="005161CE"/>
    <w:rsid w:val="00516C9E"/>
    <w:rsid w:val="00516F5D"/>
    <w:rsid w:val="00517100"/>
    <w:rsid w:val="005173FF"/>
    <w:rsid w:val="00517521"/>
    <w:rsid w:val="00520466"/>
    <w:rsid w:val="0052063C"/>
    <w:rsid w:val="00520819"/>
    <w:rsid w:val="00520EA0"/>
    <w:rsid w:val="00520F7E"/>
    <w:rsid w:val="00520FBE"/>
    <w:rsid w:val="00520FD4"/>
    <w:rsid w:val="0052129D"/>
    <w:rsid w:val="0052172D"/>
    <w:rsid w:val="00521874"/>
    <w:rsid w:val="00521D45"/>
    <w:rsid w:val="00521FF2"/>
    <w:rsid w:val="005221FC"/>
    <w:rsid w:val="00522840"/>
    <w:rsid w:val="00522BB0"/>
    <w:rsid w:val="00522C3A"/>
    <w:rsid w:val="00522FA9"/>
    <w:rsid w:val="0052389F"/>
    <w:rsid w:val="0052393E"/>
    <w:rsid w:val="00523C97"/>
    <w:rsid w:val="00523FA6"/>
    <w:rsid w:val="00524220"/>
    <w:rsid w:val="005245AF"/>
    <w:rsid w:val="005245F6"/>
    <w:rsid w:val="005247AF"/>
    <w:rsid w:val="005248C9"/>
    <w:rsid w:val="00524C7D"/>
    <w:rsid w:val="00524D54"/>
    <w:rsid w:val="00525148"/>
    <w:rsid w:val="005255D3"/>
    <w:rsid w:val="00525CD8"/>
    <w:rsid w:val="00526873"/>
    <w:rsid w:val="00526952"/>
    <w:rsid w:val="00526B79"/>
    <w:rsid w:val="005271F4"/>
    <w:rsid w:val="005272C9"/>
    <w:rsid w:val="005273CE"/>
    <w:rsid w:val="005273F2"/>
    <w:rsid w:val="00527B8C"/>
    <w:rsid w:val="00527D50"/>
    <w:rsid w:val="00527E63"/>
    <w:rsid w:val="00530010"/>
    <w:rsid w:val="00530127"/>
    <w:rsid w:val="005304CD"/>
    <w:rsid w:val="00530547"/>
    <w:rsid w:val="00530852"/>
    <w:rsid w:val="00530ADB"/>
    <w:rsid w:val="00530ADE"/>
    <w:rsid w:val="00530D8B"/>
    <w:rsid w:val="00530FA9"/>
    <w:rsid w:val="00531F39"/>
    <w:rsid w:val="00532393"/>
    <w:rsid w:val="005323F9"/>
    <w:rsid w:val="005329C5"/>
    <w:rsid w:val="005339EA"/>
    <w:rsid w:val="00533A13"/>
    <w:rsid w:val="00533E05"/>
    <w:rsid w:val="00533E28"/>
    <w:rsid w:val="005340F2"/>
    <w:rsid w:val="005347C5"/>
    <w:rsid w:val="00534871"/>
    <w:rsid w:val="00534E8C"/>
    <w:rsid w:val="00534F27"/>
    <w:rsid w:val="005350A3"/>
    <w:rsid w:val="005351E5"/>
    <w:rsid w:val="00535296"/>
    <w:rsid w:val="005353B1"/>
    <w:rsid w:val="00535561"/>
    <w:rsid w:val="005357E9"/>
    <w:rsid w:val="00535A9D"/>
    <w:rsid w:val="00535AA2"/>
    <w:rsid w:val="005362A9"/>
    <w:rsid w:val="0053640B"/>
    <w:rsid w:val="00536437"/>
    <w:rsid w:val="0053673E"/>
    <w:rsid w:val="005367DA"/>
    <w:rsid w:val="00536CA3"/>
    <w:rsid w:val="00536D35"/>
    <w:rsid w:val="00537720"/>
    <w:rsid w:val="00537BEC"/>
    <w:rsid w:val="00537DAF"/>
    <w:rsid w:val="00537F5F"/>
    <w:rsid w:val="00540443"/>
    <w:rsid w:val="00540ADB"/>
    <w:rsid w:val="00540E32"/>
    <w:rsid w:val="0054143F"/>
    <w:rsid w:val="005414B5"/>
    <w:rsid w:val="0054189E"/>
    <w:rsid w:val="00541A4C"/>
    <w:rsid w:val="00541F9A"/>
    <w:rsid w:val="005422EE"/>
    <w:rsid w:val="0054238F"/>
    <w:rsid w:val="005424DB"/>
    <w:rsid w:val="005425F4"/>
    <w:rsid w:val="00542B55"/>
    <w:rsid w:val="00542D84"/>
    <w:rsid w:val="00542D89"/>
    <w:rsid w:val="00542DFA"/>
    <w:rsid w:val="00542E45"/>
    <w:rsid w:val="00542F53"/>
    <w:rsid w:val="0054306B"/>
    <w:rsid w:val="00543485"/>
    <w:rsid w:val="00543870"/>
    <w:rsid w:val="00543B6D"/>
    <w:rsid w:val="00544373"/>
    <w:rsid w:val="00544460"/>
    <w:rsid w:val="005446FB"/>
    <w:rsid w:val="00544909"/>
    <w:rsid w:val="00544D47"/>
    <w:rsid w:val="00544DC9"/>
    <w:rsid w:val="0054522C"/>
    <w:rsid w:val="0054577F"/>
    <w:rsid w:val="00545783"/>
    <w:rsid w:val="005459B7"/>
    <w:rsid w:val="00545B5F"/>
    <w:rsid w:val="00545B9E"/>
    <w:rsid w:val="00545BB8"/>
    <w:rsid w:val="00545D1F"/>
    <w:rsid w:val="00546079"/>
    <w:rsid w:val="0054609E"/>
    <w:rsid w:val="005460FB"/>
    <w:rsid w:val="005461B2"/>
    <w:rsid w:val="0054642E"/>
    <w:rsid w:val="005466DB"/>
    <w:rsid w:val="0054676B"/>
    <w:rsid w:val="00546789"/>
    <w:rsid w:val="005469E7"/>
    <w:rsid w:val="00546A05"/>
    <w:rsid w:val="00546A8D"/>
    <w:rsid w:val="00546B27"/>
    <w:rsid w:val="00546BE3"/>
    <w:rsid w:val="00546E44"/>
    <w:rsid w:val="00546F31"/>
    <w:rsid w:val="00547421"/>
    <w:rsid w:val="00547478"/>
    <w:rsid w:val="00547687"/>
    <w:rsid w:val="005476D3"/>
    <w:rsid w:val="005477C4"/>
    <w:rsid w:val="00547D03"/>
    <w:rsid w:val="00547D99"/>
    <w:rsid w:val="00550076"/>
    <w:rsid w:val="005503AC"/>
    <w:rsid w:val="005503F2"/>
    <w:rsid w:val="00550784"/>
    <w:rsid w:val="00550843"/>
    <w:rsid w:val="005509C8"/>
    <w:rsid w:val="00550D6F"/>
    <w:rsid w:val="00550F30"/>
    <w:rsid w:val="00551026"/>
    <w:rsid w:val="005510DA"/>
    <w:rsid w:val="005515BA"/>
    <w:rsid w:val="005516AA"/>
    <w:rsid w:val="00551AF5"/>
    <w:rsid w:val="00551C3C"/>
    <w:rsid w:val="00551CF0"/>
    <w:rsid w:val="00551F00"/>
    <w:rsid w:val="00552068"/>
    <w:rsid w:val="00552139"/>
    <w:rsid w:val="0055216B"/>
    <w:rsid w:val="00552196"/>
    <w:rsid w:val="005521C5"/>
    <w:rsid w:val="00552447"/>
    <w:rsid w:val="00552855"/>
    <w:rsid w:val="00552B02"/>
    <w:rsid w:val="00552C5F"/>
    <w:rsid w:val="00552E15"/>
    <w:rsid w:val="00552F70"/>
    <w:rsid w:val="00553025"/>
    <w:rsid w:val="0055307B"/>
    <w:rsid w:val="00553149"/>
    <w:rsid w:val="005538CE"/>
    <w:rsid w:val="00553B1A"/>
    <w:rsid w:val="00553C95"/>
    <w:rsid w:val="00553D54"/>
    <w:rsid w:val="00553E01"/>
    <w:rsid w:val="00554500"/>
    <w:rsid w:val="005549A0"/>
    <w:rsid w:val="00554A42"/>
    <w:rsid w:val="00554E05"/>
    <w:rsid w:val="00554F04"/>
    <w:rsid w:val="0055505A"/>
    <w:rsid w:val="00555961"/>
    <w:rsid w:val="00555B09"/>
    <w:rsid w:val="0055622A"/>
    <w:rsid w:val="00556402"/>
    <w:rsid w:val="0055650F"/>
    <w:rsid w:val="0055657D"/>
    <w:rsid w:val="00556A97"/>
    <w:rsid w:val="00556A98"/>
    <w:rsid w:val="00556C60"/>
    <w:rsid w:val="00556CD2"/>
    <w:rsid w:val="00557086"/>
    <w:rsid w:val="00557975"/>
    <w:rsid w:val="00557B22"/>
    <w:rsid w:val="005604FC"/>
    <w:rsid w:val="00560559"/>
    <w:rsid w:val="00560726"/>
    <w:rsid w:val="00560DD0"/>
    <w:rsid w:val="005619FA"/>
    <w:rsid w:val="00561EAD"/>
    <w:rsid w:val="00561F51"/>
    <w:rsid w:val="00562161"/>
    <w:rsid w:val="0056219D"/>
    <w:rsid w:val="005622D0"/>
    <w:rsid w:val="00562377"/>
    <w:rsid w:val="005623E6"/>
    <w:rsid w:val="0056243F"/>
    <w:rsid w:val="005629B8"/>
    <w:rsid w:val="00562A05"/>
    <w:rsid w:val="00562A6E"/>
    <w:rsid w:val="00562AE2"/>
    <w:rsid w:val="00562CA6"/>
    <w:rsid w:val="00562EB4"/>
    <w:rsid w:val="005630A8"/>
    <w:rsid w:val="0056352D"/>
    <w:rsid w:val="005635D9"/>
    <w:rsid w:val="005637E5"/>
    <w:rsid w:val="0056392D"/>
    <w:rsid w:val="00563DFD"/>
    <w:rsid w:val="005647EE"/>
    <w:rsid w:val="005650D8"/>
    <w:rsid w:val="005657E8"/>
    <w:rsid w:val="005658C9"/>
    <w:rsid w:val="005663B1"/>
    <w:rsid w:val="005667B7"/>
    <w:rsid w:val="00566898"/>
    <w:rsid w:val="00566909"/>
    <w:rsid w:val="00566922"/>
    <w:rsid w:val="00566D2A"/>
    <w:rsid w:val="005670D6"/>
    <w:rsid w:val="00567108"/>
    <w:rsid w:val="00567567"/>
    <w:rsid w:val="00567590"/>
    <w:rsid w:val="00567610"/>
    <w:rsid w:val="00567A66"/>
    <w:rsid w:val="00567BDC"/>
    <w:rsid w:val="00567C66"/>
    <w:rsid w:val="00570013"/>
    <w:rsid w:val="0057029F"/>
    <w:rsid w:val="005705AD"/>
    <w:rsid w:val="00570741"/>
    <w:rsid w:val="0057080A"/>
    <w:rsid w:val="00570AB5"/>
    <w:rsid w:val="00570ED2"/>
    <w:rsid w:val="00570FE8"/>
    <w:rsid w:val="00571095"/>
    <w:rsid w:val="00571570"/>
    <w:rsid w:val="00571BD0"/>
    <w:rsid w:val="00571DB0"/>
    <w:rsid w:val="00572062"/>
    <w:rsid w:val="0057212A"/>
    <w:rsid w:val="00572BA3"/>
    <w:rsid w:val="00572E95"/>
    <w:rsid w:val="005733F9"/>
    <w:rsid w:val="00573641"/>
    <w:rsid w:val="00573841"/>
    <w:rsid w:val="00573BAC"/>
    <w:rsid w:val="00573BBF"/>
    <w:rsid w:val="00573D67"/>
    <w:rsid w:val="00574660"/>
    <w:rsid w:val="00574816"/>
    <w:rsid w:val="00574DEF"/>
    <w:rsid w:val="00574F13"/>
    <w:rsid w:val="00574F88"/>
    <w:rsid w:val="00575107"/>
    <w:rsid w:val="005756D1"/>
    <w:rsid w:val="00575A90"/>
    <w:rsid w:val="00575E53"/>
    <w:rsid w:val="005762BF"/>
    <w:rsid w:val="005762FF"/>
    <w:rsid w:val="005764A1"/>
    <w:rsid w:val="0057672C"/>
    <w:rsid w:val="005768F3"/>
    <w:rsid w:val="00576978"/>
    <w:rsid w:val="00576CF7"/>
    <w:rsid w:val="00576EC9"/>
    <w:rsid w:val="00577827"/>
    <w:rsid w:val="0057783E"/>
    <w:rsid w:val="00577CF5"/>
    <w:rsid w:val="0058000D"/>
    <w:rsid w:val="00580474"/>
    <w:rsid w:val="00580979"/>
    <w:rsid w:val="00580A3A"/>
    <w:rsid w:val="00580F65"/>
    <w:rsid w:val="00581024"/>
    <w:rsid w:val="00581A06"/>
    <w:rsid w:val="00581BA5"/>
    <w:rsid w:val="005821C2"/>
    <w:rsid w:val="00582584"/>
    <w:rsid w:val="00582910"/>
    <w:rsid w:val="00582E0B"/>
    <w:rsid w:val="00582FA5"/>
    <w:rsid w:val="00582FDB"/>
    <w:rsid w:val="005830E7"/>
    <w:rsid w:val="005830FD"/>
    <w:rsid w:val="0058311F"/>
    <w:rsid w:val="00583212"/>
    <w:rsid w:val="00583338"/>
    <w:rsid w:val="00583413"/>
    <w:rsid w:val="00583681"/>
    <w:rsid w:val="00583ACD"/>
    <w:rsid w:val="005840D4"/>
    <w:rsid w:val="00584C12"/>
    <w:rsid w:val="00584D9B"/>
    <w:rsid w:val="0058598F"/>
    <w:rsid w:val="00585B63"/>
    <w:rsid w:val="00586762"/>
    <w:rsid w:val="00586D75"/>
    <w:rsid w:val="00586E03"/>
    <w:rsid w:val="00586E7D"/>
    <w:rsid w:val="00587310"/>
    <w:rsid w:val="00587419"/>
    <w:rsid w:val="00587F64"/>
    <w:rsid w:val="00590718"/>
    <w:rsid w:val="0059084D"/>
    <w:rsid w:val="00591359"/>
    <w:rsid w:val="005914AF"/>
    <w:rsid w:val="00591B55"/>
    <w:rsid w:val="00591BCC"/>
    <w:rsid w:val="00591D0F"/>
    <w:rsid w:val="005923AE"/>
    <w:rsid w:val="005925D9"/>
    <w:rsid w:val="00592B06"/>
    <w:rsid w:val="00592BAC"/>
    <w:rsid w:val="0059339A"/>
    <w:rsid w:val="0059347F"/>
    <w:rsid w:val="005935DA"/>
    <w:rsid w:val="0059362D"/>
    <w:rsid w:val="005936A1"/>
    <w:rsid w:val="005936AF"/>
    <w:rsid w:val="00593788"/>
    <w:rsid w:val="00593BB7"/>
    <w:rsid w:val="00593EFA"/>
    <w:rsid w:val="0059428F"/>
    <w:rsid w:val="005948C1"/>
    <w:rsid w:val="00594D5B"/>
    <w:rsid w:val="00595501"/>
    <w:rsid w:val="00595A16"/>
    <w:rsid w:val="005962EE"/>
    <w:rsid w:val="0059653B"/>
    <w:rsid w:val="00596845"/>
    <w:rsid w:val="00596E8A"/>
    <w:rsid w:val="00596F38"/>
    <w:rsid w:val="005972AC"/>
    <w:rsid w:val="005972F3"/>
    <w:rsid w:val="005976B5"/>
    <w:rsid w:val="0059788F"/>
    <w:rsid w:val="00597A50"/>
    <w:rsid w:val="00597B6B"/>
    <w:rsid w:val="00597CBB"/>
    <w:rsid w:val="005A00BD"/>
    <w:rsid w:val="005A0184"/>
    <w:rsid w:val="005A05F4"/>
    <w:rsid w:val="005A093C"/>
    <w:rsid w:val="005A0965"/>
    <w:rsid w:val="005A0CE1"/>
    <w:rsid w:val="005A0D81"/>
    <w:rsid w:val="005A0D83"/>
    <w:rsid w:val="005A0EB3"/>
    <w:rsid w:val="005A105B"/>
    <w:rsid w:val="005A1C58"/>
    <w:rsid w:val="005A201E"/>
    <w:rsid w:val="005A211D"/>
    <w:rsid w:val="005A2628"/>
    <w:rsid w:val="005A2963"/>
    <w:rsid w:val="005A2AC6"/>
    <w:rsid w:val="005A2D07"/>
    <w:rsid w:val="005A2DB4"/>
    <w:rsid w:val="005A2E49"/>
    <w:rsid w:val="005A3612"/>
    <w:rsid w:val="005A3642"/>
    <w:rsid w:val="005A394F"/>
    <w:rsid w:val="005A3A79"/>
    <w:rsid w:val="005A3CAC"/>
    <w:rsid w:val="005A3EDF"/>
    <w:rsid w:val="005A3F14"/>
    <w:rsid w:val="005A4282"/>
    <w:rsid w:val="005A447D"/>
    <w:rsid w:val="005A4495"/>
    <w:rsid w:val="005A4A12"/>
    <w:rsid w:val="005A4D61"/>
    <w:rsid w:val="005A5289"/>
    <w:rsid w:val="005A53F4"/>
    <w:rsid w:val="005A5965"/>
    <w:rsid w:val="005A5A42"/>
    <w:rsid w:val="005A5CA4"/>
    <w:rsid w:val="005A6124"/>
    <w:rsid w:val="005A624E"/>
    <w:rsid w:val="005A6457"/>
    <w:rsid w:val="005A689D"/>
    <w:rsid w:val="005A6AA4"/>
    <w:rsid w:val="005A6AF6"/>
    <w:rsid w:val="005A72D6"/>
    <w:rsid w:val="005A7351"/>
    <w:rsid w:val="005A7618"/>
    <w:rsid w:val="005A769C"/>
    <w:rsid w:val="005A76F3"/>
    <w:rsid w:val="005A77B7"/>
    <w:rsid w:val="005A78EE"/>
    <w:rsid w:val="005A7A3E"/>
    <w:rsid w:val="005A7CC6"/>
    <w:rsid w:val="005A7E64"/>
    <w:rsid w:val="005B0034"/>
    <w:rsid w:val="005B029C"/>
    <w:rsid w:val="005B031C"/>
    <w:rsid w:val="005B04FF"/>
    <w:rsid w:val="005B0871"/>
    <w:rsid w:val="005B0A74"/>
    <w:rsid w:val="005B1303"/>
    <w:rsid w:val="005B16D8"/>
    <w:rsid w:val="005B17E1"/>
    <w:rsid w:val="005B1C57"/>
    <w:rsid w:val="005B1E62"/>
    <w:rsid w:val="005B1EC1"/>
    <w:rsid w:val="005B2036"/>
    <w:rsid w:val="005B23A4"/>
    <w:rsid w:val="005B26A2"/>
    <w:rsid w:val="005B2829"/>
    <w:rsid w:val="005B2CB7"/>
    <w:rsid w:val="005B2D05"/>
    <w:rsid w:val="005B3401"/>
    <w:rsid w:val="005B3634"/>
    <w:rsid w:val="005B3D16"/>
    <w:rsid w:val="005B43C2"/>
    <w:rsid w:val="005B47DF"/>
    <w:rsid w:val="005B4E99"/>
    <w:rsid w:val="005B515E"/>
    <w:rsid w:val="005B5302"/>
    <w:rsid w:val="005B57B3"/>
    <w:rsid w:val="005B59D8"/>
    <w:rsid w:val="005B5AAD"/>
    <w:rsid w:val="005B5B38"/>
    <w:rsid w:val="005B5BB7"/>
    <w:rsid w:val="005B5DF6"/>
    <w:rsid w:val="005B62BF"/>
    <w:rsid w:val="005B6398"/>
    <w:rsid w:val="005B63F0"/>
    <w:rsid w:val="005B6726"/>
    <w:rsid w:val="005B68A8"/>
    <w:rsid w:val="005B6B05"/>
    <w:rsid w:val="005B6B0A"/>
    <w:rsid w:val="005B6CF8"/>
    <w:rsid w:val="005B71E2"/>
    <w:rsid w:val="005B7A08"/>
    <w:rsid w:val="005B7BB7"/>
    <w:rsid w:val="005B7C07"/>
    <w:rsid w:val="005C06ED"/>
    <w:rsid w:val="005C0747"/>
    <w:rsid w:val="005C0A5A"/>
    <w:rsid w:val="005C0CCF"/>
    <w:rsid w:val="005C1258"/>
    <w:rsid w:val="005C15DE"/>
    <w:rsid w:val="005C1A58"/>
    <w:rsid w:val="005C1CA7"/>
    <w:rsid w:val="005C1E7B"/>
    <w:rsid w:val="005C215A"/>
    <w:rsid w:val="005C21A8"/>
    <w:rsid w:val="005C21AE"/>
    <w:rsid w:val="005C224B"/>
    <w:rsid w:val="005C29B1"/>
    <w:rsid w:val="005C2A34"/>
    <w:rsid w:val="005C2F04"/>
    <w:rsid w:val="005C31B6"/>
    <w:rsid w:val="005C31FB"/>
    <w:rsid w:val="005C337B"/>
    <w:rsid w:val="005C34A4"/>
    <w:rsid w:val="005C34E6"/>
    <w:rsid w:val="005C3747"/>
    <w:rsid w:val="005C37FB"/>
    <w:rsid w:val="005C3D43"/>
    <w:rsid w:val="005C3D4E"/>
    <w:rsid w:val="005C3E25"/>
    <w:rsid w:val="005C405E"/>
    <w:rsid w:val="005C46AA"/>
    <w:rsid w:val="005C46E4"/>
    <w:rsid w:val="005C471F"/>
    <w:rsid w:val="005C47B4"/>
    <w:rsid w:val="005C4A89"/>
    <w:rsid w:val="005C4EAC"/>
    <w:rsid w:val="005C4F02"/>
    <w:rsid w:val="005C5691"/>
    <w:rsid w:val="005C595C"/>
    <w:rsid w:val="005C59EE"/>
    <w:rsid w:val="005C5BF2"/>
    <w:rsid w:val="005C60B8"/>
    <w:rsid w:val="005C6139"/>
    <w:rsid w:val="005C66D3"/>
    <w:rsid w:val="005C694F"/>
    <w:rsid w:val="005C6BEC"/>
    <w:rsid w:val="005C6C05"/>
    <w:rsid w:val="005C6D86"/>
    <w:rsid w:val="005C7280"/>
    <w:rsid w:val="005C7635"/>
    <w:rsid w:val="005C7687"/>
    <w:rsid w:val="005C777E"/>
    <w:rsid w:val="005C7D60"/>
    <w:rsid w:val="005D0277"/>
    <w:rsid w:val="005D0393"/>
    <w:rsid w:val="005D03E5"/>
    <w:rsid w:val="005D0542"/>
    <w:rsid w:val="005D0640"/>
    <w:rsid w:val="005D064D"/>
    <w:rsid w:val="005D081A"/>
    <w:rsid w:val="005D09C6"/>
    <w:rsid w:val="005D0C24"/>
    <w:rsid w:val="005D0E39"/>
    <w:rsid w:val="005D108F"/>
    <w:rsid w:val="005D12CD"/>
    <w:rsid w:val="005D16EF"/>
    <w:rsid w:val="005D1749"/>
    <w:rsid w:val="005D1A3C"/>
    <w:rsid w:val="005D2017"/>
    <w:rsid w:val="005D25C8"/>
    <w:rsid w:val="005D2E3B"/>
    <w:rsid w:val="005D3133"/>
    <w:rsid w:val="005D327D"/>
    <w:rsid w:val="005D3689"/>
    <w:rsid w:val="005D3753"/>
    <w:rsid w:val="005D3781"/>
    <w:rsid w:val="005D40ED"/>
    <w:rsid w:val="005D4336"/>
    <w:rsid w:val="005D45BB"/>
    <w:rsid w:val="005D4644"/>
    <w:rsid w:val="005D491F"/>
    <w:rsid w:val="005D4E89"/>
    <w:rsid w:val="005D5031"/>
    <w:rsid w:val="005D5846"/>
    <w:rsid w:val="005D5862"/>
    <w:rsid w:val="005D5AE8"/>
    <w:rsid w:val="005D5C02"/>
    <w:rsid w:val="005D5DCD"/>
    <w:rsid w:val="005D5FD6"/>
    <w:rsid w:val="005D61CF"/>
    <w:rsid w:val="005D6311"/>
    <w:rsid w:val="005D699A"/>
    <w:rsid w:val="005D6C9C"/>
    <w:rsid w:val="005D70FB"/>
    <w:rsid w:val="005D710B"/>
    <w:rsid w:val="005D7252"/>
    <w:rsid w:val="005D73B9"/>
    <w:rsid w:val="005D7625"/>
    <w:rsid w:val="005D794B"/>
    <w:rsid w:val="005D79B8"/>
    <w:rsid w:val="005D7CE2"/>
    <w:rsid w:val="005E01F8"/>
    <w:rsid w:val="005E0850"/>
    <w:rsid w:val="005E08E3"/>
    <w:rsid w:val="005E0C07"/>
    <w:rsid w:val="005E0CB5"/>
    <w:rsid w:val="005E105A"/>
    <w:rsid w:val="005E12A7"/>
    <w:rsid w:val="005E18F0"/>
    <w:rsid w:val="005E1A4A"/>
    <w:rsid w:val="005E1BE8"/>
    <w:rsid w:val="005E1C8A"/>
    <w:rsid w:val="005E22D7"/>
    <w:rsid w:val="005E2619"/>
    <w:rsid w:val="005E2A86"/>
    <w:rsid w:val="005E2B43"/>
    <w:rsid w:val="005E2BB1"/>
    <w:rsid w:val="005E2F87"/>
    <w:rsid w:val="005E329B"/>
    <w:rsid w:val="005E3750"/>
    <w:rsid w:val="005E378D"/>
    <w:rsid w:val="005E3881"/>
    <w:rsid w:val="005E38CC"/>
    <w:rsid w:val="005E3A37"/>
    <w:rsid w:val="005E3F8D"/>
    <w:rsid w:val="005E40CB"/>
    <w:rsid w:val="005E44C6"/>
    <w:rsid w:val="005E45DC"/>
    <w:rsid w:val="005E4ADB"/>
    <w:rsid w:val="005E4B0D"/>
    <w:rsid w:val="005E4E8A"/>
    <w:rsid w:val="005E52D7"/>
    <w:rsid w:val="005E5792"/>
    <w:rsid w:val="005E5ACE"/>
    <w:rsid w:val="005E5C03"/>
    <w:rsid w:val="005E5DD2"/>
    <w:rsid w:val="005E633A"/>
    <w:rsid w:val="005E6406"/>
    <w:rsid w:val="005E64AD"/>
    <w:rsid w:val="005E6775"/>
    <w:rsid w:val="005E6855"/>
    <w:rsid w:val="005E711F"/>
    <w:rsid w:val="005E7724"/>
    <w:rsid w:val="005E7C1D"/>
    <w:rsid w:val="005E7C6B"/>
    <w:rsid w:val="005F025E"/>
    <w:rsid w:val="005F0433"/>
    <w:rsid w:val="005F08FA"/>
    <w:rsid w:val="005F0D9C"/>
    <w:rsid w:val="005F0E9E"/>
    <w:rsid w:val="005F0EBD"/>
    <w:rsid w:val="005F1580"/>
    <w:rsid w:val="005F1C33"/>
    <w:rsid w:val="005F1C85"/>
    <w:rsid w:val="005F22D0"/>
    <w:rsid w:val="005F2812"/>
    <w:rsid w:val="005F2C7A"/>
    <w:rsid w:val="005F2FFF"/>
    <w:rsid w:val="005F300E"/>
    <w:rsid w:val="005F3207"/>
    <w:rsid w:val="005F3818"/>
    <w:rsid w:val="005F3AFE"/>
    <w:rsid w:val="005F3B1F"/>
    <w:rsid w:val="005F3E54"/>
    <w:rsid w:val="005F45CB"/>
    <w:rsid w:val="005F4751"/>
    <w:rsid w:val="005F4B3B"/>
    <w:rsid w:val="005F4CF0"/>
    <w:rsid w:val="005F4D09"/>
    <w:rsid w:val="005F4EB9"/>
    <w:rsid w:val="005F4F9D"/>
    <w:rsid w:val="005F52B8"/>
    <w:rsid w:val="005F5657"/>
    <w:rsid w:val="005F58BA"/>
    <w:rsid w:val="005F5CE7"/>
    <w:rsid w:val="005F5FF8"/>
    <w:rsid w:val="005F6382"/>
    <w:rsid w:val="005F6445"/>
    <w:rsid w:val="005F6554"/>
    <w:rsid w:val="005F6707"/>
    <w:rsid w:val="005F673A"/>
    <w:rsid w:val="005F702A"/>
    <w:rsid w:val="005F78FD"/>
    <w:rsid w:val="005F791A"/>
    <w:rsid w:val="005F7EBC"/>
    <w:rsid w:val="0060017B"/>
    <w:rsid w:val="00600225"/>
    <w:rsid w:val="006004D7"/>
    <w:rsid w:val="006005EB"/>
    <w:rsid w:val="00600864"/>
    <w:rsid w:val="00600B13"/>
    <w:rsid w:val="00600C54"/>
    <w:rsid w:val="00600E67"/>
    <w:rsid w:val="00600F9F"/>
    <w:rsid w:val="00600FCE"/>
    <w:rsid w:val="006010E9"/>
    <w:rsid w:val="0060142C"/>
    <w:rsid w:val="006014A4"/>
    <w:rsid w:val="006014F8"/>
    <w:rsid w:val="00601613"/>
    <w:rsid w:val="00601A5A"/>
    <w:rsid w:val="00601A8A"/>
    <w:rsid w:val="00601B7A"/>
    <w:rsid w:val="00601F73"/>
    <w:rsid w:val="006022A9"/>
    <w:rsid w:val="006022FD"/>
    <w:rsid w:val="00602714"/>
    <w:rsid w:val="00602766"/>
    <w:rsid w:val="006028DE"/>
    <w:rsid w:val="00602AA1"/>
    <w:rsid w:val="00602C21"/>
    <w:rsid w:val="00602D3F"/>
    <w:rsid w:val="00602DA6"/>
    <w:rsid w:val="006030D0"/>
    <w:rsid w:val="0060318A"/>
    <w:rsid w:val="006038B5"/>
    <w:rsid w:val="00603BAC"/>
    <w:rsid w:val="00603BDE"/>
    <w:rsid w:val="00603E0A"/>
    <w:rsid w:val="00604088"/>
    <w:rsid w:val="00604120"/>
    <w:rsid w:val="0060433A"/>
    <w:rsid w:val="006043E3"/>
    <w:rsid w:val="006044EC"/>
    <w:rsid w:val="0060485F"/>
    <w:rsid w:val="00604BC1"/>
    <w:rsid w:val="00604CDD"/>
    <w:rsid w:val="006050A2"/>
    <w:rsid w:val="00605417"/>
    <w:rsid w:val="006056A4"/>
    <w:rsid w:val="0060572A"/>
    <w:rsid w:val="006058AE"/>
    <w:rsid w:val="0060594A"/>
    <w:rsid w:val="00605CE5"/>
    <w:rsid w:val="00605DBC"/>
    <w:rsid w:val="006064A0"/>
    <w:rsid w:val="00606987"/>
    <w:rsid w:val="00606AF6"/>
    <w:rsid w:val="0060740F"/>
    <w:rsid w:val="0060745A"/>
    <w:rsid w:val="00607688"/>
    <w:rsid w:val="00607BB2"/>
    <w:rsid w:val="00610654"/>
    <w:rsid w:val="006106AC"/>
    <w:rsid w:val="00610B8B"/>
    <w:rsid w:val="00610C74"/>
    <w:rsid w:val="00610D74"/>
    <w:rsid w:val="00610E1C"/>
    <w:rsid w:val="006111FE"/>
    <w:rsid w:val="00611262"/>
    <w:rsid w:val="00611500"/>
    <w:rsid w:val="006118E4"/>
    <w:rsid w:val="00611DE1"/>
    <w:rsid w:val="0061222C"/>
    <w:rsid w:val="006125CD"/>
    <w:rsid w:val="0061269A"/>
    <w:rsid w:val="0061276E"/>
    <w:rsid w:val="00612A3C"/>
    <w:rsid w:val="00612DFE"/>
    <w:rsid w:val="00612EE2"/>
    <w:rsid w:val="00612F25"/>
    <w:rsid w:val="00613A30"/>
    <w:rsid w:val="00614361"/>
    <w:rsid w:val="006144BB"/>
    <w:rsid w:val="00614587"/>
    <w:rsid w:val="006145CB"/>
    <w:rsid w:val="0061460A"/>
    <w:rsid w:val="0061462C"/>
    <w:rsid w:val="00614802"/>
    <w:rsid w:val="00614B00"/>
    <w:rsid w:val="00614C52"/>
    <w:rsid w:val="00614F92"/>
    <w:rsid w:val="00615002"/>
    <w:rsid w:val="00615843"/>
    <w:rsid w:val="00615B8A"/>
    <w:rsid w:val="00615FE0"/>
    <w:rsid w:val="006160B7"/>
    <w:rsid w:val="00616649"/>
    <w:rsid w:val="00616A47"/>
    <w:rsid w:val="006175D8"/>
    <w:rsid w:val="006175DE"/>
    <w:rsid w:val="00617728"/>
    <w:rsid w:val="00617CAB"/>
    <w:rsid w:val="00617F9F"/>
    <w:rsid w:val="00620195"/>
    <w:rsid w:val="00620510"/>
    <w:rsid w:val="00620A41"/>
    <w:rsid w:val="00620AA0"/>
    <w:rsid w:val="00621174"/>
    <w:rsid w:val="0062159F"/>
    <w:rsid w:val="006216FA"/>
    <w:rsid w:val="00621955"/>
    <w:rsid w:val="0062197A"/>
    <w:rsid w:val="0062229E"/>
    <w:rsid w:val="0062244F"/>
    <w:rsid w:val="006227A2"/>
    <w:rsid w:val="0062314F"/>
    <w:rsid w:val="006233F9"/>
    <w:rsid w:val="006233FD"/>
    <w:rsid w:val="006234DD"/>
    <w:rsid w:val="00623A3B"/>
    <w:rsid w:val="006244AB"/>
    <w:rsid w:val="0062466A"/>
    <w:rsid w:val="00624CB3"/>
    <w:rsid w:val="00624EA0"/>
    <w:rsid w:val="00625DCB"/>
    <w:rsid w:val="0062608B"/>
    <w:rsid w:val="00626217"/>
    <w:rsid w:val="006266CB"/>
    <w:rsid w:val="0062671F"/>
    <w:rsid w:val="00626B71"/>
    <w:rsid w:val="00626BB6"/>
    <w:rsid w:val="00626C51"/>
    <w:rsid w:val="00626D64"/>
    <w:rsid w:val="00627B2D"/>
    <w:rsid w:val="00627BFC"/>
    <w:rsid w:val="00627E75"/>
    <w:rsid w:val="00630157"/>
    <w:rsid w:val="0063060A"/>
    <w:rsid w:val="006307E6"/>
    <w:rsid w:val="0063082B"/>
    <w:rsid w:val="00631089"/>
    <w:rsid w:val="006317AF"/>
    <w:rsid w:val="00631998"/>
    <w:rsid w:val="00631E7B"/>
    <w:rsid w:val="00631FEE"/>
    <w:rsid w:val="00632100"/>
    <w:rsid w:val="00632331"/>
    <w:rsid w:val="0063249E"/>
    <w:rsid w:val="00632725"/>
    <w:rsid w:val="00632C17"/>
    <w:rsid w:val="00632D46"/>
    <w:rsid w:val="00632F30"/>
    <w:rsid w:val="006334A3"/>
    <w:rsid w:val="006338A3"/>
    <w:rsid w:val="00633AB0"/>
    <w:rsid w:val="00633ADF"/>
    <w:rsid w:val="00633E1D"/>
    <w:rsid w:val="00633EEA"/>
    <w:rsid w:val="006348BF"/>
    <w:rsid w:val="00634AB0"/>
    <w:rsid w:val="0063562E"/>
    <w:rsid w:val="0063572F"/>
    <w:rsid w:val="00635ACB"/>
    <w:rsid w:val="00635B5A"/>
    <w:rsid w:val="00635E61"/>
    <w:rsid w:val="00635F68"/>
    <w:rsid w:val="006361A7"/>
    <w:rsid w:val="00636988"/>
    <w:rsid w:val="00636989"/>
    <w:rsid w:val="00636A55"/>
    <w:rsid w:val="00636B1D"/>
    <w:rsid w:val="00636B54"/>
    <w:rsid w:val="00636F05"/>
    <w:rsid w:val="0063737D"/>
    <w:rsid w:val="006375A3"/>
    <w:rsid w:val="006377BB"/>
    <w:rsid w:val="00637BF0"/>
    <w:rsid w:val="00637CD6"/>
    <w:rsid w:val="00637F21"/>
    <w:rsid w:val="00637FCD"/>
    <w:rsid w:val="00640383"/>
    <w:rsid w:val="00640502"/>
    <w:rsid w:val="0064068C"/>
    <w:rsid w:val="00640737"/>
    <w:rsid w:val="006408C1"/>
    <w:rsid w:val="00640D5A"/>
    <w:rsid w:val="00640DC9"/>
    <w:rsid w:val="00640E08"/>
    <w:rsid w:val="00640F0C"/>
    <w:rsid w:val="00641206"/>
    <w:rsid w:val="00641429"/>
    <w:rsid w:val="00641B46"/>
    <w:rsid w:val="00641B76"/>
    <w:rsid w:val="00641BE3"/>
    <w:rsid w:val="00641D33"/>
    <w:rsid w:val="00641DB5"/>
    <w:rsid w:val="006422A5"/>
    <w:rsid w:val="00642851"/>
    <w:rsid w:val="00642A7B"/>
    <w:rsid w:val="00642EC6"/>
    <w:rsid w:val="0064318D"/>
    <w:rsid w:val="00643AD1"/>
    <w:rsid w:val="00643ADA"/>
    <w:rsid w:val="00643B92"/>
    <w:rsid w:val="00643FB4"/>
    <w:rsid w:val="006441DC"/>
    <w:rsid w:val="006445E0"/>
    <w:rsid w:val="00644753"/>
    <w:rsid w:val="00644D26"/>
    <w:rsid w:val="00644F38"/>
    <w:rsid w:val="00644FF3"/>
    <w:rsid w:val="006453C6"/>
    <w:rsid w:val="0064540E"/>
    <w:rsid w:val="006456C9"/>
    <w:rsid w:val="006456F1"/>
    <w:rsid w:val="006458AC"/>
    <w:rsid w:val="00645E03"/>
    <w:rsid w:val="00645F8F"/>
    <w:rsid w:val="00646011"/>
    <w:rsid w:val="0064625B"/>
    <w:rsid w:val="006466A1"/>
    <w:rsid w:val="006467ED"/>
    <w:rsid w:val="00646AA6"/>
    <w:rsid w:val="00647431"/>
    <w:rsid w:val="006474E9"/>
    <w:rsid w:val="0064750F"/>
    <w:rsid w:val="0064763D"/>
    <w:rsid w:val="00647D26"/>
    <w:rsid w:val="00650187"/>
    <w:rsid w:val="006502BF"/>
    <w:rsid w:val="00650658"/>
    <w:rsid w:val="0065085C"/>
    <w:rsid w:val="006508CE"/>
    <w:rsid w:val="00650A31"/>
    <w:rsid w:val="00650C44"/>
    <w:rsid w:val="0065123D"/>
    <w:rsid w:val="00651367"/>
    <w:rsid w:val="00651626"/>
    <w:rsid w:val="00651AF1"/>
    <w:rsid w:val="00651F7C"/>
    <w:rsid w:val="006526D2"/>
    <w:rsid w:val="0065297D"/>
    <w:rsid w:val="006529A2"/>
    <w:rsid w:val="00652C88"/>
    <w:rsid w:val="00653435"/>
    <w:rsid w:val="006538BD"/>
    <w:rsid w:val="00653AF6"/>
    <w:rsid w:val="0065407E"/>
    <w:rsid w:val="00654762"/>
    <w:rsid w:val="00654816"/>
    <w:rsid w:val="00654AE6"/>
    <w:rsid w:val="00654B76"/>
    <w:rsid w:val="00654BE3"/>
    <w:rsid w:val="00654C3C"/>
    <w:rsid w:val="00654D0D"/>
    <w:rsid w:val="00654DED"/>
    <w:rsid w:val="00654E88"/>
    <w:rsid w:val="00655228"/>
    <w:rsid w:val="00655261"/>
    <w:rsid w:val="00655422"/>
    <w:rsid w:val="00655C11"/>
    <w:rsid w:val="00655DC0"/>
    <w:rsid w:val="00655E0E"/>
    <w:rsid w:val="00655E5C"/>
    <w:rsid w:val="006562AD"/>
    <w:rsid w:val="0065641D"/>
    <w:rsid w:val="0065662A"/>
    <w:rsid w:val="006569C7"/>
    <w:rsid w:val="00656D30"/>
    <w:rsid w:val="00656F16"/>
    <w:rsid w:val="00657298"/>
    <w:rsid w:val="006573B1"/>
    <w:rsid w:val="006573DA"/>
    <w:rsid w:val="00657780"/>
    <w:rsid w:val="00657982"/>
    <w:rsid w:val="00657F16"/>
    <w:rsid w:val="00660696"/>
    <w:rsid w:val="00660870"/>
    <w:rsid w:val="00660AF9"/>
    <w:rsid w:val="00660E8C"/>
    <w:rsid w:val="00661097"/>
    <w:rsid w:val="0066116B"/>
    <w:rsid w:val="00661256"/>
    <w:rsid w:val="00661474"/>
    <w:rsid w:val="00661567"/>
    <w:rsid w:val="006617B5"/>
    <w:rsid w:val="0066188B"/>
    <w:rsid w:val="00661D50"/>
    <w:rsid w:val="006625C7"/>
    <w:rsid w:val="006629D4"/>
    <w:rsid w:val="00662AA1"/>
    <w:rsid w:val="00662C0C"/>
    <w:rsid w:val="00662E28"/>
    <w:rsid w:val="006631D6"/>
    <w:rsid w:val="006632BC"/>
    <w:rsid w:val="006633CE"/>
    <w:rsid w:val="006634C7"/>
    <w:rsid w:val="0066389F"/>
    <w:rsid w:val="00663AE1"/>
    <w:rsid w:val="00663F2A"/>
    <w:rsid w:val="006642B7"/>
    <w:rsid w:val="006647AC"/>
    <w:rsid w:val="006647FC"/>
    <w:rsid w:val="00664889"/>
    <w:rsid w:val="00664999"/>
    <w:rsid w:val="00664A4E"/>
    <w:rsid w:val="00664DBE"/>
    <w:rsid w:val="0066508F"/>
    <w:rsid w:val="006650F5"/>
    <w:rsid w:val="006651A8"/>
    <w:rsid w:val="0066533A"/>
    <w:rsid w:val="00665E6E"/>
    <w:rsid w:val="006662E2"/>
    <w:rsid w:val="00666479"/>
    <w:rsid w:val="00666848"/>
    <w:rsid w:val="00666BDA"/>
    <w:rsid w:val="00666D6B"/>
    <w:rsid w:val="006670FC"/>
    <w:rsid w:val="00667339"/>
    <w:rsid w:val="00667E5D"/>
    <w:rsid w:val="006700D4"/>
    <w:rsid w:val="006702DE"/>
    <w:rsid w:val="006704E3"/>
    <w:rsid w:val="006705C4"/>
    <w:rsid w:val="0067060A"/>
    <w:rsid w:val="00670681"/>
    <w:rsid w:val="006708E3"/>
    <w:rsid w:val="00670A05"/>
    <w:rsid w:val="00670A55"/>
    <w:rsid w:val="00670B1B"/>
    <w:rsid w:val="00671066"/>
    <w:rsid w:val="0067150F"/>
    <w:rsid w:val="006716B8"/>
    <w:rsid w:val="00671D06"/>
    <w:rsid w:val="00671DF7"/>
    <w:rsid w:val="00671E7D"/>
    <w:rsid w:val="00672A4D"/>
    <w:rsid w:val="00672A7B"/>
    <w:rsid w:val="006730B7"/>
    <w:rsid w:val="0067374C"/>
    <w:rsid w:val="0067375B"/>
    <w:rsid w:val="00673A50"/>
    <w:rsid w:val="00673C86"/>
    <w:rsid w:val="00674932"/>
    <w:rsid w:val="00675231"/>
    <w:rsid w:val="00675538"/>
    <w:rsid w:val="00675DEA"/>
    <w:rsid w:val="0067635E"/>
    <w:rsid w:val="00676523"/>
    <w:rsid w:val="006768DD"/>
    <w:rsid w:val="00676B55"/>
    <w:rsid w:val="00676D9D"/>
    <w:rsid w:val="00677112"/>
    <w:rsid w:val="006771FB"/>
    <w:rsid w:val="0067763B"/>
    <w:rsid w:val="00677FA6"/>
    <w:rsid w:val="00677FD1"/>
    <w:rsid w:val="0068003D"/>
    <w:rsid w:val="00680202"/>
    <w:rsid w:val="006804F6"/>
    <w:rsid w:val="00680627"/>
    <w:rsid w:val="00680629"/>
    <w:rsid w:val="00680826"/>
    <w:rsid w:val="00680836"/>
    <w:rsid w:val="00680B77"/>
    <w:rsid w:val="00680E2E"/>
    <w:rsid w:val="00680F79"/>
    <w:rsid w:val="00680F95"/>
    <w:rsid w:val="00681516"/>
    <w:rsid w:val="00681555"/>
    <w:rsid w:val="006816C0"/>
    <w:rsid w:val="006817C0"/>
    <w:rsid w:val="006818E1"/>
    <w:rsid w:val="006818EE"/>
    <w:rsid w:val="00681A91"/>
    <w:rsid w:val="006820B7"/>
    <w:rsid w:val="00682645"/>
    <w:rsid w:val="006826BF"/>
    <w:rsid w:val="00682796"/>
    <w:rsid w:val="00682938"/>
    <w:rsid w:val="00682CDF"/>
    <w:rsid w:val="00683058"/>
    <w:rsid w:val="00683416"/>
    <w:rsid w:val="006836CC"/>
    <w:rsid w:val="006837B2"/>
    <w:rsid w:val="00683818"/>
    <w:rsid w:val="00683E00"/>
    <w:rsid w:val="00683E28"/>
    <w:rsid w:val="00683EF4"/>
    <w:rsid w:val="006844C1"/>
    <w:rsid w:val="00684561"/>
    <w:rsid w:val="00684C84"/>
    <w:rsid w:val="00684C9C"/>
    <w:rsid w:val="00684CF6"/>
    <w:rsid w:val="00684F23"/>
    <w:rsid w:val="0068526B"/>
    <w:rsid w:val="00685444"/>
    <w:rsid w:val="00685589"/>
    <w:rsid w:val="00685638"/>
    <w:rsid w:val="006857A4"/>
    <w:rsid w:val="006858F9"/>
    <w:rsid w:val="00686005"/>
    <w:rsid w:val="00686249"/>
    <w:rsid w:val="00686289"/>
    <w:rsid w:val="00686A7A"/>
    <w:rsid w:val="00686FB7"/>
    <w:rsid w:val="006871A6"/>
    <w:rsid w:val="006872A5"/>
    <w:rsid w:val="006877A0"/>
    <w:rsid w:val="0069011E"/>
    <w:rsid w:val="00690124"/>
    <w:rsid w:val="00690248"/>
    <w:rsid w:val="0069029B"/>
    <w:rsid w:val="00690468"/>
    <w:rsid w:val="00690544"/>
    <w:rsid w:val="00690A54"/>
    <w:rsid w:val="00691646"/>
    <w:rsid w:val="00691892"/>
    <w:rsid w:val="006918FA"/>
    <w:rsid w:val="006919C0"/>
    <w:rsid w:val="00691AAE"/>
    <w:rsid w:val="00691E6D"/>
    <w:rsid w:val="006926DC"/>
    <w:rsid w:val="00692A13"/>
    <w:rsid w:val="00692B6A"/>
    <w:rsid w:val="00692C73"/>
    <w:rsid w:val="00692D27"/>
    <w:rsid w:val="00692EAB"/>
    <w:rsid w:val="00692EEF"/>
    <w:rsid w:val="00692F95"/>
    <w:rsid w:val="00693560"/>
    <w:rsid w:val="0069363D"/>
    <w:rsid w:val="00693B53"/>
    <w:rsid w:val="00693FB7"/>
    <w:rsid w:val="006940F0"/>
    <w:rsid w:val="00694213"/>
    <w:rsid w:val="00694241"/>
    <w:rsid w:val="006944E8"/>
    <w:rsid w:val="00694517"/>
    <w:rsid w:val="00694526"/>
    <w:rsid w:val="00694B4E"/>
    <w:rsid w:val="00694D0A"/>
    <w:rsid w:val="00694E13"/>
    <w:rsid w:val="00694F76"/>
    <w:rsid w:val="00694F88"/>
    <w:rsid w:val="006954B5"/>
    <w:rsid w:val="006955D4"/>
    <w:rsid w:val="0069593E"/>
    <w:rsid w:val="00695B9B"/>
    <w:rsid w:val="00695C32"/>
    <w:rsid w:val="00696034"/>
    <w:rsid w:val="00696264"/>
    <w:rsid w:val="0069626A"/>
    <w:rsid w:val="00696896"/>
    <w:rsid w:val="00696EDA"/>
    <w:rsid w:val="0069767E"/>
    <w:rsid w:val="006976D9"/>
    <w:rsid w:val="00697E72"/>
    <w:rsid w:val="006A0626"/>
    <w:rsid w:val="006A076C"/>
    <w:rsid w:val="006A07CA"/>
    <w:rsid w:val="006A09A9"/>
    <w:rsid w:val="006A09B4"/>
    <w:rsid w:val="006A0AC0"/>
    <w:rsid w:val="006A0F6C"/>
    <w:rsid w:val="006A102F"/>
    <w:rsid w:val="006A11BA"/>
    <w:rsid w:val="006A1839"/>
    <w:rsid w:val="006A1907"/>
    <w:rsid w:val="006A1A14"/>
    <w:rsid w:val="006A1AD4"/>
    <w:rsid w:val="006A1DBB"/>
    <w:rsid w:val="006A2009"/>
    <w:rsid w:val="006A21C2"/>
    <w:rsid w:val="006A23D5"/>
    <w:rsid w:val="006A24D5"/>
    <w:rsid w:val="006A27C3"/>
    <w:rsid w:val="006A2BD6"/>
    <w:rsid w:val="006A2CF7"/>
    <w:rsid w:val="006A3033"/>
    <w:rsid w:val="006A3267"/>
    <w:rsid w:val="006A36E0"/>
    <w:rsid w:val="006A38A7"/>
    <w:rsid w:val="006A3935"/>
    <w:rsid w:val="006A3BFF"/>
    <w:rsid w:val="006A4010"/>
    <w:rsid w:val="006A40CF"/>
    <w:rsid w:val="006A449E"/>
    <w:rsid w:val="006A4B1A"/>
    <w:rsid w:val="006A5B76"/>
    <w:rsid w:val="006A6276"/>
    <w:rsid w:val="006A6581"/>
    <w:rsid w:val="006A66B6"/>
    <w:rsid w:val="006A673B"/>
    <w:rsid w:val="006A6C05"/>
    <w:rsid w:val="006A6D16"/>
    <w:rsid w:val="006A70DB"/>
    <w:rsid w:val="006A721C"/>
    <w:rsid w:val="006A747C"/>
    <w:rsid w:val="006A7AB9"/>
    <w:rsid w:val="006B06F7"/>
    <w:rsid w:val="006B0991"/>
    <w:rsid w:val="006B09B1"/>
    <w:rsid w:val="006B0C23"/>
    <w:rsid w:val="006B0CA3"/>
    <w:rsid w:val="006B0EFB"/>
    <w:rsid w:val="006B1158"/>
    <w:rsid w:val="006B12D5"/>
    <w:rsid w:val="006B1384"/>
    <w:rsid w:val="006B19C0"/>
    <w:rsid w:val="006B1A39"/>
    <w:rsid w:val="006B1FA9"/>
    <w:rsid w:val="006B2043"/>
    <w:rsid w:val="006B2065"/>
    <w:rsid w:val="006B206E"/>
    <w:rsid w:val="006B2581"/>
    <w:rsid w:val="006B2A60"/>
    <w:rsid w:val="006B2B83"/>
    <w:rsid w:val="006B3489"/>
    <w:rsid w:val="006B357E"/>
    <w:rsid w:val="006B3DBD"/>
    <w:rsid w:val="006B3F69"/>
    <w:rsid w:val="006B4014"/>
    <w:rsid w:val="006B440F"/>
    <w:rsid w:val="006B465E"/>
    <w:rsid w:val="006B4DD4"/>
    <w:rsid w:val="006B50F5"/>
    <w:rsid w:val="006B51A3"/>
    <w:rsid w:val="006B53F6"/>
    <w:rsid w:val="006B5460"/>
    <w:rsid w:val="006B55F4"/>
    <w:rsid w:val="006B5840"/>
    <w:rsid w:val="006B5E84"/>
    <w:rsid w:val="006B6118"/>
    <w:rsid w:val="006B61E2"/>
    <w:rsid w:val="006B646D"/>
    <w:rsid w:val="006B694F"/>
    <w:rsid w:val="006B6AC1"/>
    <w:rsid w:val="006B6B43"/>
    <w:rsid w:val="006B6E0B"/>
    <w:rsid w:val="006B6F5E"/>
    <w:rsid w:val="006B7203"/>
    <w:rsid w:val="006B7395"/>
    <w:rsid w:val="006B7675"/>
    <w:rsid w:val="006B78C7"/>
    <w:rsid w:val="006B79BE"/>
    <w:rsid w:val="006B7A02"/>
    <w:rsid w:val="006B7C24"/>
    <w:rsid w:val="006B7D1F"/>
    <w:rsid w:val="006B7D86"/>
    <w:rsid w:val="006B7E6F"/>
    <w:rsid w:val="006C0079"/>
    <w:rsid w:val="006C028A"/>
    <w:rsid w:val="006C07BC"/>
    <w:rsid w:val="006C0E8D"/>
    <w:rsid w:val="006C0F0F"/>
    <w:rsid w:val="006C11E8"/>
    <w:rsid w:val="006C11FE"/>
    <w:rsid w:val="006C1601"/>
    <w:rsid w:val="006C17C1"/>
    <w:rsid w:val="006C2058"/>
    <w:rsid w:val="006C221E"/>
    <w:rsid w:val="006C2314"/>
    <w:rsid w:val="006C23E1"/>
    <w:rsid w:val="006C2440"/>
    <w:rsid w:val="006C24D9"/>
    <w:rsid w:val="006C24FD"/>
    <w:rsid w:val="006C2562"/>
    <w:rsid w:val="006C2CBC"/>
    <w:rsid w:val="006C30D8"/>
    <w:rsid w:val="006C30F8"/>
    <w:rsid w:val="006C3295"/>
    <w:rsid w:val="006C38CC"/>
    <w:rsid w:val="006C3E60"/>
    <w:rsid w:val="006C4012"/>
    <w:rsid w:val="006C478D"/>
    <w:rsid w:val="006C4850"/>
    <w:rsid w:val="006C4902"/>
    <w:rsid w:val="006C4B30"/>
    <w:rsid w:val="006C4B9F"/>
    <w:rsid w:val="006C4CD4"/>
    <w:rsid w:val="006C4E21"/>
    <w:rsid w:val="006C517D"/>
    <w:rsid w:val="006C530F"/>
    <w:rsid w:val="006C53C8"/>
    <w:rsid w:val="006C54C2"/>
    <w:rsid w:val="006C57BF"/>
    <w:rsid w:val="006C58AD"/>
    <w:rsid w:val="006C5B17"/>
    <w:rsid w:val="006C5C0D"/>
    <w:rsid w:val="006C66CB"/>
    <w:rsid w:val="006C67DA"/>
    <w:rsid w:val="006C6AD7"/>
    <w:rsid w:val="006C6C6D"/>
    <w:rsid w:val="006C6F4E"/>
    <w:rsid w:val="006C761C"/>
    <w:rsid w:val="006C7945"/>
    <w:rsid w:val="006C7A3A"/>
    <w:rsid w:val="006C7C45"/>
    <w:rsid w:val="006D04ED"/>
    <w:rsid w:val="006D05B8"/>
    <w:rsid w:val="006D0691"/>
    <w:rsid w:val="006D0733"/>
    <w:rsid w:val="006D07E1"/>
    <w:rsid w:val="006D0C83"/>
    <w:rsid w:val="006D0D65"/>
    <w:rsid w:val="006D10CE"/>
    <w:rsid w:val="006D25BE"/>
    <w:rsid w:val="006D2933"/>
    <w:rsid w:val="006D2A16"/>
    <w:rsid w:val="006D2A48"/>
    <w:rsid w:val="006D2B0E"/>
    <w:rsid w:val="006D2D31"/>
    <w:rsid w:val="006D3192"/>
    <w:rsid w:val="006D3553"/>
    <w:rsid w:val="006D3D91"/>
    <w:rsid w:val="006D424F"/>
    <w:rsid w:val="006D45DF"/>
    <w:rsid w:val="006D4921"/>
    <w:rsid w:val="006D4A45"/>
    <w:rsid w:val="006D4A8E"/>
    <w:rsid w:val="006D4A90"/>
    <w:rsid w:val="006D4B11"/>
    <w:rsid w:val="006D4FE4"/>
    <w:rsid w:val="006D5092"/>
    <w:rsid w:val="006D5207"/>
    <w:rsid w:val="006D53AA"/>
    <w:rsid w:val="006D5454"/>
    <w:rsid w:val="006D573F"/>
    <w:rsid w:val="006D5774"/>
    <w:rsid w:val="006D5BF5"/>
    <w:rsid w:val="006D5C60"/>
    <w:rsid w:val="006D630F"/>
    <w:rsid w:val="006D637A"/>
    <w:rsid w:val="006D68B1"/>
    <w:rsid w:val="006D6B14"/>
    <w:rsid w:val="006D6B2A"/>
    <w:rsid w:val="006D6CB7"/>
    <w:rsid w:val="006D6D16"/>
    <w:rsid w:val="006D6E4B"/>
    <w:rsid w:val="006D702B"/>
    <w:rsid w:val="006D7262"/>
    <w:rsid w:val="006D74CA"/>
    <w:rsid w:val="006D75B8"/>
    <w:rsid w:val="006D7610"/>
    <w:rsid w:val="006D778C"/>
    <w:rsid w:val="006D782B"/>
    <w:rsid w:val="006D7989"/>
    <w:rsid w:val="006D7CED"/>
    <w:rsid w:val="006D7E88"/>
    <w:rsid w:val="006D7F0F"/>
    <w:rsid w:val="006E0223"/>
    <w:rsid w:val="006E0806"/>
    <w:rsid w:val="006E0862"/>
    <w:rsid w:val="006E09E1"/>
    <w:rsid w:val="006E0F60"/>
    <w:rsid w:val="006E1216"/>
    <w:rsid w:val="006E1A7A"/>
    <w:rsid w:val="006E1B7F"/>
    <w:rsid w:val="006E25B8"/>
    <w:rsid w:val="006E29BC"/>
    <w:rsid w:val="006E2A6A"/>
    <w:rsid w:val="006E2BB9"/>
    <w:rsid w:val="006E2FC4"/>
    <w:rsid w:val="006E340F"/>
    <w:rsid w:val="006E350F"/>
    <w:rsid w:val="006E3917"/>
    <w:rsid w:val="006E3ABB"/>
    <w:rsid w:val="006E3CEE"/>
    <w:rsid w:val="006E3E30"/>
    <w:rsid w:val="006E413B"/>
    <w:rsid w:val="006E47DB"/>
    <w:rsid w:val="006E4814"/>
    <w:rsid w:val="006E4CE3"/>
    <w:rsid w:val="006E4D2B"/>
    <w:rsid w:val="006E4E2E"/>
    <w:rsid w:val="006E4FE6"/>
    <w:rsid w:val="006E53EE"/>
    <w:rsid w:val="006E5901"/>
    <w:rsid w:val="006E6070"/>
    <w:rsid w:val="006E6528"/>
    <w:rsid w:val="006E68B6"/>
    <w:rsid w:val="006E6ABC"/>
    <w:rsid w:val="006E6C89"/>
    <w:rsid w:val="006E6F8A"/>
    <w:rsid w:val="006E7785"/>
    <w:rsid w:val="006E79C7"/>
    <w:rsid w:val="006E7D34"/>
    <w:rsid w:val="006E7F37"/>
    <w:rsid w:val="006F0248"/>
    <w:rsid w:val="006F0271"/>
    <w:rsid w:val="006F0607"/>
    <w:rsid w:val="006F0758"/>
    <w:rsid w:val="006F09B3"/>
    <w:rsid w:val="006F0C34"/>
    <w:rsid w:val="006F0FE9"/>
    <w:rsid w:val="006F102F"/>
    <w:rsid w:val="006F1561"/>
    <w:rsid w:val="006F16DE"/>
    <w:rsid w:val="006F1938"/>
    <w:rsid w:val="006F19C6"/>
    <w:rsid w:val="006F1D8A"/>
    <w:rsid w:val="006F20A5"/>
    <w:rsid w:val="006F20AF"/>
    <w:rsid w:val="006F2385"/>
    <w:rsid w:val="006F295A"/>
    <w:rsid w:val="006F2BB5"/>
    <w:rsid w:val="006F3288"/>
    <w:rsid w:val="006F3458"/>
    <w:rsid w:val="006F352D"/>
    <w:rsid w:val="006F3C16"/>
    <w:rsid w:val="006F427A"/>
    <w:rsid w:val="006F4550"/>
    <w:rsid w:val="006F46C1"/>
    <w:rsid w:val="006F4794"/>
    <w:rsid w:val="006F484B"/>
    <w:rsid w:val="006F4E86"/>
    <w:rsid w:val="006F4F5F"/>
    <w:rsid w:val="006F4FA5"/>
    <w:rsid w:val="006F5176"/>
    <w:rsid w:val="006F52D0"/>
    <w:rsid w:val="006F569D"/>
    <w:rsid w:val="006F56AF"/>
    <w:rsid w:val="006F57A5"/>
    <w:rsid w:val="006F5CB1"/>
    <w:rsid w:val="006F5F48"/>
    <w:rsid w:val="006F613C"/>
    <w:rsid w:val="006F62B3"/>
    <w:rsid w:val="006F67F0"/>
    <w:rsid w:val="006F6885"/>
    <w:rsid w:val="006F6BEE"/>
    <w:rsid w:val="006F6E36"/>
    <w:rsid w:val="006F6EEB"/>
    <w:rsid w:val="006F7336"/>
    <w:rsid w:val="006F7528"/>
    <w:rsid w:val="006F7B62"/>
    <w:rsid w:val="006F7D8C"/>
    <w:rsid w:val="006F7DC0"/>
    <w:rsid w:val="00700009"/>
    <w:rsid w:val="00700253"/>
    <w:rsid w:val="0070073E"/>
    <w:rsid w:val="00700CB4"/>
    <w:rsid w:val="00700E36"/>
    <w:rsid w:val="00700EA7"/>
    <w:rsid w:val="0070134C"/>
    <w:rsid w:val="007014B4"/>
    <w:rsid w:val="007016A9"/>
    <w:rsid w:val="00701783"/>
    <w:rsid w:val="00701965"/>
    <w:rsid w:val="007019C0"/>
    <w:rsid w:val="00701D27"/>
    <w:rsid w:val="007020B0"/>
    <w:rsid w:val="007024E1"/>
    <w:rsid w:val="007025A2"/>
    <w:rsid w:val="00702A20"/>
    <w:rsid w:val="00702C40"/>
    <w:rsid w:val="007030E6"/>
    <w:rsid w:val="0070328B"/>
    <w:rsid w:val="00703366"/>
    <w:rsid w:val="00703583"/>
    <w:rsid w:val="00703C81"/>
    <w:rsid w:val="00703F66"/>
    <w:rsid w:val="00704161"/>
    <w:rsid w:val="00704222"/>
    <w:rsid w:val="00704274"/>
    <w:rsid w:val="00704787"/>
    <w:rsid w:val="0070489F"/>
    <w:rsid w:val="0070493C"/>
    <w:rsid w:val="00704E9E"/>
    <w:rsid w:val="0070549A"/>
    <w:rsid w:val="0070562B"/>
    <w:rsid w:val="00705CC1"/>
    <w:rsid w:val="00705EDA"/>
    <w:rsid w:val="0070604A"/>
    <w:rsid w:val="00706261"/>
    <w:rsid w:val="00706858"/>
    <w:rsid w:val="00706C39"/>
    <w:rsid w:val="00707698"/>
    <w:rsid w:val="00707D68"/>
    <w:rsid w:val="00707EA0"/>
    <w:rsid w:val="00707F53"/>
    <w:rsid w:val="00707FAB"/>
    <w:rsid w:val="007105E4"/>
    <w:rsid w:val="007109AD"/>
    <w:rsid w:val="00710EAC"/>
    <w:rsid w:val="007116D0"/>
    <w:rsid w:val="00711993"/>
    <w:rsid w:val="00711F23"/>
    <w:rsid w:val="00712008"/>
    <w:rsid w:val="0071205B"/>
    <w:rsid w:val="00712662"/>
    <w:rsid w:val="007126F5"/>
    <w:rsid w:val="00712910"/>
    <w:rsid w:val="00712AA0"/>
    <w:rsid w:val="00712F28"/>
    <w:rsid w:val="00712F2B"/>
    <w:rsid w:val="00713430"/>
    <w:rsid w:val="00713A70"/>
    <w:rsid w:val="00713C0C"/>
    <w:rsid w:val="00713FF7"/>
    <w:rsid w:val="007142C7"/>
    <w:rsid w:val="007147F9"/>
    <w:rsid w:val="007149AC"/>
    <w:rsid w:val="007149CF"/>
    <w:rsid w:val="00714B29"/>
    <w:rsid w:val="00714C64"/>
    <w:rsid w:val="00714E9B"/>
    <w:rsid w:val="00714E9C"/>
    <w:rsid w:val="007154A2"/>
    <w:rsid w:val="0071563B"/>
    <w:rsid w:val="00715962"/>
    <w:rsid w:val="00715984"/>
    <w:rsid w:val="007159DF"/>
    <w:rsid w:val="00715CD8"/>
    <w:rsid w:val="00715D91"/>
    <w:rsid w:val="007162C6"/>
    <w:rsid w:val="00716947"/>
    <w:rsid w:val="00716983"/>
    <w:rsid w:val="00716C9B"/>
    <w:rsid w:val="00716CBF"/>
    <w:rsid w:val="00716D52"/>
    <w:rsid w:val="00717295"/>
    <w:rsid w:val="00717878"/>
    <w:rsid w:val="00717BD1"/>
    <w:rsid w:val="00717D3A"/>
    <w:rsid w:val="00717E58"/>
    <w:rsid w:val="00720526"/>
    <w:rsid w:val="00720583"/>
    <w:rsid w:val="007205D0"/>
    <w:rsid w:val="007206CE"/>
    <w:rsid w:val="0072076D"/>
    <w:rsid w:val="00720B79"/>
    <w:rsid w:val="00720D1F"/>
    <w:rsid w:val="00720FD4"/>
    <w:rsid w:val="007210CB"/>
    <w:rsid w:val="007210DC"/>
    <w:rsid w:val="00721589"/>
    <w:rsid w:val="007215C0"/>
    <w:rsid w:val="00721B83"/>
    <w:rsid w:val="00721C91"/>
    <w:rsid w:val="00721EF3"/>
    <w:rsid w:val="00721FF8"/>
    <w:rsid w:val="00722073"/>
    <w:rsid w:val="00723524"/>
    <w:rsid w:val="00723C92"/>
    <w:rsid w:val="00723CDD"/>
    <w:rsid w:val="00723D5C"/>
    <w:rsid w:val="007240F5"/>
    <w:rsid w:val="007241E0"/>
    <w:rsid w:val="00724E68"/>
    <w:rsid w:val="00724E77"/>
    <w:rsid w:val="00724FFB"/>
    <w:rsid w:val="007252E4"/>
    <w:rsid w:val="00725350"/>
    <w:rsid w:val="00725591"/>
    <w:rsid w:val="007255E7"/>
    <w:rsid w:val="00725A0B"/>
    <w:rsid w:val="00725C95"/>
    <w:rsid w:val="00725D94"/>
    <w:rsid w:val="00726146"/>
    <w:rsid w:val="00726190"/>
    <w:rsid w:val="0072678D"/>
    <w:rsid w:val="00726EAA"/>
    <w:rsid w:val="00727132"/>
    <w:rsid w:val="007274D8"/>
    <w:rsid w:val="00727620"/>
    <w:rsid w:val="00727852"/>
    <w:rsid w:val="00727863"/>
    <w:rsid w:val="00727B5D"/>
    <w:rsid w:val="00727CFF"/>
    <w:rsid w:val="00727F21"/>
    <w:rsid w:val="0073009F"/>
    <w:rsid w:val="0073029D"/>
    <w:rsid w:val="00730838"/>
    <w:rsid w:val="00730B67"/>
    <w:rsid w:val="00730DC2"/>
    <w:rsid w:val="00731180"/>
    <w:rsid w:val="007315D3"/>
    <w:rsid w:val="007318D3"/>
    <w:rsid w:val="00731954"/>
    <w:rsid w:val="00731D02"/>
    <w:rsid w:val="007328AB"/>
    <w:rsid w:val="0073345A"/>
    <w:rsid w:val="00733CA3"/>
    <w:rsid w:val="00733E7B"/>
    <w:rsid w:val="00733F4C"/>
    <w:rsid w:val="0073451B"/>
    <w:rsid w:val="0073456B"/>
    <w:rsid w:val="00734F25"/>
    <w:rsid w:val="0073506D"/>
    <w:rsid w:val="007354CE"/>
    <w:rsid w:val="0073562C"/>
    <w:rsid w:val="00735875"/>
    <w:rsid w:val="00735987"/>
    <w:rsid w:val="007359AD"/>
    <w:rsid w:val="00735A79"/>
    <w:rsid w:val="00735A7F"/>
    <w:rsid w:val="00735B08"/>
    <w:rsid w:val="00735B4B"/>
    <w:rsid w:val="00735C37"/>
    <w:rsid w:val="007362B2"/>
    <w:rsid w:val="00736628"/>
    <w:rsid w:val="00736850"/>
    <w:rsid w:val="00736EC4"/>
    <w:rsid w:val="00736FFA"/>
    <w:rsid w:val="0073719D"/>
    <w:rsid w:val="00737AE1"/>
    <w:rsid w:val="00737CE0"/>
    <w:rsid w:val="007401BB"/>
    <w:rsid w:val="00740565"/>
    <w:rsid w:val="00740BF1"/>
    <w:rsid w:val="00740DC6"/>
    <w:rsid w:val="007411FD"/>
    <w:rsid w:val="0074136C"/>
    <w:rsid w:val="00741400"/>
    <w:rsid w:val="007417FA"/>
    <w:rsid w:val="00741D5E"/>
    <w:rsid w:val="00741E6B"/>
    <w:rsid w:val="00742197"/>
    <w:rsid w:val="0074263E"/>
    <w:rsid w:val="007428A2"/>
    <w:rsid w:val="007428FE"/>
    <w:rsid w:val="00742B88"/>
    <w:rsid w:val="00742F51"/>
    <w:rsid w:val="0074305A"/>
    <w:rsid w:val="007436AD"/>
    <w:rsid w:val="007439FD"/>
    <w:rsid w:val="00743E7F"/>
    <w:rsid w:val="0074411F"/>
    <w:rsid w:val="0074457F"/>
    <w:rsid w:val="007445A6"/>
    <w:rsid w:val="00744679"/>
    <w:rsid w:val="00744A01"/>
    <w:rsid w:val="007454B5"/>
    <w:rsid w:val="00745654"/>
    <w:rsid w:val="00745965"/>
    <w:rsid w:val="00745C03"/>
    <w:rsid w:val="00745D39"/>
    <w:rsid w:val="007463EE"/>
    <w:rsid w:val="00746779"/>
    <w:rsid w:val="007468D6"/>
    <w:rsid w:val="007468D7"/>
    <w:rsid w:val="00746BC3"/>
    <w:rsid w:val="0074733C"/>
    <w:rsid w:val="007473D9"/>
    <w:rsid w:val="007476D7"/>
    <w:rsid w:val="00747791"/>
    <w:rsid w:val="00747C7F"/>
    <w:rsid w:val="00747FFD"/>
    <w:rsid w:val="00750201"/>
    <w:rsid w:val="00750C8D"/>
    <w:rsid w:val="00750F5A"/>
    <w:rsid w:val="007515F8"/>
    <w:rsid w:val="00751B49"/>
    <w:rsid w:val="00751DA5"/>
    <w:rsid w:val="007521CC"/>
    <w:rsid w:val="007523B5"/>
    <w:rsid w:val="007527BB"/>
    <w:rsid w:val="00752960"/>
    <w:rsid w:val="00752B6A"/>
    <w:rsid w:val="00752C0D"/>
    <w:rsid w:val="00752C8D"/>
    <w:rsid w:val="00752F78"/>
    <w:rsid w:val="007532B1"/>
    <w:rsid w:val="00753439"/>
    <w:rsid w:val="0075349A"/>
    <w:rsid w:val="007539ED"/>
    <w:rsid w:val="00753AC1"/>
    <w:rsid w:val="007540FB"/>
    <w:rsid w:val="0075442E"/>
    <w:rsid w:val="0075532F"/>
    <w:rsid w:val="00755482"/>
    <w:rsid w:val="007554EE"/>
    <w:rsid w:val="0075553F"/>
    <w:rsid w:val="00755A0F"/>
    <w:rsid w:val="00755E4C"/>
    <w:rsid w:val="007563F9"/>
    <w:rsid w:val="00756622"/>
    <w:rsid w:val="00756665"/>
    <w:rsid w:val="00756A3C"/>
    <w:rsid w:val="00756A46"/>
    <w:rsid w:val="00757569"/>
    <w:rsid w:val="007575B2"/>
    <w:rsid w:val="00757696"/>
    <w:rsid w:val="00757976"/>
    <w:rsid w:val="00760562"/>
    <w:rsid w:val="0076084E"/>
    <w:rsid w:val="00760BFC"/>
    <w:rsid w:val="00760C46"/>
    <w:rsid w:val="00760CD0"/>
    <w:rsid w:val="00760D89"/>
    <w:rsid w:val="007612F3"/>
    <w:rsid w:val="007614FB"/>
    <w:rsid w:val="0076186B"/>
    <w:rsid w:val="00761A57"/>
    <w:rsid w:val="00761AE4"/>
    <w:rsid w:val="00761EE2"/>
    <w:rsid w:val="007624D9"/>
    <w:rsid w:val="00762785"/>
    <w:rsid w:val="0076283E"/>
    <w:rsid w:val="00762CE4"/>
    <w:rsid w:val="00762D87"/>
    <w:rsid w:val="00762FDB"/>
    <w:rsid w:val="00763382"/>
    <w:rsid w:val="0076376E"/>
    <w:rsid w:val="00763935"/>
    <w:rsid w:val="0076404C"/>
    <w:rsid w:val="0076437B"/>
    <w:rsid w:val="00764BFF"/>
    <w:rsid w:val="00764F71"/>
    <w:rsid w:val="00765507"/>
    <w:rsid w:val="00765B34"/>
    <w:rsid w:val="00765CF2"/>
    <w:rsid w:val="00765F06"/>
    <w:rsid w:val="0076606A"/>
    <w:rsid w:val="007660BB"/>
    <w:rsid w:val="007664B1"/>
    <w:rsid w:val="00766D26"/>
    <w:rsid w:val="007673D7"/>
    <w:rsid w:val="007675B5"/>
    <w:rsid w:val="00767838"/>
    <w:rsid w:val="00767E44"/>
    <w:rsid w:val="007703AA"/>
    <w:rsid w:val="00770422"/>
    <w:rsid w:val="00770566"/>
    <w:rsid w:val="00770B08"/>
    <w:rsid w:val="00770CF9"/>
    <w:rsid w:val="00770DE5"/>
    <w:rsid w:val="0077127E"/>
    <w:rsid w:val="007712E1"/>
    <w:rsid w:val="00771C2E"/>
    <w:rsid w:val="00771FD9"/>
    <w:rsid w:val="007722B0"/>
    <w:rsid w:val="007725BF"/>
    <w:rsid w:val="007726DC"/>
    <w:rsid w:val="00772827"/>
    <w:rsid w:val="00772BD9"/>
    <w:rsid w:val="00772F13"/>
    <w:rsid w:val="00772F68"/>
    <w:rsid w:val="00773114"/>
    <w:rsid w:val="0077374B"/>
    <w:rsid w:val="007737F9"/>
    <w:rsid w:val="00773D1E"/>
    <w:rsid w:val="00774326"/>
    <w:rsid w:val="007743DF"/>
    <w:rsid w:val="007746F5"/>
    <w:rsid w:val="007751D9"/>
    <w:rsid w:val="00775903"/>
    <w:rsid w:val="00775BA3"/>
    <w:rsid w:val="0077601E"/>
    <w:rsid w:val="007764D3"/>
    <w:rsid w:val="007765AA"/>
    <w:rsid w:val="007767F0"/>
    <w:rsid w:val="007769DE"/>
    <w:rsid w:val="00776C03"/>
    <w:rsid w:val="00776D9F"/>
    <w:rsid w:val="00776EB3"/>
    <w:rsid w:val="00776FB4"/>
    <w:rsid w:val="007770DF"/>
    <w:rsid w:val="007775FF"/>
    <w:rsid w:val="0077770B"/>
    <w:rsid w:val="007777E0"/>
    <w:rsid w:val="00777A69"/>
    <w:rsid w:val="00777E8E"/>
    <w:rsid w:val="00780142"/>
    <w:rsid w:val="007802F6"/>
    <w:rsid w:val="0078092C"/>
    <w:rsid w:val="0078095E"/>
    <w:rsid w:val="00780DE8"/>
    <w:rsid w:val="00780F23"/>
    <w:rsid w:val="00781FEA"/>
    <w:rsid w:val="00782346"/>
    <w:rsid w:val="00782616"/>
    <w:rsid w:val="00782669"/>
    <w:rsid w:val="007828DE"/>
    <w:rsid w:val="00782AD9"/>
    <w:rsid w:val="00783567"/>
    <w:rsid w:val="00783752"/>
    <w:rsid w:val="00783763"/>
    <w:rsid w:val="00783B1E"/>
    <w:rsid w:val="00783F90"/>
    <w:rsid w:val="00783F97"/>
    <w:rsid w:val="007842E0"/>
    <w:rsid w:val="0078493D"/>
    <w:rsid w:val="007853C3"/>
    <w:rsid w:val="00785474"/>
    <w:rsid w:val="00785A90"/>
    <w:rsid w:val="00785FDE"/>
    <w:rsid w:val="0078620C"/>
    <w:rsid w:val="00786BC0"/>
    <w:rsid w:val="007871F7"/>
    <w:rsid w:val="00787390"/>
    <w:rsid w:val="00787477"/>
    <w:rsid w:val="00787579"/>
    <w:rsid w:val="00787617"/>
    <w:rsid w:val="00787683"/>
    <w:rsid w:val="00787B56"/>
    <w:rsid w:val="00787B65"/>
    <w:rsid w:val="0079053F"/>
    <w:rsid w:val="0079066F"/>
    <w:rsid w:val="007907AB"/>
    <w:rsid w:val="00790C3F"/>
    <w:rsid w:val="00790DBF"/>
    <w:rsid w:val="0079107F"/>
    <w:rsid w:val="0079111F"/>
    <w:rsid w:val="0079129C"/>
    <w:rsid w:val="007914D1"/>
    <w:rsid w:val="007915C9"/>
    <w:rsid w:val="00791B11"/>
    <w:rsid w:val="00791BBA"/>
    <w:rsid w:val="00791DD7"/>
    <w:rsid w:val="00791E8C"/>
    <w:rsid w:val="007925AD"/>
    <w:rsid w:val="007925B8"/>
    <w:rsid w:val="00792662"/>
    <w:rsid w:val="007928E7"/>
    <w:rsid w:val="007930BA"/>
    <w:rsid w:val="00793200"/>
    <w:rsid w:val="00793293"/>
    <w:rsid w:val="007937CD"/>
    <w:rsid w:val="00793902"/>
    <w:rsid w:val="0079394E"/>
    <w:rsid w:val="00793C1D"/>
    <w:rsid w:val="00793DF3"/>
    <w:rsid w:val="00793FE2"/>
    <w:rsid w:val="00794025"/>
    <w:rsid w:val="0079415A"/>
    <w:rsid w:val="0079438D"/>
    <w:rsid w:val="0079444A"/>
    <w:rsid w:val="0079463E"/>
    <w:rsid w:val="007948AF"/>
    <w:rsid w:val="0079533E"/>
    <w:rsid w:val="00795810"/>
    <w:rsid w:val="00795920"/>
    <w:rsid w:val="00796042"/>
    <w:rsid w:val="00796898"/>
    <w:rsid w:val="007969A2"/>
    <w:rsid w:val="00796C1E"/>
    <w:rsid w:val="00796FA5"/>
    <w:rsid w:val="00797063"/>
    <w:rsid w:val="007973A7"/>
    <w:rsid w:val="00797AD6"/>
    <w:rsid w:val="00797BE6"/>
    <w:rsid w:val="00797D2C"/>
    <w:rsid w:val="007A029A"/>
    <w:rsid w:val="007A0695"/>
    <w:rsid w:val="007A06A3"/>
    <w:rsid w:val="007A07F5"/>
    <w:rsid w:val="007A090B"/>
    <w:rsid w:val="007A0E65"/>
    <w:rsid w:val="007A1238"/>
    <w:rsid w:val="007A14AB"/>
    <w:rsid w:val="007A1564"/>
    <w:rsid w:val="007A1A18"/>
    <w:rsid w:val="007A1AFE"/>
    <w:rsid w:val="007A1DA0"/>
    <w:rsid w:val="007A232F"/>
    <w:rsid w:val="007A23B2"/>
    <w:rsid w:val="007A24CF"/>
    <w:rsid w:val="007A2546"/>
    <w:rsid w:val="007A281A"/>
    <w:rsid w:val="007A2871"/>
    <w:rsid w:val="007A29B6"/>
    <w:rsid w:val="007A2B6B"/>
    <w:rsid w:val="007A32AE"/>
    <w:rsid w:val="007A3341"/>
    <w:rsid w:val="007A3345"/>
    <w:rsid w:val="007A3407"/>
    <w:rsid w:val="007A374A"/>
    <w:rsid w:val="007A3A8C"/>
    <w:rsid w:val="007A3B34"/>
    <w:rsid w:val="007A3D10"/>
    <w:rsid w:val="007A3DB7"/>
    <w:rsid w:val="007A3E12"/>
    <w:rsid w:val="007A3E40"/>
    <w:rsid w:val="007A41D2"/>
    <w:rsid w:val="007A451C"/>
    <w:rsid w:val="007A4790"/>
    <w:rsid w:val="007A49F5"/>
    <w:rsid w:val="007A4B77"/>
    <w:rsid w:val="007A4D9A"/>
    <w:rsid w:val="007A4E00"/>
    <w:rsid w:val="007A532B"/>
    <w:rsid w:val="007A5397"/>
    <w:rsid w:val="007A53FE"/>
    <w:rsid w:val="007A56E8"/>
    <w:rsid w:val="007A57B0"/>
    <w:rsid w:val="007A5B46"/>
    <w:rsid w:val="007A5B4B"/>
    <w:rsid w:val="007A63B1"/>
    <w:rsid w:val="007A6448"/>
    <w:rsid w:val="007A6593"/>
    <w:rsid w:val="007A6941"/>
    <w:rsid w:val="007A6AE2"/>
    <w:rsid w:val="007A6CBF"/>
    <w:rsid w:val="007A71DD"/>
    <w:rsid w:val="007A7452"/>
    <w:rsid w:val="007A7562"/>
    <w:rsid w:val="007A7980"/>
    <w:rsid w:val="007A7CA8"/>
    <w:rsid w:val="007B0009"/>
    <w:rsid w:val="007B0928"/>
    <w:rsid w:val="007B09EE"/>
    <w:rsid w:val="007B0AC0"/>
    <w:rsid w:val="007B0CCD"/>
    <w:rsid w:val="007B0D48"/>
    <w:rsid w:val="007B100A"/>
    <w:rsid w:val="007B1271"/>
    <w:rsid w:val="007B13CB"/>
    <w:rsid w:val="007B1693"/>
    <w:rsid w:val="007B1BBE"/>
    <w:rsid w:val="007B2389"/>
    <w:rsid w:val="007B23E6"/>
    <w:rsid w:val="007B29C9"/>
    <w:rsid w:val="007B2EEA"/>
    <w:rsid w:val="007B3D56"/>
    <w:rsid w:val="007B3FF4"/>
    <w:rsid w:val="007B449B"/>
    <w:rsid w:val="007B46AF"/>
    <w:rsid w:val="007B48AA"/>
    <w:rsid w:val="007B4B8D"/>
    <w:rsid w:val="007B4E7F"/>
    <w:rsid w:val="007B50DE"/>
    <w:rsid w:val="007B51D8"/>
    <w:rsid w:val="007B54A3"/>
    <w:rsid w:val="007B59B9"/>
    <w:rsid w:val="007B5C40"/>
    <w:rsid w:val="007B6064"/>
    <w:rsid w:val="007B6258"/>
    <w:rsid w:val="007B62DA"/>
    <w:rsid w:val="007B63CF"/>
    <w:rsid w:val="007B6673"/>
    <w:rsid w:val="007B6E4D"/>
    <w:rsid w:val="007B7506"/>
    <w:rsid w:val="007B760D"/>
    <w:rsid w:val="007B7628"/>
    <w:rsid w:val="007B7749"/>
    <w:rsid w:val="007B7A9A"/>
    <w:rsid w:val="007B7D49"/>
    <w:rsid w:val="007C04AB"/>
    <w:rsid w:val="007C089C"/>
    <w:rsid w:val="007C095B"/>
    <w:rsid w:val="007C0A84"/>
    <w:rsid w:val="007C0BCB"/>
    <w:rsid w:val="007C0FEE"/>
    <w:rsid w:val="007C1194"/>
    <w:rsid w:val="007C135E"/>
    <w:rsid w:val="007C154B"/>
    <w:rsid w:val="007C15DD"/>
    <w:rsid w:val="007C1A7A"/>
    <w:rsid w:val="007C20A3"/>
    <w:rsid w:val="007C2642"/>
    <w:rsid w:val="007C29AF"/>
    <w:rsid w:val="007C2AFD"/>
    <w:rsid w:val="007C3439"/>
    <w:rsid w:val="007C350E"/>
    <w:rsid w:val="007C393D"/>
    <w:rsid w:val="007C3CBC"/>
    <w:rsid w:val="007C3FDE"/>
    <w:rsid w:val="007C4565"/>
    <w:rsid w:val="007C48A2"/>
    <w:rsid w:val="007C4C62"/>
    <w:rsid w:val="007C4C8B"/>
    <w:rsid w:val="007C511C"/>
    <w:rsid w:val="007C536A"/>
    <w:rsid w:val="007C543F"/>
    <w:rsid w:val="007C57CD"/>
    <w:rsid w:val="007C5B0E"/>
    <w:rsid w:val="007C5CD0"/>
    <w:rsid w:val="007C60A2"/>
    <w:rsid w:val="007C64E8"/>
    <w:rsid w:val="007C6956"/>
    <w:rsid w:val="007C6C0F"/>
    <w:rsid w:val="007C70B7"/>
    <w:rsid w:val="007C72E8"/>
    <w:rsid w:val="007C7680"/>
    <w:rsid w:val="007C774E"/>
    <w:rsid w:val="007C7B50"/>
    <w:rsid w:val="007D042C"/>
    <w:rsid w:val="007D048F"/>
    <w:rsid w:val="007D0518"/>
    <w:rsid w:val="007D0527"/>
    <w:rsid w:val="007D0668"/>
    <w:rsid w:val="007D0799"/>
    <w:rsid w:val="007D0A93"/>
    <w:rsid w:val="007D0CFA"/>
    <w:rsid w:val="007D0F5F"/>
    <w:rsid w:val="007D0FAF"/>
    <w:rsid w:val="007D0FE2"/>
    <w:rsid w:val="007D112B"/>
    <w:rsid w:val="007D166B"/>
    <w:rsid w:val="007D1807"/>
    <w:rsid w:val="007D1FDB"/>
    <w:rsid w:val="007D23FA"/>
    <w:rsid w:val="007D2415"/>
    <w:rsid w:val="007D26F1"/>
    <w:rsid w:val="007D2E96"/>
    <w:rsid w:val="007D3287"/>
    <w:rsid w:val="007D337C"/>
    <w:rsid w:val="007D34B9"/>
    <w:rsid w:val="007D39D1"/>
    <w:rsid w:val="007D3B09"/>
    <w:rsid w:val="007D3E25"/>
    <w:rsid w:val="007D4985"/>
    <w:rsid w:val="007D4B2E"/>
    <w:rsid w:val="007D52AE"/>
    <w:rsid w:val="007D5694"/>
    <w:rsid w:val="007D5B68"/>
    <w:rsid w:val="007D5DD4"/>
    <w:rsid w:val="007D5E00"/>
    <w:rsid w:val="007D628D"/>
    <w:rsid w:val="007D6428"/>
    <w:rsid w:val="007D6447"/>
    <w:rsid w:val="007D6551"/>
    <w:rsid w:val="007D6B0A"/>
    <w:rsid w:val="007D6B73"/>
    <w:rsid w:val="007D6BFE"/>
    <w:rsid w:val="007D74B0"/>
    <w:rsid w:val="007D778A"/>
    <w:rsid w:val="007D7D56"/>
    <w:rsid w:val="007E00F5"/>
    <w:rsid w:val="007E0233"/>
    <w:rsid w:val="007E0325"/>
    <w:rsid w:val="007E0331"/>
    <w:rsid w:val="007E03B5"/>
    <w:rsid w:val="007E04A2"/>
    <w:rsid w:val="007E0D0B"/>
    <w:rsid w:val="007E0DC0"/>
    <w:rsid w:val="007E13A0"/>
    <w:rsid w:val="007E14C2"/>
    <w:rsid w:val="007E1687"/>
    <w:rsid w:val="007E16CF"/>
    <w:rsid w:val="007E1893"/>
    <w:rsid w:val="007E1907"/>
    <w:rsid w:val="007E1959"/>
    <w:rsid w:val="007E1AD3"/>
    <w:rsid w:val="007E1D7E"/>
    <w:rsid w:val="007E1F7B"/>
    <w:rsid w:val="007E2373"/>
    <w:rsid w:val="007E2632"/>
    <w:rsid w:val="007E2958"/>
    <w:rsid w:val="007E2AB2"/>
    <w:rsid w:val="007E2C69"/>
    <w:rsid w:val="007E2F2E"/>
    <w:rsid w:val="007E31BD"/>
    <w:rsid w:val="007E3616"/>
    <w:rsid w:val="007E3A85"/>
    <w:rsid w:val="007E3F03"/>
    <w:rsid w:val="007E4357"/>
    <w:rsid w:val="007E4398"/>
    <w:rsid w:val="007E4C8A"/>
    <w:rsid w:val="007E4D11"/>
    <w:rsid w:val="007E5226"/>
    <w:rsid w:val="007E58BF"/>
    <w:rsid w:val="007E64C8"/>
    <w:rsid w:val="007E6744"/>
    <w:rsid w:val="007E67F2"/>
    <w:rsid w:val="007E683B"/>
    <w:rsid w:val="007E6A1F"/>
    <w:rsid w:val="007E6D01"/>
    <w:rsid w:val="007E709E"/>
    <w:rsid w:val="007E711C"/>
    <w:rsid w:val="007E72B5"/>
    <w:rsid w:val="007E752E"/>
    <w:rsid w:val="007E76B1"/>
    <w:rsid w:val="007E77A4"/>
    <w:rsid w:val="007E7CE2"/>
    <w:rsid w:val="007E7ED3"/>
    <w:rsid w:val="007F03C7"/>
    <w:rsid w:val="007F0631"/>
    <w:rsid w:val="007F086C"/>
    <w:rsid w:val="007F0906"/>
    <w:rsid w:val="007F094C"/>
    <w:rsid w:val="007F0B60"/>
    <w:rsid w:val="007F0CDD"/>
    <w:rsid w:val="007F0E61"/>
    <w:rsid w:val="007F0EF2"/>
    <w:rsid w:val="007F18A6"/>
    <w:rsid w:val="007F1912"/>
    <w:rsid w:val="007F1D1C"/>
    <w:rsid w:val="007F1EFC"/>
    <w:rsid w:val="007F217C"/>
    <w:rsid w:val="007F2271"/>
    <w:rsid w:val="007F2470"/>
    <w:rsid w:val="007F3377"/>
    <w:rsid w:val="007F3615"/>
    <w:rsid w:val="007F3DBE"/>
    <w:rsid w:val="007F3F72"/>
    <w:rsid w:val="007F4112"/>
    <w:rsid w:val="007F41B4"/>
    <w:rsid w:val="007F43A5"/>
    <w:rsid w:val="007F48E4"/>
    <w:rsid w:val="007F4997"/>
    <w:rsid w:val="007F4A34"/>
    <w:rsid w:val="007F511F"/>
    <w:rsid w:val="007F51AF"/>
    <w:rsid w:val="007F51E1"/>
    <w:rsid w:val="007F5351"/>
    <w:rsid w:val="007F5BA5"/>
    <w:rsid w:val="007F5BF5"/>
    <w:rsid w:val="007F5CD3"/>
    <w:rsid w:val="007F60AD"/>
    <w:rsid w:val="007F63D7"/>
    <w:rsid w:val="007F6582"/>
    <w:rsid w:val="007F6796"/>
    <w:rsid w:val="007F6938"/>
    <w:rsid w:val="007F7A49"/>
    <w:rsid w:val="007F7B97"/>
    <w:rsid w:val="007F7E79"/>
    <w:rsid w:val="008001AE"/>
    <w:rsid w:val="0080026A"/>
    <w:rsid w:val="008005B6"/>
    <w:rsid w:val="00800608"/>
    <w:rsid w:val="00800A5D"/>
    <w:rsid w:val="008012F8"/>
    <w:rsid w:val="008015B4"/>
    <w:rsid w:val="00801672"/>
    <w:rsid w:val="00801CC9"/>
    <w:rsid w:val="00801F90"/>
    <w:rsid w:val="00802614"/>
    <w:rsid w:val="00802956"/>
    <w:rsid w:val="00802A03"/>
    <w:rsid w:val="0080314E"/>
    <w:rsid w:val="00803807"/>
    <w:rsid w:val="0080398A"/>
    <w:rsid w:val="00803B91"/>
    <w:rsid w:val="00803C10"/>
    <w:rsid w:val="00804249"/>
    <w:rsid w:val="0080437D"/>
    <w:rsid w:val="008043B1"/>
    <w:rsid w:val="0080453D"/>
    <w:rsid w:val="00804886"/>
    <w:rsid w:val="00804AE5"/>
    <w:rsid w:val="00804B1C"/>
    <w:rsid w:val="00804F53"/>
    <w:rsid w:val="0080522B"/>
    <w:rsid w:val="00805484"/>
    <w:rsid w:val="00805589"/>
    <w:rsid w:val="00805C91"/>
    <w:rsid w:val="00805E6A"/>
    <w:rsid w:val="00805E6E"/>
    <w:rsid w:val="008062CB"/>
    <w:rsid w:val="008064F1"/>
    <w:rsid w:val="008067CF"/>
    <w:rsid w:val="00806A92"/>
    <w:rsid w:val="00806AD9"/>
    <w:rsid w:val="008074CC"/>
    <w:rsid w:val="008078E8"/>
    <w:rsid w:val="00807D3F"/>
    <w:rsid w:val="00807E49"/>
    <w:rsid w:val="00807FC0"/>
    <w:rsid w:val="0081030D"/>
    <w:rsid w:val="00810374"/>
    <w:rsid w:val="008103C1"/>
    <w:rsid w:val="0081099C"/>
    <w:rsid w:val="008109C3"/>
    <w:rsid w:val="00810A38"/>
    <w:rsid w:val="00811A54"/>
    <w:rsid w:val="00811AEE"/>
    <w:rsid w:val="00811DA4"/>
    <w:rsid w:val="00812104"/>
    <w:rsid w:val="00812724"/>
    <w:rsid w:val="0081274E"/>
    <w:rsid w:val="0081289C"/>
    <w:rsid w:val="00812C8B"/>
    <w:rsid w:val="00813062"/>
    <w:rsid w:val="0081325B"/>
    <w:rsid w:val="008132B0"/>
    <w:rsid w:val="00813640"/>
    <w:rsid w:val="0081369D"/>
    <w:rsid w:val="0081378C"/>
    <w:rsid w:val="008139FD"/>
    <w:rsid w:val="00813C85"/>
    <w:rsid w:val="00813D75"/>
    <w:rsid w:val="00814170"/>
    <w:rsid w:val="00814209"/>
    <w:rsid w:val="00814229"/>
    <w:rsid w:val="00814408"/>
    <w:rsid w:val="00814519"/>
    <w:rsid w:val="00814577"/>
    <w:rsid w:val="00814881"/>
    <w:rsid w:val="008149FD"/>
    <w:rsid w:val="00814AB9"/>
    <w:rsid w:val="00814E95"/>
    <w:rsid w:val="008151C9"/>
    <w:rsid w:val="0081534A"/>
    <w:rsid w:val="0081534E"/>
    <w:rsid w:val="0081575A"/>
    <w:rsid w:val="00815A03"/>
    <w:rsid w:val="00815A65"/>
    <w:rsid w:val="00816497"/>
    <w:rsid w:val="008168B8"/>
    <w:rsid w:val="00816A08"/>
    <w:rsid w:val="00816C45"/>
    <w:rsid w:val="00816D4B"/>
    <w:rsid w:val="00816EDF"/>
    <w:rsid w:val="00817333"/>
    <w:rsid w:val="008179A7"/>
    <w:rsid w:val="00817A8F"/>
    <w:rsid w:val="00817F6B"/>
    <w:rsid w:val="00820007"/>
    <w:rsid w:val="00820360"/>
    <w:rsid w:val="00820505"/>
    <w:rsid w:val="0082059D"/>
    <w:rsid w:val="00820A65"/>
    <w:rsid w:val="008210F6"/>
    <w:rsid w:val="008210FD"/>
    <w:rsid w:val="008212F0"/>
    <w:rsid w:val="008218EA"/>
    <w:rsid w:val="00821C70"/>
    <w:rsid w:val="00821EEE"/>
    <w:rsid w:val="00821F39"/>
    <w:rsid w:val="00822119"/>
    <w:rsid w:val="00822126"/>
    <w:rsid w:val="00822531"/>
    <w:rsid w:val="008225B1"/>
    <w:rsid w:val="0082264B"/>
    <w:rsid w:val="00822870"/>
    <w:rsid w:val="00822A01"/>
    <w:rsid w:val="00822D4E"/>
    <w:rsid w:val="00822F28"/>
    <w:rsid w:val="00823033"/>
    <w:rsid w:val="00823142"/>
    <w:rsid w:val="008235E9"/>
    <w:rsid w:val="008245E9"/>
    <w:rsid w:val="00824A5F"/>
    <w:rsid w:val="008254B1"/>
    <w:rsid w:val="00825AF8"/>
    <w:rsid w:val="00825CD2"/>
    <w:rsid w:val="008260AE"/>
    <w:rsid w:val="008262A6"/>
    <w:rsid w:val="0082630F"/>
    <w:rsid w:val="00826883"/>
    <w:rsid w:val="00827130"/>
    <w:rsid w:val="008271CF"/>
    <w:rsid w:val="008275F8"/>
    <w:rsid w:val="0082792B"/>
    <w:rsid w:val="00827BAF"/>
    <w:rsid w:val="00827E53"/>
    <w:rsid w:val="008300A4"/>
    <w:rsid w:val="00830A34"/>
    <w:rsid w:val="00830CB0"/>
    <w:rsid w:val="00831089"/>
    <w:rsid w:val="00831C93"/>
    <w:rsid w:val="00831CF6"/>
    <w:rsid w:val="00831DC6"/>
    <w:rsid w:val="00831E52"/>
    <w:rsid w:val="00831F0C"/>
    <w:rsid w:val="00832070"/>
    <w:rsid w:val="008321C6"/>
    <w:rsid w:val="00832254"/>
    <w:rsid w:val="0083244B"/>
    <w:rsid w:val="00832A18"/>
    <w:rsid w:val="008330B7"/>
    <w:rsid w:val="0083325D"/>
    <w:rsid w:val="00833358"/>
    <w:rsid w:val="0083365C"/>
    <w:rsid w:val="00833A94"/>
    <w:rsid w:val="00833C38"/>
    <w:rsid w:val="00833E43"/>
    <w:rsid w:val="00834205"/>
    <w:rsid w:val="008342BA"/>
    <w:rsid w:val="0083452A"/>
    <w:rsid w:val="00834532"/>
    <w:rsid w:val="0083461B"/>
    <w:rsid w:val="008349E8"/>
    <w:rsid w:val="00834B2D"/>
    <w:rsid w:val="00834F23"/>
    <w:rsid w:val="00834F52"/>
    <w:rsid w:val="008356FC"/>
    <w:rsid w:val="0083572A"/>
    <w:rsid w:val="00835ACB"/>
    <w:rsid w:val="0083610F"/>
    <w:rsid w:val="0083635A"/>
    <w:rsid w:val="00836D51"/>
    <w:rsid w:val="00836E1D"/>
    <w:rsid w:val="00837240"/>
    <w:rsid w:val="0083729A"/>
    <w:rsid w:val="008374AB"/>
    <w:rsid w:val="00837661"/>
    <w:rsid w:val="00837A13"/>
    <w:rsid w:val="00837E43"/>
    <w:rsid w:val="00837F89"/>
    <w:rsid w:val="00840A81"/>
    <w:rsid w:val="00840E02"/>
    <w:rsid w:val="008410BF"/>
    <w:rsid w:val="00841163"/>
    <w:rsid w:val="00841200"/>
    <w:rsid w:val="00841619"/>
    <w:rsid w:val="00841731"/>
    <w:rsid w:val="00841817"/>
    <w:rsid w:val="0084186D"/>
    <w:rsid w:val="0084199B"/>
    <w:rsid w:val="00841A0F"/>
    <w:rsid w:val="00841DE3"/>
    <w:rsid w:val="00841FB3"/>
    <w:rsid w:val="0084234F"/>
    <w:rsid w:val="00842CFF"/>
    <w:rsid w:val="008431A5"/>
    <w:rsid w:val="00843264"/>
    <w:rsid w:val="008432EB"/>
    <w:rsid w:val="00843314"/>
    <w:rsid w:val="00843724"/>
    <w:rsid w:val="00843885"/>
    <w:rsid w:val="00843C45"/>
    <w:rsid w:val="0084483B"/>
    <w:rsid w:val="008449EB"/>
    <w:rsid w:val="00844FEC"/>
    <w:rsid w:val="008455E8"/>
    <w:rsid w:val="008456A5"/>
    <w:rsid w:val="0084583D"/>
    <w:rsid w:val="008459E0"/>
    <w:rsid w:val="0084616D"/>
    <w:rsid w:val="00846351"/>
    <w:rsid w:val="00846B4D"/>
    <w:rsid w:val="00846F14"/>
    <w:rsid w:val="008473D3"/>
    <w:rsid w:val="008473F2"/>
    <w:rsid w:val="0084743F"/>
    <w:rsid w:val="0084773D"/>
    <w:rsid w:val="008479BD"/>
    <w:rsid w:val="00847BA9"/>
    <w:rsid w:val="008501D2"/>
    <w:rsid w:val="0085070C"/>
    <w:rsid w:val="00850CC8"/>
    <w:rsid w:val="00850E65"/>
    <w:rsid w:val="008514BC"/>
    <w:rsid w:val="00851A2B"/>
    <w:rsid w:val="008527EA"/>
    <w:rsid w:val="00852E4E"/>
    <w:rsid w:val="0085354A"/>
    <w:rsid w:val="008539F8"/>
    <w:rsid w:val="00853A0A"/>
    <w:rsid w:val="00853EEE"/>
    <w:rsid w:val="00854543"/>
    <w:rsid w:val="0085460D"/>
    <w:rsid w:val="00854CC9"/>
    <w:rsid w:val="00855172"/>
    <w:rsid w:val="008551F8"/>
    <w:rsid w:val="00855459"/>
    <w:rsid w:val="008554A0"/>
    <w:rsid w:val="0085567F"/>
    <w:rsid w:val="00855FF5"/>
    <w:rsid w:val="00856151"/>
    <w:rsid w:val="00856272"/>
    <w:rsid w:val="00856BE5"/>
    <w:rsid w:val="00856F53"/>
    <w:rsid w:val="008573BB"/>
    <w:rsid w:val="0085746D"/>
    <w:rsid w:val="008576B1"/>
    <w:rsid w:val="00857801"/>
    <w:rsid w:val="008578A2"/>
    <w:rsid w:val="00857C42"/>
    <w:rsid w:val="00857D72"/>
    <w:rsid w:val="00857E55"/>
    <w:rsid w:val="00857EDF"/>
    <w:rsid w:val="00860098"/>
    <w:rsid w:val="008608C4"/>
    <w:rsid w:val="008608E9"/>
    <w:rsid w:val="00860C37"/>
    <w:rsid w:val="00860F75"/>
    <w:rsid w:val="0086148E"/>
    <w:rsid w:val="00861553"/>
    <w:rsid w:val="00861DD4"/>
    <w:rsid w:val="00861E15"/>
    <w:rsid w:val="00861E8D"/>
    <w:rsid w:val="00861F24"/>
    <w:rsid w:val="008624E5"/>
    <w:rsid w:val="0086270E"/>
    <w:rsid w:val="00862840"/>
    <w:rsid w:val="00862972"/>
    <w:rsid w:val="00862A90"/>
    <w:rsid w:val="00862C18"/>
    <w:rsid w:val="00862C5F"/>
    <w:rsid w:val="00862D32"/>
    <w:rsid w:val="00862F86"/>
    <w:rsid w:val="00863179"/>
    <w:rsid w:val="008632CE"/>
    <w:rsid w:val="00863353"/>
    <w:rsid w:val="0086379E"/>
    <w:rsid w:val="008637D4"/>
    <w:rsid w:val="00863901"/>
    <w:rsid w:val="00863CF8"/>
    <w:rsid w:val="00864130"/>
    <w:rsid w:val="00864C7B"/>
    <w:rsid w:val="00864E7E"/>
    <w:rsid w:val="00865280"/>
    <w:rsid w:val="0086551B"/>
    <w:rsid w:val="00865554"/>
    <w:rsid w:val="00865DF8"/>
    <w:rsid w:val="008664EA"/>
    <w:rsid w:val="00866A00"/>
    <w:rsid w:val="00866AB8"/>
    <w:rsid w:val="00866EF8"/>
    <w:rsid w:val="00867423"/>
    <w:rsid w:val="00867D96"/>
    <w:rsid w:val="00870485"/>
    <w:rsid w:val="00870523"/>
    <w:rsid w:val="008706D8"/>
    <w:rsid w:val="0087116F"/>
    <w:rsid w:val="00871874"/>
    <w:rsid w:val="0087197D"/>
    <w:rsid w:val="00871B88"/>
    <w:rsid w:val="00871E22"/>
    <w:rsid w:val="00871FDA"/>
    <w:rsid w:val="00872027"/>
    <w:rsid w:val="008721A7"/>
    <w:rsid w:val="008728BD"/>
    <w:rsid w:val="00872D4F"/>
    <w:rsid w:val="00873524"/>
    <w:rsid w:val="00873621"/>
    <w:rsid w:val="00873A56"/>
    <w:rsid w:val="00873B0A"/>
    <w:rsid w:val="00873D92"/>
    <w:rsid w:val="008744F1"/>
    <w:rsid w:val="00874963"/>
    <w:rsid w:val="00874D3B"/>
    <w:rsid w:val="00875229"/>
    <w:rsid w:val="008753E8"/>
    <w:rsid w:val="00875876"/>
    <w:rsid w:val="00875B60"/>
    <w:rsid w:val="00875D99"/>
    <w:rsid w:val="00876121"/>
    <w:rsid w:val="0087634E"/>
    <w:rsid w:val="00876426"/>
    <w:rsid w:val="008768DF"/>
    <w:rsid w:val="008776BB"/>
    <w:rsid w:val="00877768"/>
    <w:rsid w:val="00877BE7"/>
    <w:rsid w:val="00877BFF"/>
    <w:rsid w:val="00877D7B"/>
    <w:rsid w:val="00877F82"/>
    <w:rsid w:val="00880048"/>
    <w:rsid w:val="00880097"/>
    <w:rsid w:val="00880441"/>
    <w:rsid w:val="00880482"/>
    <w:rsid w:val="00880486"/>
    <w:rsid w:val="008804B8"/>
    <w:rsid w:val="0088059D"/>
    <w:rsid w:val="0088104F"/>
    <w:rsid w:val="00881097"/>
    <w:rsid w:val="00881361"/>
    <w:rsid w:val="0088136D"/>
    <w:rsid w:val="00881401"/>
    <w:rsid w:val="008814F0"/>
    <w:rsid w:val="0088186F"/>
    <w:rsid w:val="00881923"/>
    <w:rsid w:val="00881BF0"/>
    <w:rsid w:val="00881D09"/>
    <w:rsid w:val="00881D0C"/>
    <w:rsid w:val="00881E27"/>
    <w:rsid w:val="0088287D"/>
    <w:rsid w:val="00882DE4"/>
    <w:rsid w:val="00882FB4"/>
    <w:rsid w:val="0088349D"/>
    <w:rsid w:val="00883BB2"/>
    <w:rsid w:val="00883EB0"/>
    <w:rsid w:val="00883F38"/>
    <w:rsid w:val="0088439D"/>
    <w:rsid w:val="00884759"/>
    <w:rsid w:val="008848D4"/>
    <w:rsid w:val="00884A5C"/>
    <w:rsid w:val="00884A68"/>
    <w:rsid w:val="00884B39"/>
    <w:rsid w:val="0088564B"/>
    <w:rsid w:val="008859FF"/>
    <w:rsid w:val="008862F9"/>
    <w:rsid w:val="008867FC"/>
    <w:rsid w:val="00886E0B"/>
    <w:rsid w:val="00886EC3"/>
    <w:rsid w:val="00887508"/>
    <w:rsid w:val="00887729"/>
    <w:rsid w:val="00887AFD"/>
    <w:rsid w:val="00887FE0"/>
    <w:rsid w:val="00890077"/>
    <w:rsid w:val="008905BA"/>
    <w:rsid w:val="008905E7"/>
    <w:rsid w:val="008907E6"/>
    <w:rsid w:val="008909E6"/>
    <w:rsid w:val="00890FA6"/>
    <w:rsid w:val="00891136"/>
    <w:rsid w:val="0089129A"/>
    <w:rsid w:val="00891426"/>
    <w:rsid w:val="00891758"/>
    <w:rsid w:val="008918FD"/>
    <w:rsid w:val="00891947"/>
    <w:rsid w:val="00891E92"/>
    <w:rsid w:val="0089281A"/>
    <w:rsid w:val="00892844"/>
    <w:rsid w:val="00892A7F"/>
    <w:rsid w:val="00892A8F"/>
    <w:rsid w:val="00892D35"/>
    <w:rsid w:val="00892E2A"/>
    <w:rsid w:val="00892FF9"/>
    <w:rsid w:val="00893067"/>
    <w:rsid w:val="0089312C"/>
    <w:rsid w:val="008938A4"/>
    <w:rsid w:val="008940EF"/>
    <w:rsid w:val="008942AE"/>
    <w:rsid w:val="00894516"/>
    <w:rsid w:val="0089459F"/>
    <w:rsid w:val="0089480C"/>
    <w:rsid w:val="00895418"/>
    <w:rsid w:val="0089566F"/>
    <w:rsid w:val="008956F4"/>
    <w:rsid w:val="00895715"/>
    <w:rsid w:val="008958D4"/>
    <w:rsid w:val="00895B38"/>
    <w:rsid w:val="00895DBA"/>
    <w:rsid w:val="00895E31"/>
    <w:rsid w:val="00895FE1"/>
    <w:rsid w:val="00896379"/>
    <w:rsid w:val="008965EA"/>
    <w:rsid w:val="00896BC9"/>
    <w:rsid w:val="00896C73"/>
    <w:rsid w:val="00896CE4"/>
    <w:rsid w:val="008970AB"/>
    <w:rsid w:val="008970E0"/>
    <w:rsid w:val="00897564"/>
    <w:rsid w:val="008977FD"/>
    <w:rsid w:val="008979C6"/>
    <w:rsid w:val="00897D1C"/>
    <w:rsid w:val="00897E85"/>
    <w:rsid w:val="00897ED1"/>
    <w:rsid w:val="00897F8A"/>
    <w:rsid w:val="00897FA4"/>
    <w:rsid w:val="008A0031"/>
    <w:rsid w:val="008A027B"/>
    <w:rsid w:val="008A03EF"/>
    <w:rsid w:val="008A06C6"/>
    <w:rsid w:val="008A093C"/>
    <w:rsid w:val="008A0E1A"/>
    <w:rsid w:val="008A1277"/>
    <w:rsid w:val="008A134A"/>
    <w:rsid w:val="008A1635"/>
    <w:rsid w:val="008A1881"/>
    <w:rsid w:val="008A1A2D"/>
    <w:rsid w:val="008A1B02"/>
    <w:rsid w:val="008A1CE6"/>
    <w:rsid w:val="008A227F"/>
    <w:rsid w:val="008A2B0A"/>
    <w:rsid w:val="008A2C52"/>
    <w:rsid w:val="008A2EF5"/>
    <w:rsid w:val="008A2F07"/>
    <w:rsid w:val="008A320C"/>
    <w:rsid w:val="008A4D8F"/>
    <w:rsid w:val="008A4D97"/>
    <w:rsid w:val="008A51AA"/>
    <w:rsid w:val="008A51B7"/>
    <w:rsid w:val="008A55C5"/>
    <w:rsid w:val="008A5E12"/>
    <w:rsid w:val="008A5F3E"/>
    <w:rsid w:val="008A5F7F"/>
    <w:rsid w:val="008A62CD"/>
    <w:rsid w:val="008A67DA"/>
    <w:rsid w:val="008A6E07"/>
    <w:rsid w:val="008A74F0"/>
    <w:rsid w:val="008A7A84"/>
    <w:rsid w:val="008A7B68"/>
    <w:rsid w:val="008A7B71"/>
    <w:rsid w:val="008A7CFF"/>
    <w:rsid w:val="008A7E1F"/>
    <w:rsid w:val="008B08B6"/>
    <w:rsid w:val="008B0AB1"/>
    <w:rsid w:val="008B0C30"/>
    <w:rsid w:val="008B0DF7"/>
    <w:rsid w:val="008B1740"/>
    <w:rsid w:val="008B1A65"/>
    <w:rsid w:val="008B1EB2"/>
    <w:rsid w:val="008B2134"/>
    <w:rsid w:val="008B233C"/>
    <w:rsid w:val="008B2E11"/>
    <w:rsid w:val="008B2F64"/>
    <w:rsid w:val="008B2FC9"/>
    <w:rsid w:val="008B33A9"/>
    <w:rsid w:val="008B3746"/>
    <w:rsid w:val="008B3C3B"/>
    <w:rsid w:val="008B3C8A"/>
    <w:rsid w:val="008B3D84"/>
    <w:rsid w:val="008B3F46"/>
    <w:rsid w:val="008B3F6C"/>
    <w:rsid w:val="008B4279"/>
    <w:rsid w:val="008B4590"/>
    <w:rsid w:val="008B48B6"/>
    <w:rsid w:val="008B4BEE"/>
    <w:rsid w:val="008B4D6F"/>
    <w:rsid w:val="008B4F3F"/>
    <w:rsid w:val="008B4FEF"/>
    <w:rsid w:val="008B506B"/>
    <w:rsid w:val="008B5373"/>
    <w:rsid w:val="008B5627"/>
    <w:rsid w:val="008B56A8"/>
    <w:rsid w:val="008B59AC"/>
    <w:rsid w:val="008B5D8D"/>
    <w:rsid w:val="008B6872"/>
    <w:rsid w:val="008B6916"/>
    <w:rsid w:val="008B6E98"/>
    <w:rsid w:val="008B6EF5"/>
    <w:rsid w:val="008B7509"/>
    <w:rsid w:val="008B7598"/>
    <w:rsid w:val="008B7C65"/>
    <w:rsid w:val="008C0280"/>
    <w:rsid w:val="008C0553"/>
    <w:rsid w:val="008C05DD"/>
    <w:rsid w:val="008C062D"/>
    <w:rsid w:val="008C0E72"/>
    <w:rsid w:val="008C0F1B"/>
    <w:rsid w:val="008C18E9"/>
    <w:rsid w:val="008C19C1"/>
    <w:rsid w:val="008C1A65"/>
    <w:rsid w:val="008C1C6A"/>
    <w:rsid w:val="008C1FA8"/>
    <w:rsid w:val="008C24D4"/>
    <w:rsid w:val="008C2507"/>
    <w:rsid w:val="008C2847"/>
    <w:rsid w:val="008C2A30"/>
    <w:rsid w:val="008C309A"/>
    <w:rsid w:val="008C30EE"/>
    <w:rsid w:val="008C34E7"/>
    <w:rsid w:val="008C355A"/>
    <w:rsid w:val="008C35AA"/>
    <w:rsid w:val="008C368F"/>
    <w:rsid w:val="008C3DED"/>
    <w:rsid w:val="008C428A"/>
    <w:rsid w:val="008C45BC"/>
    <w:rsid w:val="008C4818"/>
    <w:rsid w:val="008C4B71"/>
    <w:rsid w:val="008C4BD5"/>
    <w:rsid w:val="008C4CAE"/>
    <w:rsid w:val="008C50AE"/>
    <w:rsid w:val="008C50E9"/>
    <w:rsid w:val="008C55BA"/>
    <w:rsid w:val="008C585A"/>
    <w:rsid w:val="008C5884"/>
    <w:rsid w:val="008C5FB3"/>
    <w:rsid w:val="008C6497"/>
    <w:rsid w:val="008C6582"/>
    <w:rsid w:val="008C6646"/>
    <w:rsid w:val="008C6754"/>
    <w:rsid w:val="008C6865"/>
    <w:rsid w:val="008C68C2"/>
    <w:rsid w:val="008C69C0"/>
    <w:rsid w:val="008C6DDD"/>
    <w:rsid w:val="008C6E9D"/>
    <w:rsid w:val="008C700D"/>
    <w:rsid w:val="008C707D"/>
    <w:rsid w:val="008C71E8"/>
    <w:rsid w:val="008C7269"/>
    <w:rsid w:val="008C742F"/>
    <w:rsid w:val="008C7560"/>
    <w:rsid w:val="008C7669"/>
    <w:rsid w:val="008C7911"/>
    <w:rsid w:val="008C7B3F"/>
    <w:rsid w:val="008C7B6D"/>
    <w:rsid w:val="008C7B83"/>
    <w:rsid w:val="008D009E"/>
    <w:rsid w:val="008D029C"/>
    <w:rsid w:val="008D039A"/>
    <w:rsid w:val="008D0425"/>
    <w:rsid w:val="008D0759"/>
    <w:rsid w:val="008D07A3"/>
    <w:rsid w:val="008D08EF"/>
    <w:rsid w:val="008D0DA9"/>
    <w:rsid w:val="008D0E93"/>
    <w:rsid w:val="008D117D"/>
    <w:rsid w:val="008D1187"/>
    <w:rsid w:val="008D1242"/>
    <w:rsid w:val="008D13AB"/>
    <w:rsid w:val="008D1710"/>
    <w:rsid w:val="008D2342"/>
    <w:rsid w:val="008D2549"/>
    <w:rsid w:val="008D25FD"/>
    <w:rsid w:val="008D2CCC"/>
    <w:rsid w:val="008D2E1C"/>
    <w:rsid w:val="008D2F88"/>
    <w:rsid w:val="008D2FA3"/>
    <w:rsid w:val="008D3692"/>
    <w:rsid w:val="008D3706"/>
    <w:rsid w:val="008D3AA4"/>
    <w:rsid w:val="008D4066"/>
    <w:rsid w:val="008D53D9"/>
    <w:rsid w:val="008D55B0"/>
    <w:rsid w:val="008D568D"/>
    <w:rsid w:val="008D599A"/>
    <w:rsid w:val="008D5C01"/>
    <w:rsid w:val="008D5DC2"/>
    <w:rsid w:val="008D5F59"/>
    <w:rsid w:val="008D631A"/>
    <w:rsid w:val="008D64D8"/>
    <w:rsid w:val="008D6632"/>
    <w:rsid w:val="008D679C"/>
    <w:rsid w:val="008D6893"/>
    <w:rsid w:val="008D6C7E"/>
    <w:rsid w:val="008D6EC9"/>
    <w:rsid w:val="008D708E"/>
    <w:rsid w:val="008D71DB"/>
    <w:rsid w:val="008D723D"/>
    <w:rsid w:val="008D76F3"/>
    <w:rsid w:val="008D7BC9"/>
    <w:rsid w:val="008D7FDE"/>
    <w:rsid w:val="008E0115"/>
    <w:rsid w:val="008E0214"/>
    <w:rsid w:val="008E08C5"/>
    <w:rsid w:val="008E0A85"/>
    <w:rsid w:val="008E1296"/>
    <w:rsid w:val="008E1781"/>
    <w:rsid w:val="008E19C5"/>
    <w:rsid w:val="008E1D3C"/>
    <w:rsid w:val="008E1F60"/>
    <w:rsid w:val="008E1F86"/>
    <w:rsid w:val="008E234C"/>
    <w:rsid w:val="008E2650"/>
    <w:rsid w:val="008E2846"/>
    <w:rsid w:val="008E2C8B"/>
    <w:rsid w:val="008E2D4E"/>
    <w:rsid w:val="008E2F2C"/>
    <w:rsid w:val="008E31F1"/>
    <w:rsid w:val="008E32B8"/>
    <w:rsid w:val="008E3669"/>
    <w:rsid w:val="008E3932"/>
    <w:rsid w:val="008E3D64"/>
    <w:rsid w:val="008E3E7D"/>
    <w:rsid w:val="008E404F"/>
    <w:rsid w:val="008E40EF"/>
    <w:rsid w:val="008E457D"/>
    <w:rsid w:val="008E49A7"/>
    <w:rsid w:val="008E49D4"/>
    <w:rsid w:val="008E5005"/>
    <w:rsid w:val="008E5556"/>
    <w:rsid w:val="008E5558"/>
    <w:rsid w:val="008E5CD4"/>
    <w:rsid w:val="008E6001"/>
    <w:rsid w:val="008E616E"/>
    <w:rsid w:val="008E6218"/>
    <w:rsid w:val="008E62C5"/>
    <w:rsid w:val="008E6F17"/>
    <w:rsid w:val="008E757D"/>
    <w:rsid w:val="008E7659"/>
    <w:rsid w:val="008E7666"/>
    <w:rsid w:val="008E7788"/>
    <w:rsid w:val="008E77B4"/>
    <w:rsid w:val="008E7BC5"/>
    <w:rsid w:val="008E7BF7"/>
    <w:rsid w:val="008E7DE5"/>
    <w:rsid w:val="008F0314"/>
    <w:rsid w:val="008F07A2"/>
    <w:rsid w:val="008F0A06"/>
    <w:rsid w:val="008F0BAB"/>
    <w:rsid w:val="008F0C3F"/>
    <w:rsid w:val="008F1169"/>
    <w:rsid w:val="008F1461"/>
    <w:rsid w:val="008F150E"/>
    <w:rsid w:val="008F15D6"/>
    <w:rsid w:val="008F19CE"/>
    <w:rsid w:val="008F1C18"/>
    <w:rsid w:val="008F1CF6"/>
    <w:rsid w:val="008F1D01"/>
    <w:rsid w:val="008F1D15"/>
    <w:rsid w:val="008F2138"/>
    <w:rsid w:val="008F23AA"/>
    <w:rsid w:val="008F25D3"/>
    <w:rsid w:val="008F2DDB"/>
    <w:rsid w:val="008F2E3E"/>
    <w:rsid w:val="008F2FE3"/>
    <w:rsid w:val="008F3192"/>
    <w:rsid w:val="008F31C8"/>
    <w:rsid w:val="008F3335"/>
    <w:rsid w:val="008F3423"/>
    <w:rsid w:val="008F367B"/>
    <w:rsid w:val="008F3E29"/>
    <w:rsid w:val="008F3FF4"/>
    <w:rsid w:val="008F4098"/>
    <w:rsid w:val="008F409A"/>
    <w:rsid w:val="008F4274"/>
    <w:rsid w:val="008F446F"/>
    <w:rsid w:val="008F45A2"/>
    <w:rsid w:val="008F46FC"/>
    <w:rsid w:val="008F50E2"/>
    <w:rsid w:val="008F53A5"/>
    <w:rsid w:val="008F5826"/>
    <w:rsid w:val="008F5B86"/>
    <w:rsid w:val="008F5E93"/>
    <w:rsid w:val="008F5F3E"/>
    <w:rsid w:val="008F60E3"/>
    <w:rsid w:val="008F616A"/>
    <w:rsid w:val="008F6286"/>
    <w:rsid w:val="008F63C9"/>
    <w:rsid w:val="008F6562"/>
    <w:rsid w:val="008F6647"/>
    <w:rsid w:val="008F69ED"/>
    <w:rsid w:val="008F6C5D"/>
    <w:rsid w:val="008F705C"/>
    <w:rsid w:val="008F731A"/>
    <w:rsid w:val="008F749E"/>
    <w:rsid w:val="008F75A7"/>
    <w:rsid w:val="008F769E"/>
    <w:rsid w:val="008F7B11"/>
    <w:rsid w:val="008F7C18"/>
    <w:rsid w:val="008F7E55"/>
    <w:rsid w:val="00900232"/>
    <w:rsid w:val="00900613"/>
    <w:rsid w:val="009006E7"/>
    <w:rsid w:val="009007C9"/>
    <w:rsid w:val="00900ADA"/>
    <w:rsid w:val="00900C15"/>
    <w:rsid w:val="00900E8C"/>
    <w:rsid w:val="00900F3B"/>
    <w:rsid w:val="00901409"/>
    <w:rsid w:val="00901449"/>
    <w:rsid w:val="0090168F"/>
    <w:rsid w:val="009019A9"/>
    <w:rsid w:val="00901BBC"/>
    <w:rsid w:val="00901CA8"/>
    <w:rsid w:val="00901E41"/>
    <w:rsid w:val="00901E62"/>
    <w:rsid w:val="00901FE8"/>
    <w:rsid w:val="00902472"/>
    <w:rsid w:val="00902619"/>
    <w:rsid w:val="0090287C"/>
    <w:rsid w:val="0090295C"/>
    <w:rsid w:val="00902D52"/>
    <w:rsid w:val="00902F37"/>
    <w:rsid w:val="009031A4"/>
    <w:rsid w:val="00903408"/>
    <w:rsid w:val="00903507"/>
    <w:rsid w:val="00903836"/>
    <w:rsid w:val="00903999"/>
    <w:rsid w:val="00903A75"/>
    <w:rsid w:val="00903AEE"/>
    <w:rsid w:val="00903B5A"/>
    <w:rsid w:val="00903BED"/>
    <w:rsid w:val="00903E86"/>
    <w:rsid w:val="009040E2"/>
    <w:rsid w:val="009042A1"/>
    <w:rsid w:val="00904376"/>
    <w:rsid w:val="009043C6"/>
    <w:rsid w:val="009043EA"/>
    <w:rsid w:val="00904478"/>
    <w:rsid w:val="00904536"/>
    <w:rsid w:val="0090471D"/>
    <w:rsid w:val="00904767"/>
    <w:rsid w:val="009049B0"/>
    <w:rsid w:val="00904B66"/>
    <w:rsid w:val="00904F67"/>
    <w:rsid w:val="00905012"/>
    <w:rsid w:val="00905357"/>
    <w:rsid w:val="00905533"/>
    <w:rsid w:val="00906208"/>
    <w:rsid w:val="00906722"/>
    <w:rsid w:val="00906B20"/>
    <w:rsid w:val="00907038"/>
    <w:rsid w:val="00907998"/>
    <w:rsid w:val="009079C6"/>
    <w:rsid w:val="009100A0"/>
    <w:rsid w:val="009100F6"/>
    <w:rsid w:val="009100F8"/>
    <w:rsid w:val="00910113"/>
    <w:rsid w:val="00910BAA"/>
    <w:rsid w:val="0091127C"/>
    <w:rsid w:val="0091155A"/>
    <w:rsid w:val="00911950"/>
    <w:rsid w:val="009119E8"/>
    <w:rsid w:val="00912170"/>
    <w:rsid w:val="00912650"/>
    <w:rsid w:val="009127FF"/>
    <w:rsid w:val="00912D11"/>
    <w:rsid w:val="00912E66"/>
    <w:rsid w:val="009139C2"/>
    <w:rsid w:val="00913A74"/>
    <w:rsid w:val="00914607"/>
    <w:rsid w:val="0091464F"/>
    <w:rsid w:val="0091475A"/>
    <w:rsid w:val="009147D9"/>
    <w:rsid w:val="00914819"/>
    <w:rsid w:val="00914F96"/>
    <w:rsid w:val="00914FC1"/>
    <w:rsid w:val="00914FCC"/>
    <w:rsid w:val="00915447"/>
    <w:rsid w:val="00915523"/>
    <w:rsid w:val="0091554F"/>
    <w:rsid w:val="00915770"/>
    <w:rsid w:val="00915834"/>
    <w:rsid w:val="00915BCA"/>
    <w:rsid w:val="00915D73"/>
    <w:rsid w:val="00916A1D"/>
    <w:rsid w:val="00916AA3"/>
    <w:rsid w:val="0091741D"/>
    <w:rsid w:val="00920767"/>
    <w:rsid w:val="00920A08"/>
    <w:rsid w:val="00920DD9"/>
    <w:rsid w:val="00920F45"/>
    <w:rsid w:val="00921341"/>
    <w:rsid w:val="00921539"/>
    <w:rsid w:val="00922328"/>
    <w:rsid w:val="00922338"/>
    <w:rsid w:val="009223D9"/>
    <w:rsid w:val="0092243B"/>
    <w:rsid w:val="00922FCB"/>
    <w:rsid w:val="00923452"/>
    <w:rsid w:val="0092359E"/>
    <w:rsid w:val="00923B91"/>
    <w:rsid w:val="00923E5A"/>
    <w:rsid w:val="009244EF"/>
    <w:rsid w:val="009248EE"/>
    <w:rsid w:val="009249AB"/>
    <w:rsid w:val="009249C0"/>
    <w:rsid w:val="00924AC4"/>
    <w:rsid w:val="00924BEA"/>
    <w:rsid w:val="00924DA3"/>
    <w:rsid w:val="00924DC1"/>
    <w:rsid w:val="00924DD6"/>
    <w:rsid w:val="00924DE0"/>
    <w:rsid w:val="00924F46"/>
    <w:rsid w:val="009255BE"/>
    <w:rsid w:val="00925882"/>
    <w:rsid w:val="00925A68"/>
    <w:rsid w:val="00925C75"/>
    <w:rsid w:val="009265A5"/>
    <w:rsid w:val="00926724"/>
    <w:rsid w:val="0092689C"/>
    <w:rsid w:val="00926B72"/>
    <w:rsid w:val="00926F56"/>
    <w:rsid w:val="009270E0"/>
    <w:rsid w:val="0092721B"/>
    <w:rsid w:val="0092748E"/>
    <w:rsid w:val="0092777E"/>
    <w:rsid w:val="00927D29"/>
    <w:rsid w:val="00927D67"/>
    <w:rsid w:val="0093012D"/>
    <w:rsid w:val="009301ED"/>
    <w:rsid w:val="009304C5"/>
    <w:rsid w:val="00930A84"/>
    <w:rsid w:val="00930EC9"/>
    <w:rsid w:val="00930FBA"/>
    <w:rsid w:val="00931041"/>
    <w:rsid w:val="009312EE"/>
    <w:rsid w:val="00931483"/>
    <w:rsid w:val="009314C4"/>
    <w:rsid w:val="00931762"/>
    <w:rsid w:val="0093198F"/>
    <w:rsid w:val="00931ACA"/>
    <w:rsid w:val="00931C33"/>
    <w:rsid w:val="00931D64"/>
    <w:rsid w:val="00931EA5"/>
    <w:rsid w:val="009324C3"/>
    <w:rsid w:val="00932566"/>
    <w:rsid w:val="009329BC"/>
    <w:rsid w:val="00932A06"/>
    <w:rsid w:val="00932BCE"/>
    <w:rsid w:val="00932C81"/>
    <w:rsid w:val="00932C97"/>
    <w:rsid w:val="00932CC1"/>
    <w:rsid w:val="00932D89"/>
    <w:rsid w:val="009333D1"/>
    <w:rsid w:val="00933407"/>
    <w:rsid w:val="00933661"/>
    <w:rsid w:val="009337C8"/>
    <w:rsid w:val="00933D43"/>
    <w:rsid w:val="00933EF7"/>
    <w:rsid w:val="0093409B"/>
    <w:rsid w:val="009340D7"/>
    <w:rsid w:val="009343B7"/>
    <w:rsid w:val="00934B10"/>
    <w:rsid w:val="00935145"/>
    <w:rsid w:val="0093519D"/>
    <w:rsid w:val="0093545B"/>
    <w:rsid w:val="0093554F"/>
    <w:rsid w:val="009355CA"/>
    <w:rsid w:val="0093569F"/>
    <w:rsid w:val="0093607D"/>
    <w:rsid w:val="0093639F"/>
    <w:rsid w:val="009365D3"/>
    <w:rsid w:val="009368AA"/>
    <w:rsid w:val="00936D9E"/>
    <w:rsid w:val="0093745A"/>
    <w:rsid w:val="00937E16"/>
    <w:rsid w:val="009400B3"/>
    <w:rsid w:val="00940207"/>
    <w:rsid w:val="009403A9"/>
    <w:rsid w:val="00940698"/>
    <w:rsid w:val="009411BE"/>
    <w:rsid w:val="00941ACC"/>
    <w:rsid w:val="00941C26"/>
    <w:rsid w:val="00942320"/>
    <w:rsid w:val="009423A1"/>
    <w:rsid w:val="00942587"/>
    <w:rsid w:val="00942973"/>
    <w:rsid w:val="009429F6"/>
    <w:rsid w:val="00942ABC"/>
    <w:rsid w:val="00942DC2"/>
    <w:rsid w:val="00942EF2"/>
    <w:rsid w:val="0094306B"/>
    <w:rsid w:val="0094348D"/>
    <w:rsid w:val="009434AD"/>
    <w:rsid w:val="00943916"/>
    <w:rsid w:val="00943920"/>
    <w:rsid w:val="00943B0B"/>
    <w:rsid w:val="00943FC5"/>
    <w:rsid w:val="00944294"/>
    <w:rsid w:val="009445AF"/>
    <w:rsid w:val="009446A4"/>
    <w:rsid w:val="00944744"/>
    <w:rsid w:val="00944772"/>
    <w:rsid w:val="00944A8B"/>
    <w:rsid w:val="00944C82"/>
    <w:rsid w:val="00944E8E"/>
    <w:rsid w:val="00945135"/>
    <w:rsid w:val="009452B2"/>
    <w:rsid w:val="009452C0"/>
    <w:rsid w:val="00945466"/>
    <w:rsid w:val="0094568F"/>
    <w:rsid w:val="00945C99"/>
    <w:rsid w:val="009460EE"/>
    <w:rsid w:val="00946233"/>
    <w:rsid w:val="00946686"/>
    <w:rsid w:val="009466D1"/>
    <w:rsid w:val="00946A98"/>
    <w:rsid w:val="009471CF"/>
    <w:rsid w:val="009472D2"/>
    <w:rsid w:val="0094776C"/>
    <w:rsid w:val="00947775"/>
    <w:rsid w:val="00947EC8"/>
    <w:rsid w:val="0095036E"/>
    <w:rsid w:val="009509B5"/>
    <w:rsid w:val="0095100A"/>
    <w:rsid w:val="009512FA"/>
    <w:rsid w:val="00951769"/>
    <w:rsid w:val="009517CA"/>
    <w:rsid w:val="00951A5B"/>
    <w:rsid w:val="00951A91"/>
    <w:rsid w:val="00951C77"/>
    <w:rsid w:val="0095223F"/>
    <w:rsid w:val="009522A4"/>
    <w:rsid w:val="00952853"/>
    <w:rsid w:val="00952933"/>
    <w:rsid w:val="009529F1"/>
    <w:rsid w:val="0095302C"/>
    <w:rsid w:val="00953791"/>
    <w:rsid w:val="00953DFE"/>
    <w:rsid w:val="00953E21"/>
    <w:rsid w:val="009540AC"/>
    <w:rsid w:val="009540FD"/>
    <w:rsid w:val="00954381"/>
    <w:rsid w:val="0095497B"/>
    <w:rsid w:val="00954AB5"/>
    <w:rsid w:val="00954CC4"/>
    <w:rsid w:val="009553B3"/>
    <w:rsid w:val="009559D4"/>
    <w:rsid w:val="00955C3C"/>
    <w:rsid w:val="00955C88"/>
    <w:rsid w:val="00955D7B"/>
    <w:rsid w:val="00955E66"/>
    <w:rsid w:val="00955FA7"/>
    <w:rsid w:val="00956000"/>
    <w:rsid w:val="009562A5"/>
    <w:rsid w:val="00956361"/>
    <w:rsid w:val="00956543"/>
    <w:rsid w:val="00956760"/>
    <w:rsid w:val="009570D7"/>
    <w:rsid w:val="00957308"/>
    <w:rsid w:val="009573AB"/>
    <w:rsid w:val="009578F3"/>
    <w:rsid w:val="00960767"/>
    <w:rsid w:val="00960AE4"/>
    <w:rsid w:val="00961027"/>
    <w:rsid w:val="00961249"/>
    <w:rsid w:val="00961382"/>
    <w:rsid w:val="00961421"/>
    <w:rsid w:val="0096150B"/>
    <w:rsid w:val="00961514"/>
    <w:rsid w:val="0096158B"/>
    <w:rsid w:val="00961762"/>
    <w:rsid w:val="00961BB8"/>
    <w:rsid w:val="00961CC0"/>
    <w:rsid w:val="00961CE0"/>
    <w:rsid w:val="00961D52"/>
    <w:rsid w:val="00961E25"/>
    <w:rsid w:val="00962833"/>
    <w:rsid w:val="0096283A"/>
    <w:rsid w:val="00962DC7"/>
    <w:rsid w:val="00962E56"/>
    <w:rsid w:val="00962ECF"/>
    <w:rsid w:val="0096304D"/>
    <w:rsid w:val="0096344A"/>
    <w:rsid w:val="009635C5"/>
    <w:rsid w:val="0096370C"/>
    <w:rsid w:val="009638E4"/>
    <w:rsid w:val="0096393B"/>
    <w:rsid w:val="00963C9F"/>
    <w:rsid w:val="00963CF1"/>
    <w:rsid w:val="009640E3"/>
    <w:rsid w:val="00964390"/>
    <w:rsid w:val="00964441"/>
    <w:rsid w:val="00964A02"/>
    <w:rsid w:val="00964D2A"/>
    <w:rsid w:val="00964EA2"/>
    <w:rsid w:val="009650C7"/>
    <w:rsid w:val="00965541"/>
    <w:rsid w:val="0096570A"/>
    <w:rsid w:val="00965D1B"/>
    <w:rsid w:val="00965D63"/>
    <w:rsid w:val="00966746"/>
    <w:rsid w:val="00966988"/>
    <w:rsid w:val="00966BC4"/>
    <w:rsid w:val="00966FF5"/>
    <w:rsid w:val="00967048"/>
    <w:rsid w:val="009675C9"/>
    <w:rsid w:val="009677C2"/>
    <w:rsid w:val="0096783D"/>
    <w:rsid w:val="009678D7"/>
    <w:rsid w:val="00967B16"/>
    <w:rsid w:val="00967B35"/>
    <w:rsid w:val="00967D47"/>
    <w:rsid w:val="00967DF3"/>
    <w:rsid w:val="009702ED"/>
    <w:rsid w:val="0097047E"/>
    <w:rsid w:val="00970637"/>
    <w:rsid w:val="00970711"/>
    <w:rsid w:val="009709DB"/>
    <w:rsid w:val="00970B0A"/>
    <w:rsid w:val="00970DEA"/>
    <w:rsid w:val="0097144B"/>
    <w:rsid w:val="0097169B"/>
    <w:rsid w:val="00971734"/>
    <w:rsid w:val="00971DED"/>
    <w:rsid w:val="009726B3"/>
    <w:rsid w:val="009727AE"/>
    <w:rsid w:val="00972ACA"/>
    <w:rsid w:val="00972AD8"/>
    <w:rsid w:val="00972E44"/>
    <w:rsid w:val="00973401"/>
    <w:rsid w:val="00973DBA"/>
    <w:rsid w:val="00974020"/>
    <w:rsid w:val="0097458D"/>
    <w:rsid w:val="00974A17"/>
    <w:rsid w:val="00974AEA"/>
    <w:rsid w:val="00974E4A"/>
    <w:rsid w:val="00974FC5"/>
    <w:rsid w:val="00975827"/>
    <w:rsid w:val="00975C3B"/>
    <w:rsid w:val="00975C9A"/>
    <w:rsid w:val="00975ECB"/>
    <w:rsid w:val="00976098"/>
    <w:rsid w:val="009765CF"/>
    <w:rsid w:val="00976781"/>
    <w:rsid w:val="00976A1C"/>
    <w:rsid w:val="00976B86"/>
    <w:rsid w:val="00976F32"/>
    <w:rsid w:val="00976F5C"/>
    <w:rsid w:val="00976F68"/>
    <w:rsid w:val="00976FE8"/>
    <w:rsid w:val="00977875"/>
    <w:rsid w:val="009778D3"/>
    <w:rsid w:val="009779F7"/>
    <w:rsid w:val="0098038D"/>
    <w:rsid w:val="00980737"/>
    <w:rsid w:val="00980CD0"/>
    <w:rsid w:val="00980DFB"/>
    <w:rsid w:val="00980E8A"/>
    <w:rsid w:val="00980ED5"/>
    <w:rsid w:val="00980F20"/>
    <w:rsid w:val="009813DB"/>
    <w:rsid w:val="0098178C"/>
    <w:rsid w:val="00981852"/>
    <w:rsid w:val="00981883"/>
    <w:rsid w:val="00981B12"/>
    <w:rsid w:val="00982404"/>
    <w:rsid w:val="00982517"/>
    <w:rsid w:val="0098260C"/>
    <w:rsid w:val="00982E15"/>
    <w:rsid w:val="00982F6F"/>
    <w:rsid w:val="00982FB5"/>
    <w:rsid w:val="009831CC"/>
    <w:rsid w:val="009832CD"/>
    <w:rsid w:val="009832D0"/>
    <w:rsid w:val="00983479"/>
    <w:rsid w:val="00983875"/>
    <w:rsid w:val="00983924"/>
    <w:rsid w:val="00983988"/>
    <w:rsid w:val="00983A8E"/>
    <w:rsid w:val="00984150"/>
    <w:rsid w:val="009841E1"/>
    <w:rsid w:val="00984488"/>
    <w:rsid w:val="0098463A"/>
    <w:rsid w:val="00984734"/>
    <w:rsid w:val="00984EDC"/>
    <w:rsid w:val="0098557A"/>
    <w:rsid w:val="0098571E"/>
    <w:rsid w:val="00985CD8"/>
    <w:rsid w:val="009862BD"/>
    <w:rsid w:val="009868FA"/>
    <w:rsid w:val="00986D71"/>
    <w:rsid w:val="00986E10"/>
    <w:rsid w:val="00986F54"/>
    <w:rsid w:val="009873F3"/>
    <w:rsid w:val="00987412"/>
    <w:rsid w:val="00987468"/>
    <w:rsid w:val="00987AF3"/>
    <w:rsid w:val="0099042B"/>
    <w:rsid w:val="009904F4"/>
    <w:rsid w:val="009906E0"/>
    <w:rsid w:val="009909E3"/>
    <w:rsid w:val="00990D08"/>
    <w:rsid w:val="00990E8B"/>
    <w:rsid w:val="00990EB1"/>
    <w:rsid w:val="0099155B"/>
    <w:rsid w:val="0099166A"/>
    <w:rsid w:val="00991D9E"/>
    <w:rsid w:val="0099207C"/>
    <w:rsid w:val="00992866"/>
    <w:rsid w:val="00993800"/>
    <w:rsid w:val="00993A03"/>
    <w:rsid w:val="00993E0A"/>
    <w:rsid w:val="00993E24"/>
    <w:rsid w:val="009940FF"/>
    <w:rsid w:val="009941CC"/>
    <w:rsid w:val="00994B83"/>
    <w:rsid w:val="00994CAC"/>
    <w:rsid w:val="009951FD"/>
    <w:rsid w:val="00995456"/>
    <w:rsid w:val="0099553C"/>
    <w:rsid w:val="0099554C"/>
    <w:rsid w:val="00995718"/>
    <w:rsid w:val="00995995"/>
    <w:rsid w:val="0099599A"/>
    <w:rsid w:val="009960FB"/>
    <w:rsid w:val="0099665F"/>
    <w:rsid w:val="009968F3"/>
    <w:rsid w:val="009969B2"/>
    <w:rsid w:val="00996A36"/>
    <w:rsid w:val="00996D52"/>
    <w:rsid w:val="00996F68"/>
    <w:rsid w:val="00997280"/>
    <w:rsid w:val="0099737A"/>
    <w:rsid w:val="00997666"/>
    <w:rsid w:val="009A00D8"/>
    <w:rsid w:val="009A011B"/>
    <w:rsid w:val="009A0355"/>
    <w:rsid w:val="009A036E"/>
    <w:rsid w:val="009A07A7"/>
    <w:rsid w:val="009A0EB6"/>
    <w:rsid w:val="009A10A7"/>
    <w:rsid w:val="009A10FA"/>
    <w:rsid w:val="009A114D"/>
    <w:rsid w:val="009A17FE"/>
    <w:rsid w:val="009A1AA2"/>
    <w:rsid w:val="009A1ED0"/>
    <w:rsid w:val="009A1F98"/>
    <w:rsid w:val="009A2879"/>
    <w:rsid w:val="009A2A6C"/>
    <w:rsid w:val="009A2B02"/>
    <w:rsid w:val="009A2B93"/>
    <w:rsid w:val="009A3386"/>
    <w:rsid w:val="009A35CD"/>
    <w:rsid w:val="009A3642"/>
    <w:rsid w:val="009A3AFE"/>
    <w:rsid w:val="009A3BB3"/>
    <w:rsid w:val="009A3CB8"/>
    <w:rsid w:val="009A4005"/>
    <w:rsid w:val="009A40DD"/>
    <w:rsid w:val="009A426B"/>
    <w:rsid w:val="009A4306"/>
    <w:rsid w:val="009A4360"/>
    <w:rsid w:val="009A4385"/>
    <w:rsid w:val="009A46CA"/>
    <w:rsid w:val="009A4835"/>
    <w:rsid w:val="009A4B48"/>
    <w:rsid w:val="009A4D72"/>
    <w:rsid w:val="009A5179"/>
    <w:rsid w:val="009A5229"/>
    <w:rsid w:val="009A5281"/>
    <w:rsid w:val="009A534C"/>
    <w:rsid w:val="009A5393"/>
    <w:rsid w:val="009A5432"/>
    <w:rsid w:val="009A5495"/>
    <w:rsid w:val="009A5771"/>
    <w:rsid w:val="009A57EA"/>
    <w:rsid w:val="009A5CA9"/>
    <w:rsid w:val="009A5CC1"/>
    <w:rsid w:val="009A5F66"/>
    <w:rsid w:val="009A62AA"/>
    <w:rsid w:val="009A68D2"/>
    <w:rsid w:val="009A6B5A"/>
    <w:rsid w:val="009A6C34"/>
    <w:rsid w:val="009A6E65"/>
    <w:rsid w:val="009A77F5"/>
    <w:rsid w:val="009A7CE2"/>
    <w:rsid w:val="009B02B1"/>
    <w:rsid w:val="009B080E"/>
    <w:rsid w:val="009B0AA5"/>
    <w:rsid w:val="009B0C45"/>
    <w:rsid w:val="009B171C"/>
    <w:rsid w:val="009B1B56"/>
    <w:rsid w:val="009B1C74"/>
    <w:rsid w:val="009B1E12"/>
    <w:rsid w:val="009B1ECF"/>
    <w:rsid w:val="009B210F"/>
    <w:rsid w:val="009B2149"/>
    <w:rsid w:val="009B2482"/>
    <w:rsid w:val="009B25E8"/>
    <w:rsid w:val="009B2657"/>
    <w:rsid w:val="009B2658"/>
    <w:rsid w:val="009B2B1B"/>
    <w:rsid w:val="009B2BEB"/>
    <w:rsid w:val="009B2C3B"/>
    <w:rsid w:val="009B2C46"/>
    <w:rsid w:val="009B2DB8"/>
    <w:rsid w:val="009B2E6F"/>
    <w:rsid w:val="009B2F03"/>
    <w:rsid w:val="009B3195"/>
    <w:rsid w:val="009B3670"/>
    <w:rsid w:val="009B438C"/>
    <w:rsid w:val="009B44FF"/>
    <w:rsid w:val="009B4546"/>
    <w:rsid w:val="009B468F"/>
    <w:rsid w:val="009B471B"/>
    <w:rsid w:val="009B4D48"/>
    <w:rsid w:val="009B51ED"/>
    <w:rsid w:val="009B5396"/>
    <w:rsid w:val="009B5E6A"/>
    <w:rsid w:val="009B5F40"/>
    <w:rsid w:val="009B60E3"/>
    <w:rsid w:val="009B65C8"/>
    <w:rsid w:val="009B65D6"/>
    <w:rsid w:val="009B6E9C"/>
    <w:rsid w:val="009B6F2C"/>
    <w:rsid w:val="009B7183"/>
    <w:rsid w:val="009B72D7"/>
    <w:rsid w:val="009B7681"/>
    <w:rsid w:val="009B7967"/>
    <w:rsid w:val="009B7A47"/>
    <w:rsid w:val="009B7C91"/>
    <w:rsid w:val="009B7E2C"/>
    <w:rsid w:val="009B7E55"/>
    <w:rsid w:val="009B7F06"/>
    <w:rsid w:val="009C021E"/>
    <w:rsid w:val="009C03A5"/>
    <w:rsid w:val="009C067C"/>
    <w:rsid w:val="009C0899"/>
    <w:rsid w:val="009C0BAB"/>
    <w:rsid w:val="009C1021"/>
    <w:rsid w:val="009C10A4"/>
    <w:rsid w:val="009C110B"/>
    <w:rsid w:val="009C12EA"/>
    <w:rsid w:val="009C1381"/>
    <w:rsid w:val="009C13EB"/>
    <w:rsid w:val="009C14D8"/>
    <w:rsid w:val="009C1740"/>
    <w:rsid w:val="009C198C"/>
    <w:rsid w:val="009C1B92"/>
    <w:rsid w:val="009C2130"/>
    <w:rsid w:val="009C23AF"/>
    <w:rsid w:val="009C2419"/>
    <w:rsid w:val="009C29AD"/>
    <w:rsid w:val="009C2BDE"/>
    <w:rsid w:val="009C2CE9"/>
    <w:rsid w:val="009C30AE"/>
    <w:rsid w:val="009C3181"/>
    <w:rsid w:val="009C34AB"/>
    <w:rsid w:val="009C3727"/>
    <w:rsid w:val="009C3A8F"/>
    <w:rsid w:val="009C3A97"/>
    <w:rsid w:val="009C3C9D"/>
    <w:rsid w:val="009C418F"/>
    <w:rsid w:val="009C4372"/>
    <w:rsid w:val="009C45DD"/>
    <w:rsid w:val="009C47CA"/>
    <w:rsid w:val="009C5059"/>
    <w:rsid w:val="009C5AF0"/>
    <w:rsid w:val="009C5BD5"/>
    <w:rsid w:val="009C5DE4"/>
    <w:rsid w:val="009C606D"/>
    <w:rsid w:val="009C61B3"/>
    <w:rsid w:val="009C6B02"/>
    <w:rsid w:val="009C6C07"/>
    <w:rsid w:val="009C707E"/>
    <w:rsid w:val="009C7369"/>
    <w:rsid w:val="009C73F3"/>
    <w:rsid w:val="009C7921"/>
    <w:rsid w:val="009D025B"/>
    <w:rsid w:val="009D0864"/>
    <w:rsid w:val="009D1049"/>
    <w:rsid w:val="009D11A8"/>
    <w:rsid w:val="009D11DF"/>
    <w:rsid w:val="009D146D"/>
    <w:rsid w:val="009D173C"/>
    <w:rsid w:val="009D17F9"/>
    <w:rsid w:val="009D19CE"/>
    <w:rsid w:val="009D1E03"/>
    <w:rsid w:val="009D1E18"/>
    <w:rsid w:val="009D1E6E"/>
    <w:rsid w:val="009D2134"/>
    <w:rsid w:val="009D2632"/>
    <w:rsid w:val="009D27CC"/>
    <w:rsid w:val="009D299D"/>
    <w:rsid w:val="009D2C11"/>
    <w:rsid w:val="009D328F"/>
    <w:rsid w:val="009D357B"/>
    <w:rsid w:val="009D36FD"/>
    <w:rsid w:val="009D37B8"/>
    <w:rsid w:val="009D3A19"/>
    <w:rsid w:val="009D3C64"/>
    <w:rsid w:val="009D40BE"/>
    <w:rsid w:val="009D48E9"/>
    <w:rsid w:val="009D494E"/>
    <w:rsid w:val="009D4BB8"/>
    <w:rsid w:val="009D4C8A"/>
    <w:rsid w:val="009D5206"/>
    <w:rsid w:val="009D554B"/>
    <w:rsid w:val="009D5890"/>
    <w:rsid w:val="009D58AD"/>
    <w:rsid w:val="009D5C85"/>
    <w:rsid w:val="009D5E31"/>
    <w:rsid w:val="009D6092"/>
    <w:rsid w:val="009D61E5"/>
    <w:rsid w:val="009D6253"/>
    <w:rsid w:val="009D631D"/>
    <w:rsid w:val="009D6836"/>
    <w:rsid w:val="009D6B50"/>
    <w:rsid w:val="009D6DFF"/>
    <w:rsid w:val="009D71DA"/>
    <w:rsid w:val="009D783A"/>
    <w:rsid w:val="009D7D4E"/>
    <w:rsid w:val="009D7DA8"/>
    <w:rsid w:val="009D7DC8"/>
    <w:rsid w:val="009E033C"/>
    <w:rsid w:val="009E0579"/>
    <w:rsid w:val="009E07A7"/>
    <w:rsid w:val="009E105A"/>
    <w:rsid w:val="009E14C7"/>
    <w:rsid w:val="009E1556"/>
    <w:rsid w:val="009E17B6"/>
    <w:rsid w:val="009E227C"/>
    <w:rsid w:val="009E24BF"/>
    <w:rsid w:val="009E2831"/>
    <w:rsid w:val="009E2B87"/>
    <w:rsid w:val="009E3635"/>
    <w:rsid w:val="009E3A1C"/>
    <w:rsid w:val="009E4001"/>
    <w:rsid w:val="009E4043"/>
    <w:rsid w:val="009E4156"/>
    <w:rsid w:val="009E43F3"/>
    <w:rsid w:val="009E471A"/>
    <w:rsid w:val="009E47FA"/>
    <w:rsid w:val="009E4870"/>
    <w:rsid w:val="009E4ADC"/>
    <w:rsid w:val="009E4E44"/>
    <w:rsid w:val="009E51D1"/>
    <w:rsid w:val="009E535D"/>
    <w:rsid w:val="009E58F1"/>
    <w:rsid w:val="009E5B0D"/>
    <w:rsid w:val="009E5CF0"/>
    <w:rsid w:val="009E62D4"/>
    <w:rsid w:val="009E64CA"/>
    <w:rsid w:val="009E6894"/>
    <w:rsid w:val="009E6B00"/>
    <w:rsid w:val="009E6B52"/>
    <w:rsid w:val="009E7A4B"/>
    <w:rsid w:val="009E7AB8"/>
    <w:rsid w:val="009E7D00"/>
    <w:rsid w:val="009E7F9F"/>
    <w:rsid w:val="009F063C"/>
    <w:rsid w:val="009F06A2"/>
    <w:rsid w:val="009F0A98"/>
    <w:rsid w:val="009F0AAB"/>
    <w:rsid w:val="009F13DF"/>
    <w:rsid w:val="009F1533"/>
    <w:rsid w:val="009F163D"/>
    <w:rsid w:val="009F1905"/>
    <w:rsid w:val="009F1C89"/>
    <w:rsid w:val="009F1EB3"/>
    <w:rsid w:val="009F1F22"/>
    <w:rsid w:val="009F2616"/>
    <w:rsid w:val="009F2887"/>
    <w:rsid w:val="009F290E"/>
    <w:rsid w:val="009F2ABB"/>
    <w:rsid w:val="009F2D1E"/>
    <w:rsid w:val="009F30BC"/>
    <w:rsid w:val="009F315E"/>
    <w:rsid w:val="009F3428"/>
    <w:rsid w:val="009F3551"/>
    <w:rsid w:val="009F35F9"/>
    <w:rsid w:val="009F3718"/>
    <w:rsid w:val="009F37D8"/>
    <w:rsid w:val="009F3A05"/>
    <w:rsid w:val="009F3CFE"/>
    <w:rsid w:val="009F4C7D"/>
    <w:rsid w:val="009F4CF7"/>
    <w:rsid w:val="009F5B93"/>
    <w:rsid w:val="009F5D4D"/>
    <w:rsid w:val="009F5DD9"/>
    <w:rsid w:val="009F60F5"/>
    <w:rsid w:val="009F62F3"/>
    <w:rsid w:val="009F6335"/>
    <w:rsid w:val="009F63FE"/>
    <w:rsid w:val="009F67B7"/>
    <w:rsid w:val="009F6942"/>
    <w:rsid w:val="009F6EAD"/>
    <w:rsid w:val="009F7344"/>
    <w:rsid w:val="009F735D"/>
    <w:rsid w:val="009F7F57"/>
    <w:rsid w:val="00A001EC"/>
    <w:rsid w:val="00A0076D"/>
    <w:rsid w:val="00A0089A"/>
    <w:rsid w:val="00A00AD8"/>
    <w:rsid w:val="00A010E4"/>
    <w:rsid w:val="00A01327"/>
    <w:rsid w:val="00A01416"/>
    <w:rsid w:val="00A015A1"/>
    <w:rsid w:val="00A01E51"/>
    <w:rsid w:val="00A01E7E"/>
    <w:rsid w:val="00A020FF"/>
    <w:rsid w:val="00A0228B"/>
    <w:rsid w:val="00A02A7E"/>
    <w:rsid w:val="00A0300F"/>
    <w:rsid w:val="00A03123"/>
    <w:rsid w:val="00A031CA"/>
    <w:rsid w:val="00A0338D"/>
    <w:rsid w:val="00A03849"/>
    <w:rsid w:val="00A03EBD"/>
    <w:rsid w:val="00A04081"/>
    <w:rsid w:val="00A04094"/>
    <w:rsid w:val="00A04433"/>
    <w:rsid w:val="00A045E2"/>
    <w:rsid w:val="00A04BC4"/>
    <w:rsid w:val="00A04C55"/>
    <w:rsid w:val="00A055C3"/>
    <w:rsid w:val="00A05686"/>
    <w:rsid w:val="00A05AB4"/>
    <w:rsid w:val="00A05B23"/>
    <w:rsid w:val="00A05B60"/>
    <w:rsid w:val="00A06292"/>
    <w:rsid w:val="00A06827"/>
    <w:rsid w:val="00A06983"/>
    <w:rsid w:val="00A06EE2"/>
    <w:rsid w:val="00A06EED"/>
    <w:rsid w:val="00A0707C"/>
    <w:rsid w:val="00A073CA"/>
    <w:rsid w:val="00A076C1"/>
    <w:rsid w:val="00A07BF1"/>
    <w:rsid w:val="00A106AC"/>
    <w:rsid w:val="00A108E3"/>
    <w:rsid w:val="00A10BC4"/>
    <w:rsid w:val="00A11792"/>
    <w:rsid w:val="00A11D06"/>
    <w:rsid w:val="00A11DEE"/>
    <w:rsid w:val="00A11F03"/>
    <w:rsid w:val="00A1240C"/>
    <w:rsid w:val="00A1251D"/>
    <w:rsid w:val="00A1274A"/>
    <w:rsid w:val="00A12AB4"/>
    <w:rsid w:val="00A12D3C"/>
    <w:rsid w:val="00A12FD6"/>
    <w:rsid w:val="00A12FDA"/>
    <w:rsid w:val="00A1341F"/>
    <w:rsid w:val="00A13B1A"/>
    <w:rsid w:val="00A13C6E"/>
    <w:rsid w:val="00A14554"/>
    <w:rsid w:val="00A14712"/>
    <w:rsid w:val="00A14768"/>
    <w:rsid w:val="00A1489E"/>
    <w:rsid w:val="00A1494D"/>
    <w:rsid w:val="00A14C78"/>
    <w:rsid w:val="00A14DB1"/>
    <w:rsid w:val="00A155B6"/>
    <w:rsid w:val="00A155FF"/>
    <w:rsid w:val="00A157A1"/>
    <w:rsid w:val="00A158A0"/>
    <w:rsid w:val="00A15C29"/>
    <w:rsid w:val="00A15C41"/>
    <w:rsid w:val="00A1612C"/>
    <w:rsid w:val="00A163FC"/>
    <w:rsid w:val="00A1645D"/>
    <w:rsid w:val="00A16A95"/>
    <w:rsid w:val="00A16B40"/>
    <w:rsid w:val="00A16DBB"/>
    <w:rsid w:val="00A170D6"/>
    <w:rsid w:val="00A17506"/>
    <w:rsid w:val="00A17C99"/>
    <w:rsid w:val="00A17EA9"/>
    <w:rsid w:val="00A20347"/>
    <w:rsid w:val="00A205A5"/>
    <w:rsid w:val="00A20CDE"/>
    <w:rsid w:val="00A20D41"/>
    <w:rsid w:val="00A20E6A"/>
    <w:rsid w:val="00A211E5"/>
    <w:rsid w:val="00A212DF"/>
    <w:rsid w:val="00A22110"/>
    <w:rsid w:val="00A22761"/>
    <w:rsid w:val="00A22929"/>
    <w:rsid w:val="00A22CD2"/>
    <w:rsid w:val="00A22D61"/>
    <w:rsid w:val="00A22FC5"/>
    <w:rsid w:val="00A23169"/>
    <w:rsid w:val="00A238F9"/>
    <w:rsid w:val="00A23A4B"/>
    <w:rsid w:val="00A23B9A"/>
    <w:rsid w:val="00A2414B"/>
    <w:rsid w:val="00A2445C"/>
    <w:rsid w:val="00A248CB"/>
    <w:rsid w:val="00A24E49"/>
    <w:rsid w:val="00A25650"/>
    <w:rsid w:val="00A2589B"/>
    <w:rsid w:val="00A25C11"/>
    <w:rsid w:val="00A25EC5"/>
    <w:rsid w:val="00A268B8"/>
    <w:rsid w:val="00A2693C"/>
    <w:rsid w:val="00A26983"/>
    <w:rsid w:val="00A26D14"/>
    <w:rsid w:val="00A27081"/>
    <w:rsid w:val="00A270A1"/>
    <w:rsid w:val="00A27252"/>
    <w:rsid w:val="00A273AC"/>
    <w:rsid w:val="00A27607"/>
    <w:rsid w:val="00A27739"/>
    <w:rsid w:val="00A30384"/>
    <w:rsid w:val="00A305BE"/>
    <w:rsid w:val="00A309FE"/>
    <w:rsid w:val="00A30EC1"/>
    <w:rsid w:val="00A30FCC"/>
    <w:rsid w:val="00A31468"/>
    <w:rsid w:val="00A31569"/>
    <w:rsid w:val="00A31781"/>
    <w:rsid w:val="00A31841"/>
    <w:rsid w:val="00A318F1"/>
    <w:rsid w:val="00A31906"/>
    <w:rsid w:val="00A31C5A"/>
    <w:rsid w:val="00A320F0"/>
    <w:rsid w:val="00A3222C"/>
    <w:rsid w:val="00A324FF"/>
    <w:rsid w:val="00A325F5"/>
    <w:rsid w:val="00A32622"/>
    <w:rsid w:val="00A32D43"/>
    <w:rsid w:val="00A33472"/>
    <w:rsid w:val="00A33914"/>
    <w:rsid w:val="00A33A58"/>
    <w:rsid w:val="00A34142"/>
    <w:rsid w:val="00A34378"/>
    <w:rsid w:val="00A34695"/>
    <w:rsid w:val="00A346C8"/>
    <w:rsid w:val="00A34A4A"/>
    <w:rsid w:val="00A34A52"/>
    <w:rsid w:val="00A34C14"/>
    <w:rsid w:val="00A34D75"/>
    <w:rsid w:val="00A355E2"/>
    <w:rsid w:val="00A35630"/>
    <w:rsid w:val="00A35763"/>
    <w:rsid w:val="00A35992"/>
    <w:rsid w:val="00A35998"/>
    <w:rsid w:val="00A35CCE"/>
    <w:rsid w:val="00A35F68"/>
    <w:rsid w:val="00A3602E"/>
    <w:rsid w:val="00A362F3"/>
    <w:rsid w:val="00A3637E"/>
    <w:rsid w:val="00A363E9"/>
    <w:rsid w:val="00A36433"/>
    <w:rsid w:val="00A365AB"/>
    <w:rsid w:val="00A36850"/>
    <w:rsid w:val="00A3686C"/>
    <w:rsid w:val="00A36B14"/>
    <w:rsid w:val="00A36C9B"/>
    <w:rsid w:val="00A36D40"/>
    <w:rsid w:val="00A36E00"/>
    <w:rsid w:val="00A36F0B"/>
    <w:rsid w:val="00A36FEE"/>
    <w:rsid w:val="00A3712C"/>
    <w:rsid w:val="00A37519"/>
    <w:rsid w:val="00A376AA"/>
    <w:rsid w:val="00A376B2"/>
    <w:rsid w:val="00A37778"/>
    <w:rsid w:val="00A37791"/>
    <w:rsid w:val="00A37B96"/>
    <w:rsid w:val="00A37C3B"/>
    <w:rsid w:val="00A37C40"/>
    <w:rsid w:val="00A37C74"/>
    <w:rsid w:val="00A37CE6"/>
    <w:rsid w:val="00A37EEB"/>
    <w:rsid w:val="00A40329"/>
    <w:rsid w:val="00A40553"/>
    <w:rsid w:val="00A4071E"/>
    <w:rsid w:val="00A40A78"/>
    <w:rsid w:val="00A40AFE"/>
    <w:rsid w:val="00A40FBB"/>
    <w:rsid w:val="00A411C7"/>
    <w:rsid w:val="00A41273"/>
    <w:rsid w:val="00A413CF"/>
    <w:rsid w:val="00A418BC"/>
    <w:rsid w:val="00A41934"/>
    <w:rsid w:val="00A4194C"/>
    <w:rsid w:val="00A41F28"/>
    <w:rsid w:val="00A41F4A"/>
    <w:rsid w:val="00A41F6B"/>
    <w:rsid w:val="00A41FEC"/>
    <w:rsid w:val="00A42138"/>
    <w:rsid w:val="00A42152"/>
    <w:rsid w:val="00A428CB"/>
    <w:rsid w:val="00A429A7"/>
    <w:rsid w:val="00A42BE8"/>
    <w:rsid w:val="00A430BB"/>
    <w:rsid w:val="00A4324F"/>
    <w:rsid w:val="00A43885"/>
    <w:rsid w:val="00A43A54"/>
    <w:rsid w:val="00A43AD1"/>
    <w:rsid w:val="00A43B27"/>
    <w:rsid w:val="00A43CAF"/>
    <w:rsid w:val="00A43CEB"/>
    <w:rsid w:val="00A43D65"/>
    <w:rsid w:val="00A4408A"/>
    <w:rsid w:val="00A44791"/>
    <w:rsid w:val="00A44883"/>
    <w:rsid w:val="00A44ADD"/>
    <w:rsid w:val="00A44D2C"/>
    <w:rsid w:val="00A44FA2"/>
    <w:rsid w:val="00A45518"/>
    <w:rsid w:val="00A4557E"/>
    <w:rsid w:val="00A45B12"/>
    <w:rsid w:val="00A463A7"/>
    <w:rsid w:val="00A46673"/>
    <w:rsid w:val="00A4682E"/>
    <w:rsid w:val="00A468F9"/>
    <w:rsid w:val="00A46A53"/>
    <w:rsid w:val="00A46DC9"/>
    <w:rsid w:val="00A46E2F"/>
    <w:rsid w:val="00A4706E"/>
    <w:rsid w:val="00A473D7"/>
    <w:rsid w:val="00A47727"/>
    <w:rsid w:val="00A47AE3"/>
    <w:rsid w:val="00A47BEE"/>
    <w:rsid w:val="00A47D33"/>
    <w:rsid w:val="00A5040D"/>
    <w:rsid w:val="00A50473"/>
    <w:rsid w:val="00A50A94"/>
    <w:rsid w:val="00A5113D"/>
    <w:rsid w:val="00A51641"/>
    <w:rsid w:val="00A51FD7"/>
    <w:rsid w:val="00A52836"/>
    <w:rsid w:val="00A5286C"/>
    <w:rsid w:val="00A52C31"/>
    <w:rsid w:val="00A5322A"/>
    <w:rsid w:val="00A53333"/>
    <w:rsid w:val="00A53A83"/>
    <w:rsid w:val="00A53BF4"/>
    <w:rsid w:val="00A54103"/>
    <w:rsid w:val="00A5417C"/>
    <w:rsid w:val="00A54338"/>
    <w:rsid w:val="00A54A5C"/>
    <w:rsid w:val="00A54AD7"/>
    <w:rsid w:val="00A54CD3"/>
    <w:rsid w:val="00A54F20"/>
    <w:rsid w:val="00A54FBA"/>
    <w:rsid w:val="00A55714"/>
    <w:rsid w:val="00A55CA9"/>
    <w:rsid w:val="00A55CCF"/>
    <w:rsid w:val="00A56583"/>
    <w:rsid w:val="00A56617"/>
    <w:rsid w:val="00A56DB3"/>
    <w:rsid w:val="00A5704E"/>
    <w:rsid w:val="00A572B2"/>
    <w:rsid w:val="00A5738C"/>
    <w:rsid w:val="00A577FB"/>
    <w:rsid w:val="00A57806"/>
    <w:rsid w:val="00A57C4F"/>
    <w:rsid w:val="00A57D2B"/>
    <w:rsid w:val="00A57DC4"/>
    <w:rsid w:val="00A57E84"/>
    <w:rsid w:val="00A57EF1"/>
    <w:rsid w:val="00A57F2F"/>
    <w:rsid w:val="00A57F66"/>
    <w:rsid w:val="00A606DB"/>
    <w:rsid w:val="00A60821"/>
    <w:rsid w:val="00A61318"/>
    <w:rsid w:val="00A61668"/>
    <w:rsid w:val="00A61B95"/>
    <w:rsid w:val="00A61D68"/>
    <w:rsid w:val="00A62114"/>
    <w:rsid w:val="00A62567"/>
    <w:rsid w:val="00A62994"/>
    <w:rsid w:val="00A62A33"/>
    <w:rsid w:val="00A62AFC"/>
    <w:rsid w:val="00A62DDB"/>
    <w:rsid w:val="00A62EC5"/>
    <w:rsid w:val="00A634B4"/>
    <w:rsid w:val="00A63845"/>
    <w:rsid w:val="00A63C2A"/>
    <w:rsid w:val="00A63C9A"/>
    <w:rsid w:val="00A64291"/>
    <w:rsid w:val="00A64461"/>
    <w:rsid w:val="00A648C4"/>
    <w:rsid w:val="00A64997"/>
    <w:rsid w:val="00A6524B"/>
    <w:rsid w:val="00A652F6"/>
    <w:rsid w:val="00A6537B"/>
    <w:rsid w:val="00A65AEE"/>
    <w:rsid w:val="00A65B9F"/>
    <w:rsid w:val="00A65BED"/>
    <w:rsid w:val="00A65CC1"/>
    <w:rsid w:val="00A65DCD"/>
    <w:rsid w:val="00A65E01"/>
    <w:rsid w:val="00A65E76"/>
    <w:rsid w:val="00A664F6"/>
    <w:rsid w:val="00A665D0"/>
    <w:rsid w:val="00A6661A"/>
    <w:rsid w:val="00A666CE"/>
    <w:rsid w:val="00A669E5"/>
    <w:rsid w:val="00A66B45"/>
    <w:rsid w:val="00A66D85"/>
    <w:rsid w:val="00A66ED8"/>
    <w:rsid w:val="00A670AC"/>
    <w:rsid w:val="00A67216"/>
    <w:rsid w:val="00A672A4"/>
    <w:rsid w:val="00A672D2"/>
    <w:rsid w:val="00A6748D"/>
    <w:rsid w:val="00A67508"/>
    <w:rsid w:val="00A675AE"/>
    <w:rsid w:val="00A67634"/>
    <w:rsid w:val="00A67B66"/>
    <w:rsid w:val="00A67BA6"/>
    <w:rsid w:val="00A67F64"/>
    <w:rsid w:val="00A7000F"/>
    <w:rsid w:val="00A702C8"/>
    <w:rsid w:val="00A70415"/>
    <w:rsid w:val="00A70459"/>
    <w:rsid w:val="00A70894"/>
    <w:rsid w:val="00A708DA"/>
    <w:rsid w:val="00A70E09"/>
    <w:rsid w:val="00A713B8"/>
    <w:rsid w:val="00A7186D"/>
    <w:rsid w:val="00A718FB"/>
    <w:rsid w:val="00A719FB"/>
    <w:rsid w:val="00A71BA4"/>
    <w:rsid w:val="00A71E73"/>
    <w:rsid w:val="00A72961"/>
    <w:rsid w:val="00A72C18"/>
    <w:rsid w:val="00A73007"/>
    <w:rsid w:val="00A73214"/>
    <w:rsid w:val="00A732A8"/>
    <w:rsid w:val="00A735F8"/>
    <w:rsid w:val="00A73CA4"/>
    <w:rsid w:val="00A744BD"/>
    <w:rsid w:val="00A746EC"/>
    <w:rsid w:val="00A750A0"/>
    <w:rsid w:val="00A7535A"/>
    <w:rsid w:val="00A7567F"/>
    <w:rsid w:val="00A75E24"/>
    <w:rsid w:val="00A76913"/>
    <w:rsid w:val="00A76955"/>
    <w:rsid w:val="00A76CAA"/>
    <w:rsid w:val="00A76D71"/>
    <w:rsid w:val="00A76ED0"/>
    <w:rsid w:val="00A77409"/>
    <w:rsid w:val="00A77573"/>
    <w:rsid w:val="00A7767F"/>
    <w:rsid w:val="00A77BF8"/>
    <w:rsid w:val="00A77F40"/>
    <w:rsid w:val="00A77F52"/>
    <w:rsid w:val="00A801F7"/>
    <w:rsid w:val="00A8074C"/>
    <w:rsid w:val="00A80813"/>
    <w:rsid w:val="00A80A6A"/>
    <w:rsid w:val="00A80AEF"/>
    <w:rsid w:val="00A80D48"/>
    <w:rsid w:val="00A80D58"/>
    <w:rsid w:val="00A80F01"/>
    <w:rsid w:val="00A81016"/>
    <w:rsid w:val="00A8105F"/>
    <w:rsid w:val="00A81726"/>
    <w:rsid w:val="00A81A72"/>
    <w:rsid w:val="00A81EC9"/>
    <w:rsid w:val="00A82926"/>
    <w:rsid w:val="00A82E61"/>
    <w:rsid w:val="00A82F20"/>
    <w:rsid w:val="00A82F28"/>
    <w:rsid w:val="00A8374F"/>
    <w:rsid w:val="00A841BD"/>
    <w:rsid w:val="00A8433C"/>
    <w:rsid w:val="00A84761"/>
    <w:rsid w:val="00A848B8"/>
    <w:rsid w:val="00A84AAE"/>
    <w:rsid w:val="00A851E1"/>
    <w:rsid w:val="00A85426"/>
    <w:rsid w:val="00A854AE"/>
    <w:rsid w:val="00A854FE"/>
    <w:rsid w:val="00A86207"/>
    <w:rsid w:val="00A864DE"/>
    <w:rsid w:val="00A86526"/>
    <w:rsid w:val="00A86A14"/>
    <w:rsid w:val="00A86AA8"/>
    <w:rsid w:val="00A86BB2"/>
    <w:rsid w:val="00A86D20"/>
    <w:rsid w:val="00A86D8F"/>
    <w:rsid w:val="00A8728C"/>
    <w:rsid w:val="00A872A9"/>
    <w:rsid w:val="00A872B2"/>
    <w:rsid w:val="00A87B93"/>
    <w:rsid w:val="00A87BF1"/>
    <w:rsid w:val="00A87E46"/>
    <w:rsid w:val="00A90145"/>
    <w:rsid w:val="00A90562"/>
    <w:rsid w:val="00A90DE6"/>
    <w:rsid w:val="00A90DEB"/>
    <w:rsid w:val="00A913D6"/>
    <w:rsid w:val="00A916C6"/>
    <w:rsid w:val="00A91825"/>
    <w:rsid w:val="00A91984"/>
    <w:rsid w:val="00A91AC5"/>
    <w:rsid w:val="00A91B40"/>
    <w:rsid w:val="00A91C0C"/>
    <w:rsid w:val="00A91CA5"/>
    <w:rsid w:val="00A91CD6"/>
    <w:rsid w:val="00A91DFA"/>
    <w:rsid w:val="00A92497"/>
    <w:rsid w:val="00A92DF5"/>
    <w:rsid w:val="00A92E94"/>
    <w:rsid w:val="00A933A5"/>
    <w:rsid w:val="00A934B7"/>
    <w:rsid w:val="00A938DF"/>
    <w:rsid w:val="00A94750"/>
    <w:rsid w:val="00A95201"/>
    <w:rsid w:val="00A95509"/>
    <w:rsid w:val="00A95880"/>
    <w:rsid w:val="00A95B5F"/>
    <w:rsid w:val="00A961D4"/>
    <w:rsid w:val="00A9623F"/>
    <w:rsid w:val="00A966A4"/>
    <w:rsid w:val="00A96731"/>
    <w:rsid w:val="00A96896"/>
    <w:rsid w:val="00A96B80"/>
    <w:rsid w:val="00A96FF9"/>
    <w:rsid w:val="00A970F6"/>
    <w:rsid w:val="00A971F1"/>
    <w:rsid w:val="00A972DE"/>
    <w:rsid w:val="00A97F3C"/>
    <w:rsid w:val="00AA013E"/>
    <w:rsid w:val="00AA028B"/>
    <w:rsid w:val="00AA0A09"/>
    <w:rsid w:val="00AA0AC8"/>
    <w:rsid w:val="00AA0BC3"/>
    <w:rsid w:val="00AA0DE2"/>
    <w:rsid w:val="00AA0E46"/>
    <w:rsid w:val="00AA1305"/>
    <w:rsid w:val="00AA1A09"/>
    <w:rsid w:val="00AA1BF9"/>
    <w:rsid w:val="00AA1DA3"/>
    <w:rsid w:val="00AA226E"/>
    <w:rsid w:val="00AA228E"/>
    <w:rsid w:val="00AA2295"/>
    <w:rsid w:val="00AA2612"/>
    <w:rsid w:val="00AA283A"/>
    <w:rsid w:val="00AA2900"/>
    <w:rsid w:val="00AA2D33"/>
    <w:rsid w:val="00AA33AC"/>
    <w:rsid w:val="00AA364F"/>
    <w:rsid w:val="00AA367F"/>
    <w:rsid w:val="00AA40A7"/>
    <w:rsid w:val="00AA44AD"/>
    <w:rsid w:val="00AA4657"/>
    <w:rsid w:val="00AA4742"/>
    <w:rsid w:val="00AA4879"/>
    <w:rsid w:val="00AA4E7A"/>
    <w:rsid w:val="00AA509D"/>
    <w:rsid w:val="00AA50DC"/>
    <w:rsid w:val="00AA53B5"/>
    <w:rsid w:val="00AA550A"/>
    <w:rsid w:val="00AA5DAE"/>
    <w:rsid w:val="00AA5E1A"/>
    <w:rsid w:val="00AA6046"/>
    <w:rsid w:val="00AA6106"/>
    <w:rsid w:val="00AA62AF"/>
    <w:rsid w:val="00AA6A37"/>
    <w:rsid w:val="00AA6AEE"/>
    <w:rsid w:val="00AA6D56"/>
    <w:rsid w:val="00AA6DDA"/>
    <w:rsid w:val="00AA6E92"/>
    <w:rsid w:val="00AA6EF5"/>
    <w:rsid w:val="00AA6F79"/>
    <w:rsid w:val="00AA6F82"/>
    <w:rsid w:val="00AA72EF"/>
    <w:rsid w:val="00AA7303"/>
    <w:rsid w:val="00AA7A57"/>
    <w:rsid w:val="00AA7C62"/>
    <w:rsid w:val="00AA7E42"/>
    <w:rsid w:val="00AA7F28"/>
    <w:rsid w:val="00AB037F"/>
    <w:rsid w:val="00AB05FF"/>
    <w:rsid w:val="00AB0905"/>
    <w:rsid w:val="00AB12F6"/>
    <w:rsid w:val="00AB13D7"/>
    <w:rsid w:val="00AB1CC2"/>
    <w:rsid w:val="00AB1EF0"/>
    <w:rsid w:val="00AB215B"/>
    <w:rsid w:val="00AB2311"/>
    <w:rsid w:val="00AB26BB"/>
    <w:rsid w:val="00AB28DF"/>
    <w:rsid w:val="00AB2A68"/>
    <w:rsid w:val="00AB2DBF"/>
    <w:rsid w:val="00AB30BD"/>
    <w:rsid w:val="00AB3142"/>
    <w:rsid w:val="00AB334D"/>
    <w:rsid w:val="00AB33F2"/>
    <w:rsid w:val="00AB385F"/>
    <w:rsid w:val="00AB3A8E"/>
    <w:rsid w:val="00AB3F18"/>
    <w:rsid w:val="00AB46F0"/>
    <w:rsid w:val="00AB47B2"/>
    <w:rsid w:val="00AB4A45"/>
    <w:rsid w:val="00AB5253"/>
    <w:rsid w:val="00AB56FD"/>
    <w:rsid w:val="00AB575C"/>
    <w:rsid w:val="00AB57DB"/>
    <w:rsid w:val="00AB62DC"/>
    <w:rsid w:val="00AB64E2"/>
    <w:rsid w:val="00AB66CC"/>
    <w:rsid w:val="00AB6C62"/>
    <w:rsid w:val="00AB6CAE"/>
    <w:rsid w:val="00AB713D"/>
    <w:rsid w:val="00AB7BDC"/>
    <w:rsid w:val="00AB7F18"/>
    <w:rsid w:val="00AC0337"/>
    <w:rsid w:val="00AC0392"/>
    <w:rsid w:val="00AC0AB1"/>
    <w:rsid w:val="00AC1301"/>
    <w:rsid w:val="00AC1439"/>
    <w:rsid w:val="00AC15F2"/>
    <w:rsid w:val="00AC163E"/>
    <w:rsid w:val="00AC16C9"/>
    <w:rsid w:val="00AC1868"/>
    <w:rsid w:val="00AC18F1"/>
    <w:rsid w:val="00AC1D00"/>
    <w:rsid w:val="00AC1D67"/>
    <w:rsid w:val="00AC2192"/>
    <w:rsid w:val="00AC2383"/>
    <w:rsid w:val="00AC2527"/>
    <w:rsid w:val="00AC2612"/>
    <w:rsid w:val="00AC2633"/>
    <w:rsid w:val="00AC2865"/>
    <w:rsid w:val="00AC3243"/>
    <w:rsid w:val="00AC347B"/>
    <w:rsid w:val="00AC3E24"/>
    <w:rsid w:val="00AC422D"/>
    <w:rsid w:val="00AC489C"/>
    <w:rsid w:val="00AC4DC0"/>
    <w:rsid w:val="00AC4EBC"/>
    <w:rsid w:val="00AC4EC5"/>
    <w:rsid w:val="00AC4EF8"/>
    <w:rsid w:val="00AC55CC"/>
    <w:rsid w:val="00AC55FD"/>
    <w:rsid w:val="00AC5A7F"/>
    <w:rsid w:val="00AC5B69"/>
    <w:rsid w:val="00AC5FD1"/>
    <w:rsid w:val="00AC603A"/>
    <w:rsid w:val="00AC6127"/>
    <w:rsid w:val="00AC670A"/>
    <w:rsid w:val="00AC6743"/>
    <w:rsid w:val="00AC714C"/>
    <w:rsid w:val="00AC71FC"/>
    <w:rsid w:val="00AC7563"/>
    <w:rsid w:val="00AC759F"/>
    <w:rsid w:val="00AC7942"/>
    <w:rsid w:val="00AC79F9"/>
    <w:rsid w:val="00AC7A3D"/>
    <w:rsid w:val="00AD0227"/>
    <w:rsid w:val="00AD0BC5"/>
    <w:rsid w:val="00AD0DA5"/>
    <w:rsid w:val="00AD11C2"/>
    <w:rsid w:val="00AD15B3"/>
    <w:rsid w:val="00AD1A6F"/>
    <w:rsid w:val="00AD1B91"/>
    <w:rsid w:val="00AD1CC0"/>
    <w:rsid w:val="00AD1CCB"/>
    <w:rsid w:val="00AD1D41"/>
    <w:rsid w:val="00AD1F38"/>
    <w:rsid w:val="00AD1F55"/>
    <w:rsid w:val="00AD2160"/>
    <w:rsid w:val="00AD2406"/>
    <w:rsid w:val="00AD2411"/>
    <w:rsid w:val="00AD2439"/>
    <w:rsid w:val="00AD27D2"/>
    <w:rsid w:val="00AD3451"/>
    <w:rsid w:val="00AD3526"/>
    <w:rsid w:val="00AD3538"/>
    <w:rsid w:val="00AD3765"/>
    <w:rsid w:val="00AD38CE"/>
    <w:rsid w:val="00AD42AC"/>
    <w:rsid w:val="00AD48A5"/>
    <w:rsid w:val="00AD4955"/>
    <w:rsid w:val="00AD4BE5"/>
    <w:rsid w:val="00AD5112"/>
    <w:rsid w:val="00AD51F4"/>
    <w:rsid w:val="00AD53E4"/>
    <w:rsid w:val="00AD5B4D"/>
    <w:rsid w:val="00AD63AC"/>
    <w:rsid w:val="00AD6459"/>
    <w:rsid w:val="00AD64CD"/>
    <w:rsid w:val="00AD6A6E"/>
    <w:rsid w:val="00AD6F74"/>
    <w:rsid w:val="00AD7212"/>
    <w:rsid w:val="00AD75CD"/>
    <w:rsid w:val="00AD772E"/>
    <w:rsid w:val="00AD7C84"/>
    <w:rsid w:val="00AE0572"/>
    <w:rsid w:val="00AE0C7C"/>
    <w:rsid w:val="00AE126B"/>
    <w:rsid w:val="00AE199A"/>
    <w:rsid w:val="00AE1C1F"/>
    <w:rsid w:val="00AE228F"/>
    <w:rsid w:val="00AE26A2"/>
    <w:rsid w:val="00AE2983"/>
    <w:rsid w:val="00AE4000"/>
    <w:rsid w:val="00AE4402"/>
    <w:rsid w:val="00AE463A"/>
    <w:rsid w:val="00AE4A30"/>
    <w:rsid w:val="00AE4A36"/>
    <w:rsid w:val="00AE4D87"/>
    <w:rsid w:val="00AE5046"/>
    <w:rsid w:val="00AE513D"/>
    <w:rsid w:val="00AE53AB"/>
    <w:rsid w:val="00AE5433"/>
    <w:rsid w:val="00AE5B3A"/>
    <w:rsid w:val="00AE5C16"/>
    <w:rsid w:val="00AE5E9D"/>
    <w:rsid w:val="00AE5F9B"/>
    <w:rsid w:val="00AE60DD"/>
    <w:rsid w:val="00AE60FD"/>
    <w:rsid w:val="00AE622F"/>
    <w:rsid w:val="00AE65B9"/>
    <w:rsid w:val="00AE6892"/>
    <w:rsid w:val="00AE700B"/>
    <w:rsid w:val="00AE74F8"/>
    <w:rsid w:val="00AE7785"/>
    <w:rsid w:val="00AE787E"/>
    <w:rsid w:val="00AE7900"/>
    <w:rsid w:val="00AE7A33"/>
    <w:rsid w:val="00AE7A76"/>
    <w:rsid w:val="00AE7E71"/>
    <w:rsid w:val="00AE7EAA"/>
    <w:rsid w:val="00AF019A"/>
    <w:rsid w:val="00AF022B"/>
    <w:rsid w:val="00AF0366"/>
    <w:rsid w:val="00AF055E"/>
    <w:rsid w:val="00AF0EAD"/>
    <w:rsid w:val="00AF1068"/>
    <w:rsid w:val="00AF16AE"/>
    <w:rsid w:val="00AF19B2"/>
    <w:rsid w:val="00AF1CAE"/>
    <w:rsid w:val="00AF1E77"/>
    <w:rsid w:val="00AF22CB"/>
    <w:rsid w:val="00AF23E7"/>
    <w:rsid w:val="00AF2513"/>
    <w:rsid w:val="00AF3065"/>
    <w:rsid w:val="00AF30E0"/>
    <w:rsid w:val="00AF32CA"/>
    <w:rsid w:val="00AF352B"/>
    <w:rsid w:val="00AF3593"/>
    <w:rsid w:val="00AF38FD"/>
    <w:rsid w:val="00AF3AC2"/>
    <w:rsid w:val="00AF478C"/>
    <w:rsid w:val="00AF531F"/>
    <w:rsid w:val="00AF539E"/>
    <w:rsid w:val="00AF550E"/>
    <w:rsid w:val="00AF5C05"/>
    <w:rsid w:val="00AF5FAD"/>
    <w:rsid w:val="00AF5FF0"/>
    <w:rsid w:val="00AF622A"/>
    <w:rsid w:val="00AF668E"/>
    <w:rsid w:val="00AF68B1"/>
    <w:rsid w:val="00AF68B8"/>
    <w:rsid w:val="00AF699C"/>
    <w:rsid w:val="00AF6A8B"/>
    <w:rsid w:val="00AF6AC2"/>
    <w:rsid w:val="00AF6EE2"/>
    <w:rsid w:val="00AF705B"/>
    <w:rsid w:val="00AF7243"/>
    <w:rsid w:val="00AF74CF"/>
    <w:rsid w:val="00AF75B6"/>
    <w:rsid w:val="00AF7FF0"/>
    <w:rsid w:val="00B0038C"/>
    <w:rsid w:val="00B00426"/>
    <w:rsid w:val="00B007A4"/>
    <w:rsid w:val="00B00E96"/>
    <w:rsid w:val="00B013A0"/>
    <w:rsid w:val="00B01426"/>
    <w:rsid w:val="00B01639"/>
    <w:rsid w:val="00B01671"/>
    <w:rsid w:val="00B019E5"/>
    <w:rsid w:val="00B01B80"/>
    <w:rsid w:val="00B01CBB"/>
    <w:rsid w:val="00B01CD6"/>
    <w:rsid w:val="00B01F9E"/>
    <w:rsid w:val="00B0207B"/>
    <w:rsid w:val="00B0211C"/>
    <w:rsid w:val="00B02B0A"/>
    <w:rsid w:val="00B03188"/>
    <w:rsid w:val="00B032EF"/>
    <w:rsid w:val="00B03317"/>
    <w:rsid w:val="00B03387"/>
    <w:rsid w:val="00B03B08"/>
    <w:rsid w:val="00B03C82"/>
    <w:rsid w:val="00B03D51"/>
    <w:rsid w:val="00B03E01"/>
    <w:rsid w:val="00B03F47"/>
    <w:rsid w:val="00B0410D"/>
    <w:rsid w:val="00B046BA"/>
    <w:rsid w:val="00B047E5"/>
    <w:rsid w:val="00B04B58"/>
    <w:rsid w:val="00B04E8D"/>
    <w:rsid w:val="00B05060"/>
    <w:rsid w:val="00B05111"/>
    <w:rsid w:val="00B051FF"/>
    <w:rsid w:val="00B05684"/>
    <w:rsid w:val="00B05E4E"/>
    <w:rsid w:val="00B05FF7"/>
    <w:rsid w:val="00B060F6"/>
    <w:rsid w:val="00B06463"/>
    <w:rsid w:val="00B064E3"/>
    <w:rsid w:val="00B06610"/>
    <w:rsid w:val="00B0678E"/>
    <w:rsid w:val="00B06A75"/>
    <w:rsid w:val="00B06F85"/>
    <w:rsid w:val="00B07603"/>
    <w:rsid w:val="00B079C6"/>
    <w:rsid w:val="00B1056E"/>
    <w:rsid w:val="00B10631"/>
    <w:rsid w:val="00B109E8"/>
    <w:rsid w:val="00B10CE8"/>
    <w:rsid w:val="00B11041"/>
    <w:rsid w:val="00B1116E"/>
    <w:rsid w:val="00B11305"/>
    <w:rsid w:val="00B113E1"/>
    <w:rsid w:val="00B114C1"/>
    <w:rsid w:val="00B1169A"/>
    <w:rsid w:val="00B119F1"/>
    <w:rsid w:val="00B11AF0"/>
    <w:rsid w:val="00B11E8D"/>
    <w:rsid w:val="00B126CB"/>
    <w:rsid w:val="00B1296B"/>
    <w:rsid w:val="00B12987"/>
    <w:rsid w:val="00B129A7"/>
    <w:rsid w:val="00B12AC5"/>
    <w:rsid w:val="00B12EC2"/>
    <w:rsid w:val="00B12FE2"/>
    <w:rsid w:val="00B13287"/>
    <w:rsid w:val="00B136F6"/>
    <w:rsid w:val="00B138FD"/>
    <w:rsid w:val="00B13B7A"/>
    <w:rsid w:val="00B13DE5"/>
    <w:rsid w:val="00B140A1"/>
    <w:rsid w:val="00B1437F"/>
    <w:rsid w:val="00B143B2"/>
    <w:rsid w:val="00B147C0"/>
    <w:rsid w:val="00B14907"/>
    <w:rsid w:val="00B14B6F"/>
    <w:rsid w:val="00B14B95"/>
    <w:rsid w:val="00B14CB8"/>
    <w:rsid w:val="00B14D1D"/>
    <w:rsid w:val="00B14E1F"/>
    <w:rsid w:val="00B14E31"/>
    <w:rsid w:val="00B15072"/>
    <w:rsid w:val="00B15336"/>
    <w:rsid w:val="00B1540D"/>
    <w:rsid w:val="00B15652"/>
    <w:rsid w:val="00B15C44"/>
    <w:rsid w:val="00B15E55"/>
    <w:rsid w:val="00B167A3"/>
    <w:rsid w:val="00B168A3"/>
    <w:rsid w:val="00B16CC2"/>
    <w:rsid w:val="00B16F35"/>
    <w:rsid w:val="00B1769B"/>
    <w:rsid w:val="00B205B2"/>
    <w:rsid w:val="00B20AA0"/>
    <w:rsid w:val="00B20EBC"/>
    <w:rsid w:val="00B20EE4"/>
    <w:rsid w:val="00B21048"/>
    <w:rsid w:val="00B216A6"/>
    <w:rsid w:val="00B216D6"/>
    <w:rsid w:val="00B21929"/>
    <w:rsid w:val="00B21B39"/>
    <w:rsid w:val="00B21B84"/>
    <w:rsid w:val="00B21E37"/>
    <w:rsid w:val="00B21F09"/>
    <w:rsid w:val="00B21FC7"/>
    <w:rsid w:val="00B22039"/>
    <w:rsid w:val="00B220C1"/>
    <w:rsid w:val="00B22840"/>
    <w:rsid w:val="00B23957"/>
    <w:rsid w:val="00B23D6E"/>
    <w:rsid w:val="00B23EAF"/>
    <w:rsid w:val="00B240A9"/>
    <w:rsid w:val="00B241F7"/>
    <w:rsid w:val="00B24F33"/>
    <w:rsid w:val="00B25279"/>
    <w:rsid w:val="00B2563F"/>
    <w:rsid w:val="00B25E09"/>
    <w:rsid w:val="00B26B13"/>
    <w:rsid w:val="00B26B21"/>
    <w:rsid w:val="00B26CE5"/>
    <w:rsid w:val="00B273F1"/>
    <w:rsid w:val="00B278D9"/>
    <w:rsid w:val="00B27A49"/>
    <w:rsid w:val="00B27B73"/>
    <w:rsid w:val="00B30BB8"/>
    <w:rsid w:val="00B30CDE"/>
    <w:rsid w:val="00B31468"/>
    <w:rsid w:val="00B314E1"/>
    <w:rsid w:val="00B31567"/>
    <w:rsid w:val="00B31952"/>
    <w:rsid w:val="00B31C23"/>
    <w:rsid w:val="00B31E21"/>
    <w:rsid w:val="00B326B5"/>
    <w:rsid w:val="00B32734"/>
    <w:rsid w:val="00B328C5"/>
    <w:rsid w:val="00B32A4C"/>
    <w:rsid w:val="00B32B13"/>
    <w:rsid w:val="00B330B5"/>
    <w:rsid w:val="00B331AF"/>
    <w:rsid w:val="00B33327"/>
    <w:rsid w:val="00B34114"/>
    <w:rsid w:val="00B345F5"/>
    <w:rsid w:val="00B34B24"/>
    <w:rsid w:val="00B34BBF"/>
    <w:rsid w:val="00B35D32"/>
    <w:rsid w:val="00B3610D"/>
    <w:rsid w:val="00B3671B"/>
    <w:rsid w:val="00B36854"/>
    <w:rsid w:val="00B370A4"/>
    <w:rsid w:val="00B3737F"/>
    <w:rsid w:val="00B377A1"/>
    <w:rsid w:val="00B378D7"/>
    <w:rsid w:val="00B37960"/>
    <w:rsid w:val="00B37967"/>
    <w:rsid w:val="00B37D63"/>
    <w:rsid w:val="00B37E89"/>
    <w:rsid w:val="00B37EC1"/>
    <w:rsid w:val="00B37F68"/>
    <w:rsid w:val="00B37FC6"/>
    <w:rsid w:val="00B40082"/>
    <w:rsid w:val="00B40154"/>
    <w:rsid w:val="00B40233"/>
    <w:rsid w:val="00B40395"/>
    <w:rsid w:val="00B40580"/>
    <w:rsid w:val="00B407B5"/>
    <w:rsid w:val="00B40E0C"/>
    <w:rsid w:val="00B40F8E"/>
    <w:rsid w:val="00B4148D"/>
    <w:rsid w:val="00B4181D"/>
    <w:rsid w:val="00B41839"/>
    <w:rsid w:val="00B419DC"/>
    <w:rsid w:val="00B41A77"/>
    <w:rsid w:val="00B420F2"/>
    <w:rsid w:val="00B4256E"/>
    <w:rsid w:val="00B42CC9"/>
    <w:rsid w:val="00B42EA3"/>
    <w:rsid w:val="00B431D1"/>
    <w:rsid w:val="00B433C2"/>
    <w:rsid w:val="00B43690"/>
    <w:rsid w:val="00B43B64"/>
    <w:rsid w:val="00B43CE2"/>
    <w:rsid w:val="00B43E6B"/>
    <w:rsid w:val="00B444CD"/>
    <w:rsid w:val="00B444E9"/>
    <w:rsid w:val="00B44A47"/>
    <w:rsid w:val="00B44BEF"/>
    <w:rsid w:val="00B44D60"/>
    <w:rsid w:val="00B453D7"/>
    <w:rsid w:val="00B45EBE"/>
    <w:rsid w:val="00B46163"/>
    <w:rsid w:val="00B46489"/>
    <w:rsid w:val="00B46540"/>
    <w:rsid w:val="00B4666E"/>
    <w:rsid w:val="00B46B43"/>
    <w:rsid w:val="00B46BB7"/>
    <w:rsid w:val="00B46C69"/>
    <w:rsid w:val="00B46D88"/>
    <w:rsid w:val="00B46DA4"/>
    <w:rsid w:val="00B46F47"/>
    <w:rsid w:val="00B46FC0"/>
    <w:rsid w:val="00B47697"/>
    <w:rsid w:val="00B47868"/>
    <w:rsid w:val="00B47D7B"/>
    <w:rsid w:val="00B47FB9"/>
    <w:rsid w:val="00B507EF"/>
    <w:rsid w:val="00B50B6B"/>
    <w:rsid w:val="00B50E4E"/>
    <w:rsid w:val="00B50FFC"/>
    <w:rsid w:val="00B51093"/>
    <w:rsid w:val="00B517A2"/>
    <w:rsid w:val="00B52048"/>
    <w:rsid w:val="00B524C6"/>
    <w:rsid w:val="00B525E3"/>
    <w:rsid w:val="00B52888"/>
    <w:rsid w:val="00B52F00"/>
    <w:rsid w:val="00B52F2B"/>
    <w:rsid w:val="00B53206"/>
    <w:rsid w:val="00B5331D"/>
    <w:rsid w:val="00B534C8"/>
    <w:rsid w:val="00B53521"/>
    <w:rsid w:val="00B53710"/>
    <w:rsid w:val="00B5394F"/>
    <w:rsid w:val="00B53C9F"/>
    <w:rsid w:val="00B54090"/>
    <w:rsid w:val="00B540CC"/>
    <w:rsid w:val="00B5424D"/>
    <w:rsid w:val="00B5497C"/>
    <w:rsid w:val="00B54D75"/>
    <w:rsid w:val="00B5549C"/>
    <w:rsid w:val="00B5568D"/>
    <w:rsid w:val="00B55D33"/>
    <w:rsid w:val="00B55D47"/>
    <w:rsid w:val="00B566CF"/>
    <w:rsid w:val="00B56A26"/>
    <w:rsid w:val="00B56BA5"/>
    <w:rsid w:val="00B57A62"/>
    <w:rsid w:val="00B57B84"/>
    <w:rsid w:val="00B60509"/>
    <w:rsid w:val="00B60514"/>
    <w:rsid w:val="00B60540"/>
    <w:rsid w:val="00B60955"/>
    <w:rsid w:val="00B60C27"/>
    <w:rsid w:val="00B6119E"/>
    <w:rsid w:val="00B617BB"/>
    <w:rsid w:val="00B61E65"/>
    <w:rsid w:val="00B61E73"/>
    <w:rsid w:val="00B621BA"/>
    <w:rsid w:val="00B621BE"/>
    <w:rsid w:val="00B6244D"/>
    <w:rsid w:val="00B62458"/>
    <w:rsid w:val="00B624DE"/>
    <w:rsid w:val="00B6260A"/>
    <w:rsid w:val="00B62DA5"/>
    <w:rsid w:val="00B62E76"/>
    <w:rsid w:val="00B62F23"/>
    <w:rsid w:val="00B631DE"/>
    <w:rsid w:val="00B632FD"/>
    <w:rsid w:val="00B63316"/>
    <w:rsid w:val="00B637E4"/>
    <w:rsid w:val="00B63A3C"/>
    <w:rsid w:val="00B63B6F"/>
    <w:rsid w:val="00B63FFA"/>
    <w:rsid w:val="00B63FFF"/>
    <w:rsid w:val="00B64098"/>
    <w:rsid w:val="00B641A2"/>
    <w:rsid w:val="00B64368"/>
    <w:rsid w:val="00B64493"/>
    <w:rsid w:val="00B64BFD"/>
    <w:rsid w:val="00B64D35"/>
    <w:rsid w:val="00B657FE"/>
    <w:rsid w:val="00B65D21"/>
    <w:rsid w:val="00B65E6E"/>
    <w:rsid w:val="00B6615A"/>
    <w:rsid w:val="00B6622E"/>
    <w:rsid w:val="00B66BA1"/>
    <w:rsid w:val="00B66C1E"/>
    <w:rsid w:val="00B66D53"/>
    <w:rsid w:val="00B6739E"/>
    <w:rsid w:val="00B676B1"/>
    <w:rsid w:val="00B677A9"/>
    <w:rsid w:val="00B67AE9"/>
    <w:rsid w:val="00B67CDF"/>
    <w:rsid w:val="00B7001A"/>
    <w:rsid w:val="00B703A0"/>
    <w:rsid w:val="00B70B04"/>
    <w:rsid w:val="00B70B66"/>
    <w:rsid w:val="00B70BE1"/>
    <w:rsid w:val="00B70CB1"/>
    <w:rsid w:val="00B70EAD"/>
    <w:rsid w:val="00B70F7F"/>
    <w:rsid w:val="00B70FC6"/>
    <w:rsid w:val="00B710B7"/>
    <w:rsid w:val="00B710BD"/>
    <w:rsid w:val="00B713CC"/>
    <w:rsid w:val="00B717D0"/>
    <w:rsid w:val="00B71DD0"/>
    <w:rsid w:val="00B7214B"/>
    <w:rsid w:val="00B7221B"/>
    <w:rsid w:val="00B72566"/>
    <w:rsid w:val="00B72597"/>
    <w:rsid w:val="00B72E06"/>
    <w:rsid w:val="00B730CC"/>
    <w:rsid w:val="00B732A6"/>
    <w:rsid w:val="00B73697"/>
    <w:rsid w:val="00B73F4E"/>
    <w:rsid w:val="00B7402B"/>
    <w:rsid w:val="00B7466F"/>
    <w:rsid w:val="00B74A00"/>
    <w:rsid w:val="00B75118"/>
    <w:rsid w:val="00B751E7"/>
    <w:rsid w:val="00B753A2"/>
    <w:rsid w:val="00B759AE"/>
    <w:rsid w:val="00B75BDA"/>
    <w:rsid w:val="00B75E06"/>
    <w:rsid w:val="00B75ED8"/>
    <w:rsid w:val="00B75F84"/>
    <w:rsid w:val="00B761EB"/>
    <w:rsid w:val="00B76514"/>
    <w:rsid w:val="00B76719"/>
    <w:rsid w:val="00B7671F"/>
    <w:rsid w:val="00B7689E"/>
    <w:rsid w:val="00B77333"/>
    <w:rsid w:val="00B77E9F"/>
    <w:rsid w:val="00B77FD4"/>
    <w:rsid w:val="00B80087"/>
    <w:rsid w:val="00B801A1"/>
    <w:rsid w:val="00B80C4C"/>
    <w:rsid w:val="00B810A8"/>
    <w:rsid w:val="00B8118B"/>
    <w:rsid w:val="00B815BA"/>
    <w:rsid w:val="00B817A8"/>
    <w:rsid w:val="00B81A77"/>
    <w:rsid w:val="00B81B58"/>
    <w:rsid w:val="00B81E05"/>
    <w:rsid w:val="00B81ED5"/>
    <w:rsid w:val="00B820B8"/>
    <w:rsid w:val="00B82206"/>
    <w:rsid w:val="00B822DC"/>
    <w:rsid w:val="00B82463"/>
    <w:rsid w:val="00B82864"/>
    <w:rsid w:val="00B82EDF"/>
    <w:rsid w:val="00B82FFF"/>
    <w:rsid w:val="00B830E8"/>
    <w:rsid w:val="00B83308"/>
    <w:rsid w:val="00B83382"/>
    <w:rsid w:val="00B83AFA"/>
    <w:rsid w:val="00B83F71"/>
    <w:rsid w:val="00B84366"/>
    <w:rsid w:val="00B845AB"/>
    <w:rsid w:val="00B846B4"/>
    <w:rsid w:val="00B84716"/>
    <w:rsid w:val="00B84A1B"/>
    <w:rsid w:val="00B84B3F"/>
    <w:rsid w:val="00B84DBD"/>
    <w:rsid w:val="00B84E19"/>
    <w:rsid w:val="00B84FED"/>
    <w:rsid w:val="00B85031"/>
    <w:rsid w:val="00B851EF"/>
    <w:rsid w:val="00B853D3"/>
    <w:rsid w:val="00B8543B"/>
    <w:rsid w:val="00B854E9"/>
    <w:rsid w:val="00B8553E"/>
    <w:rsid w:val="00B85590"/>
    <w:rsid w:val="00B85845"/>
    <w:rsid w:val="00B85CCD"/>
    <w:rsid w:val="00B8639A"/>
    <w:rsid w:val="00B866A2"/>
    <w:rsid w:val="00B869B9"/>
    <w:rsid w:val="00B86CAF"/>
    <w:rsid w:val="00B874C7"/>
    <w:rsid w:val="00B87556"/>
    <w:rsid w:val="00B87BE5"/>
    <w:rsid w:val="00B87F79"/>
    <w:rsid w:val="00B904C2"/>
    <w:rsid w:val="00B90D64"/>
    <w:rsid w:val="00B90FAE"/>
    <w:rsid w:val="00B91135"/>
    <w:rsid w:val="00B9160F"/>
    <w:rsid w:val="00B916A0"/>
    <w:rsid w:val="00B91964"/>
    <w:rsid w:val="00B922F1"/>
    <w:rsid w:val="00B92843"/>
    <w:rsid w:val="00B92857"/>
    <w:rsid w:val="00B92960"/>
    <w:rsid w:val="00B92D5C"/>
    <w:rsid w:val="00B92D6A"/>
    <w:rsid w:val="00B92DCE"/>
    <w:rsid w:val="00B92EB0"/>
    <w:rsid w:val="00B9322A"/>
    <w:rsid w:val="00B9392B"/>
    <w:rsid w:val="00B93A32"/>
    <w:rsid w:val="00B9400F"/>
    <w:rsid w:val="00B943D6"/>
    <w:rsid w:val="00B94422"/>
    <w:rsid w:val="00B94676"/>
    <w:rsid w:val="00B9494F"/>
    <w:rsid w:val="00B94B9F"/>
    <w:rsid w:val="00B94E44"/>
    <w:rsid w:val="00B94EF9"/>
    <w:rsid w:val="00B94F91"/>
    <w:rsid w:val="00B95439"/>
    <w:rsid w:val="00B95A05"/>
    <w:rsid w:val="00B95D69"/>
    <w:rsid w:val="00B96552"/>
    <w:rsid w:val="00B968A9"/>
    <w:rsid w:val="00B968BA"/>
    <w:rsid w:val="00B96B80"/>
    <w:rsid w:val="00B9733A"/>
    <w:rsid w:val="00B973BA"/>
    <w:rsid w:val="00B974B0"/>
    <w:rsid w:val="00B97616"/>
    <w:rsid w:val="00B976BA"/>
    <w:rsid w:val="00B976BB"/>
    <w:rsid w:val="00B97E08"/>
    <w:rsid w:val="00BA02D3"/>
    <w:rsid w:val="00BA0301"/>
    <w:rsid w:val="00BA03F4"/>
    <w:rsid w:val="00BA04DF"/>
    <w:rsid w:val="00BA0691"/>
    <w:rsid w:val="00BA0852"/>
    <w:rsid w:val="00BA0A20"/>
    <w:rsid w:val="00BA10A7"/>
    <w:rsid w:val="00BA12D1"/>
    <w:rsid w:val="00BA1464"/>
    <w:rsid w:val="00BA1678"/>
    <w:rsid w:val="00BA17E5"/>
    <w:rsid w:val="00BA1A2C"/>
    <w:rsid w:val="00BA2257"/>
    <w:rsid w:val="00BA2793"/>
    <w:rsid w:val="00BA2798"/>
    <w:rsid w:val="00BA2930"/>
    <w:rsid w:val="00BA2EC6"/>
    <w:rsid w:val="00BA2FD1"/>
    <w:rsid w:val="00BA3180"/>
    <w:rsid w:val="00BA3825"/>
    <w:rsid w:val="00BA3CC0"/>
    <w:rsid w:val="00BA3DE5"/>
    <w:rsid w:val="00BA4443"/>
    <w:rsid w:val="00BA4608"/>
    <w:rsid w:val="00BA4611"/>
    <w:rsid w:val="00BA49BD"/>
    <w:rsid w:val="00BA542E"/>
    <w:rsid w:val="00BA5C0F"/>
    <w:rsid w:val="00BA5D35"/>
    <w:rsid w:val="00BA5E1E"/>
    <w:rsid w:val="00BA5EE0"/>
    <w:rsid w:val="00BA61CD"/>
    <w:rsid w:val="00BA64B0"/>
    <w:rsid w:val="00BA655D"/>
    <w:rsid w:val="00BA6B4F"/>
    <w:rsid w:val="00BA6BD4"/>
    <w:rsid w:val="00BA6D8D"/>
    <w:rsid w:val="00BA6E69"/>
    <w:rsid w:val="00BA7164"/>
    <w:rsid w:val="00BA71C2"/>
    <w:rsid w:val="00BA7414"/>
    <w:rsid w:val="00BA7445"/>
    <w:rsid w:val="00BA7813"/>
    <w:rsid w:val="00BA7BBD"/>
    <w:rsid w:val="00BB0015"/>
    <w:rsid w:val="00BB0048"/>
    <w:rsid w:val="00BB0112"/>
    <w:rsid w:val="00BB0327"/>
    <w:rsid w:val="00BB0567"/>
    <w:rsid w:val="00BB09BA"/>
    <w:rsid w:val="00BB0A4E"/>
    <w:rsid w:val="00BB0CE3"/>
    <w:rsid w:val="00BB0DCC"/>
    <w:rsid w:val="00BB1B95"/>
    <w:rsid w:val="00BB2C3D"/>
    <w:rsid w:val="00BB301A"/>
    <w:rsid w:val="00BB33C1"/>
    <w:rsid w:val="00BB345B"/>
    <w:rsid w:val="00BB35AB"/>
    <w:rsid w:val="00BB3844"/>
    <w:rsid w:val="00BB39B1"/>
    <w:rsid w:val="00BB39BF"/>
    <w:rsid w:val="00BB3E5A"/>
    <w:rsid w:val="00BB4278"/>
    <w:rsid w:val="00BB4870"/>
    <w:rsid w:val="00BB4C4A"/>
    <w:rsid w:val="00BB4E92"/>
    <w:rsid w:val="00BB4F78"/>
    <w:rsid w:val="00BB5047"/>
    <w:rsid w:val="00BB5409"/>
    <w:rsid w:val="00BB5E85"/>
    <w:rsid w:val="00BB60D5"/>
    <w:rsid w:val="00BB67F2"/>
    <w:rsid w:val="00BB6D5E"/>
    <w:rsid w:val="00BB6F52"/>
    <w:rsid w:val="00BB6FF8"/>
    <w:rsid w:val="00BB704C"/>
    <w:rsid w:val="00BB71B4"/>
    <w:rsid w:val="00BB790E"/>
    <w:rsid w:val="00BB7DEE"/>
    <w:rsid w:val="00BB7E1F"/>
    <w:rsid w:val="00BC02A5"/>
    <w:rsid w:val="00BC06AF"/>
    <w:rsid w:val="00BC0AB3"/>
    <w:rsid w:val="00BC108C"/>
    <w:rsid w:val="00BC1531"/>
    <w:rsid w:val="00BC183B"/>
    <w:rsid w:val="00BC19DE"/>
    <w:rsid w:val="00BC1C9A"/>
    <w:rsid w:val="00BC211E"/>
    <w:rsid w:val="00BC2804"/>
    <w:rsid w:val="00BC3AE9"/>
    <w:rsid w:val="00BC3CCF"/>
    <w:rsid w:val="00BC3EA3"/>
    <w:rsid w:val="00BC4052"/>
    <w:rsid w:val="00BC41A0"/>
    <w:rsid w:val="00BC41CD"/>
    <w:rsid w:val="00BC4379"/>
    <w:rsid w:val="00BC4772"/>
    <w:rsid w:val="00BC4B6C"/>
    <w:rsid w:val="00BC4CF5"/>
    <w:rsid w:val="00BC531D"/>
    <w:rsid w:val="00BC56C8"/>
    <w:rsid w:val="00BC5B81"/>
    <w:rsid w:val="00BC5BA6"/>
    <w:rsid w:val="00BC5E6B"/>
    <w:rsid w:val="00BC6782"/>
    <w:rsid w:val="00BC6821"/>
    <w:rsid w:val="00BC6C54"/>
    <w:rsid w:val="00BC6C74"/>
    <w:rsid w:val="00BC7252"/>
    <w:rsid w:val="00BC72E8"/>
    <w:rsid w:val="00BC7612"/>
    <w:rsid w:val="00BC795E"/>
    <w:rsid w:val="00BC79D4"/>
    <w:rsid w:val="00BD075C"/>
    <w:rsid w:val="00BD07A1"/>
    <w:rsid w:val="00BD0A5B"/>
    <w:rsid w:val="00BD2235"/>
    <w:rsid w:val="00BD2954"/>
    <w:rsid w:val="00BD2F75"/>
    <w:rsid w:val="00BD349C"/>
    <w:rsid w:val="00BD3C0C"/>
    <w:rsid w:val="00BD3CE1"/>
    <w:rsid w:val="00BD4303"/>
    <w:rsid w:val="00BD47E5"/>
    <w:rsid w:val="00BD487E"/>
    <w:rsid w:val="00BD4A0A"/>
    <w:rsid w:val="00BD4AE1"/>
    <w:rsid w:val="00BD50D6"/>
    <w:rsid w:val="00BD5151"/>
    <w:rsid w:val="00BD52B0"/>
    <w:rsid w:val="00BD5444"/>
    <w:rsid w:val="00BD5678"/>
    <w:rsid w:val="00BD5DA5"/>
    <w:rsid w:val="00BD644A"/>
    <w:rsid w:val="00BD64C9"/>
    <w:rsid w:val="00BD6AEE"/>
    <w:rsid w:val="00BD6D99"/>
    <w:rsid w:val="00BD6EAE"/>
    <w:rsid w:val="00BD71C7"/>
    <w:rsid w:val="00BD777F"/>
    <w:rsid w:val="00BD7968"/>
    <w:rsid w:val="00BD7B20"/>
    <w:rsid w:val="00BD7F3A"/>
    <w:rsid w:val="00BE000D"/>
    <w:rsid w:val="00BE02B5"/>
    <w:rsid w:val="00BE03B6"/>
    <w:rsid w:val="00BE08CB"/>
    <w:rsid w:val="00BE0D09"/>
    <w:rsid w:val="00BE0D0C"/>
    <w:rsid w:val="00BE0ED8"/>
    <w:rsid w:val="00BE113E"/>
    <w:rsid w:val="00BE1369"/>
    <w:rsid w:val="00BE1480"/>
    <w:rsid w:val="00BE14BF"/>
    <w:rsid w:val="00BE1573"/>
    <w:rsid w:val="00BE19E8"/>
    <w:rsid w:val="00BE1E1A"/>
    <w:rsid w:val="00BE1E6B"/>
    <w:rsid w:val="00BE2051"/>
    <w:rsid w:val="00BE26A4"/>
    <w:rsid w:val="00BE26B9"/>
    <w:rsid w:val="00BE2F36"/>
    <w:rsid w:val="00BE3079"/>
    <w:rsid w:val="00BE30EA"/>
    <w:rsid w:val="00BE32B0"/>
    <w:rsid w:val="00BE3489"/>
    <w:rsid w:val="00BE3996"/>
    <w:rsid w:val="00BE3A5E"/>
    <w:rsid w:val="00BE3E20"/>
    <w:rsid w:val="00BE47F7"/>
    <w:rsid w:val="00BE4830"/>
    <w:rsid w:val="00BE497E"/>
    <w:rsid w:val="00BE514C"/>
    <w:rsid w:val="00BE544D"/>
    <w:rsid w:val="00BE5924"/>
    <w:rsid w:val="00BE5B80"/>
    <w:rsid w:val="00BE5BD6"/>
    <w:rsid w:val="00BE5C37"/>
    <w:rsid w:val="00BE5D8A"/>
    <w:rsid w:val="00BE624D"/>
    <w:rsid w:val="00BE63A0"/>
    <w:rsid w:val="00BE6D6F"/>
    <w:rsid w:val="00BE6DC7"/>
    <w:rsid w:val="00BE733F"/>
    <w:rsid w:val="00BE7440"/>
    <w:rsid w:val="00BE7629"/>
    <w:rsid w:val="00BE7A84"/>
    <w:rsid w:val="00BE7FCE"/>
    <w:rsid w:val="00BF0339"/>
    <w:rsid w:val="00BF03D9"/>
    <w:rsid w:val="00BF108B"/>
    <w:rsid w:val="00BF1148"/>
    <w:rsid w:val="00BF11C9"/>
    <w:rsid w:val="00BF136E"/>
    <w:rsid w:val="00BF1717"/>
    <w:rsid w:val="00BF1932"/>
    <w:rsid w:val="00BF1B10"/>
    <w:rsid w:val="00BF1FA2"/>
    <w:rsid w:val="00BF238C"/>
    <w:rsid w:val="00BF2D4C"/>
    <w:rsid w:val="00BF2E5B"/>
    <w:rsid w:val="00BF301B"/>
    <w:rsid w:val="00BF3630"/>
    <w:rsid w:val="00BF397C"/>
    <w:rsid w:val="00BF3A85"/>
    <w:rsid w:val="00BF3F69"/>
    <w:rsid w:val="00BF4106"/>
    <w:rsid w:val="00BF43D0"/>
    <w:rsid w:val="00BF45A9"/>
    <w:rsid w:val="00BF48D9"/>
    <w:rsid w:val="00BF4ED1"/>
    <w:rsid w:val="00BF518D"/>
    <w:rsid w:val="00BF51AB"/>
    <w:rsid w:val="00BF5639"/>
    <w:rsid w:val="00BF639A"/>
    <w:rsid w:val="00BF6F2C"/>
    <w:rsid w:val="00BF72BE"/>
    <w:rsid w:val="00BF7523"/>
    <w:rsid w:val="00BF752E"/>
    <w:rsid w:val="00BF7E67"/>
    <w:rsid w:val="00C00156"/>
    <w:rsid w:val="00C0015D"/>
    <w:rsid w:val="00C00407"/>
    <w:rsid w:val="00C00725"/>
    <w:rsid w:val="00C00791"/>
    <w:rsid w:val="00C0079D"/>
    <w:rsid w:val="00C007FB"/>
    <w:rsid w:val="00C00813"/>
    <w:rsid w:val="00C0095B"/>
    <w:rsid w:val="00C00A53"/>
    <w:rsid w:val="00C00A75"/>
    <w:rsid w:val="00C00A9C"/>
    <w:rsid w:val="00C01236"/>
    <w:rsid w:val="00C0130D"/>
    <w:rsid w:val="00C01B65"/>
    <w:rsid w:val="00C01B8B"/>
    <w:rsid w:val="00C01BD8"/>
    <w:rsid w:val="00C01C2B"/>
    <w:rsid w:val="00C0256B"/>
    <w:rsid w:val="00C02723"/>
    <w:rsid w:val="00C02802"/>
    <w:rsid w:val="00C031C6"/>
    <w:rsid w:val="00C03215"/>
    <w:rsid w:val="00C03857"/>
    <w:rsid w:val="00C038B1"/>
    <w:rsid w:val="00C0391F"/>
    <w:rsid w:val="00C03982"/>
    <w:rsid w:val="00C03E10"/>
    <w:rsid w:val="00C03F5C"/>
    <w:rsid w:val="00C042B0"/>
    <w:rsid w:val="00C047C9"/>
    <w:rsid w:val="00C04A6C"/>
    <w:rsid w:val="00C04B84"/>
    <w:rsid w:val="00C04DAD"/>
    <w:rsid w:val="00C05061"/>
    <w:rsid w:val="00C05795"/>
    <w:rsid w:val="00C057D2"/>
    <w:rsid w:val="00C062DF"/>
    <w:rsid w:val="00C06413"/>
    <w:rsid w:val="00C06939"/>
    <w:rsid w:val="00C0696C"/>
    <w:rsid w:val="00C069CC"/>
    <w:rsid w:val="00C06FFB"/>
    <w:rsid w:val="00C072B2"/>
    <w:rsid w:val="00C07337"/>
    <w:rsid w:val="00C0774E"/>
    <w:rsid w:val="00C078E6"/>
    <w:rsid w:val="00C103C1"/>
    <w:rsid w:val="00C107C1"/>
    <w:rsid w:val="00C10B61"/>
    <w:rsid w:val="00C10CE0"/>
    <w:rsid w:val="00C10D9A"/>
    <w:rsid w:val="00C10EB6"/>
    <w:rsid w:val="00C10F48"/>
    <w:rsid w:val="00C113CF"/>
    <w:rsid w:val="00C11FC1"/>
    <w:rsid w:val="00C12391"/>
    <w:rsid w:val="00C125EB"/>
    <w:rsid w:val="00C12AF5"/>
    <w:rsid w:val="00C1314F"/>
    <w:rsid w:val="00C13298"/>
    <w:rsid w:val="00C1330E"/>
    <w:rsid w:val="00C13537"/>
    <w:rsid w:val="00C1355D"/>
    <w:rsid w:val="00C135D9"/>
    <w:rsid w:val="00C13C0B"/>
    <w:rsid w:val="00C13E94"/>
    <w:rsid w:val="00C14110"/>
    <w:rsid w:val="00C144B2"/>
    <w:rsid w:val="00C147DD"/>
    <w:rsid w:val="00C1495B"/>
    <w:rsid w:val="00C14EFE"/>
    <w:rsid w:val="00C15176"/>
    <w:rsid w:val="00C1563C"/>
    <w:rsid w:val="00C15BBD"/>
    <w:rsid w:val="00C15CCF"/>
    <w:rsid w:val="00C15FAA"/>
    <w:rsid w:val="00C16363"/>
    <w:rsid w:val="00C16763"/>
    <w:rsid w:val="00C1679F"/>
    <w:rsid w:val="00C167EE"/>
    <w:rsid w:val="00C16E4E"/>
    <w:rsid w:val="00C16E53"/>
    <w:rsid w:val="00C17ADE"/>
    <w:rsid w:val="00C17AF6"/>
    <w:rsid w:val="00C17D72"/>
    <w:rsid w:val="00C17F95"/>
    <w:rsid w:val="00C2005C"/>
    <w:rsid w:val="00C20618"/>
    <w:rsid w:val="00C20E37"/>
    <w:rsid w:val="00C20E99"/>
    <w:rsid w:val="00C20F91"/>
    <w:rsid w:val="00C21049"/>
    <w:rsid w:val="00C21806"/>
    <w:rsid w:val="00C218CE"/>
    <w:rsid w:val="00C21AC8"/>
    <w:rsid w:val="00C21DDA"/>
    <w:rsid w:val="00C21EE4"/>
    <w:rsid w:val="00C221E1"/>
    <w:rsid w:val="00C224D8"/>
    <w:rsid w:val="00C2250D"/>
    <w:rsid w:val="00C226A7"/>
    <w:rsid w:val="00C226B2"/>
    <w:rsid w:val="00C22995"/>
    <w:rsid w:val="00C229BA"/>
    <w:rsid w:val="00C22B2F"/>
    <w:rsid w:val="00C22B9C"/>
    <w:rsid w:val="00C22BFE"/>
    <w:rsid w:val="00C23D45"/>
    <w:rsid w:val="00C23FD7"/>
    <w:rsid w:val="00C24262"/>
    <w:rsid w:val="00C245FA"/>
    <w:rsid w:val="00C24821"/>
    <w:rsid w:val="00C248B4"/>
    <w:rsid w:val="00C252ED"/>
    <w:rsid w:val="00C257F4"/>
    <w:rsid w:val="00C25865"/>
    <w:rsid w:val="00C25956"/>
    <w:rsid w:val="00C25A4C"/>
    <w:rsid w:val="00C25BAE"/>
    <w:rsid w:val="00C25BC6"/>
    <w:rsid w:val="00C26412"/>
    <w:rsid w:val="00C26612"/>
    <w:rsid w:val="00C2684F"/>
    <w:rsid w:val="00C272B4"/>
    <w:rsid w:val="00C27BBF"/>
    <w:rsid w:val="00C27E64"/>
    <w:rsid w:val="00C3014A"/>
    <w:rsid w:val="00C30656"/>
    <w:rsid w:val="00C31033"/>
    <w:rsid w:val="00C310A5"/>
    <w:rsid w:val="00C31AEB"/>
    <w:rsid w:val="00C31CE8"/>
    <w:rsid w:val="00C322F6"/>
    <w:rsid w:val="00C32916"/>
    <w:rsid w:val="00C32F49"/>
    <w:rsid w:val="00C331C9"/>
    <w:rsid w:val="00C33450"/>
    <w:rsid w:val="00C33703"/>
    <w:rsid w:val="00C33893"/>
    <w:rsid w:val="00C338D7"/>
    <w:rsid w:val="00C33954"/>
    <w:rsid w:val="00C33E72"/>
    <w:rsid w:val="00C33F42"/>
    <w:rsid w:val="00C34008"/>
    <w:rsid w:val="00C3453A"/>
    <w:rsid w:val="00C36133"/>
    <w:rsid w:val="00C36296"/>
    <w:rsid w:val="00C364A4"/>
    <w:rsid w:val="00C3658E"/>
    <w:rsid w:val="00C36788"/>
    <w:rsid w:val="00C36B7F"/>
    <w:rsid w:val="00C36D1E"/>
    <w:rsid w:val="00C40043"/>
    <w:rsid w:val="00C400DA"/>
    <w:rsid w:val="00C400DD"/>
    <w:rsid w:val="00C40204"/>
    <w:rsid w:val="00C406E0"/>
    <w:rsid w:val="00C4073A"/>
    <w:rsid w:val="00C40B4F"/>
    <w:rsid w:val="00C412BA"/>
    <w:rsid w:val="00C417A2"/>
    <w:rsid w:val="00C419B2"/>
    <w:rsid w:val="00C41E60"/>
    <w:rsid w:val="00C41F24"/>
    <w:rsid w:val="00C41F35"/>
    <w:rsid w:val="00C421AB"/>
    <w:rsid w:val="00C42655"/>
    <w:rsid w:val="00C42DAC"/>
    <w:rsid w:val="00C43741"/>
    <w:rsid w:val="00C43BD6"/>
    <w:rsid w:val="00C44097"/>
    <w:rsid w:val="00C44456"/>
    <w:rsid w:val="00C446FA"/>
    <w:rsid w:val="00C44722"/>
    <w:rsid w:val="00C44745"/>
    <w:rsid w:val="00C449F3"/>
    <w:rsid w:val="00C4539F"/>
    <w:rsid w:val="00C4547E"/>
    <w:rsid w:val="00C456A4"/>
    <w:rsid w:val="00C45C9C"/>
    <w:rsid w:val="00C45D9C"/>
    <w:rsid w:val="00C45E57"/>
    <w:rsid w:val="00C45F61"/>
    <w:rsid w:val="00C46410"/>
    <w:rsid w:val="00C466FF"/>
    <w:rsid w:val="00C4690D"/>
    <w:rsid w:val="00C50404"/>
    <w:rsid w:val="00C506D4"/>
    <w:rsid w:val="00C50DDE"/>
    <w:rsid w:val="00C5139E"/>
    <w:rsid w:val="00C51667"/>
    <w:rsid w:val="00C51B6F"/>
    <w:rsid w:val="00C51F97"/>
    <w:rsid w:val="00C52237"/>
    <w:rsid w:val="00C52338"/>
    <w:rsid w:val="00C524A9"/>
    <w:rsid w:val="00C52D3B"/>
    <w:rsid w:val="00C52FF3"/>
    <w:rsid w:val="00C530C8"/>
    <w:rsid w:val="00C53358"/>
    <w:rsid w:val="00C534D6"/>
    <w:rsid w:val="00C536C8"/>
    <w:rsid w:val="00C536D9"/>
    <w:rsid w:val="00C536E0"/>
    <w:rsid w:val="00C537C2"/>
    <w:rsid w:val="00C5389A"/>
    <w:rsid w:val="00C53C0F"/>
    <w:rsid w:val="00C53C28"/>
    <w:rsid w:val="00C5435D"/>
    <w:rsid w:val="00C54B32"/>
    <w:rsid w:val="00C5504B"/>
    <w:rsid w:val="00C551C8"/>
    <w:rsid w:val="00C552CD"/>
    <w:rsid w:val="00C555AE"/>
    <w:rsid w:val="00C55863"/>
    <w:rsid w:val="00C55A93"/>
    <w:rsid w:val="00C563BA"/>
    <w:rsid w:val="00C5642D"/>
    <w:rsid w:val="00C56D0A"/>
    <w:rsid w:val="00C56DDD"/>
    <w:rsid w:val="00C56F87"/>
    <w:rsid w:val="00C57166"/>
    <w:rsid w:val="00C5726A"/>
    <w:rsid w:val="00C573F9"/>
    <w:rsid w:val="00C57A90"/>
    <w:rsid w:val="00C6068A"/>
    <w:rsid w:val="00C60817"/>
    <w:rsid w:val="00C614B6"/>
    <w:rsid w:val="00C61745"/>
    <w:rsid w:val="00C6184F"/>
    <w:rsid w:val="00C6189E"/>
    <w:rsid w:val="00C61B84"/>
    <w:rsid w:val="00C61B8E"/>
    <w:rsid w:val="00C61C97"/>
    <w:rsid w:val="00C61F66"/>
    <w:rsid w:val="00C61F81"/>
    <w:rsid w:val="00C625B0"/>
    <w:rsid w:val="00C626F0"/>
    <w:rsid w:val="00C62C1B"/>
    <w:rsid w:val="00C630B1"/>
    <w:rsid w:val="00C633FE"/>
    <w:rsid w:val="00C63A2A"/>
    <w:rsid w:val="00C64376"/>
    <w:rsid w:val="00C6441A"/>
    <w:rsid w:val="00C647A7"/>
    <w:rsid w:val="00C647E7"/>
    <w:rsid w:val="00C648EB"/>
    <w:rsid w:val="00C64900"/>
    <w:rsid w:val="00C64D2F"/>
    <w:rsid w:val="00C64DB6"/>
    <w:rsid w:val="00C650CA"/>
    <w:rsid w:val="00C65192"/>
    <w:rsid w:val="00C653F0"/>
    <w:rsid w:val="00C656B4"/>
    <w:rsid w:val="00C65892"/>
    <w:rsid w:val="00C658E2"/>
    <w:rsid w:val="00C6594A"/>
    <w:rsid w:val="00C65BE7"/>
    <w:rsid w:val="00C66950"/>
    <w:rsid w:val="00C66BBA"/>
    <w:rsid w:val="00C66D33"/>
    <w:rsid w:val="00C66F07"/>
    <w:rsid w:val="00C671BE"/>
    <w:rsid w:val="00C678D4"/>
    <w:rsid w:val="00C67C7F"/>
    <w:rsid w:val="00C67CA9"/>
    <w:rsid w:val="00C700F6"/>
    <w:rsid w:val="00C7046B"/>
    <w:rsid w:val="00C70BFE"/>
    <w:rsid w:val="00C70FC1"/>
    <w:rsid w:val="00C71DBC"/>
    <w:rsid w:val="00C71DCC"/>
    <w:rsid w:val="00C722E2"/>
    <w:rsid w:val="00C7245A"/>
    <w:rsid w:val="00C72505"/>
    <w:rsid w:val="00C7266B"/>
    <w:rsid w:val="00C7281F"/>
    <w:rsid w:val="00C72913"/>
    <w:rsid w:val="00C72A4A"/>
    <w:rsid w:val="00C72BD2"/>
    <w:rsid w:val="00C72F2E"/>
    <w:rsid w:val="00C73012"/>
    <w:rsid w:val="00C733F5"/>
    <w:rsid w:val="00C735C2"/>
    <w:rsid w:val="00C73DCC"/>
    <w:rsid w:val="00C7406F"/>
    <w:rsid w:val="00C74629"/>
    <w:rsid w:val="00C74905"/>
    <w:rsid w:val="00C74DAF"/>
    <w:rsid w:val="00C751AA"/>
    <w:rsid w:val="00C7524B"/>
    <w:rsid w:val="00C753BB"/>
    <w:rsid w:val="00C75694"/>
    <w:rsid w:val="00C7581A"/>
    <w:rsid w:val="00C759E7"/>
    <w:rsid w:val="00C759F6"/>
    <w:rsid w:val="00C75D74"/>
    <w:rsid w:val="00C76832"/>
    <w:rsid w:val="00C76A63"/>
    <w:rsid w:val="00C76BB7"/>
    <w:rsid w:val="00C76E4E"/>
    <w:rsid w:val="00C772F2"/>
    <w:rsid w:val="00C77311"/>
    <w:rsid w:val="00C77632"/>
    <w:rsid w:val="00C777C8"/>
    <w:rsid w:val="00C77848"/>
    <w:rsid w:val="00C77C04"/>
    <w:rsid w:val="00C77ED6"/>
    <w:rsid w:val="00C80142"/>
    <w:rsid w:val="00C80806"/>
    <w:rsid w:val="00C808A1"/>
    <w:rsid w:val="00C80BE3"/>
    <w:rsid w:val="00C80D60"/>
    <w:rsid w:val="00C81031"/>
    <w:rsid w:val="00C8182B"/>
    <w:rsid w:val="00C81F01"/>
    <w:rsid w:val="00C824C8"/>
    <w:rsid w:val="00C824D1"/>
    <w:rsid w:val="00C82C05"/>
    <w:rsid w:val="00C82CD5"/>
    <w:rsid w:val="00C82D06"/>
    <w:rsid w:val="00C82FA3"/>
    <w:rsid w:val="00C83020"/>
    <w:rsid w:val="00C83219"/>
    <w:rsid w:val="00C8349A"/>
    <w:rsid w:val="00C83614"/>
    <w:rsid w:val="00C839C5"/>
    <w:rsid w:val="00C83B1C"/>
    <w:rsid w:val="00C83C51"/>
    <w:rsid w:val="00C83D7F"/>
    <w:rsid w:val="00C83DAA"/>
    <w:rsid w:val="00C83E0A"/>
    <w:rsid w:val="00C83FDD"/>
    <w:rsid w:val="00C8425B"/>
    <w:rsid w:val="00C84F1E"/>
    <w:rsid w:val="00C85834"/>
    <w:rsid w:val="00C858CD"/>
    <w:rsid w:val="00C85AE6"/>
    <w:rsid w:val="00C85B18"/>
    <w:rsid w:val="00C85C30"/>
    <w:rsid w:val="00C85EDF"/>
    <w:rsid w:val="00C8636E"/>
    <w:rsid w:val="00C863E3"/>
    <w:rsid w:val="00C86475"/>
    <w:rsid w:val="00C86AAD"/>
    <w:rsid w:val="00C86B8A"/>
    <w:rsid w:val="00C86FF9"/>
    <w:rsid w:val="00C8707C"/>
    <w:rsid w:val="00C8714D"/>
    <w:rsid w:val="00C8722C"/>
    <w:rsid w:val="00C8731D"/>
    <w:rsid w:val="00C878F6"/>
    <w:rsid w:val="00C87D61"/>
    <w:rsid w:val="00C900B7"/>
    <w:rsid w:val="00C904F9"/>
    <w:rsid w:val="00C906D5"/>
    <w:rsid w:val="00C909F8"/>
    <w:rsid w:val="00C90CBD"/>
    <w:rsid w:val="00C90E34"/>
    <w:rsid w:val="00C90ED4"/>
    <w:rsid w:val="00C9128D"/>
    <w:rsid w:val="00C91470"/>
    <w:rsid w:val="00C914FA"/>
    <w:rsid w:val="00C91697"/>
    <w:rsid w:val="00C91BB5"/>
    <w:rsid w:val="00C91D65"/>
    <w:rsid w:val="00C91F9C"/>
    <w:rsid w:val="00C9219C"/>
    <w:rsid w:val="00C9226E"/>
    <w:rsid w:val="00C923BB"/>
    <w:rsid w:val="00C925E4"/>
    <w:rsid w:val="00C9283F"/>
    <w:rsid w:val="00C92860"/>
    <w:rsid w:val="00C92956"/>
    <w:rsid w:val="00C92FFD"/>
    <w:rsid w:val="00C9302D"/>
    <w:rsid w:val="00C9313A"/>
    <w:rsid w:val="00C93287"/>
    <w:rsid w:val="00C93670"/>
    <w:rsid w:val="00C9385D"/>
    <w:rsid w:val="00C93B89"/>
    <w:rsid w:val="00C93CF0"/>
    <w:rsid w:val="00C93DA5"/>
    <w:rsid w:val="00C94322"/>
    <w:rsid w:val="00C9456A"/>
    <w:rsid w:val="00C94645"/>
    <w:rsid w:val="00C94A6B"/>
    <w:rsid w:val="00C94A9A"/>
    <w:rsid w:val="00C94BAB"/>
    <w:rsid w:val="00C94D4B"/>
    <w:rsid w:val="00C94D64"/>
    <w:rsid w:val="00C94E44"/>
    <w:rsid w:val="00C94F86"/>
    <w:rsid w:val="00C95018"/>
    <w:rsid w:val="00C95401"/>
    <w:rsid w:val="00C95BEC"/>
    <w:rsid w:val="00C968DE"/>
    <w:rsid w:val="00C9690B"/>
    <w:rsid w:val="00C96B80"/>
    <w:rsid w:val="00C96C31"/>
    <w:rsid w:val="00C96D42"/>
    <w:rsid w:val="00C96DB8"/>
    <w:rsid w:val="00C97869"/>
    <w:rsid w:val="00C979D4"/>
    <w:rsid w:val="00C97A5D"/>
    <w:rsid w:val="00C97B39"/>
    <w:rsid w:val="00C97F00"/>
    <w:rsid w:val="00C97FBE"/>
    <w:rsid w:val="00CA020D"/>
    <w:rsid w:val="00CA07E8"/>
    <w:rsid w:val="00CA0E8B"/>
    <w:rsid w:val="00CA0E91"/>
    <w:rsid w:val="00CA13B2"/>
    <w:rsid w:val="00CA18AD"/>
    <w:rsid w:val="00CA19B4"/>
    <w:rsid w:val="00CA1BC4"/>
    <w:rsid w:val="00CA1D29"/>
    <w:rsid w:val="00CA1ED6"/>
    <w:rsid w:val="00CA1F45"/>
    <w:rsid w:val="00CA20E0"/>
    <w:rsid w:val="00CA21FE"/>
    <w:rsid w:val="00CA2221"/>
    <w:rsid w:val="00CA2299"/>
    <w:rsid w:val="00CA2800"/>
    <w:rsid w:val="00CA2AFD"/>
    <w:rsid w:val="00CA2B37"/>
    <w:rsid w:val="00CA2F7D"/>
    <w:rsid w:val="00CA3094"/>
    <w:rsid w:val="00CA32DA"/>
    <w:rsid w:val="00CA33CF"/>
    <w:rsid w:val="00CA34FA"/>
    <w:rsid w:val="00CA37CB"/>
    <w:rsid w:val="00CA3998"/>
    <w:rsid w:val="00CA3A80"/>
    <w:rsid w:val="00CA3AC3"/>
    <w:rsid w:val="00CA3AF0"/>
    <w:rsid w:val="00CA3CA9"/>
    <w:rsid w:val="00CA3F98"/>
    <w:rsid w:val="00CA420E"/>
    <w:rsid w:val="00CA4831"/>
    <w:rsid w:val="00CA4FB4"/>
    <w:rsid w:val="00CA53FD"/>
    <w:rsid w:val="00CA5440"/>
    <w:rsid w:val="00CA553B"/>
    <w:rsid w:val="00CA5677"/>
    <w:rsid w:val="00CA56EB"/>
    <w:rsid w:val="00CA59A1"/>
    <w:rsid w:val="00CA5A9E"/>
    <w:rsid w:val="00CA5E76"/>
    <w:rsid w:val="00CA5EAB"/>
    <w:rsid w:val="00CA60E9"/>
    <w:rsid w:val="00CA6127"/>
    <w:rsid w:val="00CA660F"/>
    <w:rsid w:val="00CA67ED"/>
    <w:rsid w:val="00CA6B82"/>
    <w:rsid w:val="00CA6BE2"/>
    <w:rsid w:val="00CA6CEE"/>
    <w:rsid w:val="00CA6EEE"/>
    <w:rsid w:val="00CA71DB"/>
    <w:rsid w:val="00CA7C31"/>
    <w:rsid w:val="00CA7EBA"/>
    <w:rsid w:val="00CA7F5B"/>
    <w:rsid w:val="00CB02DE"/>
    <w:rsid w:val="00CB0780"/>
    <w:rsid w:val="00CB0CBF"/>
    <w:rsid w:val="00CB14E7"/>
    <w:rsid w:val="00CB15DE"/>
    <w:rsid w:val="00CB1821"/>
    <w:rsid w:val="00CB186A"/>
    <w:rsid w:val="00CB191D"/>
    <w:rsid w:val="00CB1AD5"/>
    <w:rsid w:val="00CB1F96"/>
    <w:rsid w:val="00CB213E"/>
    <w:rsid w:val="00CB2B71"/>
    <w:rsid w:val="00CB2CCE"/>
    <w:rsid w:val="00CB2F53"/>
    <w:rsid w:val="00CB301A"/>
    <w:rsid w:val="00CB34AD"/>
    <w:rsid w:val="00CB3B1A"/>
    <w:rsid w:val="00CB3B7D"/>
    <w:rsid w:val="00CB3C29"/>
    <w:rsid w:val="00CB3D04"/>
    <w:rsid w:val="00CB3DC5"/>
    <w:rsid w:val="00CB42CA"/>
    <w:rsid w:val="00CB47CB"/>
    <w:rsid w:val="00CB49A8"/>
    <w:rsid w:val="00CB4AA6"/>
    <w:rsid w:val="00CB4B79"/>
    <w:rsid w:val="00CB5025"/>
    <w:rsid w:val="00CB5040"/>
    <w:rsid w:val="00CB5106"/>
    <w:rsid w:val="00CB51A6"/>
    <w:rsid w:val="00CB5322"/>
    <w:rsid w:val="00CB5759"/>
    <w:rsid w:val="00CB5D0E"/>
    <w:rsid w:val="00CB5E98"/>
    <w:rsid w:val="00CB6500"/>
    <w:rsid w:val="00CB6AB5"/>
    <w:rsid w:val="00CB6D1E"/>
    <w:rsid w:val="00CB6F11"/>
    <w:rsid w:val="00CB754D"/>
    <w:rsid w:val="00CB756F"/>
    <w:rsid w:val="00CB76CC"/>
    <w:rsid w:val="00CB7C71"/>
    <w:rsid w:val="00CB7EC4"/>
    <w:rsid w:val="00CC0186"/>
    <w:rsid w:val="00CC01CF"/>
    <w:rsid w:val="00CC0431"/>
    <w:rsid w:val="00CC0886"/>
    <w:rsid w:val="00CC0890"/>
    <w:rsid w:val="00CC09C2"/>
    <w:rsid w:val="00CC0B18"/>
    <w:rsid w:val="00CC0BEF"/>
    <w:rsid w:val="00CC11AE"/>
    <w:rsid w:val="00CC11E5"/>
    <w:rsid w:val="00CC13DC"/>
    <w:rsid w:val="00CC17A3"/>
    <w:rsid w:val="00CC194A"/>
    <w:rsid w:val="00CC1A03"/>
    <w:rsid w:val="00CC1AA7"/>
    <w:rsid w:val="00CC1AAB"/>
    <w:rsid w:val="00CC1B83"/>
    <w:rsid w:val="00CC1F9C"/>
    <w:rsid w:val="00CC1FCB"/>
    <w:rsid w:val="00CC2616"/>
    <w:rsid w:val="00CC2C37"/>
    <w:rsid w:val="00CC2E38"/>
    <w:rsid w:val="00CC2ED4"/>
    <w:rsid w:val="00CC3171"/>
    <w:rsid w:val="00CC3355"/>
    <w:rsid w:val="00CC3557"/>
    <w:rsid w:val="00CC38BE"/>
    <w:rsid w:val="00CC3921"/>
    <w:rsid w:val="00CC3DC0"/>
    <w:rsid w:val="00CC42C5"/>
    <w:rsid w:val="00CC463D"/>
    <w:rsid w:val="00CC46B0"/>
    <w:rsid w:val="00CC4819"/>
    <w:rsid w:val="00CC4A63"/>
    <w:rsid w:val="00CC4BA6"/>
    <w:rsid w:val="00CC4EC6"/>
    <w:rsid w:val="00CC4F38"/>
    <w:rsid w:val="00CC56FC"/>
    <w:rsid w:val="00CC5924"/>
    <w:rsid w:val="00CC5EEA"/>
    <w:rsid w:val="00CC5FC4"/>
    <w:rsid w:val="00CC6065"/>
    <w:rsid w:val="00CC629C"/>
    <w:rsid w:val="00CC658E"/>
    <w:rsid w:val="00CC65E8"/>
    <w:rsid w:val="00CC6739"/>
    <w:rsid w:val="00CC673A"/>
    <w:rsid w:val="00CC689A"/>
    <w:rsid w:val="00CC6ACF"/>
    <w:rsid w:val="00CC6D03"/>
    <w:rsid w:val="00CC7443"/>
    <w:rsid w:val="00CC7970"/>
    <w:rsid w:val="00CC7B1C"/>
    <w:rsid w:val="00CC7EBC"/>
    <w:rsid w:val="00CD02D9"/>
    <w:rsid w:val="00CD04A7"/>
    <w:rsid w:val="00CD057B"/>
    <w:rsid w:val="00CD05E5"/>
    <w:rsid w:val="00CD06AD"/>
    <w:rsid w:val="00CD0A31"/>
    <w:rsid w:val="00CD0B7D"/>
    <w:rsid w:val="00CD0BFF"/>
    <w:rsid w:val="00CD0C44"/>
    <w:rsid w:val="00CD122F"/>
    <w:rsid w:val="00CD2025"/>
    <w:rsid w:val="00CD279E"/>
    <w:rsid w:val="00CD2819"/>
    <w:rsid w:val="00CD2A2F"/>
    <w:rsid w:val="00CD2B12"/>
    <w:rsid w:val="00CD31B1"/>
    <w:rsid w:val="00CD35B0"/>
    <w:rsid w:val="00CD3F4E"/>
    <w:rsid w:val="00CD4047"/>
    <w:rsid w:val="00CD450F"/>
    <w:rsid w:val="00CD45E9"/>
    <w:rsid w:val="00CD5698"/>
    <w:rsid w:val="00CD5B37"/>
    <w:rsid w:val="00CD613D"/>
    <w:rsid w:val="00CD6206"/>
    <w:rsid w:val="00CD6DE6"/>
    <w:rsid w:val="00CD6E86"/>
    <w:rsid w:val="00CD7185"/>
    <w:rsid w:val="00CD7A1B"/>
    <w:rsid w:val="00CE07FA"/>
    <w:rsid w:val="00CE0EB7"/>
    <w:rsid w:val="00CE10C6"/>
    <w:rsid w:val="00CE1376"/>
    <w:rsid w:val="00CE20DE"/>
    <w:rsid w:val="00CE2162"/>
    <w:rsid w:val="00CE2260"/>
    <w:rsid w:val="00CE24CA"/>
    <w:rsid w:val="00CE26EF"/>
    <w:rsid w:val="00CE28A2"/>
    <w:rsid w:val="00CE298C"/>
    <w:rsid w:val="00CE2AF3"/>
    <w:rsid w:val="00CE327D"/>
    <w:rsid w:val="00CE3401"/>
    <w:rsid w:val="00CE341D"/>
    <w:rsid w:val="00CE3443"/>
    <w:rsid w:val="00CE3567"/>
    <w:rsid w:val="00CE3B15"/>
    <w:rsid w:val="00CE3C9D"/>
    <w:rsid w:val="00CE3CA5"/>
    <w:rsid w:val="00CE4213"/>
    <w:rsid w:val="00CE4A2B"/>
    <w:rsid w:val="00CE4A88"/>
    <w:rsid w:val="00CE4ABD"/>
    <w:rsid w:val="00CE4B43"/>
    <w:rsid w:val="00CE5324"/>
    <w:rsid w:val="00CE55C2"/>
    <w:rsid w:val="00CE58A0"/>
    <w:rsid w:val="00CE59AF"/>
    <w:rsid w:val="00CE6174"/>
    <w:rsid w:val="00CE652C"/>
    <w:rsid w:val="00CE65B0"/>
    <w:rsid w:val="00CE6806"/>
    <w:rsid w:val="00CE68D4"/>
    <w:rsid w:val="00CE6978"/>
    <w:rsid w:val="00CE6EF6"/>
    <w:rsid w:val="00CE6FF8"/>
    <w:rsid w:val="00CE7166"/>
    <w:rsid w:val="00CE7488"/>
    <w:rsid w:val="00CE7A36"/>
    <w:rsid w:val="00CE7A6D"/>
    <w:rsid w:val="00CE7AF0"/>
    <w:rsid w:val="00CE7B6A"/>
    <w:rsid w:val="00CF054C"/>
    <w:rsid w:val="00CF05B9"/>
    <w:rsid w:val="00CF071D"/>
    <w:rsid w:val="00CF071F"/>
    <w:rsid w:val="00CF0A3C"/>
    <w:rsid w:val="00CF0E86"/>
    <w:rsid w:val="00CF0F4D"/>
    <w:rsid w:val="00CF118A"/>
    <w:rsid w:val="00CF1291"/>
    <w:rsid w:val="00CF14AB"/>
    <w:rsid w:val="00CF14B7"/>
    <w:rsid w:val="00CF17E4"/>
    <w:rsid w:val="00CF17E8"/>
    <w:rsid w:val="00CF19AB"/>
    <w:rsid w:val="00CF1F2A"/>
    <w:rsid w:val="00CF1F2D"/>
    <w:rsid w:val="00CF20DC"/>
    <w:rsid w:val="00CF2863"/>
    <w:rsid w:val="00CF295C"/>
    <w:rsid w:val="00CF2E9F"/>
    <w:rsid w:val="00CF3069"/>
    <w:rsid w:val="00CF3528"/>
    <w:rsid w:val="00CF3722"/>
    <w:rsid w:val="00CF38F0"/>
    <w:rsid w:val="00CF3B69"/>
    <w:rsid w:val="00CF3C7D"/>
    <w:rsid w:val="00CF3D7F"/>
    <w:rsid w:val="00CF4148"/>
    <w:rsid w:val="00CF4246"/>
    <w:rsid w:val="00CF4A36"/>
    <w:rsid w:val="00CF4BC3"/>
    <w:rsid w:val="00CF4C56"/>
    <w:rsid w:val="00CF5568"/>
    <w:rsid w:val="00CF5BEA"/>
    <w:rsid w:val="00CF6436"/>
    <w:rsid w:val="00CF6474"/>
    <w:rsid w:val="00CF697F"/>
    <w:rsid w:val="00CF6A15"/>
    <w:rsid w:val="00CF6B23"/>
    <w:rsid w:val="00CF6F6D"/>
    <w:rsid w:val="00CF7551"/>
    <w:rsid w:val="00CF7635"/>
    <w:rsid w:val="00CF79E0"/>
    <w:rsid w:val="00D0040E"/>
    <w:rsid w:val="00D0056E"/>
    <w:rsid w:val="00D006E6"/>
    <w:rsid w:val="00D0083C"/>
    <w:rsid w:val="00D00D6D"/>
    <w:rsid w:val="00D012CC"/>
    <w:rsid w:val="00D014A4"/>
    <w:rsid w:val="00D014EB"/>
    <w:rsid w:val="00D01B68"/>
    <w:rsid w:val="00D01C68"/>
    <w:rsid w:val="00D01D95"/>
    <w:rsid w:val="00D01D99"/>
    <w:rsid w:val="00D0228A"/>
    <w:rsid w:val="00D02778"/>
    <w:rsid w:val="00D029D4"/>
    <w:rsid w:val="00D02E9D"/>
    <w:rsid w:val="00D03561"/>
    <w:rsid w:val="00D036DF"/>
    <w:rsid w:val="00D036F8"/>
    <w:rsid w:val="00D03C91"/>
    <w:rsid w:val="00D04404"/>
    <w:rsid w:val="00D049A1"/>
    <w:rsid w:val="00D04BA3"/>
    <w:rsid w:val="00D04E8B"/>
    <w:rsid w:val="00D04F66"/>
    <w:rsid w:val="00D050F7"/>
    <w:rsid w:val="00D052E2"/>
    <w:rsid w:val="00D05C68"/>
    <w:rsid w:val="00D05CA9"/>
    <w:rsid w:val="00D05E20"/>
    <w:rsid w:val="00D06390"/>
    <w:rsid w:val="00D0665A"/>
    <w:rsid w:val="00D06AB2"/>
    <w:rsid w:val="00D06B4A"/>
    <w:rsid w:val="00D06B4F"/>
    <w:rsid w:val="00D06DAD"/>
    <w:rsid w:val="00D07523"/>
    <w:rsid w:val="00D0752C"/>
    <w:rsid w:val="00D0792A"/>
    <w:rsid w:val="00D07E08"/>
    <w:rsid w:val="00D07EE8"/>
    <w:rsid w:val="00D07F2B"/>
    <w:rsid w:val="00D100C9"/>
    <w:rsid w:val="00D1032C"/>
    <w:rsid w:val="00D1037C"/>
    <w:rsid w:val="00D10637"/>
    <w:rsid w:val="00D106A6"/>
    <w:rsid w:val="00D10840"/>
    <w:rsid w:val="00D10C2E"/>
    <w:rsid w:val="00D10C62"/>
    <w:rsid w:val="00D111BD"/>
    <w:rsid w:val="00D114E8"/>
    <w:rsid w:val="00D11842"/>
    <w:rsid w:val="00D1188D"/>
    <w:rsid w:val="00D119B9"/>
    <w:rsid w:val="00D11F60"/>
    <w:rsid w:val="00D1225A"/>
    <w:rsid w:val="00D123B3"/>
    <w:rsid w:val="00D125DA"/>
    <w:rsid w:val="00D12BDE"/>
    <w:rsid w:val="00D12D74"/>
    <w:rsid w:val="00D1351A"/>
    <w:rsid w:val="00D13E8C"/>
    <w:rsid w:val="00D142F3"/>
    <w:rsid w:val="00D143C1"/>
    <w:rsid w:val="00D14674"/>
    <w:rsid w:val="00D147C8"/>
    <w:rsid w:val="00D1491F"/>
    <w:rsid w:val="00D14945"/>
    <w:rsid w:val="00D14A10"/>
    <w:rsid w:val="00D14F5A"/>
    <w:rsid w:val="00D1526C"/>
    <w:rsid w:val="00D1572D"/>
    <w:rsid w:val="00D1577D"/>
    <w:rsid w:val="00D15B96"/>
    <w:rsid w:val="00D16139"/>
    <w:rsid w:val="00D16189"/>
    <w:rsid w:val="00D163F2"/>
    <w:rsid w:val="00D16735"/>
    <w:rsid w:val="00D16764"/>
    <w:rsid w:val="00D16B08"/>
    <w:rsid w:val="00D16EF3"/>
    <w:rsid w:val="00D16FB9"/>
    <w:rsid w:val="00D171FA"/>
    <w:rsid w:val="00D172C2"/>
    <w:rsid w:val="00D1781F"/>
    <w:rsid w:val="00D17C62"/>
    <w:rsid w:val="00D17CBC"/>
    <w:rsid w:val="00D17E3E"/>
    <w:rsid w:val="00D20083"/>
    <w:rsid w:val="00D201F1"/>
    <w:rsid w:val="00D20308"/>
    <w:rsid w:val="00D203D4"/>
    <w:rsid w:val="00D20CED"/>
    <w:rsid w:val="00D20DEE"/>
    <w:rsid w:val="00D21079"/>
    <w:rsid w:val="00D21394"/>
    <w:rsid w:val="00D213D7"/>
    <w:rsid w:val="00D214E8"/>
    <w:rsid w:val="00D21B1C"/>
    <w:rsid w:val="00D21CA4"/>
    <w:rsid w:val="00D2205A"/>
    <w:rsid w:val="00D222AA"/>
    <w:rsid w:val="00D22639"/>
    <w:rsid w:val="00D22849"/>
    <w:rsid w:val="00D22954"/>
    <w:rsid w:val="00D22973"/>
    <w:rsid w:val="00D2303E"/>
    <w:rsid w:val="00D23424"/>
    <w:rsid w:val="00D234BA"/>
    <w:rsid w:val="00D238D0"/>
    <w:rsid w:val="00D23A40"/>
    <w:rsid w:val="00D23C8C"/>
    <w:rsid w:val="00D24100"/>
    <w:rsid w:val="00D245A4"/>
    <w:rsid w:val="00D245BE"/>
    <w:rsid w:val="00D246B8"/>
    <w:rsid w:val="00D2476A"/>
    <w:rsid w:val="00D250BA"/>
    <w:rsid w:val="00D2659A"/>
    <w:rsid w:val="00D269FA"/>
    <w:rsid w:val="00D26B38"/>
    <w:rsid w:val="00D26EA6"/>
    <w:rsid w:val="00D27269"/>
    <w:rsid w:val="00D27639"/>
    <w:rsid w:val="00D27766"/>
    <w:rsid w:val="00D27A75"/>
    <w:rsid w:val="00D27D8C"/>
    <w:rsid w:val="00D27D9C"/>
    <w:rsid w:val="00D3020B"/>
    <w:rsid w:val="00D30247"/>
    <w:rsid w:val="00D303AF"/>
    <w:rsid w:val="00D305F9"/>
    <w:rsid w:val="00D30BB0"/>
    <w:rsid w:val="00D31003"/>
    <w:rsid w:val="00D3187C"/>
    <w:rsid w:val="00D3190E"/>
    <w:rsid w:val="00D32013"/>
    <w:rsid w:val="00D320AC"/>
    <w:rsid w:val="00D32447"/>
    <w:rsid w:val="00D3254D"/>
    <w:rsid w:val="00D32570"/>
    <w:rsid w:val="00D326DA"/>
    <w:rsid w:val="00D32B86"/>
    <w:rsid w:val="00D32BB8"/>
    <w:rsid w:val="00D32D10"/>
    <w:rsid w:val="00D33024"/>
    <w:rsid w:val="00D33514"/>
    <w:rsid w:val="00D33626"/>
    <w:rsid w:val="00D3362E"/>
    <w:rsid w:val="00D33646"/>
    <w:rsid w:val="00D33799"/>
    <w:rsid w:val="00D33F13"/>
    <w:rsid w:val="00D33F45"/>
    <w:rsid w:val="00D34022"/>
    <w:rsid w:val="00D3413B"/>
    <w:rsid w:val="00D34348"/>
    <w:rsid w:val="00D3467A"/>
    <w:rsid w:val="00D346F6"/>
    <w:rsid w:val="00D34B03"/>
    <w:rsid w:val="00D35186"/>
    <w:rsid w:val="00D35433"/>
    <w:rsid w:val="00D354E7"/>
    <w:rsid w:val="00D3603E"/>
    <w:rsid w:val="00D363DD"/>
    <w:rsid w:val="00D36439"/>
    <w:rsid w:val="00D3661C"/>
    <w:rsid w:val="00D36771"/>
    <w:rsid w:val="00D369E9"/>
    <w:rsid w:val="00D36E61"/>
    <w:rsid w:val="00D37D18"/>
    <w:rsid w:val="00D37D83"/>
    <w:rsid w:val="00D37EE7"/>
    <w:rsid w:val="00D400F3"/>
    <w:rsid w:val="00D40DC1"/>
    <w:rsid w:val="00D41138"/>
    <w:rsid w:val="00D41266"/>
    <w:rsid w:val="00D4157C"/>
    <w:rsid w:val="00D4162E"/>
    <w:rsid w:val="00D41854"/>
    <w:rsid w:val="00D41A34"/>
    <w:rsid w:val="00D41DB1"/>
    <w:rsid w:val="00D41FAB"/>
    <w:rsid w:val="00D42193"/>
    <w:rsid w:val="00D4292B"/>
    <w:rsid w:val="00D43464"/>
    <w:rsid w:val="00D43583"/>
    <w:rsid w:val="00D4400D"/>
    <w:rsid w:val="00D4424A"/>
    <w:rsid w:val="00D44444"/>
    <w:rsid w:val="00D4456E"/>
    <w:rsid w:val="00D449BD"/>
    <w:rsid w:val="00D449C4"/>
    <w:rsid w:val="00D44CC0"/>
    <w:rsid w:val="00D44CFD"/>
    <w:rsid w:val="00D4517F"/>
    <w:rsid w:val="00D45873"/>
    <w:rsid w:val="00D45B3B"/>
    <w:rsid w:val="00D45C4B"/>
    <w:rsid w:val="00D45EFB"/>
    <w:rsid w:val="00D45F45"/>
    <w:rsid w:val="00D460AE"/>
    <w:rsid w:val="00D462D4"/>
    <w:rsid w:val="00D4635E"/>
    <w:rsid w:val="00D46471"/>
    <w:rsid w:val="00D465C9"/>
    <w:rsid w:val="00D467A6"/>
    <w:rsid w:val="00D467E9"/>
    <w:rsid w:val="00D46E19"/>
    <w:rsid w:val="00D46F80"/>
    <w:rsid w:val="00D4703A"/>
    <w:rsid w:val="00D50151"/>
    <w:rsid w:val="00D501C4"/>
    <w:rsid w:val="00D506A2"/>
    <w:rsid w:val="00D50731"/>
    <w:rsid w:val="00D50790"/>
    <w:rsid w:val="00D509EB"/>
    <w:rsid w:val="00D50BD2"/>
    <w:rsid w:val="00D50D65"/>
    <w:rsid w:val="00D50DA6"/>
    <w:rsid w:val="00D50FCA"/>
    <w:rsid w:val="00D51420"/>
    <w:rsid w:val="00D515BA"/>
    <w:rsid w:val="00D51921"/>
    <w:rsid w:val="00D521BB"/>
    <w:rsid w:val="00D5259A"/>
    <w:rsid w:val="00D52606"/>
    <w:rsid w:val="00D52711"/>
    <w:rsid w:val="00D529F6"/>
    <w:rsid w:val="00D52B07"/>
    <w:rsid w:val="00D52B15"/>
    <w:rsid w:val="00D52CE1"/>
    <w:rsid w:val="00D532FC"/>
    <w:rsid w:val="00D5333B"/>
    <w:rsid w:val="00D536B1"/>
    <w:rsid w:val="00D53925"/>
    <w:rsid w:val="00D540C4"/>
    <w:rsid w:val="00D54291"/>
    <w:rsid w:val="00D54607"/>
    <w:rsid w:val="00D54B60"/>
    <w:rsid w:val="00D54C97"/>
    <w:rsid w:val="00D551BE"/>
    <w:rsid w:val="00D552DA"/>
    <w:rsid w:val="00D55946"/>
    <w:rsid w:val="00D55987"/>
    <w:rsid w:val="00D55E96"/>
    <w:rsid w:val="00D55F1C"/>
    <w:rsid w:val="00D5616F"/>
    <w:rsid w:val="00D5629E"/>
    <w:rsid w:val="00D56820"/>
    <w:rsid w:val="00D5684F"/>
    <w:rsid w:val="00D568D5"/>
    <w:rsid w:val="00D56B41"/>
    <w:rsid w:val="00D56B6E"/>
    <w:rsid w:val="00D56D3B"/>
    <w:rsid w:val="00D56D83"/>
    <w:rsid w:val="00D577C6"/>
    <w:rsid w:val="00D57AF6"/>
    <w:rsid w:val="00D57C78"/>
    <w:rsid w:val="00D57CB8"/>
    <w:rsid w:val="00D57F23"/>
    <w:rsid w:val="00D6004F"/>
    <w:rsid w:val="00D60109"/>
    <w:rsid w:val="00D60176"/>
    <w:rsid w:val="00D60B79"/>
    <w:rsid w:val="00D60C0E"/>
    <w:rsid w:val="00D60DC0"/>
    <w:rsid w:val="00D61291"/>
    <w:rsid w:val="00D61491"/>
    <w:rsid w:val="00D614E4"/>
    <w:rsid w:val="00D617FF"/>
    <w:rsid w:val="00D61967"/>
    <w:rsid w:val="00D61A53"/>
    <w:rsid w:val="00D61C5A"/>
    <w:rsid w:val="00D61E7C"/>
    <w:rsid w:val="00D621C6"/>
    <w:rsid w:val="00D625E7"/>
    <w:rsid w:val="00D6269E"/>
    <w:rsid w:val="00D6270E"/>
    <w:rsid w:val="00D62822"/>
    <w:rsid w:val="00D62B5C"/>
    <w:rsid w:val="00D62C04"/>
    <w:rsid w:val="00D63A0B"/>
    <w:rsid w:val="00D63C18"/>
    <w:rsid w:val="00D63F74"/>
    <w:rsid w:val="00D640A0"/>
    <w:rsid w:val="00D64296"/>
    <w:rsid w:val="00D648FB"/>
    <w:rsid w:val="00D64C34"/>
    <w:rsid w:val="00D64E64"/>
    <w:rsid w:val="00D64F9D"/>
    <w:rsid w:val="00D650B6"/>
    <w:rsid w:val="00D65230"/>
    <w:rsid w:val="00D65546"/>
    <w:rsid w:val="00D65D1B"/>
    <w:rsid w:val="00D66097"/>
    <w:rsid w:val="00D661A6"/>
    <w:rsid w:val="00D66586"/>
    <w:rsid w:val="00D668F3"/>
    <w:rsid w:val="00D66A40"/>
    <w:rsid w:val="00D66DEB"/>
    <w:rsid w:val="00D6736D"/>
    <w:rsid w:val="00D673E8"/>
    <w:rsid w:val="00D6768F"/>
    <w:rsid w:val="00D67A1A"/>
    <w:rsid w:val="00D67C01"/>
    <w:rsid w:val="00D67E0C"/>
    <w:rsid w:val="00D70048"/>
    <w:rsid w:val="00D706A1"/>
    <w:rsid w:val="00D70789"/>
    <w:rsid w:val="00D708F9"/>
    <w:rsid w:val="00D709E3"/>
    <w:rsid w:val="00D70CAE"/>
    <w:rsid w:val="00D70D07"/>
    <w:rsid w:val="00D712AC"/>
    <w:rsid w:val="00D71375"/>
    <w:rsid w:val="00D71408"/>
    <w:rsid w:val="00D71549"/>
    <w:rsid w:val="00D716A7"/>
    <w:rsid w:val="00D7176B"/>
    <w:rsid w:val="00D71892"/>
    <w:rsid w:val="00D7225D"/>
    <w:rsid w:val="00D7232B"/>
    <w:rsid w:val="00D725FD"/>
    <w:rsid w:val="00D731B7"/>
    <w:rsid w:val="00D7339C"/>
    <w:rsid w:val="00D73451"/>
    <w:rsid w:val="00D7350B"/>
    <w:rsid w:val="00D741DD"/>
    <w:rsid w:val="00D74212"/>
    <w:rsid w:val="00D74403"/>
    <w:rsid w:val="00D7445F"/>
    <w:rsid w:val="00D749F9"/>
    <w:rsid w:val="00D74EB7"/>
    <w:rsid w:val="00D74F84"/>
    <w:rsid w:val="00D7521A"/>
    <w:rsid w:val="00D754BC"/>
    <w:rsid w:val="00D7555F"/>
    <w:rsid w:val="00D759DC"/>
    <w:rsid w:val="00D75E2F"/>
    <w:rsid w:val="00D7629E"/>
    <w:rsid w:val="00D764EA"/>
    <w:rsid w:val="00D76A77"/>
    <w:rsid w:val="00D76ADC"/>
    <w:rsid w:val="00D773D4"/>
    <w:rsid w:val="00D779F0"/>
    <w:rsid w:val="00D77AAD"/>
    <w:rsid w:val="00D77C35"/>
    <w:rsid w:val="00D77DDF"/>
    <w:rsid w:val="00D77F4C"/>
    <w:rsid w:val="00D80239"/>
    <w:rsid w:val="00D80563"/>
    <w:rsid w:val="00D807CF"/>
    <w:rsid w:val="00D80E94"/>
    <w:rsid w:val="00D81126"/>
    <w:rsid w:val="00D81234"/>
    <w:rsid w:val="00D813EC"/>
    <w:rsid w:val="00D81483"/>
    <w:rsid w:val="00D81583"/>
    <w:rsid w:val="00D8159E"/>
    <w:rsid w:val="00D81B78"/>
    <w:rsid w:val="00D81D60"/>
    <w:rsid w:val="00D81F47"/>
    <w:rsid w:val="00D82049"/>
    <w:rsid w:val="00D82067"/>
    <w:rsid w:val="00D820F6"/>
    <w:rsid w:val="00D821F9"/>
    <w:rsid w:val="00D8231C"/>
    <w:rsid w:val="00D8251D"/>
    <w:rsid w:val="00D82DC1"/>
    <w:rsid w:val="00D82DF4"/>
    <w:rsid w:val="00D832AF"/>
    <w:rsid w:val="00D834C5"/>
    <w:rsid w:val="00D835EC"/>
    <w:rsid w:val="00D837F4"/>
    <w:rsid w:val="00D83DBA"/>
    <w:rsid w:val="00D83E09"/>
    <w:rsid w:val="00D83FF5"/>
    <w:rsid w:val="00D843EF"/>
    <w:rsid w:val="00D8450C"/>
    <w:rsid w:val="00D845E6"/>
    <w:rsid w:val="00D84768"/>
    <w:rsid w:val="00D84780"/>
    <w:rsid w:val="00D849C7"/>
    <w:rsid w:val="00D84E5E"/>
    <w:rsid w:val="00D84F16"/>
    <w:rsid w:val="00D850E7"/>
    <w:rsid w:val="00D8572F"/>
    <w:rsid w:val="00D8593C"/>
    <w:rsid w:val="00D85973"/>
    <w:rsid w:val="00D85CA4"/>
    <w:rsid w:val="00D85D22"/>
    <w:rsid w:val="00D85F41"/>
    <w:rsid w:val="00D861F3"/>
    <w:rsid w:val="00D86639"/>
    <w:rsid w:val="00D8665C"/>
    <w:rsid w:val="00D866BC"/>
    <w:rsid w:val="00D86A09"/>
    <w:rsid w:val="00D86A84"/>
    <w:rsid w:val="00D86CF1"/>
    <w:rsid w:val="00D86E66"/>
    <w:rsid w:val="00D8742D"/>
    <w:rsid w:val="00D8762C"/>
    <w:rsid w:val="00D8773C"/>
    <w:rsid w:val="00D87916"/>
    <w:rsid w:val="00D87BC1"/>
    <w:rsid w:val="00D87DFA"/>
    <w:rsid w:val="00D90055"/>
    <w:rsid w:val="00D90350"/>
    <w:rsid w:val="00D90398"/>
    <w:rsid w:val="00D90823"/>
    <w:rsid w:val="00D90B11"/>
    <w:rsid w:val="00D91241"/>
    <w:rsid w:val="00D91462"/>
    <w:rsid w:val="00D918CF"/>
    <w:rsid w:val="00D91986"/>
    <w:rsid w:val="00D91B6C"/>
    <w:rsid w:val="00D920E9"/>
    <w:rsid w:val="00D921BF"/>
    <w:rsid w:val="00D9256B"/>
    <w:rsid w:val="00D929B8"/>
    <w:rsid w:val="00D92DA8"/>
    <w:rsid w:val="00D92F2F"/>
    <w:rsid w:val="00D92F7B"/>
    <w:rsid w:val="00D9312F"/>
    <w:rsid w:val="00D9320B"/>
    <w:rsid w:val="00D932E1"/>
    <w:rsid w:val="00D93567"/>
    <w:rsid w:val="00D93AFF"/>
    <w:rsid w:val="00D93BCE"/>
    <w:rsid w:val="00D945B6"/>
    <w:rsid w:val="00D9471E"/>
    <w:rsid w:val="00D94756"/>
    <w:rsid w:val="00D94B56"/>
    <w:rsid w:val="00D94EA1"/>
    <w:rsid w:val="00D95005"/>
    <w:rsid w:val="00D950DE"/>
    <w:rsid w:val="00D95103"/>
    <w:rsid w:val="00D95866"/>
    <w:rsid w:val="00D95AAA"/>
    <w:rsid w:val="00D95CDB"/>
    <w:rsid w:val="00D95E16"/>
    <w:rsid w:val="00D95EA0"/>
    <w:rsid w:val="00D962A2"/>
    <w:rsid w:val="00D96644"/>
    <w:rsid w:val="00D966C2"/>
    <w:rsid w:val="00D96888"/>
    <w:rsid w:val="00D969E4"/>
    <w:rsid w:val="00D96EDA"/>
    <w:rsid w:val="00D970DF"/>
    <w:rsid w:val="00D97356"/>
    <w:rsid w:val="00D9761D"/>
    <w:rsid w:val="00D9787D"/>
    <w:rsid w:val="00D97A69"/>
    <w:rsid w:val="00D97C59"/>
    <w:rsid w:val="00D97E43"/>
    <w:rsid w:val="00DA0716"/>
    <w:rsid w:val="00DA0DCF"/>
    <w:rsid w:val="00DA16EA"/>
    <w:rsid w:val="00DA1D42"/>
    <w:rsid w:val="00DA1DBE"/>
    <w:rsid w:val="00DA214E"/>
    <w:rsid w:val="00DA25B2"/>
    <w:rsid w:val="00DA2957"/>
    <w:rsid w:val="00DA29E8"/>
    <w:rsid w:val="00DA2ACD"/>
    <w:rsid w:val="00DA33B5"/>
    <w:rsid w:val="00DA342C"/>
    <w:rsid w:val="00DA352B"/>
    <w:rsid w:val="00DA4482"/>
    <w:rsid w:val="00DA4C2A"/>
    <w:rsid w:val="00DA4D1B"/>
    <w:rsid w:val="00DA4F27"/>
    <w:rsid w:val="00DA4F4B"/>
    <w:rsid w:val="00DA4FB2"/>
    <w:rsid w:val="00DA5078"/>
    <w:rsid w:val="00DA50C7"/>
    <w:rsid w:val="00DA5F2D"/>
    <w:rsid w:val="00DA62F7"/>
    <w:rsid w:val="00DA63DC"/>
    <w:rsid w:val="00DA6903"/>
    <w:rsid w:val="00DA6A25"/>
    <w:rsid w:val="00DA6C1E"/>
    <w:rsid w:val="00DA6C3D"/>
    <w:rsid w:val="00DA6D78"/>
    <w:rsid w:val="00DA6E28"/>
    <w:rsid w:val="00DA74A2"/>
    <w:rsid w:val="00DA76DF"/>
    <w:rsid w:val="00DA781C"/>
    <w:rsid w:val="00DA796F"/>
    <w:rsid w:val="00DA7A72"/>
    <w:rsid w:val="00DA7C0E"/>
    <w:rsid w:val="00DB0400"/>
    <w:rsid w:val="00DB07A7"/>
    <w:rsid w:val="00DB0A1F"/>
    <w:rsid w:val="00DB0ABE"/>
    <w:rsid w:val="00DB0B88"/>
    <w:rsid w:val="00DB0C4A"/>
    <w:rsid w:val="00DB0D2D"/>
    <w:rsid w:val="00DB0E9F"/>
    <w:rsid w:val="00DB1195"/>
    <w:rsid w:val="00DB1378"/>
    <w:rsid w:val="00DB19E8"/>
    <w:rsid w:val="00DB1F56"/>
    <w:rsid w:val="00DB202E"/>
    <w:rsid w:val="00DB23E6"/>
    <w:rsid w:val="00DB24FD"/>
    <w:rsid w:val="00DB28F4"/>
    <w:rsid w:val="00DB2C38"/>
    <w:rsid w:val="00DB3901"/>
    <w:rsid w:val="00DB3F39"/>
    <w:rsid w:val="00DB462E"/>
    <w:rsid w:val="00DB4673"/>
    <w:rsid w:val="00DB487C"/>
    <w:rsid w:val="00DB49DA"/>
    <w:rsid w:val="00DB4F1E"/>
    <w:rsid w:val="00DB5A1E"/>
    <w:rsid w:val="00DB6335"/>
    <w:rsid w:val="00DB63CE"/>
    <w:rsid w:val="00DB6B2A"/>
    <w:rsid w:val="00DB7005"/>
    <w:rsid w:val="00DB7165"/>
    <w:rsid w:val="00DB7429"/>
    <w:rsid w:val="00DB7661"/>
    <w:rsid w:val="00DB766B"/>
    <w:rsid w:val="00DB77DC"/>
    <w:rsid w:val="00DB7881"/>
    <w:rsid w:val="00DB7B18"/>
    <w:rsid w:val="00DB7D5D"/>
    <w:rsid w:val="00DC037C"/>
    <w:rsid w:val="00DC0667"/>
    <w:rsid w:val="00DC08F3"/>
    <w:rsid w:val="00DC09D1"/>
    <w:rsid w:val="00DC0A75"/>
    <w:rsid w:val="00DC0BE4"/>
    <w:rsid w:val="00DC0D0F"/>
    <w:rsid w:val="00DC1041"/>
    <w:rsid w:val="00DC12FF"/>
    <w:rsid w:val="00DC1939"/>
    <w:rsid w:val="00DC2788"/>
    <w:rsid w:val="00DC2AD8"/>
    <w:rsid w:val="00DC2BEB"/>
    <w:rsid w:val="00DC2DD4"/>
    <w:rsid w:val="00DC31D4"/>
    <w:rsid w:val="00DC3594"/>
    <w:rsid w:val="00DC3C3C"/>
    <w:rsid w:val="00DC3DC0"/>
    <w:rsid w:val="00DC4051"/>
    <w:rsid w:val="00DC4505"/>
    <w:rsid w:val="00DC46AC"/>
    <w:rsid w:val="00DC46CA"/>
    <w:rsid w:val="00DC4D48"/>
    <w:rsid w:val="00DC4E32"/>
    <w:rsid w:val="00DC4FB2"/>
    <w:rsid w:val="00DC4FDF"/>
    <w:rsid w:val="00DC5693"/>
    <w:rsid w:val="00DC66B2"/>
    <w:rsid w:val="00DC688A"/>
    <w:rsid w:val="00DC6967"/>
    <w:rsid w:val="00DC6A3C"/>
    <w:rsid w:val="00DC6F6B"/>
    <w:rsid w:val="00DC7131"/>
    <w:rsid w:val="00DC7196"/>
    <w:rsid w:val="00DC7802"/>
    <w:rsid w:val="00DC7CF0"/>
    <w:rsid w:val="00DD0375"/>
    <w:rsid w:val="00DD06D0"/>
    <w:rsid w:val="00DD0BDA"/>
    <w:rsid w:val="00DD0D78"/>
    <w:rsid w:val="00DD13A1"/>
    <w:rsid w:val="00DD1488"/>
    <w:rsid w:val="00DD1787"/>
    <w:rsid w:val="00DD229F"/>
    <w:rsid w:val="00DD287D"/>
    <w:rsid w:val="00DD2B28"/>
    <w:rsid w:val="00DD2B8E"/>
    <w:rsid w:val="00DD3EC4"/>
    <w:rsid w:val="00DD409A"/>
    <w:rsid w:val="00DD40D1"/>
    <w:rsid w:val="00DD4210"/>
    <w:rsid w:val="00DD4686"/>
    <w:rsid w:val="00DD4C53"/>
    <w:rsid w:val="00DD4E20"/>
    <w:rsid w:val="00DD5591"/>
    <w:rsid w:val="00DD5597"/>
    <w:rsid w:val="00DD57D6"/>
    <w:rsid w:val="00DD5989"/>
    <w:rsid w:val="00DD5D65"/>
    <w:rsid w:val="00DD6167"/>
    <w:rsid w:val="00DD6358"/>
    <w:rsid w:val="00DD6491"/>
    <w:rsid w:val="00DD68EC"/>
    <w:rsid w:val="00DD6A4D"/>
    <w:rsid w:val="00DD6E24"/>
    <w:rsid w:val="00DD6F72"/>
    <w:rsid w:val="00DD6FEC"/>
    <w:rsid w:val="00DD7078"/>
    <w:rsid w:val="00DD72A1"/>
    <w:rsid w:val="00DD737B"/>
    <w:rsid w:val="00DD73A4"/>
    <w:rsid w:val="00DE01B7"/>
    <w:rsid w:val="00DE0358"/>
    <w:rsid w:val="00DE057D"/>
    <w:rsid w:val="00DE06F8"/>
    <w:rsid w:val="00DE0E76"/>
    <w:rsid w:val="00DE140B"/>
    <w:rsid w:val="00DE150D"/>
    <w:rsid w:val="00DE1693"/>
    <w:rsid w:val="00DE1B23"/>
    <w:rsid w:val="00DE1ED2"/>
    <w:rsid w:val="00DE1FDE"/>
    <w:rsid w:val="00DE21C2"/>
    <w:rsid w:val="00DE2313"/>
    <w:rsid w:val="00DE24BB"/>
    <w:rsid w:val="00DE27CC"/>
    <w:rsid w:val="00DE2C83"/>
    <w:rsid w:val="00DE2DAE"/>
    <w:rsid w:val="00DE2E70"/>
    <w:rsid w:val="00DE3378"/>
    <w:rsid w:val="00DE33B8"/>
    <w:rsid w:val="00DE37B9"/>
    <w:rsid w:val="00DE38AD"/>
    <w:rsid w:val="00DE3948"/>
    <w:rsid w:val="00DE3E53"/>
    <w:rsid w:val="00DE3F55"/>
    <w:rsid w:val="00DE4463"/>
    <w:rsid w:val="00DE44B5"/>
    <w:rsid w:val="00DE455A"/>
    <w:rsid w:val="00DE46BE"/>
    <w:rsid w:val="00DE48AD"/>
    <w:rsid w:val="00DE5244"/>
    <w:rsid w:val="00DE552C"/>
    <w:rsid w:val="00DE58AF"/>
    <w:rsid w:val="00DE5B07"/>
    <w:rsid w:val="00DE5DD6"/>
    <w:rsid w:val="00DE628C"/>
    <w:rsid w:val="00DE630B"/>
    <w:rsid w:val="00DE6433"/>
    <w:rsid w:val="00DE6657"/>
    <w:rsid w:val="00DE7C2E"/>
    <w:rsid w:val="00DF003F"/>
    <w:rsid w:val="00DF0254"/>
    <w:rsid w:val="00DF0516"/>
    <w:rsid w:val="00DF0554"/>
    <w:rsid w:val="00DF0882"/>
    <w:rsid w:val="00DF1732"/>
    <w:rsid w:val="00DF19C4"/>
    <w:rsid w:val="00DF1B00"/>
    <w:rsid w:val="00DF1CBE"/>
    <w:rsid w:val="00DF1D34"/>
    <w:rsid w:val="00DF1E13"/>
    <w:rsid w:val="00DF1E90"/>
    <w:rsid w:val="00DF1FF7"/>
    <w:rsid w:val="00DF203C"/>
    <w:rsid w:val="00DF2195"/>
    <w:rsid w:val="00DF23C7"/>
    <w:rsid w:val="00DF26D7"/>
    <w:rsid w:val="00DF2775"/>
    <w:rsid w:val="00DF294D"/>
    <w:rsid w:val="00DF2A07"/>
    <w:rsid w:val="00DF2C3D"/>
    <w:rsid w:val="00DF315B"/>
    <w:rsid w:val="00DF3193"/>
    <w:rsid w:val="00DF3443"/>
    <w:rsid w:val="00DF34D8"/>
    <w:rsid w:val="00DF368A"/>
    <w:rsid w:val="00DF3A25"/>
    <w:rsid w:val="00DF3FCD"/>
    <w:rsid w:val="00DF402A"/>
    <w:rsid w:val="00DF4261"/>
    <w:rsid w:val="00DF480D"/>
    <w:rsid w:val="00DF4E48"/>
    <w:rsid w:val="00DF539E"/>
    <w:rsid w:val="00DF53A2"/>
    <w:rsid w:val="00DF5493"/>
    <w:rsid w:val="00DF5651"/>
    <w:rsid w:val="00DF5A3F"/>
    <w:rsid w:val="00DF5D7E"/>
    <w:rsid w:val="00DF6EF9"/>
    <w:rsid w:val="00DF701B"/>
    <w:rsid w:val="00DF712A"/>
    <w:rsid w:val="00DF7289"/>
    <w:rsid w:val="00DF73C6"/>
    <w:rsid w:val="00DF7546"/>
    <w:rsid w:val="00DF7988"/>
    <w:rsid w:val="00DF7EDA"/>
    <w:rsid w:val="00E00307"/>
    <w:rsid w:val="00E0031C"/>
    <w:rsid w:val="00E00817"/>
    <w:rsid w:val="00E0097F"/>
    <w:rsid w:val="00E00AE4"/>
    <w:rsid w:val="00E00EBD"/>
    <w:rsid w:val="00E01179"/>
    <w:rsid w:val="00E01543"/>
    <w:rsid w:val="00E018AB"/>
    <w:rsid w:val="00E01E25"/>
    <w:rsid w:val="00E01E74"/>
    <w:rsid w:val="00E0201E"/>
    <w:rsid w:val="00E021C3"/>
    <w:rsid w:val="00E02368"/>
    <w:rsid w:val="00E024E8"/>
    <w:rsid w:val="00E02617"/>
    <w:rsid w:val="00E02736"/>
    <w:rsid w:val="00E027D8"/>
    <w:rsid w:val="00E028A3"/>
    <w:rsid w:val="00E02A06"/>
    <w:rsid w:val="00E02E7F"/>
    <w:rsid w:val="00E02F76"/>
    <w:rsid w:val="00E0336C"/>
    <w:rsid w:val="00E034F3"/>
    <w:rsid w:val="00E035E8"/>
    <w:rsid w:val="00E038F7"/>
    <w:rsid w:val="00E03BE5"/>
    <w:rsid w:val="00E03BF3"/>
    <w:rsid w:val="00E03E4E"/>
    <w:rsid w:val="00E03E97"/>
    <w:rsid w:val="00E040CE"/>
    <w:rsid w:val="00E04916"/>
    <w:rsid w:val="00E0501C"/>
    <w:rsid w:val="00E051F1"/>
    <w:rsid w:val="00E052A3"/>
    <w:rsid w:val="00E055A8"/>
    <w:rsid w:val="00E05634"/>
    <w:rsid w:val="00E057C1"/>
    <w:rsid w:val="00E057E7"/>
    <w:rsid w:val="00E05904"/>
    <w:rsid w:val="00E059EA"/>
    <w:rsid w:val="00E05A22"/>
    <w:rsid w:val="00E05EB2"/>
    <w:rsid w:val="00E0601F"/>
    <w:rsid w:val="00E06186"/>
    <w:rsid w:val="00E06352"/>
    <w:rsid w:val="00E063E7"/>
    <w:rsid w:val="00E0653B"/>
    <w:rsid w:val="00E06740"/>
    <w:rsid w:val="00E069CF"/>
    <w:rsid w:val="00E06BD1"/>
    <w:rsid w:val="00E06E29"/>
    <w:rsid w:val="00E06F22"/>
    <w:rsid w:val="00E0709F"/>
    <w:rsid w:val="00E078C7"/>
    <w:rsid w:val="00E07CA8"/>
    <w:rsid w:val="00E100A6"/>
    <w:rsid w:val="00E103B8"/>
    <w:rsid w:val="00E10502"/>
    <w:rsid w:val="00E108E5"/>
    <w:rsid w:val="00E109EE"/>
    <w:rsid w:val="00E10C1B"/>
    <w:rsid w:val="00E10D7B"/>
    <w:rsid w:val="00E113F7"/>
    <w:rsid w:val="00E116F4"/>
    <w:rsid w:val="00E117F3"/>
    <w:rsid w:val="00E1185E"/>
    <w:rsid w:val="00E11A87"/>
    <w:rsid w:val="00E1242C"/>
    <w:rsid w:val="00E128E2"/>
    <w:rsid w:val="00E12B2F"/>
    <w:rsid w:val="00E12BC6"/>
    <w:rsid w:val="00E12FD2"/>
    <w:rsid w:val="00E1310C"/>
    <w:rsid w:val="00E1361C"/>
    <w:rsid w:val="00E13AC7"/>
    <w:rsid w:val="00E13D18"/>
    <w:rsid w:val="00E14178"/>
    <w:rsid w:val="00E14D63"/>
    <w:rsid w:val="00E14E4B"/>
    <w:rsid w:val="00E154DC"/>
    <w:rsid w:val="00E154FE"/>
    <w:rsid w:val="00E15651"/>
    <w:rsid w:val="00E1599F"/>
    <w:rsid w:val="00E15C19"/>
    <w:rsid w:val="00E16062"/>
    <w:rsid w:val="00E16214"/>
    <w:rsid w:val="00E1622B"/>
    <w:rsid w:val="00E16825"/>
    <w:rsid w:val="00E169F7"/>
    <w:rsid w:val="00E16ABF"/>
    <w:rsid w:val="00E16B8F"/>
    <w:rsid w:val="00E16E19"/>
    <w:rsid w:val="00E17254"/>
    <w:rsid w:val="00E17358"/>
    <w:rsid w:val="00E1757D"/>
    <w:rsid w:val="00E176CC"/>
    <w:rsid w:val="00E179A4"/>
    <w:rsid w:val="00E17A07"/>
    <w:rsid w:val="00E17B38"/>
    <w:rsid w:val="00E204BE"/>
    <w:rsid w:val="00E2097F"/>
    <w:rsid w:val="00E209B6"/>
    <w:rsid w:val="00E20C2D"/>
    <w:rsid w:val="00E20DF4"/>
    <w:rsid w:val="00E20EA2"/>
    <w:rsid w:val="00E20F1D"/>
    <w:rsid w:val="00E20FD9"/>
    <w:rsid w:val="00E21110"/>
    <w:rsid w:val="00E2113B"/>
    <w:rsid w:val="00E21276"/>
    <w:rsid w:val="00E213EC"/>
    <w:rsid w:val="00E21450"/>
    <w:rsid w:val="00E21489"/>
    <w:rsid w:val="00E21862"/>
    <w:rsid w:val="00E21F33"/>
    <w:rsid w:val="00E221C3"/>
    <w:rsid w:val="00E2237D"/>
    <w:rsid w:val="00E22885"/>
    <w:rsid w:val="00E228A1"/>
    <w:rsid w:val="00E2366C"/>
    <w:rsid w:val="00E236D6"/>
    <w:rsid w:val="00E23936"/>
    <w:rsid w:val="00E23AD1"/>
    <w:rsid w:val="00E23DCE"/>
    <w:rsid w:val="00E241CA"/>
    <w:rsid w:val="00E242E3"/>
    <w:rsid w:val="00E243B0"/>
    <w:rsid w:val="00E24BEF"/>
    <w:rsid w:val="00E24DBE"/>
    <w:rsid w:val="00E24F66"/>
    <w:rsid w:val="00E24F7A"/>
    <w:rsid w:val="00E25264"/>
    <w:rsid w:val="00E255B6"/>
    <w:rsid w:val="00E259F6"/>
    <w:rsid w:val="00E262AB"/>
    <w:rsid w:val="00E26332"/>
    <w:rsid w:val="00E263E1"/>
    <w:rsid w:val="00E26658"/>
    <w:rsid w:val="00E2672E"/>
    <w:rsid w:val="00E269EF"/>
    <w:rsid w:val="00E26A27"/>
    <w:rsid w:val="00E26A2C"/>
    <w:rsid w:val="00E26B82"/>
    <w:rsid w:val="00E26D75"/>
    <w:rsid w:val="00E270D7"/>
    <w:rsid w:val="00E2787A"/>
    <w:rsid w:val="00E27A34"/>
    <w:rsid w:val="00E27CBF"/>
    <w:rsid w:val="00E30623"/>
    <w:rsid w:val="00E30734"/>
    <w:rsid w:val="00E30831"/>
    <w:rsid w:val="00E3097D"/>
    <w:rsid w:val="00E30BCF"/>
    <w:rsid w:val="00E30D08"/>
    <w:rsid w:val="00E31457"/>
    <w:rsid w:val="00E3167E"/>
    <w:rsid w:val="00E31880"/>
    <w:rsid w:val="00E32064"/>
    <w:rsid w:val="00E3230A"/>
    <w:rsid w:val="00E324C3"/>
    <w:rsid w:val="00E3265B"/>
    <w:rsid w:val="00E32718"/>
    <w:rsid w:val="00E32B1C"/>
    <w:rsid w:val="00E32D95"/>
    <w:rsid w:val="00E332D8"/>
    <w:rsid w:val="00E33337"/>
    <w:rsid w:val="00E333F9"/>
    <w:rsid w:val="00E33785"/>
    <w:rsid w:val="00E33A0F"/>
    <w:rsid w:val="00E33F25"/>
    <w:rsid w:val="00E33FD7"/>
    <w:rsid w:val="00E341D2"/>
    <w:rsid w:val="00E346F2"/>
    <w:rsid w:val="00E3534A"/>
    <w:rsid w:val="00E3536F"/>
    <w:rsid w:val="00E359FD"/>
    <w:rsid w:val="00E35C8B"/>
    <w:rsid w:val="00E364F0"/>
    <w:rsid w:val="00E3659C"/>
    <w:rsid w:val="00E36C67"/>
    <w:rsid w:val="00E36D95"/>
    <w:rsid w:val="00E37193"/>
    <w:rsid w:val="00E372D9"/>
    <w:rsid w:val="00E37653"/>
    <w:rsid w:val="00E3778A"/>
    <w:rsid w:val="00E37C96"/>
    <w:rsid w:val="00E37F4E"/>
    <w:rsid w:val="00E40168"/>
    <w:rsid w:val="00E407D8"/>
    <w:rsid w:val="00E40812"/>
    <w:rsid w:val="00E40837"/>
    <w:rsid w:val="00E40A9E"/>
    <w:rsid w:val="00E40C26"/>
    <w:rsid w:val="00E40D84"/>
    <w:rsid w:val="00E416CC"/>
    <w:rsid w:val="00E416F8"/>
    <w:rsid w:val="00E41938"/>
    <w:rsid w:val="00E4194B"/>
    <w:rsid w:val="00E41B95"/>
    <w:rsid w:val="00E41D65"/>
    <w:rsid w:val="00E41D86"/>
    <w:rsid w:val="00E41E6A"/>
    <w:rsid w:val="00E42431"/>
    <w:rsid w:val="00E42E64"/>
    <w:rsid w:val="00E42E7D"/>
    <w:rsid w:val="00E434C7"/>
    <w:rsid w:val="00E4395B"/>
    <w:rsid w:val="00E43D04"/>
    <w:rsid w:val="00E4409A"/>
    <w:rsid w:val="00E44248"/>
    <w:rsid w:val="00E44A1A"/>
    <w:rsid w:val="00E44AC1"/>
    <w:rsid w:val="00E44AD9"/>
    <w:rsid w:val="00E4512C"/>
    <w:rsid w:val="00E451D8"/>
    <w:rsid w:val="00E45215"/>
    <w:rsid w:val="00E45444"/>
    <w:rsid w:val="00E455C4"/>
    <w:rsid w:val="00E45D6B"/>
    <w:rsid w:val="00E45D81"/>
    <w:rsid w:val="00E45DF6"/>
    <w:rsid w:val="00E45EEF"/>
    <w:rsid w:val="00E461DF"/>
    <w:rsid w:val="00E461EB"/>
    <w:rsid w:val="00E46252"/>
    <w:rsid w:val="00E46573"/>
    <w:rsid w:val="00E46824"/>
    <w:rsid w:val="00E46970"/>
    <w:rsid w:val="00E4697D"/>
    <w:rsid w:val="00E46C98"/>
    <w:rsid w:val="00E46EED"/>
    <w:rsid w:val="00E46F50"/>
    <w:rsid w:val="00E472C8"/>
    <w:rsid w:val="00E47457"/>
    <w:rsid w:val="00E47673"/>
    <w:rsid w:val="00E4796D"/>
    <w:rsid w:val="00E47A84"/>
    <w:rsid w:val="00E47ABF"/>
    <w:rsid w:val="00E47BF3"/>
    <w:rsid w:val="00E47D91"/>
    <w:rsid w:val="00E47E6E"/>
    <w:rsid w:val="00E501B7"/>
    <w:rsid w:val="00E50809"/>
    <w:rsid w:val="00E50F01"/>
    <w:rsid w:val="00E51282"/>
    <w:rsid w:val="00E51311"/>
    <w:rsid w:val="00E5159F"/>
    <w:rsid w:val="00E51729"/>
    <w:rsid w:val="00E517B9"/>
    <w:rsid w:val="00E51865"/>
    <w:rsid w:val="00E518C8"/>
    <w:rsid w:val="00E51CBB"/>
    <w:rsid w:val="00E51E45"/>
    <w:rsid w:val="00E5244A"/>
    <w:rsid w:val="00E5281B"/>
    <w:rsid w:val="00E5289C"/>
    <w:rsid w:val="00E52916"/>
    <w:rsid w:val="00E529DF"/>
    <w:rsid w:val="00E52ABF"/>
    <w:rsid w:val="00E52B10"/>
    <w:rsid w:val="00E52BA6"/>
    <w:rsid w:val="00E52C82"/>
    <w:rsid w:val="00E530E6"/>
    <w:rsid w:val="00E53D04"/>
    <w:rsid w:val="00E5413F"/>
    <w:rsid w:val="00E54657"/>
    <w:rsid w:val="00E54AB8"/>
    <w:rsid w:val="00E54CF3"/>
    <w:rsid w:val="00E54D05"/>
    <w:rsid w:val="00E54D2E"/>
    <w:rsid w:val="00E552F7"/>
    <w:rsid w:val="00E55D51"/>
    <w:rsid w:val="00E55FEC"/>
    <w:rsid w:val="00E5652C"/>
    <w:rsid w:val="00E5660A"/>
    <w:rsid w:val="00E569D8"/>
    <w:rsid w:val="00E56DD3"/>
    <w:rsid w:val="00E57134"/>
    <w:rsid w:val="00E5720C"/>
    <w:rsid w:val="00E57552"/>
    <w:rsid w:val="00E575C5"/>
    <w:rsid w:val="00E57673"/>
    <w:rsid w:val="00E57D51"/>
    <w:rsid w:val="00E60572"/>
    <w:rsid w:val="00E61206"/>
    <w:rsid w:val="00E6163A"/>
    <w:rsid w:val="00E61AA4"/>
    <w:rsid w:val="00E61BA5"/>
    <w:rsid w:val="00E61DA9"/>
    <w:rsid w:val="00E620EE"/>
    <w:rsid w:val="00E625A0"/>
    <w:rsid w:val="00E62727"/>
    <w:rsid w:val="00E62C86"/>
    <w:rsid w:val="00E62F71"/>
    <w:rsid w:val="00E633CA"/>
    <w:rsid w:val="00E63580"/>
    <w:rsid w:val="00E639B3"/>
    <w:rsid w:val="00E63B5F"/>
    <w:rsid w:val="00E64310"/>
    <w:rsid w:val="00E644AE"/>
    <w:rsid w:val="00E644BA"/>
    <w:rsid w:val="00E64706"/>
    <w:rsid w:val="00E64C22"/>
    <w:rsid w:val="00E64E9A"/>
    <w:rsid w:val="00E650B6"/>
    <w:rsid w:val="00E650F1"/>
    <w:rsid w:val="00E65588"/>
    <w:rsid w:val="00E655D2"/>
    <w:rsid w:val="00E6579D"/>
    <w:rsid w:val="00E65D67"/>
    <w:rsid w:val="00E66112"/>
    <w:rsid w:val="00E66153"/>
    <w:rsid w:val="00E66281"/>
    <w:rsid w:val="00E66AF0"/>
    <w:rsid w:val="00E67679"/>
    <w:rsid w:val="00E67874"/>
    <w:rsid w:val="00E67A04"/>
    <w:rsid w:val="00E67A63"/>
    <w:rsid w:val="00E67D4D"/>
    <w:rsid w:val="00E67D6D"/>
    <w:rsid w:val="00E67EA7"/>
    <w:rsid w:val="00E70022"/>
    <w:rsid w:val="00E700ED"/>
    <w:rsid w:val="00E70122"/>
    <w:rsid w:val="00E70128"/>
    <w:rsid w:val="00E7021E"/>
    <w:rsid w:val="00E709F7"/>
    <w:rsid w:val="00E70B59"/>
    <w:rsid w:val="00E70BAE"/>
    <w:rsid w:val="00E70F9D"/>
    <w:rsid w:val="00E7119E"/>
    <w:rsid w:val="00E712FA"/>
    <w:rsid w:val="00E716A6"/>
    <w:rsid w:val="00E716E3"/>
    <w:rsid w:val="00E71B72"/>
    <w:rsid w:val="00E71C6A"/>
    <w:rsid w:val="00E71E41"/>
    <w:rsid w:val="00E71EDC"/>
    <w:rsid w:val="00E725F0"/>
    <w:rsid w:val="00E728A6"/>
    <w:rsid w:val="00E72BBD"/>
    <w:rsid w:val="00E72CCD"/>
    <w:rsid w:val="00E73317"/>
    <w:rsid w:val="00E73877"/>
    <w:rsid w:val="00E73885"/>
    <w:rsid w:val="00E73BDE"/>
    <w:rsid w:val="00E73C5A"/>
    <w:rsid w:val="00E73E2A"/>
    <w:rsid w:val="00E73EE2"/>
    <w:rsid w:val="00E73F34"/>
    <w:rsid w:val="00E74192"/>
    <w:rsid w:val="00E7511A"/>
    <w:rsid w:val="00E75202"/>
    <w:rsid w:val="00E752A7"/>
    <w:rsid w:val="00E7553B"/>
    <w:rsid w:val="00E75860"/>
    <w:rsid w:val="00E75929"/>
    <w:rsid w:val="00E75983"/>
    <w:rsid w:val="00E75C53"/>
    <w:rsid w:val="00E75C82"/>
    <w:rsid w:val="00E768C9"/>
    <w:rsid w:val="00E76A41"/>
    <w:rsid w:val="00E77080"/>
    <w:rsid w:val="00E772D4"/>
    <w:rsid w:val="00E77381"/>
    <w:rsid w:val="00E774A1"/>
    <w:rsid w:val="00E77BDC"/>
    <w:rsid w:val="00E802C7"/>
    <w:rsid w:val="00E80304"/>
    <w:rsid w:val="00E80554"/>
    <w:rsid w:val="00E808A1"/>
    <w:rsid w:val="00E80A08"/>
    <w:rsid w:val="00E80DB9"/>
    <w:rsid w:val="00E813FD"/>
    <w:rsid w:val="00E815CF"/>
    <w:rsid w:val="00E8161A"/>
    <w:rsid w:val="00E8171A"/>
    <w:rsid w:val="00E8175E"/>
    <w:rsid w:val="00E81F80"/>
    <w:rsid w:val="00E81FA9"/>
    <w:rsid w:val="00E822BE"/>
    <w:rsid w:val="00E82386"/>
    <w:rsid w:val="00E825FF"/>
    <w:rsid w:val="00E8291D"/>
    <w:rsid w:val="00E82C1F"/>
    <w:rsid w:val="00E82D2E"/>
    <w:rsid w:val="00E82F28"/>
    <w:rsid w:val="00E835CF"/>
    <w:rsid w:val="00E835D4"/>
    <w:rsid w:val="00E8374B"/>
    <w:rsid w:val="00E8375B"/>
    <w:rsid w:val="00E838BD"/>
    <w:rsid w:val="00E838F8"/>
    <w:rsid w:val="00E83E58"/>
    <w:rsid w:val="00E83EEC"/>
    <w:rsid w:val="00E8401A"/>
    <w:rsid w:val="00E8417C"/>
    <w:rsid w:val="00E84420"/>
    <w:rsid w:val="00E84528"/>
    <w:rsid w:val="00E846D8"/>
    <w:rsid w:val="00E84871"/>
    <w:rsid w:val="00E84E0B"/>
    <w:rsid w:val="00E84EA9"/>
    <w:rsid w:val="00E85256"/>
    <w:rsid w:val="00E8537F"/>
    <w:rsid w:val="00E85514"/>
    <w:rsid w:val="00E85853"/>
    <w:rsid w:val="00E85AEC"/>
    <w:rsid w:val="00E85B96"/>
    <w:rsid w:val="00E86014"/>
    <w:rsid w:val="00E860FF"/>
    <w:rsid w:val="00E869FB"/>
    <w:rsid w:val="00E86BE2"/>
    <w:rsid w:val="00E86C5D"/>
    <w:rsid w:val="00E86C9D"/>
    <w:rsid w:val="00E874A4"/>
    <w:rsid w:val="00E878A3"/>
    <w:rsid w:val="00E90079"/>
    <w:rsid w:val="00E9016F"/>
    <w:rsid w:val="00E90393"/>
    <w:rsid w:val="00E903D9"/>
    <w:rsid w:val="00E90654"/>
    <w:rsid w:val="00E909A3"/>
    <w:rsid w:val="00E90BAB"/>
    <w:rsid w:val="00E90D7D"/>
    <w:rsid w:val="00E90E4B"/>
    <w:rsid w:val="00E91012"/>
    <w:rsid w:val="00E91092"/>
    <w:rsid w:val="00E91F6B"/>
    <w:rsid w:val="00E92426"/>
    <w:rsid w:val="00E92552"/>
    <w:rsid w:val="00E92A65"/>
    <w:rsid w:val="00E92F1C"/>
    <w:rsid w:val="00E93379"/>
    <w:rsid w:val="00E936E9"/>
    <w:rsid w:val="00E93A47"/>
    <w:rsid w:val="00E943B8"/>
    <w:rsid w:val="00E9446F"/>
    <w:rsid w:val="00E947A4"/>
    <w:rsid w:val="00E94A29"/>
    <w:rsid w:val="00E94C67"/>
    <w:rsid w:val="00E94EC3"/>
    <w:rsid w:val="00E95160"/>
    <w:rsid w:val="00E95380"/>
    <w:rsid w:val="00E9541D"/>
    <w:rsid w:val="00E95571"/>
    <w:rsid w:val="00E956D9"/>
    <w:rsid w:val="00E95A64"/>
    <w:rsid w:val="00E95D0D"/>
    <w:rsid w:val="00E95D18"/>
    <w:rsid w:val="00E964A5"/>
    <w:rsid w:val="00E964D8"/>
    <w:rsid w:val="00E9663F"/>
    <w:rsid w:val="00E967B6"/>
    <w:rsid w:val="00E9691B"/>
    <w:rsid w:val="00E96C54"/>
    <w:rsid w:val="00E96F4E"/>
    <w:rsid w:val="00E97472"/>
    <w:rsid w:val="00E975D8"/>
    <w:rsid w:val="00E97C16"/>
    <w:rsid w:val="00E97D00"/>
    <w:rsid w:val="00E97E6A"/>
    <w:rsid w:val="00E97EA5"/>
    <w:rsid w:val="00EA00A6"/>
    <w:rsid w:val="00EA01BA"/>
    <w:rsid w:val="00EA0299"/>
    <w:rsid w:val="00EA0611"/>
    <w:rsid w:val="00EA0B51"/>
    <w:rsid w:val="00EA0CB4"/>
    <w:rsid w:val="00EA0D5D"/>
    <w:rsid w:val="00EA0ED6"/>
    <w:rsid w:val="00EA156E"/>
    <w:rsid w:val="00EA189B"/>
    <w:rsid w:val="00EA1CE6"/>
    <w:rsid w:val="00EA1D2A"/>
    <w:rsid w:val="00EA1DAA"/>
    <w:rsid w:val="00EA23C8"/>
    <w:rsid w:val="00EA23F4"/>
    <w:rsid w:val="00EA2746"/>
    <w:rsid w:val="00EA2C77"/>
    <w:rsid w:val="00EA2D0B"/>
    <w:rsid w:val="00EA2DB1"/>
    <w:rsid w:val="00EA2DC2"/>
    <w:rsid w:val="00EA3033"/>
    <w:rsid w:val="00EA327A"/>
    <w:rsid w:val="00EA3E7B"/>
    <w:rsid w:val="00EA3F37"/>
    <w:rsid w:val="00EA4225"/>
    <w:rsid w:val="00EA422B"/>
    <w:rsid w:val="00EA49B6"/>
    <w:rsid w:val="00EA4F74"/>
    <w:rsid w:val="00EA4FD1"/>
    <w:rsid w:val="00EA51F0"/>
    <w:rsid w:val="00EA525F"/>
    <w:rsid w:val="00EA52BE"/>
    <w:rsid w:val="00EA55E7"/>
    <w:rsid w:val="00EA584E"/>
    <w:rsid w:val="00EA59E8"/>
    <w:rsid w:val="00EA5B21"/>
    <w:rsid w:val="00EA5B5A"/>
    <w:rsid w:val="00EA5F01"/>
    <w:rsid w:val="00EA5F73"/>
    <w:rsid w:val="00EA648D"/>
    <w:rsid w:val="00EA69FF"/>
    <w:rsid w:val="00EA6C49"/>
    <w:rsid w:val="00EA6FA8"/>
    <w:rsid w:val="00EA708E"/>
    <w:rsid w:val="00EA7480"/>
    <w:rsid w:val="00EA7A91"/>
    <w:rsid w:val="00EA7BCC"/>
    <w:rsid w:val="00EA7CD4"/>
    <w:rsid w:val="00EB0044"/>
    <w:rsid w:val="00EB02C0"/>
    <w:rsid w:val="00EB03A2"/>
    <w:rsid w:val="00EB0649"/>
    <w:rsid w:val="00EB148D"/>
    <w:rsid w:val="00EB1723"/>
    <w:rsid w:val="00EB1AFA"/>
    <w:rsid w:val="00EB1D8E"/>
    <w:rsid w:val="00EB20CC"/>
    <w:rsid w:val="00EB2138"/>
    <w:rsid w:val="00EB21B5"/>
    <w:rsid w:val="00EB2950"/>
    <w:rsid w:val="00EB2A9E"/>
    <w:rsid w:val="00EB307E"/>
    <w:rsid w:val="00EB36F1"/>
    <w:rsid w:val="00EB3CC6"/>
    <w:rsid w:val="00EB3F27"/>
    <w:rsid w:val="00EB4077"/>
    <w:rsid w:val="00EB41A5"/>
    <w:rsid w:val="00EB4509"/>
    <w:rsid w:val="00EB45CC"/>
    <w:rsid w:val="00EB4D70"/>
    <w:rsid w:val="00EB503D"/>
    <w:rsid w:val="00EB50DF"/>
    <w:rsid w:val="00EB5167"/>
    <w:rsid w:val="00EB5212"/>
    <w:rsid w:val="00EB57C5"/>
    <w:rsid w:val="00EB57FC"/>
    <w:rsid w:val="00EB58DF"/>
    <w:rsid w:val="00EB5944"/>
    <w:rsid w:val="00EB59E1"/>
    <w:rsid w:val="00EB5CAE"/>
    <w:rsid w:val="00EB6372"/>
    <w:rsid w:val="00EB645E"/>
    <w:rsid w:val="00EB64DD"/>
    <w:rsid w:val="00EB650D"/>
    <w:rsid w:val="00EB6769"/>
    <w:rsid w:val="00EB6CB4"/>
    <w:rsid w:val="00EB71C3"/>
    <w:rsid w:val="00EB71E3"/>
    <w:rsid w:val="00EB7205"/>
    <w:rsid w:val="00EB7451"/>
    <w:rsid w:val="00EB75C3"/>
    <w:rsid w:val="00EB7644"/>
    <w:rsid w:val="00EB7A96"/>
    <w:rsid w:val="00EB7D5E"/>
    <w:rsid w:val="00EC0194"/>
    <w:rsid w:val="00EC0735"/>
    <w:rsid w:val="00EC0B24"/>
    <w:rsid w:val="00EC0B8B"/>
    <w:rsid w:val="00EC0DDE"/>
    <w:rsid w:val="00EC0F40"/>
    <w:rsid w:val="00EC1037"/>
    <w:rsid w:val="00EC1099"/>
    <w:rsid w:val="00EC13D5"/>
    <w:rsid w:val="00EC16B4"/>
    <w:rsid w:val="00EC1B29"/>
    <w:rsid w:val="00EC1C56"/>
    <w:rsid w:val="00EC1CD2"/>
    <w:rsid w:val="00EC1D34"/>
    <w:rsid w:val="00EC1F3D"/>
    <w:rsid w:val="00EC2B3D"/>
    <w:rsid w:val="00EC2DE9"/>
    <w:rsid w:val="00EC310F"/>
    <w:rsid w:val="00EC367E"/>
    <w:rsid w:val="00EC3AF1"/>
    <w:rsid w:val="00EC3E22"/>
    <w:rsid w:val="00EC3FC8"/>
    <w:rsid w:val="00EC42EE"/>
    <w:rsid w:val="00EC455C"/>
    <w:rsid w:val="00EC45F5"/>
    <w:rsid w:val="00EC465A"/>
    <w:rsid w:val="00EC48C0"/>
    <w:rsid w:val="00EC4C7C"/>
    <w:rsid w:val="00EC4E0A"/>
    <w:rsid w:val="00EC5575"/>
    <w:rsid w:val="00EC582E"/>
    <w:rsid w:val="00EC5933"/>
    <w:rsid w:val="00EC5977"/>
    <w:rsid w:val="00EC5C56"/>
    <w:rsid w:val="00EC5D0E"/>
    <w:rsid w:val="00EC61FE"/>
    <w:rsid w:val="00EC6240"/>
    <w:rsid w:val="00EC67E3"/>
    <w:rsid w:val="00EC6F91"/>
    <w:rsid w:val="00EC72A5"/>
    <w:rsid w:val="00EC75B6"/>
    <w:rsid w:val="00EC7837"/>
    <w:rsid w:val="00EC7923"/>
    <w:rsid w:val="00EC7E75"/>
    <w:rsid w:val="00EC7FE3"/>
    <w:rsid w:val="00ED0847"/>
    <w:rsid w:val="00ED0933"/>
    <w:rsid w:val="00ED0D3A"/>
    <w:rsid w:val="00ED0DDF"/>
    <w:rsid w:val="00ED10CB"/>
    <w:rsid w:val="00ED154C"/>
    <w:rsid w:val="00ED17DE"/>
    <w:rsid w:val="00ED1879"/>
    <w:rsid w:val="00ED1C45"/>
    <w:rsid w:val="00ED1DED"/>
    <w:rsid w:val="00ED1E95"/>
    <w:rsid w:val="00ED1EFB"/>
    <w:rsid w:val="00ED2358"/>
    <w:rsid w:val="00ED26AC"/>
    <w:rsid w:val="00ED29ED"/>
    <w:rsid w:val="00ED2CA8"/>
    <w:rsid w:val="00ED2E4A"/>
    <w:rsid w:val="00ED330C"/>
    <w:rsid w:val="00ED394D"/>
    <w:rsid w:val="00ED39B9"/>
    <w:rsid w:val="00ED3ACC"/>
    <w:rsid w:val="00ED3CC7"/>
    <w:rsid w:val="00ED3D48"/>
    <w:rsid w:val="00ED3F7D"/>
    <w:rsid w:val="00ED3FB1"/>
    <w:rsid w:val="00ED41E3"/>
    <w:rsid w:val="00ED46F0"/>
    <w:rsid w:val="00ED4795"/>
    <w:rsid w:val="00ED4B3C"/>
    <w:rsid w:val="00ED4C9C"/>
    <w:rsid w:val="00ED4D48"/>
    <w:rsid w:val="00ED5566"/>
    <w:rsid w:val="00ED55AF"/>
    <w:rsid w:val="00ED5742"/>
    <w:rsid w:val="00ED59A9"/>
    <w:rsid w:val="00ED5C22"/>
    <w:rsid w:val="00ED5C59"/>
    <w:rsid w:val="00ED5E72"/>
    <w:rsid w:val="00ED60D1"/>
    <w:rsid w:val="00ED6544"/>
    <w:rsid w:val="00ED669A"/>
    <w:rsid w:val="00ED6841"/>
    <w:rsid w:val="00ED6E5E"/>
    <w:rsid w:val="00ED6EC3"/>
    <w:rsid w:val="00ED717B"/>
    <w:rsid w:val="00ED788B"/>
    <w:rsid w:val="00EE0310"/>
    <w:rsid w:val="00EE0429"/>
    <w:rsid w:val="00EE0734"/>
    <w:rsid w:val="00EE09F6"/>
    <w:rsid w:val="00EE13B8"/>
    <w:rsid w:val="00EE1D28"/>
    <w:rsid w:val="00EE1F5C"/>
    <w:rsid w:val="00EE2198"/>
    <w:rsid w:val="00EE256C"/>
    <w:rsid w:val="00EE2AC7"/>
    <w:rsid w:val="00EE2CCA"/>
    <w:rsid w:val="00EE2F58"/>
    <w:rsid w:val="00EE2F5B"/>
    <w:rsid w:val="00EE3095"/>
    <w:rsid w:val="00EE333E"/>
    <w:rsid w:val="00EE3476"/>
    <w:rsid w:val="00EE3CB2"/>
    <w:rsid w:val="00EE3FD6"/>
    <w:rsid w:val="00EE43BE"/>
    <w:rsid w:val="00EE481E"/>
    <w:rsid w:val="00EE48F7"/>
    <w:rsid w:val="00EE4A2B"/>
    <w:rsid w:val="00EE4DFA"/>
    <w:rsid w:val="00EE50CA"/>
    <w:rsid w:val="00EE525C"/>
    <w:rsid w:val="00EE5540"/>
    <w:rsid w:val="00EE5C8A"/>
    <w:rsid w:val="00EE618B"/>
    <w:rsid w:val="00EE632C"/>
    <w:rsid w:val="00EE659C"/>
    <w:rsid w:val="00EE667E"/>
    <w:rsid w:val="00EE6868"/>
    <w:rsid w:val="00EE697D"/>
    <w:rsid w:val="00EE6B35"/>
    <w:rsid w:val="00EE6CAA"/>
    <w:rsid w:val="00EE6DE5"/>
    <w:rsid w:val="00EE713F"/>
    <w:rsid w:val="00EE74AA"/>
    <w:rsid w:val="00EE776B"/>
    <w:rsid w:val="00EE7AAB"/>
    <w:rsid w:val="00EE7FFA"/>
    <w:rsid w:val="00EF00D2"/>
    <w:rsid w:val="00EF0216"/>
    <w:rsid w:val="00EF02AF"/>
    <w:rsid w:val="00EF02EE"/>
    <w:rsid w:val="00EF04BF"/>
    <w:rsid w:val="00EF06FB"/>
    <w:rsid w:val="00EF0793"/>
    <w:rsid w:val="00EF0816"/>
    <w:rsid w:val="00EF0928"/>
    <w:rsid w:val="00EF1889"/>
    <w:rsid w:val="00EF19DB"/>
    <w:rsid w:val="00EF2711"/>
    <w:rsid w:val="00EF2945"/>
    <w:rsid w:val="00EF3471"/>
    <w:rsid w:val="00EF36F3"/>
    <w:rsid w:val="00EF3700"/>
    <w:rsid w:val="00EF3B64"/>
    <w:rsid w:val="00EF3B69"/>
    <w:rsid w:val="00EF3CAA"/>
    <w:rsid w:val="00EF4CCC"/>
    <w:rsid w:val="00EF51DF"/>
    <w:rsid w:val="00EF522A"/>
    <w:rsid w:val="00EF59C2"/>
    <w:rsid w:val="00EF6540"/>
    <w:rsid w:val="00EF6614"/>
    <w:rsid w:val="00EF67DA"/>
    <w:rsid w:val="00EF6AA6"/>
    <w:rsid w:val="00EF6B00"/>
    <w:rsid w:val="00EF6FBC"/>
    <w:rsid w:val="00EF7010"/>
    <w:rsid w:val="00EF7135"/>
    <w:rsid w:val="00EF71DE"/>
    <w:rsid w:val="00EF72E1"/>
    <w:rsid w:val="00EF7C7C"/>
    <w:rsid w:val="00EF7CEF"/>
    <w:rsid w:val="00F0041B"/>
    <w:rsid w:val="00F00486"/>
    <w:rsid w:val="00F0049A"/>
    <w:rsid w:val="00F008A4"/>
    <w:rsid w:val="00F00D2B"/>
    <w:rsid w:val="00F01430"/>
    <w:rsid w:val="00F01677"/>
    <w:rsid w:val="00F01CA0"/>
    <w:rsid w:val="00F02E4A"/>
    <w:rsid w:val="00F0333F"/>
    <w:rsid w:val="00F0342A"/>
    <w:rsid w:val="00F035B4"/>
    <w:rsid w:val="00F038C0"/>
    <w:rsid w:val="00F0393E"/>
    <w:rsid w:val="00F03DC7"/>
    <w:rsid w:val="00F0422E"/>
    <w:rsid w:val="00F046D7"/>
    <w:rsid w:val="00F0480E"/>
    <w:rsid w:val="00F048AD"/>
    <w:rsid w:val="00F04F34"/>
    <w:rsid w:val="00F058CB"/>
    <w:rsid w:val="00F05AE0"/>
    <w:rsid w:val="00F05CB1"/>
    <w:rsid w:val="00F05F6C"/>
    <w:rsid w:val="00F06115"/>
    <w:rsid w:val="00F067AB"/>
    <w:rsid w:val="00F067E2"/>
    <w:rsid w:val="00F06D90"/>
    <w:rsid w:val="00F070BA"/>
    <w:rsid w:val="00F0747B"/>
    <w:rsid w:val="00F07976"/>
    <w:rsid w:val="00F07990"/>
    <w:rsid w:val="00F07ABA"/>
    <w:rsid w:val="00F07B9F"/>
    <w:rsid w:val="00F07E53"/>
    <w:rsid w:val="00F07FA9"/>
    <w:rsid w:val="00F100B3"/>
    <w:rsid w:val="00F10D4F"/>
    <w:rsid w:val="00F11078"/>
    <w:rsid w:val="00F11225"/>
    <w:rsid w:val="00F113A4"/>
    <w:rsid w:val="00F11848"/>
    <w:rsid w:val="00F11885"/>
    <w:rsid w:val="00F118A0"/>
    <w:rsid w:val="00F11A7C"/>
    <w:rsid w:val="00F11C21"/>
    <w:rsid w:val="00F121D2"/>
    <w:rsid w:val="00F121FB"/>
    <w:rsid w:val="00F122D8"/>
    <w:rsid w:val="00F122ED"/>
    <w:rsid w:val="00F1237E"/>
    <w:rsid w:val="00F127CA"/>
    <w:rsid w:val="00F12A4B"/>
    <w:rsid w:val="00F12E26"/>
    <w:rsid w:val="00F12E43"/>
    <w:rsid w:val="00F13D20"/>
    <w:rsid w:val="00F1426B"/>
    <w:rsid w:val="00F14798"/>
    <w:rsid w:val="00F1485D"/>
    <w:rsid w:val="00F153E9"/>
    <w:rsid w:val="00F15938"/>
    <w:rsid w:val="00F15C94"/>
    <w:rsid w:val="00F15D44"/>
    <w:rsid w:val="00F15DE6"/>
    <w:rsid w:val="00F16252"/>
    <w:rsid w:val="00F16366"/>
    <w:rsid w:val="00F17835"/>
    <w:rsid w:val="00F17B17"/>
    <w:rsid w:val="00F17E46"/>
    <w:rsid w:val="00F17EB3"/>
    <w:rsid w:val="00F20427"/>
    <w:rsid w:val="00F205C1"/>
    <w:rsid w:val="00F207AF"/>
    <w:rsid w:val="00F207D1"/>
    <w:rsid w:val="00F20E7B"/>
    <w:rsid w:val="00F21718"/>
    <w:rsid w:val="00F2179F"/>
    <w:rsid w:val="00F21F46"/>
    <w:rsid w:val="00F22026"/>
    <w:rsid w:val="00F2208B"/>
    <w:rsid w:val="00F221DE"/>
    <w:rsid w:val="00F223E5"/>
    <w:rsid w:val="00F2248B"/>
    <w:rsid w:val="00F22C9E"/>
    <w:rsid w:val="00F22ECB"/>
    <w:rsid w:val="00F2312F"/>
    <w:rsid w:val="00F234AE"/>
    <w:rsid w:val="00F23914"/>
    <w:rsid w:val="00F23E1D"/>
    <w:rsid w:val="00F23E89"/>
    <w:rsid w:val="00F2444E"/>
    <w:rsid w:val="00F2462E"/>
    <w:rsid w:val="00F247CA"/>
    <w:rsid w:val="00F247FC"/>
    <w:rsid w:val="00F24C71"/>
    <w:rsid w:val="00F25002"/>
    <w:rsid w:val="00F251F7"/>
    <w:rsid w:val="00F2575B"/>
    <w:rsid w:val="00F25AE6"/>
    <w:rsid w:val="00F25B65"/>
    <w:rsid w:val="00F25C97"/>
    <w:rsid w:val="00F25DB6"/>
    <w:rsid w:val="00F261C8"/>
    <w:rsid w:val="00F26C0C"/>
    <w:rsid w:val="00F26DA6"/>
    <w:rsid w:val="00F26DF5"/>
    <w:rsid w:val="00F26F2B"/>
    <w:rsid w:val="00F27353"/>
    <w:rsid w:val="00F27416"/>
    <w:rsid w:val="00F27487"/>
    <w:rsid w:val="00F276C0"/>
    <w:rsid w:val="00F27BBF"/>
    <w:rsid w:val="00F27BC0"/>
    <w:rsid w:val="00F27EA1"/>
    <w:rsid w:val="00F3000E"/>
    <w:rsid w:val="00F3026A"/>
    <w:rsid w:val="00F30E52"/>
    <w:rsid w:val="00F312B2"/>
    <w:rsid w:val="00F31A1F"/>
    <w:rsid w:val="00F31A5D"/>
    <w:rsid w:val="00F31A61"/>
    <w:rsid w:val="00F31C01"/>
    <w:rsid w:val="00F31DAB"/>
    <w:rsid w:val="00F32076"/>
    <w:rsid w:val="00F32BF4"/>
    <w:rsid w:val="00F336A2"/>
    <w:rsid w:val="00F33848"/>
    <w:rsid w:val="00F3389F"/>
    <w:rsid w:val="00F33C66"/>
    <w:rsid w:val="00F3434F"/>
    <w:rsid w:val="00F34594"/>
    <w:rsid w:val="00F34708"/>
    <w:rsid w:val="00F34863"/>
    <w:rsid w:val="00F34891"/>
    <w:rsid w:val="00F349FA"/>
    <w:rsid w:val="00F34AC1"/>
    <w:rsid w:val="00F34BAD"/>
    <w:rsid w:val="00F3510E"/>
    <w:rsid w:val="00F35E00"/>
    <w:rsid w:val="00F3604A"/>
    <w:rsid w:val="00F36190"/>
    <w:rsid w:val="00F361C3"/>
    <w:rsid w:val="00F36254"/>
    <w:rsid w:val="00F36945"/>
    <w:rsid w:val="00F36D1D"/>
    <w:rsid w:val="00F36FD3"/>
    <w:rsid w:val="00F37191"/>
    <w:rsid w:val="00F37576"/>
    <w:rsid w:val="00F376C6"/>
    <w:rsid w:val="00F37749"/>
    <w:rsid w:val="00F3776C"/>
    <w:rsid w:val="00F377EB"/>
    <w:rsid w:val="00F378AE"/>
    <w:rsid w:val="00F37BFF"/>
    <w:rsid w:val="00F37FFD"/>
    <w:rsid w:val="00F402AD"/>
    <w:rsid w:val="00F4037A"/>
    <w:rsid w:val="00F4066E"/>
    <w:rsid w:val="00F40830"/>
    <w:rsid w:val="00F40A8A"/>
    <w:rsid w:val="00F40B48"/>
    <w:rsid w:val="00F411D9"/>
    <w:rsid w:val="00F42133"/>
    <w:rsid w:val="00F42175"/>
    <w:rsid w:val="00F42B72"/>
    <w:rsid w:val="00F42B85"/>
    <w:rsid w:val="00F432CE"/>
    <w:rsid w:val="00F43D7E"/>
    <w:rsid w:val="00F43FB7"/>
    <w:rsid w:val="00F440E6"/>
    <w:rsid w:val="00F443A9"/>
    <w:rsid w:val="00F447D4"/>
    <w:rsid w:val="00F448CA"/>
    <w:rsid w:val="00F44EF7"/>
    <w:rsid w:val="00F44F59"/>
    <w:rsid w:val="00F44FBF"/>
    <w:rsid w:val="00F454EA"/>
    <w:rsid w:val="00F45CAF"/>
    <w:rsid w:val="00F45D42"/>
    <w:rsid w:val="00F45F08"/>
    <w:rsid w:val="00F45F74"/>
    <w:rsid w:val="00F46234"/>
    <w:rsid w:val="00F462DF"/>
    <w:rsid w:val="00F4689D"/>
    <w:rsid w:val="00F46DE5"/>
    <w:rsid w:val="00F46E92"/>
    <w:rsid w:val="00F474D1"/>
    <w:rsid w:val="00F47877"/>
    <w:rsid w:val="00F478DF"/>
    <w:rsid w:val="00F47E42"/>
    <w:rsid w:val="00F47F62"/>
    <w:rsid w:val="00F47F70"/>
    <w:rsid w:val="00F503AB"/>
    <w:rsid w:val="00F507FF"/>
    <w:rsid w:val="00F5087E"/>
    <w:rsid w:val="00F509C4"/>
    <w:rsid w:val="00F50A8A"/>
    <w:rsid w:val="00F50AEE"/>
    <w:rsid w:val="00F50AF2"/>
    <w:rsid w:val="00F50BA1"/>
    <w:rsid w:val="00F50D2A"/>
    <w:rsid w:val="00F50EE1"/>
    <w:rsid w:val="00F50F35"/>
    <w:rsid w:val="00F511D7"/>
    <w:rsid w:val="00F51302"/>
    <w:rsid w:val="00F51409"/>
    <w:rsid w:val="00F5162A"/>
    <w:rsid w:val="00F518DF"/>
    <w:rsid w:val="00F51960"/>
    <w:rsid w:val="00F51C30"/>
    <w:rsid w:val="00F51CE5"/>
    <w:rsid w:val="00F51D2B"/>
    <w:rsid w:val="00F51E01"/>
    <w:rsid w:val="00F51F4B"/>
    <w:rsid w:val="00F51F4E"/>
    <w:rsid w:val="00F52007"/>
    <w:rsid w:val="00F52123"/>
    <w:rsid w:val="00F5220E"/>
    <w:rsid w:val="00F52227"/>
    <w:rsid w:val="00F522A9"/>
    <w:rsid w:val="00F524AE"/>
    <w:rsid w:val="00F524E3"/>
    <w:rsid w:val="00F5258D"/>
    <w:rsid w:val="00F529F6"/>
    <w:rsid w:val="00F52A33"/>
    <w:rsid w:val="00F52C10"/>
    <w:rsid w:val="00F53055"/>
    <w:rsid w:val="00F53C39"/>
    <w:rsid w:val="00F53C4C"/>
    <w:rsid w:val="00F53E29"/>
    <w:rsid w:val="00F549DA"/>
    <w:rsid w:val="00F5529D"/>
    <w:rsid w:val="00F553CA"/>
    <w:rsid w:val="00F55956"/>
    <w:rsid w:val="00F55A95"/>
    <w:rsid w:val="00F5644A"/>
    <w:rsid w:val="00F5678F"/>
    <w:rsid w:val="00F56C19"/>
    <w:rsid w:val="00F5727B"/>
    <w:rsid w:val="00F572C5"/>
    <w:rsid w:val="00F573AD"/>
    <w:rsid w:val="00F579CA"/>
    <w:rsid w:val="00F60345"/>
    <w:rsid w:val="00F60B2C"/>
    <w:rsid w:val="00F60B43"/>
    <w:rsid w:val="00F60BD7"/>
    <w:rsid w:val="00F60FE9"/>
    <w:rsid w:val="00F61165"/>
    <w:rsid w:val="00F6147A"/>
    <w:rsid w:val="00F61983"/>
    <w:rsid w:val="00F6211E"/>
    <w:rsid w:val="00F6242D"/>
    <w:rsid w:val="00F62693"/>
    <w:rsid w:val="00F629FC"/>
    <w:rsid w:val="00F62A98"/>
    <w:rsid w:val="00F62D1E"/>
    <w:rsid w:val="00F62DFC"/>
    <w:rsid w:val="00F62EEE"/>
    <w:rsid w:val="00F6339E"/>
    <w:rsid w:val="00F63536"/>
    <w:rsid w:val="00F63665"/>
    <w:rsid w:val="00F63674"/>
    <w:rsid w:val="00F63AF9"/>
    <w:rsid w:val="00F6403B"/>
    <w:rsid w:val="00F6455F"/>
    <w:rsid w:val="00F6468F"/>
    <w:rsid w:val="00F64802"/>
    <w:rsid w:val="00F649AA"/>
    <w:rsid w:val="00F64C24"/>
    <w:rsid w:val="00F64DA1"/>
    <w:rsid w:val="00F64F3E"/>
    <w:rsid w:val="00F65056"/>
    <w:rsid w:val="00F65313"/>
    <w:rsid w:val="00F65405"/>
    <w:rsid w:val="00F655C5"/>
    <w:rsid w:val="00F65EDB"/>
    <w:rsid w:val="00F65F7D"/>
    <w:rsid w:val="00F6637C"/>
    <w:rsid w:val="00F663A5"/>
    <w:rsid w:val="00F6666C"/>
    <w:rsid w:val="00F66BE8"/>
    <w:rsid w:val="00F66E0A"/>
    <w:rsid w:val="00F67935"/>
    <w:rsid w:val="00F67ECA"/>
    <w:rsid w:val="00F67F24"/>
    <w:rsid w:val="00F701E3"/>
    <w:rsid w:val="00F70360"/>
    <w:rsid w:val="00F70BA7"/>
    <w:rsid w:val="00F710E4"/>
    <w:rsid w:val="00F715FA"/>
    <w:rsid w:val="00F71858"/>
    <w:rsid w:val="00F718D0"/>
    <w:rsid w:val="00F71969"/>
    <w:rsid w:val="00F71BE3"/>
    <w:rsid w:val="00F724BB"/>
    <w:rsid w:val="00F7281D"/>
    <w:rsid w:val="00F72AF7"/>
    <w:rsid w:val="00F72D77"/>
    <w:rsid w:val="00F72DFC"/>
    <w:rsid w:val="00F73758"/>
    <w:rsid w:val="00F739D1"/>
    <w:rsid w:val="00F73B80"/>
    <w:rsid w:val="00F73E48"/>
    <w:rsid w:val="00F747C6"/>
    <w:rsid w:val="00F74806"/>
    <w:rsid w:val="00F74A76"/>
    <w:rsid w:val="00F74D6D"/>
    <w:rsid w:val="00F74F78"/>
    <w:rsid w:val="00F74FF4"/>
    <w:rsid w:val="00F75B45"/>
    <w:rsid w:val="00F75BAE"/>
    <w:rsid w:val="00F75DB0"/>
    <w:rsid w:val="00F7606C"/>
    <w:rsid w:val="00F761D3"/>
    <w:rsid w:val="00F7628F"/>
    <w:rsid w:val="00F7638D"/>
    <w:rsid w:val="00F7650A"/>
    <w:rsid w:val="00F76F48"/>
    <w:rsid w:val="00F76F67"/>
    <w:rsid w:val="00F77760"/>
    <w:rsid w:val="00F7786D"/>
    <w:rsid w:val="00F77BAF"/>
    <w:rsid w:val="00F77C3E"/>
    <w:rsid w:val="00F8045A"/>
    <w:rsid w:val="00F806DD"/>
    <w:rsid w:val="00F8086C"/>
    <w:rsid w:val="00F80953"/>
    <w:rsid w:val="00F80C13"/>
    <w:rsid w:val="00F810FF"/>
    <w:rsid w:val="00F8111B"/>
    <w:rsid w:val="00F8149A"/>
    <w:rsid w:val="00F8194A"/>
    <w:rsid w:val="00F819C6"/>
    <w:rsid w:val="00F81AD2"/>
    <w:rsid w:val="00F81AE7"/>
    <w:rsid w:val="00F81DD4"/>
    <w:rsid w:val="00F81EAA"/>
    <w:rsid w:val="00F8211D"/>
    <w:rsid w:val="00F8224D"/>
    <w:rsid w:val="00F8289B"/>
    <w:rsid w:val="00F82FA0"/>
    <w:rsid w:val="00F83010"/>
    <w:rsid w:val="00F8307A"/>
    <w:rsid w:val="00F8351E"/>
    <w:rsid w:val="00F8391B"/>
    <w:rsid w:val="00F83A36"/>
    <w:rsid w:val="00F83EA2"/>
    <w:rsid w:val="00F83F1C"/>
    <w:rsid w:val="00F84800"/>
    <w:rsid w:val="00F8490C"/>
    <w:rsid w:val="00F84E2A"/>
    <w:rsid w:val="00F85269"/>
    <w:rsid w:val="00F852BF"/>
    <w:rsid w:val="00F85327"/>
    <w:rsid w:val="00F85870"/>
    <w:rsid w:val="00F858EE"/>
    <w:rsid w:val="00F8598D"/>
    <w:rsid w:val="00F85DAD"/>
    <w:rsid w:val="00F863E4"/>
    <w:rsid w:val="00F864E1"/>
    <w:rsid w:val="00F8696F"/>
    <w:rsid w:val="00F86D87"/>
    <w:rsid w:val="00F86F94"/>
    <w:rsid w:val="00F86F96"/>
    <w:rsid w:val="00F87480"/>
    <w:rsid w:val="00F8758F"/>
    <w:rsid w:val="00F87670"/>
    <w:rsid w:val="00F87870"/>
    <w:rsid w:val="00F901FA"/>
    <w:rsid w:val="00F9020A"/>
    <w:rsid w:val="00F904FC"/>
    <w:rsid w:val="00F90926"/>
    <w:rsid w:val="00F9106E"/>
    <w:rsid w:val="00F910AB"/>
    <w:rsid w:val="00F91166"/>
    <w:rsid w:val="00F913D8"/>
    <w:rsid w:val="00F91B45"/>
    <w:rsid w:val="00F92174"/>
    <w:rsid w:val="00F923F7"/>
    <w:rsid w:val="00F92672"/>
    <w:rsid w:val="00F92707"/>
    <w:rsid w:val="00F92CBA"/>
    <w:rsid w:val="00F93528"/>
    <w:rsid w:val="00F93804"/>
    <w:rsid w:val="00F93866"/>
    <w:rsid w:val="00F94047"/>
    <w:rsid w:val="00F94221"/>
    <w:rsid w:val="00F94664"/>
    <w:rsid w:val="00F946CE"/>
    <w:rsid w:val="00F9499F"/>
    <w:rsid w:val="00F94BB0"/>
    <w:rsid w:val="00F94F07"/>
    <w:rsid w:val="00F956E8"/>
    <w:rsid w:val="00F95953"/>
    <w:rsid w:val="00F95B35"/>
    <w:rsid w:val="00F95BDE"/>
    <w:rsid w:val="00F95D19"/>
    <w:rsid w:val="00F965F1"/>
    <w:rsid w:val="00F96B56"/>
    <w:rsid w:val="00F96DA6"/>
    <w:rsid w:val="00F976B7"/>
    <w:rsid w:val="00F97712"/>
    <w:rsid w:val="00FA0160"/>
    <w:rsid w:val="00FA01F3"/>
    <w:rsid w:val="00FA03A0"/>
    <w:rsid w:val="00FA08DE"/>
    <w:rsid w:val="00FA0969"/>
    <w:rsid w:val="00FA0C04"/>
    <w:rsid w:val="00FA1105"/>
    <w:rsid w:val="00FA11A0"/>
    <w:rsid w:val="00FA1839"/>
    <w:rsid w:val="00FA1F00"/>
    <w:rsid w:val="00FA21A5"/>
    <w:rsid w:val="00FA291F"/>
    <w:rsid w:val="00FA2929"/>
    <w:rsid w:val="00FA296E"/>
    <w:rsid w:val="00FA2E99"/>
    <w:rsid w:val="00FA2FA0"/>
    <w:rsid w:val="00FA3B80"/>
    <w:rsid w:val="00FA4061"/>
    <w:rsid w:val="00FA4275"/>
    <w:rsid w:val="00FA4A84"/>
    <w:rsid w:val="00FA4CA5"/>
    <w:rsid w:val="00FA4D31"/>
    <w:rsid w:val="00FA4FFC"/>
    <w:rsid w:val="00FA5108"/>
    <w:rsid w:val="00FA55AC"/>
    <w:rsid w:val="00FA5680"/>
    <w:rsid w:val="00FA5AB9"/>
    <w:rsid w:val="00FA6288"/>
    <w:rsid w:val="00FA6474"/>
    <w:rsid w:val="00FA653D"/>
    <w:rsid w:val="00FA65A8"/>
    <w:rsid w:val="00FA6834"/>
    <w:rsid w:val="00FA6ADA"/>
    <w:rsid w:val="00FA6C83"/>
    <w:rsid w:val="00FA71A9"/>
    <w:rsid w:val="00FA7387"/>
    <w:rsid w:val="00FA73B7"/>
    <w:rsid w:val="00FA770A"/>
    <w:rsid w:val="00FA7A56"/>
    <w:rsid w:val="00FA7BBE"/>
    <w:rsid w:val="00FB0562"/>
    <w:rsid w:val="00FB05FB"/>
    <w:rsid w:val="00FB0627"/>
    <w:rsid w:val="00FB0638"/>
    <w:rsid w:val="00FB100F"/>
    <w:rsid w:val="00FB167D"/>
    <w:rsid w:val="00FB1857"/>
    <w:rsid w:val="00FB1991"/>
    <w:rsid w:val="00FB1EC9"/>
    <w:rsid w:val="00FB2519"/>
    <w:rsid w:val="00FB2651"/>
    <w:rsid w:val="00FB3435"/>
    <w:rsid w:val="00FB346C"/>
    <w:rsid w:val="00FB35BE"/>
    <w:rsid w:val="00FB361C"/>
    <w:rsid w:val="00FB3D4E"/>
    <w:rsid w:val="00FB3E71"/>
    <w:rsid w:val="00FB3EF9"/>
    <w:rsid w:val="00FB40A8"/>
    <w:rsid w:val="00FB4183"/>
    <w:rsid w:val="00FB44F1"/>
    <w:rsid w:val="00FB4FF8"/>
    <w:rsid w:val="00FB5378"/>
    <w:rsid w:val="00FB59F6"/>
    <w:rsid w:val="00FB5B09"/>
    <w:rsid w:val="00FB61DF"/>
    <w:rsid w:val="00FB62ED"/>
    <w:rsid w:val="00FB68FC"/>
    <w:rsid w:val="00FB6D27"/>
    <w:rsid w:val="00FB6F55"/>
    <w:rsid w:val="00FB75AA"/>
    <w:rsid w:val="00FB7AB1"/>
    <w:rsid w:val="00FB7BDC"/>
    <w:rsid w:val="00FB7EF8"/>
    <w:rsid w:val="00FC008D"/>
    <w:rsid w:val="00FC0833"/>
    <w:rsid w:val="00FC0D0B"/>
    <w:rsid w:val="00FC10BC"/>
    <w:rsid w:val="00FC19C6"/>
    <w:rsid w:val="00FC1C7B"/>
    <w:rsid w:val="00FC1E21"/>
    <w:rsid w:val="00FC217F"/>
    <w:rsid w:val="00FC2186"/>
    <w:rsid w:val="00FC2483"/>
    <w:rsid w:val="00FC260B"/>
    <w:rsid w:val="00FC2821"/>
    <w:rsid w:val="00FC2C86"/>
    <w:rsid w:val="00FC3252"/>
    <w:rsid w:val="00FC32AC"/>
    <w:rsid w:val="00FC34D0"/>
    <w:rsid w:val="00FC35DB"/>
    <w:rsid w:val="00FC371A"/>
    <w:rsid w:val="00FC3852"/>
    <w:rsid w:val="00FC3C74"/>
    <w:rsid w:val="00FC44F0"/>
    <w:rsid w:val="00FC45CD"/>
    <w:rsid w:val="00FC49FF"/>
    <w:rsid w:val="00FC4A2E"/>
    <w:rsid w:val="00FC51C5"/>
    <w:rsid w:val="00FC51F4"/>
    <w:rsid w:val="00FC5C78"/>
    <w:rsid w:val="00FC64BC"/>
    <w:rsid w:val="00FC6A4F"/>
    <w:rsid w:val="00FC6A57"/>
    <w:rsid w:val="00FC713B"/>
    <w:rsid w:val="00FC7831"/>
    <w:rsid w:val="00FC7B9F"/>
    <w:rsid w:val="00FC7E69"/>
    <w:rsid w:val="00FC7FB9"/>
    <w:rsid w:val="00FD0226"/>
    <w:rsid w:val="00FD0A35"/>
    <w:rsid w:val="00FD0C47"/>
    <w:rsid w:val="00FD0F14"/>
    <w:rsid w:val="00FD10EE"/>
    <w:rsid w:val="00FD1131"/>
    <w:rsid w:val="00FD11A6"/>
    <w:rsid w:val="00FD14BC"/>
    <w:rsid w:val="00FD18B1"/>
    <w:rsid w:val="00FD2286"/>
    <w:rsid w:val="00FD254D"/>
    <w:rsid w:val="00FD258D"/>
    <w:rsid w:val="00FD26B1"/>
    <w:rsid w:val="00FD27E9"/>
    <w:rsid w:val="00FD2C48"/>
    <w:rsid w:val="00FD2CA3"/>
    <w:rsid w:val="00FD2DC7"/>
    <w:rsid w:val="00FD2F82"/>
    <w:rsid w:val="00FD314A"/>
    <w:rsid w:val="00FD3169"/>
    <w:rsid w:val="00FD3B8A"/>
    <w:rsid w:val="00FD4153"/>
    <w:rsid w:val="00FD4372"/>
    <w:rsid w:val="00FD4700"/>
    <w:rsid w:val="00FD4C54"/>
    <w:rsid w:val="00FD4C58"/>
    <w:rsid w:val="00FD4C85"/>
    <w:rsid w:val="00FD4E26"/>
    <w:rsid w:val="00FD4F5D"/>
    <w:rsid w:val="00FD5101"/>
    <w:rsid w:val="00FD5275"/>
    <w:rsid w:val="00FD56A2"/>
    <w:rsid w:val="00FD5956"/>
    <w:rsid w:val="00FD5FB0"/>
    <w:rsid w:val="00FD6536"/>
    <w:rsid w:val="00FD6AC4"/>
    <w:rsid w:val="00FD6AE0"/>
    <w:rsid w:val="00FD6B38"/>
    <w:rsid w:val="00FD6F62"/>
    <w:rsid w:val="00FD6FF0"/>
    <w:rsid w:val="00FD7211"/>
    <w:rsid w:val="00FD7259"/>
    <w:rsid w:val="00FE00D8"/>
    <w:rsid w:val="00FE04A7"/>
    <w:rsid w:val="00FE067E"/>
    <w:rsid w:val="00FE095D"/>
    <w:rsid w:val="00FE1245"/>
    <w:rsid w:val="00FE129D"/>
    <w:rsid w:val="00FE12A9"/>
    <w:rsid w:val="00FE130D"/>
    <w:rsid w:val="00FE18C0"/>
    <w:rsid w:val="00FE1993"/>
    <w:rsid w:val="00FE1A50"/>
    <w:rsid w:val="00FE1D37"/>
    <w:rsid w:val="00FE1EBE"/>
    <w:rsid w:val="00FE26DB"/>
    <w:rsid w:val="00FE2A45"/>
    <w:rsid w:val="00FE2CCD"/>
    <w:rsid w:val="00FE30CF"/>
    <w:rsid w:val="00FE332A"/>
    <w:rsid w:val="00FE3BBB"/>
    <w:rsid w:val="00FE3DD3"/>
    <w:rsid w:val="00FE3F76"/>
    <w:rsid w:val="00FE419F"/>
    <w:rsid w:val="00FE480C"/>
    <w:rsid w:val="00FE486E"/>
    <w:rsid w:val="00FE4CC3"/>
    <w:rsid w:val="00FE4CF2"/>
    <w:rsid w:val="00FE50C5"/>
    <w:rsid w:val="00FE5CC4"/>
    <w:rsid w:val="00FE5CCA"/>
    <w:rsid w:val="00FE5E42"/>
    <w:rsid w:val="00FE652A"/>
    <w:rsid w:val="00FE656D"/>
    <w:rsid w:val="00FE694A"/>
    <w:rsid w:val="00FE7454"/>
    <w:rsid w:val="00FE76CE"/>
    <w:rsid w:val="00FE7BB2"/>
    <w:rsid w:val="00FF0A6E"/>
    <w:rsid w:val="00FF0B0E"/>
    <w:rsid w:val="00FF0F60"/>
    <w:rsid w:val="00FF1253"/>
    <w:rsid w:val="00FF16B5"/>
    <w:rsid w:val="00FF174B"/>
    <w:rsid w:val="00FF1925"/>
    <w:rsid w:val="00FF1CFB"/>
    <w:rsid w:val="00FF1DC6"/>
    <w:rsid w:val="00FF1EE9"/>
    <w:rsid w:val="00FF2176"/>
    <w:rsid w:val="00FF2752"/>
    <w:rsid w:val="00FF28BF"/>
    <w:rsid w:val="00FF2A4B"/>
    <w:rsid w:val="00FF2D87"/>
    <w:rsid w:val="00FF2EF4"/>
    <w:rsid w:val="00FF30A3"/>
    <w:rsid w:val="00FF3307"/>
    <w:rsid w:val="00FF33C1"/>
    <w:rsid w:val="00FF35D0"/>
    <w:rsid w:val="00FF3808"/>
    <w:rsid w:val="00FF3834"/>
    <w:rsid w:val="00FF42CC"/>
    <w:rsid w:val="00FF4A19"/>
    <w:rsid w:val="00FF4B09"/>
    <w:rsid w:val="00FF4FB3"/>
    <w:rsid w:val="00FF5132"/>
    <w:rsid w:val="00FF54C7"/>
    <w:rsid w:val="00FF5559"/>
    <w:rsid w:val="00FF5624"/>
    <w:rsid w:val="00FF593C"/>
    <w:rsid w:val="00FF5CD4"/>
    <w:rsid w:val="00FF5FB9"/>
    <w:rsid w:val="00FF5FCC"/>
    <w:rsid w:val="00FF6153"/>
    <w:rsid w:val="00FF635A"/>
    <w:rsid w:val="00FF6423"/>
    <w:rsid w:val="00FF6482"/>
    <w:rsid w:val="00FF6A59"/>
    <w:rsid w:val="00FF6D2B"/>
    <w:rsid w:val="00FF6D90"/>
    <w:rsid w:val="00FF7041"/>
    <w:rsid w:val="00FF72FB"/>
    <w:rsid w:val="00FF76BC"/>
    <w:rsid w:val="00FF7723"/>
    <w:rsid w:val="00FF792C"/>
    <w:rsid w:val="00FF7F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  <w15:docId w15:val="{9FFAE53A-CA88-4C07-8207-083D18589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F705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A394F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1"/>
    <w:qFormat/>
    <w:rsid w:val="005A394F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3057D6"/>
    <w:rPr>
      <w:rFonts w:ascii="Arial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Heading4Char1">
    <w:name w:val="Heading 4 Char1"/>
    <w:link w:val="Heading4"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1">
    <w:name w:val="Heading 5 Char1"/>
    <w:link w:val="Heading5"/>
    <w:rsid w:val="00E56DD3"/>
    <w:rPr>
      <w:rFonts w:cs="EucrosiaUPC"/>
      <w:b/>
      <w:bCs/>
      <w:sz w:val="32"/>
      <w:szCs w:val="32"/>
    </w:rPr>
  </w:style>
  <w:style w:type="character" w:customStyle="1" w:styleId="Heading6Char1">
    <w:name w:val="Heading 6 Char1"/>
    <w:link w:val="Heading6"/>
    <w:rsid w:val="00E56DD3"/>
    <w:rPr>
      <w:rFonts w:cs="EucrosiaUPC"/>
      <w:b/>
      <w:bCs/>
      <w:sz w:val="32"/>
      <w:szCs w:val="32"/>
      <w:u w:val="single"/>
    </w:rPr>
  </w:style>
  <w:style w:type="character" w:customStyle="1" w:styleId="Heading7Char1">
    <w:name w:val="Heading 7 Char1"/>
    <w:link w:val="Heading7"/>
    <w:rsid w:val="00E56DD3"/>
    <w:rPr>
      <w:rFonts w:cs="EucrosiaUPC"/>
      <w:b/>
      <w:bCs/>
      <w:sz w:val="30"/>
      <w:szCs w:val="30"/>
    </w:rPr>
  </w:style>
  <w:style w:type="character" w:customStyle="1" w:styleId="Heading8Char1">
    <w:name w:val="Heading 8 Char1"/>
    <w:link w:val="Heading8"/>
    <w:rsid w:val="00E56DD3"/>
    <w:rPr>
      <w:rFonts w:cs="EucrosiaUPC"/>
      <w:b/>
      <w:bCs/>
      <w:sz w:val="32"/>
      <w:szCs w:val="32"/>
    </w:rPr>
  </w:style>
  <w:style w:type="character" w:customStyle="1" w:styleId="Heading9Char1">
    <w:name w:val="Heading 9 Char1"/>
    <w:link w:val="Heading9"/>
    <w:rsid w:val="00E56DD3"/>
    <w:rPr>
      <w:rFonts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link w:val="BodyText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rsid w:val="005A394F"/>
    <w:pPr>
      <w:spacing w:after="120"/>
    </w:pPr>
  </w:style>
  <w:style w:type="paragraph" w:styleId="Header">
    <w:name w:val="header"/>
    <w:basedOn w:val="Normal"/>
    <w:link w:val="Head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HeaderChar1">
    <w:name w:val="Header Char1"/>
    <w:link w:val="Header"/>
    <w:rsid w:val="00E56DD3"/>
    <w:rPr>
      <w:rFonts w:ascii="Arial" w:hAnsi="Arial"/>
      <w:sz w:val="18"/>
      <w:szCs w:val="18"/>
    </w:rPr>
  </w:style>
  <w:style w:type="character" w:customStyle="1" w:styleId="AAAddress">
    <w:name w:val="AA Address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FooterChar1">
    <w:name w:val="Footer Char1"/>
    <w:link w:val="Footer"/>
    <w:uiPriority w:val="99"/>
    <w:rsid w:val="00E56DD3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qFormat/>
    <w:rsid w:val="005A394F"/>
    <w:rPr>
      <w:rFonts w:cs="Times New Roman"/>
      <w:b/>
      <w:bCs/>
    </w:rPr>
  </w:style>
  <w:style w:type="paragraph" w:styleId="ListBullet">
    <w:name w:val="List Bullet"/>
    <w:basedOn w:val="Normal"/>
    <w:rsid w:val="005A394F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5A394F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5A394F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5A394F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5A394F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5A394F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5A394F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5A394F"/>
    <w:pPr>
      <w:ind w:left="284"/>
    </w:pPr>
  </w:style>
  <w:style w:type="paragraph" w:customStyle="1" w:styleId="AAFrameAddress">
    <w:name w:val="AA Frame Address"/>
    <w:basedOn w:val="Heading1"/>
    <w:rsid w:val="005A394F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5A394F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5A394F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5A394F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5A394F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5A394F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5A394F"/>
    <w:pPr>
      <w:ind w:left="851" w:hanging="284"/>
    </w:pPr>
  </w:style>
  <w:style w:type="paragraph" w:styleId="Index4">
    <w:name w:val="index 4"/>
    <w:basedOn w:val="Normal"/>
    <w:next w:val="Normal"/>
    <w:semiHidden/>
    <w:rsid w:val="005A394F"/>
    <w:pPr>
      <w:ind w:left="1135" w:hanging="284"/>
    </w:pPr>
  </w:style>
  <w:style w:type="paragraph" w:styleId="Index6">
    <w:name w:val="index 6"/>
    <w:basedOn w:val="Normal"/>
    <w:next w:val="Normal"/>
    <w:semiHidden/>
    <w:rsid w:val="005A394F"/>
    <w:pPr>
      <w:ind w:left="1702" w:hanging="284"/>
    </w:pPr>
  </w:style>
  <w:style w:type="paragraph" w:styleId="Index5">
    <w:name w:val="index 5"/>
    <w:basedOn w:val="Normal"/>
    <w:next w:val="Normal"/>
    <w:semiHidden/>
    <w:rsid w:val="005A394F"/>
    <w:pPr>
      <w:ind w:left="1418" w:hanging="284"/>
    </w:pPr>
  </w:style>
  <w:style w:type="paragraph" w:styleId="Index7">
    <w:name w:val="index 7"/>
    <w:basedOn w:val="Normal"/>
    <w:next w:val="Normal"/>
    <w:semiHidden/>
    <w:rsid w:val="005A394F"/>
    <w:pPr>
      <w:ind w:left="1985" w:hanging="284"/>
    </w:pPr>
  </w:style>
  <w:style w:type="paragraph" w:styleId="Index8">
    <w:name w:val="index 8"/>
    <w:basedOn w:val="Normal"/>
    <w:next w:val="Normal"/>
    <w:semiHidden/>
    <w:rsid w:val="005A394F"/>
    <w:pPr>
      <w:ind w:left="2269" w:hanging="284"/>
    </w:pPr>
  </w:style>
  <w:style w:type="paragraph" w:styleId="Index9">
    <w:name w:val="index 9"/>
    <w:basedOn w:val="Normal"/>
    <w:next w:val="Normal"/>
    <w:semiHidden/>
    <w:rsid w:val="005A394F"/>
    <w:pPr>
      <w:ind w:left="2552" w:hanging="284"/>
    </w:pPr>
  </w:style>
  <w:style w:type="paragraph" w:styleId="TOC2">
    <w:name w:val="toc 2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5A394F"/>
    <w:pPr>
      <w:ind w:left="851"/>
    </w:pPr>
  </w:style>
  <w:style w:type="paragraph" w:styleId="TOC5">
    <w:name w:val="toc 5"/>
    <w:basedOn w:val="Normal"/>
    <w:next w:val="Normal"/>
    <w:semiHidden/>
    <w:rsid w:val="005A394F"/>
    <w:pPr>
      <w:ind w:left="1134"/>
    </w:pPr>
  </w:style>
  <w:style w:type="paragraph" w:styleId="TOC6">
    <w:name w:val="toc 6"/>
    <w:basedOn w:val="Normal"/>
    <w:next w:val="Normal"/>
    <w:semiHidden/>
    <w:rsid w:val="005A394F"/>
    <w:pPr>
      <w:ind w:left="1418"/>
    </w:pPr>
  </w:style>
  <w:style w:type="paragraph" w:styleId="TOC7">
    <w:name w:val="toc 7"/>
    <w:basedOn w:val="Normal"/>
    <w:next w:val="Normal"/>
    <w:semiHidden/>
    <w:rsid w:val="005A394F"/>
    <w:pPr>
      <w:ind w:left="1701"/>
    </w:pPr>
  </w:style>
  <w:style w:type="paragraph" w:styleId="TOC8">
    <w:name w:val="toc 8"/>
    <w:basedOn w:val="Normal"/>
    <w:next w:val="Normal"/>
    <w:semiHidden/>
    <w:rsid w:val="005A394F"/>
    <w:pPr>
      <w:ind w:left="1985"/>
    </w:pPr>
  </w:style>
  <w:style w:type="paragraph" w:styleId="TOC9">
    <w:name w:val="toc 9"/>
    <w:basedOn w:val="Normal"/>
    <w:next w:val="Normal"/>
    <w:semiHidden/>
    <w:rsid w:val="005A394F"/>
    <w:pPr>
      <w:ind w:left="2268"/>
    </w:pPr>
  </w:style>
  <w:style w:type="paragraph" w:styleId="TableofFigures">
    <w:name w:val="table of figures"/>
    <w:basedOn w:val="Normal"/>
    <w:next w:val="Normal"/>
    <w:semiHidden/>
    <w:rsid w:val="005A394F"/>
    <w:pPr>
      <w:ind w:left="567" w:hanging="567"/>
    </w:pPr>
  </w:style>
  <w:style w:type="paragraph" w:styleId="ListBullet5">
    <w:name w:val="List Bullet 5"/>
    <w:basedOn w:val="Normal"/>
    <w:rsid w:val="005A394F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5A394F"/>
    <w:pPr>
      <w:ind w:firstLine="284"/>
    </w:pPr>
  </w:style>
  <w:style w:type="character" w:customStyle="1" w:styleId="BodyTextFirstIndentChar1">
    <w:name w:val="Body Text First Indent Char1"/>
    <w:link w:val="BodyTextFirstIndent"/>
    <w:rsid w:val="00E56DD3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rsid w:val="005A394F"/>
    <w:pPr>
      <w:spacing w:after="120"/>
      <w:ind w:left="283"/>
    </w:pPr>
  </w:style>
  <w:style w:type="character" w:customStyle="1" w:styleId="BodyTextIndentChar1">
    <w:name w:val="Body Text Indent Char1"/>
    <w:aliases w:val="i Char1"/>
    <w:link w:val="BodyTextIndent"/>
    <w:rsid w:val="00E56DD3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5A394F"/>
    <w:pPr>
      <w:ind w:left="284" w:firstLine="284"/>
    </w:pPr>
  </w:style>
  <w:style w:type="character" w:customStyle="1" w:styleId="BodyTextFirstIndent2Char1">
    <w:name w:val="Body Text First Indent 2 Char1"/>
    <w:link w:val="BodyTextFirstIndent2"/>
    <w:rsid w:val="00E56DD3"/>
    <w:rPr>
      <w:rFonts w:ascii="Arial" w:hAnsi="Arial"/>
      <w:sz w:val="18"/>
      <w:szCs w:val="18"/>
    </w:rPr>
  </w:style>
  <w:style w:type="character" w:styleId="Strong">
    <w:name w:val="Strong"/>
    <w:qFormat/>
    <w:rsid w:val="005A394F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5A394F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5A394F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5A394F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5A394F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5A394F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5A394F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5A394F"/>
    <w:pPr>
      <w:framePr w:h="1054" w:wrap="around" w:y="5920"/>
    </w:pPr>
  </w:style>
  <w:style w:type="paragraph" w:customStyle="1" w:styleId="ReportHeading3">
    <w:name w:val="ReportHeading3"/>
    <w:basedOn w:val="ReportHeading2"/>
    <w:rsid w:val="005A394F"/>
    <w:pPr>
      <w:framePr w:h="443" w:wrap="around" w:y="8223"/>
    </w:pPr>
  </w:style>
  <w:style w:type="paragraph" w:customStyle="1" w:styleId="a">
    <w:name w:val="¢éÍ¤ÇÒ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5A394F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5A394F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5A394F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5A394F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5A394F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5A394F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uiPriority w:val="99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1">
    <w:name w:val="Body Text 2 Char1"/>
    <w:link w:val="BodyText2"/>
    <w:uiPriority w:val="99"/>
    <w:rsid w:val="00E56DD3"/>
    <w:rPr>
      <w:rFonts w:ascii="Book Antiqua" w:hAnsi="Book Antiqua"/>
      <w:sz w:val="22"/>
      <w:szCs w:val="22"/>
    </w:rPr>
  </w:style>
  <w:style w:type="paragraph" w:customStyle="1" w:styleId="a1">
    <w:name w:val="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/>
      <w:sz w:val="30"/>
      <w:szCs w:val="30"/>
    </w:rPr>
  </w:style>
  <w:style w:type="character" w:customStyle="1" w:styleId="BodyText3Char1">
    <w:name w:val="Body Text 3 Char1"/>
    <w:link w:val="BodyText3"/>
    <w:rsid w:val="00E56DD3"/>
    <w:rPr>
      <w:rFonts w:cs="EucrosiaUPC"/>
      <w:sz w:val="30"/>
      <w:szCs w:val="30"/>
    </w:rPr>
  </w:style>
  <w:style w:type="character" w:styleId="PageNumber">
    <w:name w:val="page number"/>
    <w:basedOn w:val="DefaultParagraphFont"/>
    <w:rsid w:val="005A394F"/>
  </w:style>
  <w:style w:type="paragraph" w:customStyle="1" w:styleId="ASSETS">
    <w:name w:val="ASSETS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/>
      <w:sz w:val="30"/>
      <w:szCs w:val="30"/>
    </w:rPr>
  </w:style>
  <w:style w:type="character" w:customStyle="1" w:styleId="BodyTextIndent2Char1">
    <w:name w:val="Body Text Indent 2 Char1"/>
    <w:link w:val="BodyTextIndent2"/>
    <w:rsid w:val="00E56DD3"/>
    <w:rPr>
      <w:rFonts w:cs="EucrosiaUPC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105CB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E56DD3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1C075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735"/>
      </w:tabs>
      <w:spacing w:after="0" w:line="240" w:lineRule="auto"/>
      <w:ind w:right="29"/>
      <w:jc w:val="thaiDistribute"/>
    </w:pPr>
    <w:rPr>
      <w:rFonts w:ascii="Angsana New" w:hAnsi="Angsana New"/>
      <w:b/>
      <w:bCs/>
      <w:i/>
      <w:iCs/>
      <w:sz w:val="20"/>
      <w:szCs w:val="20"/>
      <w:lang w:val="en-GB"/>
    </w:rPr>
  </w:style>
  <w:style w:type="character" w:customStyle="1" w:styleId="AccPolicyHeadingChar">
    <w:name w:val="Acc Policy Heading Char"/>
    <w:link w:val="AccPolicyHeading"/>
    <w:rsid w:val="001C075D"/>
    <w:rPr>
      <w:rFonts w:ascii="Angsana New" w:hAnsi="Angsana New"/>
      <w:b/>
      <w:bCs/>
      <w:i/>
      <w:iCs/>
      <w:lang w:val="en-GB"/>
    </w:rPr>
  </w:style>
  <w:style w:type="table" w:styleId="TableGrid">
    <w:name w:val="Table Grid"/>
    <w:basedOn w:val="TableNormal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1"/>
    <w:rsid w:val="003057D6"/>
    <w:pPr>
      <w:spacing w:line="240" w:lineRule="auto"/>
    </w:pPr>
  </w:style>
  <w:style w:type="character" w:customStyle="1" w:styleId="SignatureChar1">
    <w:name w:val="Signature Char1"/>
    <w:link w:val="Signature"/>
    <w:rsid w:val="00E56DD3"/>
    <w:rPr>
      <w:rFonts w:ascii="Arial" w:hAnsi="Arial"/>
      <w:sz w:val="18"/>
      <w:szCs w:val="18"/>
    </w:rPr>
  </w:style>
  <w:style w:type="paragraph" w:customStyle="1" w:styleId="acctfourfigures">
    <w:name w:val="acct four figures"/>
    <w:aliases w:val="a4,a4 + 8 pt,(Complex) + 8 pt,(Complex),Thai Distribute...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semiHidden/>
    <w:rsid w:val="00E56DD3"/>
    <w:rPr>
      <w:sz w:val="18"/>
      <w:lang w:val="en-GB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numPr>
        <w:ilvl w:val="1"/>
        <w:numId w:val="14"/>
      </w:numPr>
      <w:tabs>
        <w:tab w:val="clear" w:pos="227"/>
        <w:tab w:val="clear" w:pos="454"/>
        <w:tab w:val="clear" w:pos="576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semiHidden/>
    <w:rsid w:val="00E56DD3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numPr>
        <w:numId w:val="16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072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30728F"/>
    <w:rPr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3057D6"/>
    <w:pPr>
      <w:numPr>
        <w:numId w:val="17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E56DD3"/>
    <w:pPr>
      <w:ind w:left="567"/>
    </w:pPr>
  </w:style>
  <w:style w:type="character" w:customStyle="1" w:styleId="AccPolicyalternativeChar">
    <w:name w:val="Acc Policy alternative Char"/>
    <w:link w:val="AccPolicyalternative"/>
    <w:rsid w:val="00E56DD3"/>
    <w:rPr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semiHidden/>
    <w:rsid w:val="00E56DD3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0B78AD"/>
    <w:rPr>
      <w:bCs/>
      <w:sz w:val="22"/>
      <w:szCs w:val="22"/>
      <w:lang w:val="en-US" w:eastAsia="en-GB" w:bidi="th-TH"/>
    </w:rPr>
  </w:style>
  <w:style w:type="paragraph" w:customStyle="1" w:styleId="CharChar">
    <w:name w:val="อักขระ อักขระ อักขระ Char Char อักขระ"/>
    <w:basedOn w:val="Normal"/>
    <w:rsid w:val="001105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styleId="FootnoteReference">
    <w:name w:val="footnote reference"/>
    <w:aliases w:val="fr"/>
    <w:uiPriority w:val="99"/>
    <w:rsid w:val="004E16F1"/>
    <w:rPr>
      <w:position w:val="6"/>
      <w:sz w:val="14"/>
    </w:rPr>
  </w:style>
  <w:style w:type="character" w:customStyle="1" w:styleId="EmailStyle286">
    <w:name w:val="EmailStyle286"/>
    <w:semiHidden/>
    <w:rsid w:val="004E16F1"/>
    <w:rPr>
      <w:rFonts w:ascii="Arial" w:hAnsi="Arial" w:cs="Arial"/>
      <w:color w:val="auto"/>
      <w:sz w:val="20"/>
      <w:szCs w:val="20"/>
    </w:rPr>
  </w:style>
  <w:style w:type="paragraph" w:customStyle="1" w:styleId="CharChar0">
    <w:name w:val="อักขระ อักขระ Char Char อักขระ อักขระ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styleId="BodyTextIndent3">
    <w:name w:val="Body Text Indent 3"/>
    <w:basedOn w:val="Normal"/>
    <w:link w:val="BodyTextIndent3Char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360"/>
    </w:pPr>
    <w:rPr>
      <w:rFonts w:ascii="Times New Roman" w:hAnsi="Times New Roman"/>
      <w:sz w:val="16"/>
      <w:szCs w:val="16"/>
      <w:lang w:val="en-GB" w:bidi="ar-SA"/>
    </w:rPr>
  </w:style>
  <w:style w:type="character" w:customStyle="1" w:styleId="BodyTextIndent3Char">
    <w:name w:val="Body Text Indent 3 Char"/>
    <w:link w:val="BodyTextIndent3"/>
    <w:rsid w:val="002565CA"/>
    <w:rPr>
      <w:sz w:val="16"/>
      <w:szCs w:val="16"/>
      <w:lang w:val="en-GB" w:bidi="ar-SA"/>
    </w:rPr>
  </w:style>
  <w:style w:type="paragraph" w:customStyle="1" w:styleId="NormalComplex11pt">
    <w:name w:val="Normal + (Complex) 11 pt"/>
    <w:aliases w:val="Justified,Left:  0.38&quot;,Line spacing:  Exactly 17 ..."/>
    <w:basedOn w:val="BodyText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547"/>
      <w:jc w:val="both"/>
    </w:pPr>
    <w:rPr>
      <w:rFonts w:ascii="Times New Roman" w:hAnsi="Times New Roman"/>
      <w:spacing w:val="-2"/>
      <w:sz w:val="22"/>
      <w:szCs w:val="22"/>
      <w:lang w:val="en-GB" w:bidi="ar-SA"/>
    </w:rPr>
  </w:style>
  <w:style w:type="paragraph" w:styleId="HTMLPreformatted">
    <w:name w:val="HTML Preformatted"/>
    <w:basedOn w:val="Normal"/>
    <w:link w:val="HTMLPreformattedChar"/>
    <w:uiPriority w:val="99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Angsana New" w:eastAsia="Batang" w:hAnsi="Angsana New"/>
      <w:sz w:val="28"/>
      <w:szCs w:val="28"/>
      <w:lang w:eastAsia="ko-KR"/>
    </w:rPr>
  </w:style>
  <w:style w:type="character" w:customStyle="1" w:styleId="HTMLPreformattedChar">
    <w:name w:val="HTML Preformatted Char"/>
    <w:link w:val="HTMLPreformatted"/>
    <w:uiPriority w:val="99"/>
    <w:rsid w:val="0008537C"/>
    <w:rPr>
      <w:rFonts w:ascii="Angsana New" w:eastAsia="Batang" w:hAnsi="Angsana New"/>
      <w:sz w:val="28"/>
      <w:szCs w:val="28"/>
      <w:lang w:eastAsia="ko-KR"/>
    </w:rPr>
  </w:style>
  <w:style w:type="paragraph" w:customStyle="1" w:styleId="RNormal">
    <w:name w:val="RNormal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paragraph" w:customStyle="1" w:styleId="plainKPMG">
    <w:name w:val="plain KPMG"/>
    <w:aliases w:val="p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" w:hAnsi="Times" w:cs="New York"/>
      <w:sz w:val="24"/>
      <w:szCs w:val="24"/>
      <w:lang w:val="th-TH"/>
    </w:rPr>
  </w:style>
  <w:style w:type="character" w:customStyle="1" w:styleId="CharChar1">
    <w:name w:val="Char Char1"/>
    <w:rsid w:val="004E16F1"/>
    <w:rPr>
      <w:rFonts w:cs="Angsana New"/>
      <w:b/>
      <w:i/>
      <w:sz w:val="24"/>
      <w:lang w:val="en-GB" w:eastAsia="en-US" w:bidi="ar-SA"/>
    </w:rPr>
  </w:style>
  <w:style w:type="character" w:styleId="CommentReference">
    <w:name w:val="annotation reference"/>
    <w:rsid w:val="0076283E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283E"/>
    <w:rPr>
      <w:sz w:val="20"/>
      <w:szCs w:val="20"/>
    </w:rPr>
  </w:style>
  <w:style w:type="character" w:customStyle="1" w:styleId="CommentTextChar">
    <w:name w:val="Comment Text Char"/>
    <w:link w:val="CommentText"/>
    <w:locked/>
    <w:rsid w:val="00E56DD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6283E"/>
    <w:rPr>
      <w:b/>
      <w:bCs/>
    </w:rPr>
  </w:style>
  <w:style w:type="character" w:customStyle="1" w:styleId="CommentSubjectChar">
    <w:name w:val="Comment Subject Char"/>
    <w:link w:val="CommentSubject"/>
    <w:locked/>
    <w:rsid w:val="00E56DD3"/>
    <w:rPr>
      <w:rFonts w:ascii="Arial" w:hAnsi="Arial"/>
      <w:b/>
      <w:bCs/>
    </w:rPr>
  </w:style>
  <w:style w:type="character" w:customStyle="1" w:styleId="Heading1Char1">
    <w:name w:val="Heading 1 Char1"/>
    <w:uiPriority w:val="99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1">
    <w:name w:val="Heading 2 Char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E56DD3"/>
    <w:rPr>
      <w:rFonts w:ascii="Arial" w:eastAsia="Times New Roman" w:hAnsi="Arial" w:cs="Angsana New"/>
      <w:sz w:val="18"/>
      <w:szCs w:val="22"/>
    </w:rPr>
  </w:style>
  <w:style w:type="character" w:customStyle="1" w:styleId="shorttext1">
    <w:name w:val="short_text1"/>
    <w:rsid w:val="00E56DD3"/>
    <w:rPr>
      <w:sz w:val="29"/>
      <w:szCs w:val="29"/>
    </w:rPr>
  </w:style>
  <w:style w:type="character" w:customStyle="1" w:styleId="shorttext">
    <w:name w:val="short_text"/>
    <w:basedOn w:val="DefaultParagraphFont"/>
    <w:rsid w:val="00E56DD3"/>
  </w:style>
  <w:style w:type="paragraph" w:customStyle="1" w:styleId="Default">
    <w:name w:val="Default"/>
    <w:rsid w:val="00E56DD3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E56DD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uiPriority w:val="99"/>
    <w:rsid w:val="00E56DD3"/>
    <w:rPr>
      <w:rFonts w:ascii="Consolas" w:hAnsi="Consolas"/>
      <w:sz w:val="21"/>
      <w:szCs w:val="26"/>
    </w:rPr>
  </w:style>
  <w:style w:type="character" w:customStyle="1" w:styleId="BodyText2Char">
    <w:name w:val="Body Text 2 Char"/>
    <w:locked/>
    <w:rsid w:val="00E56DD3"/>
    <w:rPr>
      <w:rFonts w:ascii="Book Antiqua" w:hAnsi="Book Antiqua" w:cs="Times New Roman"/>
      <w:sz w:val="22"/>
      <w:szCs w:val="22"/>
    </w:rPr>
  </w:style>
  <w:style w:type="character" w:customStyle="1" w:styleId="Heading4Char">
    <w:name w:val="Heading 4 Char"/>
    <w:locked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locked/>
    <w:rsid w:val="00E56DD3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locked/>
    <w:rsid w:val="00E56DD3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locked/>
    <w:rsid w:val="00E56DD3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locked/>
    <w:rsid w:val="00E56DD3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locked/>
    <w:rsid w:val="00E56DD3"/>
    <w:rPr>
      <w:rFonts w:ascii="Arial" w:hAnsi="Arial" w:cs="Times New Roman"/>
      <w:sz w:val="18"/>
      <w:szCs w:val="18"/>
    </w:rPr>
  </w:style>
  <w:style w:type="character" w:customStyle="1" w:styleId="hps">
    <w:name w:val="hps"/>
    <w:rsid w:val="00E56DD3"/>
    <w:rPr>
      <w:rFonts w:cs="Times New Roman"/>
    </w:rPr>
  </w:style>
  <w:style w:type="character" w:customStyle="1" w:styleId="gt-icon-text1">
    <w:name w:val="gt-icon-text1"/>
    <w:rsid w:val="00E56DD3"/>
    <w:rPr>
      <w:rFonts w:cs="Times New Roman"/>
    </w:rPr>
  </w:style>
  <w:style w:type="character" w:customStyle="1" w:styleId="longtext">
    <w:name w:val="long_text"/>
    <w:rsid w:val="00E56DD3"/>
    <w:rPr>
      <w:rFonts w:cs="Times New Roman"/>
    </w:rPr>
  </w:style>
  <w:style w:type="paragraph" w:styleId="ListParagraph">
    <w:name w:val="List Paragraph"/>
    <w:basedOn w:val="Normal"/>
    <w:uiPriority w:val="34"/>
    <w:qFormat/>
    <w:rsid w:val="00E56DD3"/>
    <w:pPr>
      <w:ind w:left="720"/>
      <w:contextualSpacing/>
    </w:pPr>
    <w:rPr>
      <w:szCs w:val="22"/>
    </w:rPr>
  </w:style>
  <w:style w:type="character" w:customStyle="1" w:styleId="CharChar22">
    <w:name w:val="Char Char22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E56DD3"/>
  </w:style>
  <w:style w:type="character" w:styleId="Emphasis">
    <w:name w:val="Emphasis"/>
    <w:uiPriority w:val="20"/>
    <w:qFormat/>
    <w:rsid w:val="00E56DD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E56DD3"/>
  </w:style>
  <w:style w:type="paragraph" w:styleId="Revision">
    <w:name w:val="Revision"/>
    <w:hidden/>
    <w:uiPriority w:val="99"/>
    <w:semiHidden/>
    <w:rsid w:val="00E56DD3"/>
    <w:rPr>
      <w:rFonts w:ascii="Arial" w:hAnsi="Arial"/>
      <w:sz w:val="18"/>
      <w:szCs w:val="22"/>
    </w:rPr>
  </w:style>
  <w:style w:type="paragraph" w:customStyle="1" w:styleId="CharChar2">
    <w:name w:val="อักขระ อักขระ อักขระ Char Char อักขระ2"/>
    <w:basedOn w:val="Normal"/>
    <w:rsid w:val="00B15C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23">
    <w:name w:val="Char Char2"/>
    <w:rsid w:val="002565CA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CharChar24">
    <w:name w:val="อักขระ อักขระ Char Char อักขระ อักขระ2"/>
    <w:basedOn w:val="Normal"/>
    <w:rsid w:val="002565C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2">
    <w:name w:val="Char Char12"/>
    <w:rsid w:val="002565CA"/>
    <w:rPr>
      <w:rFonts w:cs="Angsana New"/>
      <w:b/>
      <w:i/>
      <w:sz w:val="24"/>
      <w:lang w:val="en-GB" w:eastAsia="en-US" w:bidi="ar-SA"/>
    </w:rPr>
  </w:style>
  <w:style w:type="paragraph" w:styleId="NoSpacing">
    <w:name w:val="No Spacing"/>
    <w:uiPriority w:val="1"/>
    <w:qFormat/>
    <w:rsid w:val="00C2061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customStyle="1" w:styleId="h31">
    <w:name w:val="h31"/>
    <w:rsid w:val="005A6124"/>
    <w:rPr>
      <w:rFonts w:ascii="Tahoma" w:hAnsi="Tahoma" w:cs="Tahoma" w:hint="default"/>
      <w:b/>
      <w:bCs/>
      <w:vanish w:val="0"/>
      <w:webHidden w:val="0"/>
      <w:color w:val="3F3F3F"/>
      <w:sz w:val="21"/>
      <w:szCs w:val="21"/>
      <w:specVanish w:val="0"/>
    </w:rPr>
  </w:style>
  <w:style w:type="paragraph" w:styleId="NormalWeb">
    <w:name w:val="Normal (Web)"/>
    <w:basedOn w:val="Normal"/>
    <w:uiPriority w:val="99"/>
    <w:unhideWhenUsed/>
    <w:rsid w:val="00A241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ahoma" w:eastAsia="Calibri" w:hAnsi="Tahoma" w:cs="Tahoma"/>
      <w:sz w:val="24"/>
      <w:szCs w:val="24"/>
    </w:rPr>
  </w:style>
  <w:style w:type="paragraph" w:customStyle="1" w:styleId="CharChar10">
    <w:name w:val="อักขระ อักขระ อักขระ Char Char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Char11">
    <w:name w:val="อักขระ อักขระ Char Char อักขระ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10">
    <w:name w:val="Char Char11"/>
    <w:rsid w:val="00152214"/>
    <w:rPr>
      <w:rFonts w:cs="Angsana New"/>
      <w:b/>
      <w:i/>
      <w:sz w:val="24"/>
      <w:lang w:val="en-GB" w:eastAsia="en-US" w:bidi="ar-SA"/>
    </w:rPr>
  </w:style>
  <w:style w:type="paragraph" w:customStyle="1" w:styleId="AccountingPolicy">
    <w:name w:val="Accounting Policy"/>
    <w:basedOn w:val="Normal"/>
    <w:link w:val="AccountingPolicyChar1"/>
    <w:rsid w:val="0015221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152214"/>
    <w:rPr>
      <w:rFonts w:ascii="Univers 45 Light" w:eastAsia="MS Mincho" w:hAnsi="Univers 45 Light" w:cs="Univers 45 Light"/>
      <w:color w:val="000000"/>
      <w:lang w:val="en-GB" w:bidi="ar-SA"/>
    </w:rPr>
  </w:style>
  <w:style w:type="character" w:customStyle="1" w:styleId="alt-edited1">
    <w:name w:val="alt-edited1"/>
    <w:rsid w:val="00152214"/>
    <w:rPr>
      <w:color w:val="4D90F0"/>
    </w:rPr>
  </w:style>
  <w:style w:type="character" w:customStyle="1" w:styleId="st">
    <w:name w:val="st"/>
    <w:basedOn w:val="DefaultParagraphFont"/>
    <w:rsid w:val="002E3A45"/>
  </w:style>
  <w:style w:type="character" w:customStyle="1" w:styleId="kno-tr-ctx">
    <w:name w:val="kno-tr-ctx"/>
    <w:basedOn w:val="DefaultParagraphFont"/>
    <w:rsid w:val="000C0C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9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0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0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5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834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56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5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9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6B28E-9D2A-4402-BE3C-E6AC6B66A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21</TotalTime>
  <Pages>3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Thai GAAP FS Template</vt:lpstr>
    </vt:vector>
  </TitlesOfParts>
  <Company>Hewlett-Packard Company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Thai GAAP FS Template</dc:title>
  <dc:creator>tadsong_h22</dc:creator>
  <cp:lastModifiedBy>Chitaporn, Fongsamut</cp:lastModifiedBy>
  <cp:revision>17</cp:revision>
  <cp:lastPrinted>2018-05-10T05:03:00Z</cp:lastPrinted>
  <dcterms:created xsi:type="dcterms:W3CDTF">2018-05-14T06:13:00Z</dcterms:created>
  <dcterms:modified xsi:type="dcterms:W3CDTF">2019-05-13T04:43:00Z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Version0">
    <vt:lpwstr>Thai</vt:lpwstr>
  </property>
  <property fmtid="{D5CDD505-2E9C-101B-9397-08002B2CF9AE}" pid="4" name="Categories0">
    <vt:lpwstr>Annual Financial Statement Template</vt:lpwstr>
  </property>
</Properties>
</file>