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81525" w:rsidRPr="00614042" w:rsidRDefault="00281525" w:rsidP="00281525">
      <w:pPr>
        <w:pStyle w:val="ReportHeading1"/>
        <w:framePr w:w="0" w:hRule="auto" w:hSpace="0" w:wrap="auto" w:vAnchor="margin" w:hAnchor="text" w:xAlign="left" w:yAlign="inline"/>
        <w:tabs>
          <w:tab w:val="left" w:pos="3690"/>
          <w:tab w:val="left" w:pos="8931"/>
        </w:tabs>
        <w:spacing w:line="240" w:lineRule="atLeast"/>
        <w:ind w:right="-45"/>
        <w:jc w:val="center"/>
        <w:rPr>
          <w:rFonts w:ascii="Times New Roman" w:hAnsi="Times New Roman" w:cstheme="minorBidi"/>
          <w:b w:val="0"/>
          <w:bCs w:val="0"/>
          <w:sz w:val="30"/>
          <w:szCs w:val="30"/>
        </w:rPr>
      </w:pPr>
      <w:bookmarkStart w:id="0" w:name="_GoBack"/>
      <w:bookmarkEnd w:id="0"/>
    </w:p>
    <w:p w:rsidR="00281525" w:rsidRPr="00044005" w:rsidRDefault="00281525" w:rsidP="00281525">
      <w:pPr>
        <w:pStyle w:val="ReportHeading1"/>
        <w:framePr w:w="0" w:hRule="auto" w:hSpace="0" w:wrap="auto" w:vAnchor="margin" w:hAnchor="text" w:xAlign="left" w:yAlign="inline"/>
        <w:spacing w:line="240" w:lineRule="atLeast"/>
        <w:ind w:right="-45"/>
        <w:jc w:val="center"/>
        <w:rPr>
          <w:rFonts w:ascii="Times New Roman" w:hAnsi="Times New Roman"/>
          <w:b w:val="0"/>
          <w:bCs w:val="0"/>
          <w:sz w:val="30"/>
          <w:szCs w:val="30"/>
        </w:rPr>
      </w:pPr>
    </w:p>
    <w:p w:rsidR="00281525" w:rsidRPr="00044005" w:rsidRDefault="00281525" w:rsidP="00281525">
      <w:pPr>
        <w:pStyle w:val="ReportHeading1"/>
        <w:framePr w:w="0" w:hRule="auto" w:hSpace="0" w:wrap="auto" w:vAnchor="margin" w:hAnchor="text" w:xAlign="left" w:yAlign="inline"/>
        <w:spacing w:line="240" w:lineRule="atLeast"/>
        <w:ind w:right="-45"/>
        <w:jc w:val="center"/>
        <w:rPr>
          <w:rFonts w:ascii="Times New Roman" w:hAnsi="Times New Roman"/>
          <w:b w:val="0"/>
          <w:bCs w:val="0"/>
          <w:sz w:val="30"/>
          <w:szCs w:val="30"/>
        </w:rPr>
      </w:pPr>
    </w:p>
    <w:p w:rsidR="00281525" w:rsidRPr="00044005" w:rsidRDefault="00281525" w:rsidP="00694056">
      <w:pPr>
        <w:pStyle w:val="ReportHeading1"/>
        <w:framePr w:w="0" w:hRule="auto" w:hSpace="0" w:wrap="auto" w:vAnchor="margin" w:hAnchor="text" w:xAlign="left" w:yAlign="inline"/>
        <w:spacing w:line="240" w:lineRule="atLeast"/>
        <w:ind w:right="-45"/>
        <w:jc w:val="center"/>
        <w:rPr>
          <w:rFonts w:ascii="Times New Roman" w:hAnsi="Times New Roman"/>
          <w:sz w:val="40"/>
          <w:szCs w:val="40"/>
          <w:cs/>
        </w:rPr>
      </w:pPr>
      <w:proofErr w:type="spellStart"/>
      <w:r w:rsidRPr="00044005">
        <w:rPr>
          <w:rFonts w:ascii="Times New Roman" w:hAnsi="Times New Roman"/>
          <w:sz w:val="40"/>
          <w:szCs w:val="40"/>
        </w:rPr>
        <w:t>Ratchaburi</w:t>
      </w:r>
      <w:proofErr w:type="spellEnd"/>
      <w:r w:rsidRPr="00044005">
        <w:rPr>
          <w:rFonts w:ascii="Times New Roman" w:hAnsi="Times New Roman"/>
          <w:sz w:val="40"/>
          <w:szCs w:val="40"/>
        </w:rPr>
        <w:t xml:space="preserve"> Electricity Generating Holding Public Company Limited and its subsidiaries</w:t>
      </w:r>
    </w:p>
    <w:p w:rsidR="00281525" w:rsidRPr="00044005" w:rsidRDefault="00281525" w:rsidP="00694056">
      <w:pPr>
        <w:pStyle w:val="ReportHeading1"/>
        <w:framePr w:w="0" w:hRule="auto" w:hSpace="0" w:wrap="auto" w:vAnchor="margin" w:hAnchor="text" w:xAlign="left" w:yAlign="inline"/>
        <w:spacing w:line="240" w:lineRule="atLeast"/>
        <w:ind w:right="-45"/>
        <w:jc w:val="center"/>
        <w:rPr>
          <w:rFonts w:ascii="Times New Roman" w:hAnsi="Times New Roman"/>
          <w:sz w:val="52"/>
          <w:szCs w:val="52"/>
        </w:rPr>
      </w:pPr>
    </w:p>
    <w:p w:rsidR="00F23F01" w:rsidRPr="00044005" w:rsidRDefault="00F23F01" w:rsidP="00694056">
      <w:pPr>
        <w:pStyle w:val="CoverTitle"/>
        <w:spacing w:line="240" w:lineRule="atLeast"/>
        <w:jc w:val="center"/>
        <w:rPr>
          <w:rFonts w:cs="Times New Roman"/>
          <w:spacing w:val="-3"/>
          <w:szCs w:val="36"/>
        </w:rPr>
      </w:pPr>
      <w:r w:rsidRPr="00044005">
        <w:rPr>
          <w:rFonts w:cs="Times New Roman"/>
          <w:spacing w:val="-3"/>
          <w:szCs w:val="36"/>
        </w:rPr>
        <w:t>Interim financial statements</w:t>
      </w:r>
    </w:p>
    <w:p w:rsidR="00EC24A2" w:rsidRPr="00044005" w:rsidRDefault="00EC24A2" w:rsidP="00EC24A2">
      <w:pPr>
        <w:jc w:val="center"/>
        <w:rPr>
          <w:rFonts w:ascii="Times New Roman" w:hAnsi="Times New Roman" w:cs="Times New Roman"/>
          <w:sz w:val="36"/>
          <w:szCs w:val="36"/>
        </w:rPr>
      </w:pPr>
      <w:proofErr w:type="gramStart"/>
      <w:r w:rsidRPr="00044005">
        <w:rPr>
          <w:rFonts w:ascii="Times New Roman" w:hAnsi="Times New Roman" w:cs="Times New Roman"/>
          <w:sz w:val="36"/>
          <w:szCs w:val="36"/>
        </w:rPr>
        <w:t>for</w:t>
      </w:r>
      <w:proofErr w:type="gramEnd"/>
      <w:r w:rsidRPr="00044005">
        <w:rPr>
          <w:rFonts w:ascii="Times New Roman" w:hAnsi="Times New Roman" w:cs="Times New Roman"/>
          <w:sz w:val="36"/>
          <w:szCs w:val="36"/>
        </w:rPr>
        <w:t xml:space="preserve"> the three-month and six-month periods ended</w:t>
      </w:r>
    </w:p>
    <w:p w:rsidR="00EC24A2" w:rsidRPr="00044005" w:rsidRDefault="00EC24A2" w:rsidP="00EC24A2">
      <w:pPr>
        <w:jc w:val="center"/>
        <w:rPr>
          <w:rFonts w:ascii="Times New Roman" w:hAnsi="Times New Roman" w:cs="Times New Roman"/>
          <w:spacing w:val="-3"/>
          <w:sz w:val="36"/>
          <w:szCs w:val="36"/>
        </w:rPr>
      </w:pPr>
      <w:r w:rsidRPr="00044005">
        <w:rPr>
          <w:rFonts w:ascii="Times New Roman" w:hAnsi="Times New Roman" w:cs="Times New Roman"/>
          <w:spacing w:val="-3"/>
          <w:sz w:val="36"/>
          <w:szCs w:val="36"/>
        </w:rPr>
        <w:t>3</w:t>
      </w:r>
      <w:r w:rsidR="0031070B" w:rsidRPr="00044005">
        <w:rPr>
          <w:rFonts w:ascii="Times New Roman" w:hAnsi="Times New Roman" w:cs="Times New Roman"/>
          <w:spacing w:val="-3"/>
          <w:sz w:val="36"/>
          <w:szCs w:val="36"/>
        </w:rPr>
        <w:t>0 June 2018</w:t>
      </w:r>
    </w:p>
    <w:p w:rsidR="00F23F01" w:rsidRPr="00044005" w:rsidRDefault="00F23F01" w:rsidP="00694056">
      <w:pPr>
        <w:shd w:val="clear" w:color="auto" w:fill="FFFFFF"/>
        <w:jc w:val="center"/>
        <w:rPr>
          <w:rFonts w:ascii="Times New Roman" w:hAnsi="Times New Roman" w:cs="Times New Roman"/>
          <w:sz w:val="36"/>
          <w:szCs w:val="36"/>
        </w:rPr>
      </w:pPr>
      <w:proofErr w:type="gramStart"/>
      <w:r w:rsidRPr="00044005">
        <w:rPr>
          <w:rFonts w:ascii="Times New Roman" w:hAnsi="Times New Roman" w:cs="Times New Roman"/>
          <w:sz w:val="36"/>
          <w:szCs w:val="36"/>
        </w:rPr>
        <w:t>and</w:t>
      </w:r>
      <w:proofErr w:type="gramEnd"/>
    </w:p>
    <w:p w:rsidR="00F23F01" w:rsidRPr="00044005" w:rsidRDefault="00F23F01" w:rsidP="00694056">
      <w:pPr>
        <w:jc w:val="center"/>
        <w:rPr>
          <w:rFonts w:ascii="Times New Roman" w:hAnsi="Times New Roman" w:cs="Times New Roman"/>
          <w:spacing w:val="-3"/>
          <w:sz w:val="36"/>
          <w:szCs w:val="36"/>
        </w:rPr>
      </w:pPr>
      <w:r w:rsidRPr="00044005">
        <w:rPr>
          <w:rFonts w:ascii="Times New Roman" w:hAnsi="Times New Roman" w:cs="Times New Roman"/>
          <w:spacing w:val="-3"/>
          <w:sz w:val="36"/>
          <w:szCs w:val="36"/>
        </w:rPr>
        <w:t>Independent auditor’s report on</w:t>
      </w:r>
    </w:p>
    <w:p w:rsidR="00F23F01" w:rsidRPr="00044005" w:rsidRDefault="00F23F01" w:rsidP="00694056">
      <w:pPr>
        <w:pStyle w:val="IndexHeading1"/>
        <w:tabs>
          <w:tab w:val="left" w:pos="1125"/>
        </w:tabs>
        <w:spacing w:after="0" w:line="240" w:lineRule="atLeast"/>
        <w:ind w:left="0" w:right="-45" w:firstLine="0"/>
        <w:jc w:val="center"/>
        <w:outlineLvl w:val="0"/>
        <w:rPr>
          <w:rFonts w:cs="Times New Roman"/>
          <w:b w:val="0"/>
          <w:bCs/>
        </w:rPr>
      </w:pPr>
      <w:proofErr w:type="gramStart"/>
      <w:r w:rsidRPr="00044005">
        <w:rPr>
          <w:rFonts w:cs="Times New Roman"/>
          <w:b w:val="0"/>
          <w:bCs/>
          <w:spacing w:val="-3"/>
          <w:sz w:val="36"/>
          <w:szCs w:val="36"/>
        </w:rPr>
        <w:t>review</w:t>
      </w:r>
      <w:proofErr w:type="gramEnd"/>
      <w:r w:rsidRPr="00044005">
        <w:rPr>
          <w:rFonts w:cs="Times New Roman"/>
          <w:b w:val="0"/>
          <w:bCs/>
          <w:spacing w:val="-3"/>
          <w:sz w:val="36"/>
          <w:szCs w:val="36"/>
        </w:rPr>
        <w:t xml:space="preserve"> of interim financial information</w:t>
      </w:r>
    </w:p>
    <w:p w:rsidR="00281525" w:rsidRPr="00044005" w:rsidRDefault="00281525" w:rsidP="00281525">
      <w:pPr>
        <w:pStyle w:val="IndexHeading1"/>
        <w:tabs>
          <w:tab w:val="left" w:pos="1125"/>
        </w:tabs>
        <w:spacing w:after="0" w:line="240" w:lineRule="atLeast"/>
        <w:ind w:left="0" w:right="-45" w:firstLine="0"/>
        <w:jc w:val="center"/>
        <w:outlineLvl w:val="0"/>
        <w:rPr>
          <w:rFonts w:cs="Times New Roman"/>
          <w:b w:val="0"/>
          <w:bCs/>
          <w:spacing w:val="-3"/>
          <w:sz w:val="36"/>
          <w:szCs w:val="36"/>
        </w:rPr>
      </w:pPr>
    </w:p>
    <w:p w:rsidR="00281525" w:rsidRPr="00044005" w:rsidRDefault="00281525" w:rsidP="00281525">
      <w:pPr>
        <w:pStyle w:val="IndexHeading1"/>
        <w:tabs>
          <w:tab w:val="left" w:pos="1125"/>
        </w:tabs>
        <w:spacing w:after="0" w:line="240" w:lineRule="atLeast"/>
        <w:ind w:left="0" w:right="-45" w:firstLine="0"/>
        <w:jc w:val="center"/>
        <w:outlineLvl w:val="0"/>
        <w:rPr>
          <w:rFonts w:cs="Times New Roman"/>
          <w:b w:val="0"/>
          <w:bCs/>
          <w:spacing w:val="-3"/>
          <w:sz w:val="36"/>
          <w:szCs w:val="36"/>
        </w:rPr>
      </w:pPr>
    </w:p>
    <w:p w:rsidR="00281525" w:rsidRPr="00044005" w:rsidRDefault="00281525" w:rsidP="00281525">
      <w:pPr>
        <w:pStyle w:val="IndexHeading1"/>
        <w:tabs>
          <w:tab w:val="left" w:pos="1125"/>
        </w:tabs>
        <w:spacing w:after="0" w:line="240" w:lineRule="atLeast"/>
        <w:ind w:left="0" w:right="-45" w:firstLine="0"/>
        <w:jc w:val="center"/>
        <w:outlineLvl w:val="0"/>
        <w:rPr>
          <w:rFonts w:cs="Times New Roman"/>
          <w:b w:val="0"/>
          <w:bCs/>
          <w:spacing w:val="-3"/>
          <w:sz w:val="36"/>
          <w:szCs w:val="36"/>
        </w:rPr>
      </w:pPr>
    </w:p>
    <w:p w:rsidR="00281525" w:rsidRPr="00044005" w:rsidRDefault="00281525" w:rsidP="00281525">
      <w:pPr>
        <w:pStyle w:val="IndexHeading1"/>
        <w:tabs>
          <w:tab w:val="left" w:pos="1125"/>
        </w:tabs>
        <w:spacing w:after="0" w:line="240" w:lineRule="atLeast"/>
        <w:ind w:left="0" w:right="-45" w:firstLine="0"/>
        <w:jc w:val="center"/>
        <w:outlineLvl w:val="0"/>
        <w:rPr>
          <w:b w:val="0"/>
          <w:bCs/>
          <w:cs/>
          <w:lang w:val="en-US" w:bidi="th-TH"/>
        </w:rPr>
        <w:sectPr w:rsidR="00281525" w:rsidRPr="00044005" w:rsidSect="00FE53D9">
          <w:headerReference w:type="even" r:id="rId9"/>
          <w:headerReference w:type="default" r:id="rId10"/>
          <w:footerReference w:type="even" r:id="rId11"/>
          <w:footerReference w:type="default" r:id="rId12"/>
          <w:headerReference w:type="first" r:id="rId13"/>
          <w:footerReference w:type="first" r:id="rId14"/>
          <w:type w:val="nextColumn"/>
          <w:pgSz w:w="11909" w:h="16834" w:code="9"/>
          <w:pgMar w:top="691" w:right="1152" w:bottom="576" w:left="1152" w:header="720" w:footer="720" w:gutter="0"/>
          <w:pgNumType w:start="0"/>
          <w:cols w:space="720"/>
          <w:titlePg/>
        </w:sectPr>
      </w:pPr>
    </w:p>
    <w:p w:rsidR="00F77FD0" w:rsidRPr="00044005" w:rsidRDefault="00F77FD0" w:rsidP="0064407C">
      <w:pPr>
        <w:pStyle w:val="acctmainheading"/>
        <w:tabs>
          <w:tab w:val="left" w:pos="7810"/>
        </w:tabs>
        <w:spacing w:after="0" w:line="240" w:lineRule="atLeast"/>
        <w:rPr>
          <w:rFonts w:cs="Times New Roman"/>
        </w:rPr>
      </w:pPr>
    </w:p>
    <w:p w:rsidR="00044005" w:rsidRPr="00225D74" w:rsidRDefault="00044005" w:rsidP="00044005">
      <w:pPr>
        <w:pStyle w:val="acctmainheading"/>
        <w:tabs>
          <w:tab w:val="left" w:pos="7810"/>
        </w:tabs>
        <w:spacing w:after="0" w:line="240" w:lineRule="atLeast"/>
        <w:rPr>
          <w:rFonts w:cs="Times New Roman"/>
        </w:rPr>
      </w:pPr>
      <w:r w:rsidRPr="00225D74">
        <w:rPr>
          <w:rFonts w:cs="Times New Roman"/>
        </w:rPr>
        <w:t>Independent Auditor’s Report on Review of Interim Financial Information</w:t>
      </w:r>
    </w:p>
    <w:p w:rsidR="0064407C" w:rsidRPr="00044005" w:rsidRDefault="0064407C" w:rsidP="0064407C">
      <w:pPr>
        <w:pStyle w:val="acctmainheading"/>
        <w:spacing w:after="0" w:line="240" w:lineRule="atLeast"/>
        <w:ind w:right="-45"/>
        <w:outlineLvl w:val="0"/>
        <w:rPr>
          <w:rFonts w:cs="Times New Roman"/>
          <w:spacing w:val="-8"/>
          <w:sz w:val="22"/>
          <w:szCs w:val="22"/>
        </w:rPr>
      </w:pPr>
    </w:p>
    <w:p w:rsidR="00FE53D9" w:rsidRPr="00044005" w:rsidRDefault="00FE53D9" w:rsidP="0064407C">
      <w:pPr>
        <w:pStyle w:val="acctmainheading"/>
        <w:spacing w:after="0" w:line="240" w:lineRule="atLeast"/>
        <w:ind w:right="-45"/>
        <w:outlineLvl w:val="0"/>
        <w:rPr>
          <w:rFonts w:cs="Times New Roman"/>
          <w:spacing w:val="-8"/>
          <w:sz w:val="22"/>
          <w:szCs w:val="22"/>
        </w:rPr>
      </w:pPr>
    </w:p>
    <w:p w:rsidR="0064407C" w:rsidRPr="00044005" w:rsidRDefault="005F45AB" w:rsidP="0064407C">
      <w:pPr>
        <w:pStyle w:val="acctmainheading"/>
        <w:spacing w:after="0" w:line="240" w:lineRule="atLeast"/>
        <w:ind w:right="-45"/>
        <w:outlineLvl w:val="0"/>
        <w:rPr>
          <w:rFonts w:cs="Times New Roman"/>
          <w:sz w:val="22"/>
          <w:szCs w:val="22"/>
        </w:rPr>
      </w:pPr>
      <w:r>
        <w:rPr>
          <w:rFonts w:cs="Times New Roman"/>
          <w:sz w:val="22"/>
          <w:szCs w:val="22"/>
        </w:rPr>
        <w:t xml:space="preserve">To the Board of Directors of </w:t>
      </w:r>
      <w:proofErr w:type="spellStart"/>
      <w:r w:rsidR="0064407C" w:rsidRPr="00044005">
        <w:rPr>
          <w:rFonts w:cs="Times New Roman"/>
          <w:sz w:val="22"/>
          <w:szCs w:val="22"/>
        </w:rPr>
        <w:t>Ratchaburi</w:t>
      </w:r>
      <w:proofErr w:type="spellEnd"/>
      <w:r w:rsidR="0064407C" w:rsidRPr="00044005">
        <w:rPr>
          <w:rFonts w:cs="Times New Roman"/>
          <w:sz w:val="22"/>
          <w:szCs w:val="22"/>
        </w:rPr>
        <w:t xml:space="preserve"> Electricity Generating Holding Public Company Limited</w:t>
      </w:r>
    </w:p>
    <w:p w:rsidR="0064407C" w:rsidRPr="00044005" w:rsidRDefault="0064407C" w:rsidP="0064407C">
      <w:pPr>
        <w:jc w:val="both"/>
        <w:rPr>
          <w:rFonts w:ascii="Times New Roman" w:hAnsi="Times New Roman" w:cs="Times New Roman"/>
          <w:sz w:val="22"/>
          <w:szCs w:val="22"/>
        </w:rPr>
      </w:pPr>
    </w:p>
    <w:p w:rsidR="00FE53D9" w:rsidRPr="00044005" w:rsidRDefault="00FE53D9" w:rsidP="0064407C">
      <w:pPr>
        <w:jc w:val="both"/>
        <w:rPr>
          <w:rFonts w:ascii="Times New Roman" w:hAnsi="Times New Roman" w:cs="Times New Roman"/>
          <w:sz w:val="22"/>
          <w:szCs w:val="22"/>
        </w:rPr>
      </w:pPr>
    </w:p>
    <w:p w:rsidR="0064407C" w:rsidRPr="00F07F0F" w:rsidRDefault="00B3417E" w:rsidP="0064407C">
      <w:pPr>
        <w:pStyle w:val="RNormal"/>
        <w:jc w:val="thaiDistribute"/>
        <w:rPr>
          <w:szCs w:val="22"/>
          <w:lang w:bidi="th-TH"/>
        </w:rPr>
      </w:pPr>
      <w:r w:rsidRPr="00F07F0F">
        <w:rPr>
          <w:szCs w:val="22"/>
          <w:lang w:bidi="th-TH"/>
        </w:rPr>
        <w:t xml:space="preserve">I have reviewed the accompanying consolidated and separate statements of financial position of </w:t>
      </w:r>
      <w:proofErr w:type="spellStart"/>
      <w:r w:rsidRPr="00F07F0F">
        <w:rPr>
          <w:szCs w:val="22"/>
          <w:lang w:bidi="th-TH"/>
        </w:rPr>
        <w:t>Ratchaburi</w:t>
      </w:r>
      <w:proofErr w:type="spellEnd"/>
      <w:r w:rsidRPr="00F07F0F">
        <w:rPr>
          <w:szCs w:val="22"/>
          <w:lang w:bidi="th-TH"/>
        </w:rPr>
        <w:t xml:space="preserve"> Electricity Generating Holding Public Company Limited and its subsidiaries, and of </w:t>
      </w:r>
      <w:proofErr w:type="spellStart"/>
      <w:r w:rsidRPr="00F07F0F">
        <w:rPr>
          <w:szCs w:val="22"/>
          <w:lang w:bidi="th-TH"/>
        </w:rPr>
        <w:t>Ratchaburi</w:t>
      </w:r>
      <w:proofErr w:type="spellEnd"/>
      <w:r w:rsidRPr="00F07F0F">
        <w:rPr>
          <w:szCs w:val="22"/>
          <w:lang w:bidi="th-TH"/>
        </w:rPr>
        <w:t xml:space="preserve"> Electricity Generating Holding Public Company Limited, respectively, as at </w:t>
      </w:r>
      <w:r w:rsidR="00EC24A2" w:rsidRPr="00F07F0F">
        <w:rPr>
          <w:szCs w:val="22"/>
          <w:lang w:bidi="th-TH"/>
        </w:rPr>
        <w:t xml:space="preserve">30 June </w:t>
      </w:r>
      <w:r w:rsidRPr="00F07F0F">
        <w:rPr>
          <w:szCs w:val="22"/>
          <w:lang w:bidi="th-TH"/>
        </w:rPr>
        <w:t>201</w:t>
      </w:r>
      <w:r w:rsidR="0031070B" w:rsidRPr="00F07F0F">
        <w:rPr>
          <w:szCs w:val="22"/>
          <w:lang w:bidi="th-TH"/>
        </w:rPr>
        <w:t>8</w:t>
      </w:r>
      <w:r w:rsidRPr="00F07F0F">
        <w:rPr>
          <w:szCs w:val="22"/>
          <w:lang w:bidi="th-TH"/>
        </w:rPr>
        <w:t>; the consolidated and separate statements of comprehensive income</w:t>
      </w:r>
      <w:r w:rsidR="00365AF9" w:rsidRPr="00F07F0F">
        <w:rPr>
          <w:szCs w:val="22"/>
          <w:lang w:bidi="th-TH"/>
        </w:rPr>
        <w:t xml:space="preserve"> </w:t>
      </w:r>
      <w:r w:rsidR="00365AF9" w:rsidRPr="00F07F0F">
        <w:rPr>
          <w:szCs w:val="22"/>
        </w:rPr>
        <w:t>for the three-month and six-month periods ended 30 June 201</w:t>
      </w:r>
      <w:r w:rsidR="0031070B" w:rsidRPr="00F07F0F">
        <w:rPr>
          <w:szCs w:val="22"/>
          <w:lang w:bidi="th-TH"/>
        </w:rPr>
        <w:t>8</w:t>
      </w:r>
      <w:r w:rsidR="00113906" w:rsidRPr="00F07F0F">
        <w:rPr>
          <w:szCs w:val="22"/>
          <w:lang w:bidi="th-TH"/>
        </w:rPr>
        <w:t>,</w:t>
      </w:r>
      <w:r w:rsidR="00113906" w:rsidRPr="00F07F0F">
        <w:rPr>
          <w:szCs w:val="22"/>
          <w:cs/>
          <w:lang w:bidi="th-TH"/>
        </w:rPr>
        <w:t xml:space="preserve"> </w:t>
      </w:r>
      <w:r w:rsidR="005F45AB" w:rsidRPr="00F07F0F">
        <w:rPr>
          <w:szCs w:val="22"/>
          <w:lang w:bidi="th-TH"/>
        </w:rPr>
        <w:br/>
      </w:r>
      <w:r w:rsidR="00365AF9" w:rsidRPr="00F07F0F">
        <w:rPr>
          <w:szCs w:val="22"/>
        </w:rPr>
        <w:t xml:space="preserve">the consolidated and separate statements of changes in equity and cash flows </w:t>
      </w:r>
      <w:r w:rsidR="00F77FD0" w:rsidRPr="00F07F0F">
        <w:rPr>
          <w:szCs w:val="22"/>
        </w:rPr>
        <w:t xml:space="preserve">for the six-month period ended </w:t>
      </w:r>
      <w:r w:rsidR="00365AF9" w:rsidRPr="00F07F0F">
        <w:rPr>
          <w:szCs w:val="22"/>
        </w:rPr>
        <w:t>30 June 201</w:t>
      </w:r>
      <w:r w:rsidR="0031070B" w:rsidRPr="00F07F0F">
        <w:rPr>
          <w:szCs w:val="22"/>
        </w:rPr>
        <w:t>8</w:t>
      </w:r>
      <w:r w:rsidR="00F96060" w:rsidRPr="00F07F0F">
        <w:rPr>
          <w:szCs w:val="22"/>
        </w:rPr>
        <w:t>;</w:t>
      </w:r>
      <w:r w:rsidR="00365AF9" w:rsidRPr="00F07F0F">
        <w:rPr>
          <w:szCs w:val="22"/>
        </w:rPr>
        <w:t xml:space="preserve"> and condensed notes </w:t>
      </w:r>
      <w:r w:rsidRPr="00F07F0F">
        <w:rPr>
          <w:szCs w:val="22"/>
          <w:lang w:bidi="th-TH"/>
        </w:rPr>
        <w:t>(“interim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rsidR="00B3417E" w:rsidRPr="00F07F0F" w:rsidRDefault="00B3417E" w:rsidP="0064407C">
      <w:pPr>
        <w:pStyle w:val="RNormal"/>
        <w:jc w:val="thaiDistribute"/>
        <w:rPr>
          <w:szCs w:val="22"/>
          <w:lang w:bidi="th-TH"/>
        </w:rPr>
      </w:pPr>
    </w:p>
    <w:p w:rsidR="0064407C" w:rsidRPr="00F07F0F" w:rsidRDefault="0064407C" w:rsidP="0064407C">
      <w:pPr>
        <w:jc w:val="thaiDistribute"/>
        <w:rPr>
          <w:rFonts w:ascii="Times New Roman" w:hAnsi="Times New Roman" w:cs="Times New Roman"/>
          <w:i/>
          <w:iCs/>
          <w:sz w:val="22"/>
          <w:szCs w:val="22"/>
        </w:rPr>
      </w:pPr>
      <w:r w:rsidRPr="00F07F0F">
        <w:rPr>
          <w:rFonts w:ascii="Times New Roman" w:hAnsi="Times New Roman" w:cs="Times New Roman"/>
          <w:i/>
          <w:iCs/>
          <w:sz w:val="22"/>
          <w:szCs w:val="22"/>
        </w:rPr>
        <w:t>Scope of Review</w:t>
      </w:r>
    </w:p>
    <w:p w:rsidR="0064407C" w:rsidRPr="00F07F0F" w:rsidRDefault="0064407C" w:rsidP="0064407C">
      <w:pPr>
        <w:jc w:val="thaiDistribute"/>
        <w:rPr>
          <w:rFonts w:ascii="Times New Roman" w:hAnsi="Times New Roman" w:cs="Times New Roman"/>
          <w:sz w:val="22"/>
          <w:szCs w:val="22"/>
        </w:rPr>
      </w:pPr>
    </w:p>
    <w:p w:rsidR="00365AF9" w:rsidRPr="00F07F0F" w:rsidRDefault="00365AF9" w:rsidP="00365AF9">
      <w:pPr>
        <w:ind w:right="-27"/>
        <w:jc w:val="thaiDistribute"/>
        <w:rPr>
          <w:rFonts w:ascii="Times New Roman" w:hAnsi="Times New Roman" w:cs="Times New Roman"/>
          <w:sz w:val="22"/>
          <w:szCs w:val="22"/>
        </w:rPr>
      </w:pPr>
      <w:r w:rsidRPr="00F07F0F">
        <w:rPr>
          <w:rFonts w:ascii="Times New Roman" w:hAnsi="Times New Roman" w:cs="Times New Roman"/>
          <w:sz w:val="22"/>
          <w:szCs w:val="22"/>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64407C" w:rsidRPr="00F07F0F" w:rsidRDefault="0064407C" w:rsidP="0064407C">
      <w:pPr>
        <w:jc w:val="thaiDistribute"/>
        <w:rPr>
          <w:rFonts w:ascii="Times New Roman" w:hAnsi="Times New Roman" w:cs="Times New Roman"/>
          <w:sz w:val="22"/>
          <w:szCs w:val="22"/>
        </w:rPr>
      </w:pPr>
    </w:p>
    <w:p w:rsidR="0064407C" w:rsidRPr="00F07F0F" w:rsidRDefault="0064407C" w:rsidP="0064407C">
      <w:pPr>
        <w:jc w:val="thaiDistribute"/>
        <w:rPr>
          <w:rFonts w:ascii="Times New Roman" w:hAnsi="Times New Roman" w:cs="Times New Roman"/>
          <w:i/>
          <w:iCs/>
          <w:sz w:val="22"/>
          <w:szCs w:val="22"/>
        </w:rPr>
      </w:pPr>
      <w:r w:rsidRPr="00F07F0F">
        <w:rPr>
          <w:rFonts w:ascii="Times New Roman" w:hAnsi="Times New Roman" w:cs="Times New Roman"/>
          <w:i/>
          <w:iCs/>
          <w:sz w:val="22"/>
          <w:szCs w:val="22"/>
        </w:rPr>
        <w:t>Conclusion</w:t>
      </w:r>
    </w:p>
    <w:p w:rsidR="0064407C" w:rsidRPr="00F07F0F" w:rsidRDefault="0064407C" w:rsidP="0064407C">
      <w:pPr>
        <w:autoSpaceDE w:val="0"/>
        <w:autoSpaceDN w:val="0"/>
        <w:adjustRightInd w:val="0"/>
        <w:spacing w:line="240" w:lineRule="auto"/>
        <w:jc w:val="thaiDistribute"/>
        <w:rPr>
          <w:rFonts w:ascii="Times New Roman" w:hAnsi="Times New Roman" w:cs="Times New Roman"/>
          <w:sz w:val="22"/>
          <w:szCs w:val="22"/>
        </w:rPr>
      </w:pPr>
    </w:p>
    <w:p w:rsidR="00365AF9" w:rsidRPr="00F07F0F" w:rsidRDefault="00365AF9" w:rsidP="00365AF9">
      <w:pPr>
        <w:ind w:right="-27"/>
        <w:jc w:val="thaiDistribute"/>
        <w:rPr>
          <w:rFonts w:ascii="Times New Roman" w:hAnsi="Times New Roman" w:cs="Times New Roman"/>
          <w:sz w:val="22"/>
          <w:szCs w:val="22"/>
        </w:rPr>
      </w:pPr>
      <w:r w:rsidRPr="00F07F0F">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372648" w:rsidRPr="00044005" w:rsidRDefault="00372648" w:rsidP="0064407C">
      <w:pPr>
        <w:ind w:right="-27"/>
        <w:jc w:val="thaiDistribute"/>
        <w:rPr>
          <w:rFonts w:ascii="Times New Roman" w:hAnsi="Times New Roman" w:cs="Times New Roman"/>
          <w:sz w:val="22"/>
          <w:szCs w:val="22"/>
        </w:rPr>
      </w:pPr>
    </w:p>
    <w:p w:rsidR="00372648" w:rsidRPr="00044005" w:rsidRDefault="00372648" w:rsidP="0064407C">
      <w:pPr>
        <w:ind w:right="-27"/>
        <w:jc w:val="thaiDistribute"/>
        <w:rPr>
          <w:rFonts w:ascii="Times New Roman" w:hAnsi="Times New Roman" w:cs="Times New Roman"/>
          <w:sz w:val="22"/>
          <w:szCs w:val="22"/>
        </w:rPr>
        <w:sectPr w:rsidR="00372648" w:rsidRPr="00044005" w:rsidSect="00CC546C">
          <w:headerReference w:type="default" r:id="rId15"/>
          <w:footerReference w:type="default" r:id="rId16"/>
          <w:type w:val="nextColumn"/>
          <w:pgSz w:w="11907" w:h="16840" w:code="9"/>
          <w:pgMar w:top="691" w:right="1152" w:bottom="576" w:left="1152" w:header="720" w:footer="720" w:gutter="0"/>
          <w:cols w:space="708"/>
          <w:docGrid w:linePitch="360"/>
        </w:sectPr>
      </w:pPr>
    </w:p>
    <w:p w:rsidR="009E3DFF" w:rsidRPr="00F07F0F" w:rsidRDefault="009E3DFF" w:rsidP="009E3DFF">
      <w:pPr>
        <w:jc w:val="thaiDistribute"/>
        <w:rPr>
          <w:rFonts w:ascii="Times New Roman" w:hAnsi="Times New Roman" w:cs="Times New Roman"/>
          <w:i/>
          <w:iCs/>
          <w:sz w:val="22"/>
          <w:szCs w:val="22"/>
        </w:rPr>
      </w:pPr>
      <w:r w:rsidRPr="00F07F0F">
        <w:rPr>
          <w:rFonts w:ascii="Times New Roman" w:hAnsi="Times New Roman" w:cs="Times New Roman"/>
          <w:i/>
          <w:iCs/>
          <w:sz w:val="22"/>
          <w:szCs w:val="22"/>
        </w:rPr>
        <w:lastRenderedPageBreak/>
        <w:t>Emphasis of Matter</w:t>
      </w:r>
    </w:p>
    <w:p w:rsidR="009E3DFF" w:rsidRPr="00F07F0F" w:rsidRDefault="009E3DFF" w:rsidP="009E3DFF">
      <w:pPr>
        <w:jc w:val="thaiDistribute"/>
        <w:rPr>
          <w:rFonts w:ascii="Times New Roman" w:hAnsi="Times New Roman" w:cs="Times New Roman"/>
          <w:sz w:val="22"/>
          <w:szCs w:val="22"/>
        </w:rPr>
      </w:pPr>
    </w:p>
    <w:p w:rsidR="00A10A05" w:rsidRPr="00A10A05" w:rsidRDefault="003F6B45" w:rsidP="00A10A05">
      <w:pPr>
        <w:ind w:right="-27"/>
        <w:jc w:val="thaiDistribute"/>
        <w:rPr>
          <w:rFonts w:ascii="Times New Roman" w:hAnsi="Times New Roman" w:cs="Times New Roman"/>
          <w:sz w:val="22"/>
          <w:szCs w:val="22"/>
        </w:rPr>
      </w:pPr>
      <w:r w:rsidRPr="00F07F0F">
        <w:rPr>
          <w:rFonts w:ascii="Times New Roman" w:hAnsi="Times New Roman" w:cs="Times New Roman"/>
          <w:sz w:val="22"/>
          <w:szCs w:val="22"/>
        </w:rPr>
        <w:t>I draw attention to note 3 to the interim financial information describing the effect of the Group</w:t>
      </w:r>
      <w:r w:rsidR="005F45AB" w:rsidRPr="00F07F0F">
        <w:rPr>
          <w:rFonts w:ascii="Times New Roman" w:hAnsi="Times New Roman" w:cs="Times New Roman"/>
          <w:sz w:val="22"/>
          <w:szCs w:val="22"/>
        </w:rPr>
        <w:t>’s</w:t>
      </w:r>
      <w:r w:rsidRPr="00F07F0F">
        <w:rPr>
          <w:rFonts w:ascii="Times New Roman" w:hAnsi="Times New Roman" w:cs="Times New Roman"/>
          <w:sz w:val="22"/>
          <w:szCs w:val="22"/>
        </w:rPr>
        <w:t xml:space="preserve"> adoption from 1 January</w:t>
      </w:r>
      <w:r w:rsidR="005F45AB" w:rsidRPr="00F07F0F">
        <w:rPr>
          <w:rFonts w:ascii="Times New Roman" w:hAnsi="Times New Roman" w:cs="Times New Roman"/>
          <w:sz w:val="22"/>
          <w:szCs w:val="22"/>
        </w:rPr>
        <w:t xml:space="preserve"> 2018 of the accounting policy for</w:t>
      </w:r>
      <w:r w:rsidRPr="00F07F0F">
        <w:rPr>
          <w:rFonts w:ascii="Times New Roman" w:hAnsi="Times New Roman" w:cs="Times New Roman"/>
          <w:sz w:val="22"/>
          <w:szCs w:val="22"/>
        </w:rPr>
        <w:t xml:space="preserve"> derivative financial instruments and hedge accounting.</w:t>
      </w:r>
      <w:r w:rsidR="00B15889" w:rsidRPr="00F07F0F">
        <w:rPr>
          <w:rFonts w:ascii="Times New Roman" w:hAnsi="Times New Roman" w:cs="Times New Roman"/>
          <w:sz w:val="22"/>
          <w:szCs w:val="22"/>
        </w:rPr>
        <w:t xml:space="preserve"> </w:t>
      </w:r>
      <w:r w:rsidR="00542F4D" w:rsidRPr="00F07F0F">
        <w:rPr>
          <w:rFonts w:ascii="Times New Roman" w:hAnsi="Times New Roman" w:cs="Times New Roman"/>
          <w:sz w:val="22"/>
          <w:szCs w:val="22"/>
        </w:rPr>
        <w:br/>
      </w:r>
      <w:r w:rsidRPr="00F07F0F">
        <w:rPr>
          <w:rFonts w:ascii="Times New Roman" w:hAnsi="Times New Roman" w:cs="Times New Roman"/>
          <w:sz w:val="22"/>
          <w:szCs w:val="22"/>
        </w:rPr>
        <w:t xml:space="preserve">The consolidated statement of financial position as at 31 December 2017, which is included as comparative information, is a component of the audited consolidated financial statements as at and for the year ended </w:t>
      </w:r>
      <w:r w:rsidR="00CF6707" w:rsidRPr="00F07F0F">
        <w:rPr>
          <w:rFonts w:ascii="Times New Roman" w:hAnsi="Times New Roman" w:cs="Times New Roman"/>
          <w:sz w:val="22"/>
          <w:szCs w:val="22"/>
        </w:rPr>
        <w:br/>
      </w:r>
      <w:r w:rsidRPr="00F07F0F">
        <w:rPr>
          <w:rFonts w:ascii="Times New Roman" w:hAnsi="Times New Roman" w:cs="Times New Roman"/>
          <w:sz w:val="22"/>
          <w:szCs w:val="22"/>
        </w:rPr>
        <w:t>31 December 2017, after making the adjustments described in note 3. Furthermore, the consolidated statements of comprehensive income for the three-month and six-month periods</w:t>
      </w:r>
      <w:r w:rsidR="005F45AB" w:rsidRPr="00F07F0F">
        <w:rPr>
          <w:rFonts w:ascii="Times New Roman" w:hAnsi="Times New Roman" w:cs="Times New Roman"/>
          <w:sz w:val="22"/>
          <w:szCs w:val="22"/>
        </w:rPr>
        <w:t xml:space="preserve"> ended 30 June 2017</w:t>
      </w:r>
      <w:r w:rsidRPr="00F07F0F">
        <w:rPr>
          <w:rFonts w:ascii="Times New Roman" w:hAnsi="Times New Roman" w:cs="Times New Roman"/>
          <w:sz w:val="22"/>
          <w:szCs w:val="22"/>
        </w:rPr>
        <w:t>, the consolidated of changes in equity and cash flows for the six-m</w:t>
      </w:r>
      <w:r w:rsidR="00A10A05">
        <w:rPr>
          <w:rFonts w:ascii="Times New Roman" w:hAnsi="Times New Roman" w:cs="Times New Roman"/>
          <w:sz w:val="22"/>
          <w:szCs w:val="22"/>
        </w:rPr>
        <w:t xml:space="preserve">onth period ended 30 June 2017, </w:t>
      </w:r>
      <w:r w:rsidR="00A10A05" w:rsidRPr="00A10A05">
        <w:rPr>
          <w:rFonts w:ascii="Times New Roman" w:hAnsi="Times New Roman" w:cs="Times New Roman"/>
          <w:sz w:val="22"/>
          <w:szCs w:val="22"/>
        </w:rPr>
        <w:t>which are included as comparative information, have also been adjusted as described in note 3.</w:t>
      </w:r>
      <w:r w:rsidR="00A10A05">
        <w:rPr>
          <w:rFonts w:ascii="Times New Roman" w:hAnsi="Times New Roman" w:cs="Times New Roman"/>
          <w:sz w:val="22"/>
          <w:szCs w:val="22"/>
        </w:rPr>
        <w:t xml:space="preserve"> </w:t>
      </w:r>
      <w:r w:rsidR="00A10A05" w:rsidRPr="00A10A05">
        <w:rPr>
          <w:rFonts w:ascii="Times New Roman" w:hAnsi="Times New Roman" w:cs="Times New Roman"/>
          <w:sz w:val="22"/>
          <w:szCs w:val="22"/>
        </w:rPr>
        <w:t>My conclusion is not modified in respect of this matter.</w:t>
      </w:r>
    </w:p>
    <w:p w:rsidR="0064407C" w:rsidRPr="00A10A05" w:rsidRDefault="0064407C" w:rsidP="009E3DFF">
      <w:pPr>
        <w:jc w:val="thaiDistribute"/>
        <w:rPr>
          <w:rFonts w:ascii="Times New Roman" w:hAnsi="Times New Roman" w:cs="Times New Roman"/>
          <w:sz w:val="22"/>
          <w:szCs w:val="22"/>
        </w:rPr>
      </w:pPr>
    </w:p>
    <w:p w:rsidR="00372648" w:rsidRPr="00F07F0F" w:rsidRDefault="00372648" w:rsidP="0064407C">
      <w:pPr>
        <w:ind w:right="-27"/>
        <w:jc w:val="both"/>
        <w:rPr>
          <w:rFonts w:ascii="Times New Roman" w:hAnsi="Times New Roman" w:cs="Times New Roman"/>
          <w:sz w:val="22"/>
          <w:szCs w:val="22"/>
        </w:rPr>
      </w:pPr>
    </w:p>
    <w:p w:rsidR="00FE53D9" w:rsidRPr="00F07F0F" w:rsidRDefault="00FE53D9" w:rsidP="0064407C">
      <w:pPr>
        <w:ind w:right="-27"/>
        <w:jc w:val="both"/>
        <w:rPr>
          <w:rFonts w:ascii="Times New Roman" w:hAnsi="Times New Roman" w:cs="Times New Roman"/>
          <w:sz w:val="22"/>
          <w:szCs w:val="22"/>
        </w:rPr>
      </w:pPr>
    </w:p>
    <w:p w:rsidR="00372648" w:rsidRPr="00F07F0F" w:rsidRDefault="00372648" w:rsidP="0064407C">
      <w:pPr>
        <w:ind w:right="-27"/>
        <w:jc w:val="both"/>
        <w:rPr>
          <w:rFonts w:ascii="Times New Roman" w:hAnsi="Times New Roman" w:cs="Times New Roman"/>
          <w:sz w:val="22"/>
          <w:szCs w:val="22"/>
        </w:rPr>
      </w:pPr>
    </w:p>
    <w:p w:rsidR="0064407C" w:rsidRPr="00F07F0F" w:rsidRDefault="0064407C" w:rsidP="0064407C">
      <w:pPr>
        <w:ind w:right="-45"/>
        <w:jc w:val="both"/>
        <w:rPr>
          <w:rFonts w:ascii="Times New Roman" w:hAnsi="Times New Roman" w:cs="Times New Roman"/>
          <w:sz w:val="22"/>
          <w:szCs w:val="22"/>
        </w:rPr>
      </w:pPr>
      <w:r w:rsidRPr="00F07F0F">
        <w:rPr>
          <w:rFonts w:ascii="Times New Roman" w:hAnsi="Times New Roman" w:cs="Times New Roman"/>
          <w:sz w:val="22"/>
          <w:szCs w:val="22"/>
        </w:rPr>
        <w:t>(</w:t>
      </w:r>
      <w:proofErr w:type="spellStart"/>
      <w:r w:rsidR="0004161E" w:rsidRPr="00F07F0F">
        <w:rPr>
          <w:rFonts w:ascii="Times New Roman" w:hAnsi="Times New Roman" w:cs="Times New Roman"/>
          <w:sz w:val="22"/>
          <w:szCs w:val="22"/>
        </w:rPr>
        <w:t>Vairoj</w:t>
      </w:r>
      <w:proofErr w:type="spellEnd"/>
      <w:r w:rsidR="0004161E" w:rsidRPr="00F07F0F">
        <w:rPr>
          <w:rFonts w:ascii="Times New Roman" w:hAnsi="Times New Roman" w:cs="Times New Roman"/>
          <w:sz w:val="22"/>
          <w:szCs w:val="22"/>
        </w:rPr>
        <w:t xml:space="preserve"> </w:t>
      </w:r>
      <w:proofErr w:type="spellStart"/>
      <w:r w:rsidR="0004161E" w:rsidRPr="00F07F0F">
        <w:rPr>
          <w:rFonts w:ascii="Times New Roman" w:hAnsi="Times New Roman" w:cs="Times New Roman"/>
          <w:sz w:val="22"/>
          <w:szCs w:val="22"/>
        </w:rPr>
        <w:t>Jindamaneepitak</w:t>
      </w:r>
      <w:proofErr w:type="spellEnd"/>
      <w:r w:rsidRPr="00F07F0F">
        <w:rPr>
          <w:rFonts w:ascii="Times New Roman" w:hAnsi="Times New Roman" w:cs="Times New Roman"/>
          <w:sz w:val="22"/>
          <w:szCs w:val="22"/>
        </w:rPr>
        <w:t>)</w:t>
      </w:r>
    </w:p>
    <w:p w:rsidR="0064407C" w:rsidRPr="00F07F0F" w:rsidRDefault="0064407C" w:rsidP="0064407C">
      <w:pPr>
        <w:ind w:right="-45"/>
        <w:jc w:val="both"/>
        <w:rPr>
          <w:rFonts w:ascii="Times New Roman" w:hAnsi="Times New Roman" w:cs="Times New Roman"/>
          <w:sz w:val="22"/>
          <w:szCs w:val="22"/>
        </w:rPr>
      </w:pPr>
      <w:r w:rsidRPr="00F07F0F">
        <w:rPr>
          <w:rFonts w:ascii="Times New Roman" w:hAnsi="Times New Roman" w:cs="Times New Roman"/>
          <w:sz w:val="22"/>
          <w:szCs w:val="22"/>
        </w:rPr>
        <w:t>Certified Public Accountant</w:t>
      </w:r>
    </w:p>
    <w:p w:rsidR="0064407C" w:rsidRPr="00F07F0F" w:rsidRDefault="0004161E" w:rsidP="0064407C">
      <w:pPr>
        <w:ind w:right="-45"/>
        <w:jc w:val="both"/>
        <w:rPr>
          <w:rFonts w:ascii="Times New Roman" w:hAnsi="Times New Roman" w:cs="Times New Roman"/>
          <w:sz w:val="22"/>
          <w:szCs w:val="22"/>
        </w:rPr>
      </w:pPr>
      <w:r w:rsidRPr="00F07F0F">
        <w:rPr>
          <w:rFonts w:ascii="Times New Roman" w:hAnsi="Times New Roman" w:cs="Times New Roman"/>
          <w:sz w:val="22"/>
          <w:szCs w:val="22"/>
        </w:rPr>
        <w:t>Registration No. 3565</w:t>
      </w:r>
    </w:p>
    <w:p w:rsidR="0064407C" w:rsidRPr="00F07F0F" w:rsidRDefault="0064407C" w:rsidP="0064407C">
      <w:pPr>
        <w:ind w:right="-45"/>
        <w:jc w:val="both"/>
        <w:rPr>
          <w:rFonts w:ascii="Times New Roman" w:hAnsi="Times New Roman" w:cs="Times New Roman"/>
          <w:sz w:val="22"/>
          <w:szCs w:val="22"/>
        </w:rPr>
      </w:pPr>
    </w:p>
    <w:p w:rsidR="0064407C" w:rsidRPr="00F07F0F" w:rsidRDefault="0064407C" w:rsidP="0064407C">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45"/>
        <w:jc w:val="both"/>
        <w:rPr>
          <w:rFonts w:cs="Times New Roman"/>
        </w:rPr>
      </w:pPr>
      <w:r w:rsidRPr="00F07F0F">
        <w:rPr>
          <w:rFonts w:cs="Times New Roman"/>
        </w:rPr>
        <w:t xml:space="preserve">KPMG </w:t>
      </w:r>
      <w:proofErr w:type="spellStart"/>
      <w:r w:rsidRPr="00F07F0F">
        <w:rPr>
          <w:rFonts w:cs="Times New Roman"/>
        </w:rPr>
        <w:t>Phoomchai</w:t>
      </w:r>
      <w:proofErr w:type="spellEnd"/>
      <w:r w:rsidRPr="00F07F0F">
        <w:rPr>
          <w:rFonts w:cs="Times New Roman"/>
        </w:rPr>
        <w:t xml:space="preserve"> Audit Ltd.</w:t>
      </w:r>
    </w:p>
    <w:p w:rsidR="0064407C" w:rsidRPr="00F07F0F" w:rsidRDefault="0064407C" w:rsidP="0064407C">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45"/>
        <w:jc w:val="both"/>
        <w:rPr>
          <w:rFonts w:cs="Times New Roman"/>
        </w:rPr>
      </w:pPr>
      <w:r w:rsidRPr="00F07F0F">
        <w:rPr>
          <w:rFonts w:cs="Times New Roman"/>
        </w:rPr>
        <w:t>Bangkok</w:t>
      </w:r>
    </w:p>
    <w:p w:rsidR="00281525" w:rsidRPr="00F07F0F" w:rsidRDefault="00F77FD0" w:rsidP="0004161E">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45"/>
        <w:jc w:val="both"/>
        <w:rPr>
          <w:rFonts w:cs="Times New Roman"/>
        </w:rPr>
      </w:pPr>
      <w:r w:rsidRPr="00F07F0F">
        <w:rPr>
          <w:rFonts w:cs="Times New Roman"/>
        </w:rPr>
        <w:t>14</w:t>
      </w:r>
      <w:r w:rsidR="004A7ACD" w:rsidRPr="00F07F0F">
        <w:rPr>
          <w:rFonts w:cs="Times New Roman"/>
        </w:rPr>
        <w:t xml:space="preserve"> August</w:t>
      </w:r>
      <w:r w:rsidR="004A7ACD" w:rsidRPr="00F07F0F">
        <w:rPr>
          <w:rFonts w:cs="Times New Roman"/>
          <w:cs/>
        </w:rPr>
        <w:t xml:space="preserve"> </w:t>
      </w:r>
      <w:r w:rsidR="0031070B" w:rsidRPr="00F07F0F">
        <w:rPr>
          <w:rFonts w:cs="Times New Roman"/>
        </w:rPr>
        <w:t>2018</w:t>
      </w:r>
    </w:p>
    <w:p w:rsidR="0064407C" w:rsidRPr="00044005" w:rsidRDefault="0064407C" w:rsidP="00281525">
      <w:pPr>
        <w:pStyle w:val="acctmainheading"/>
        <w:tabs>
          <w:tab w:val="left" w:pos="7810"/>
        </w:tabs>
        <w:spacing w:after="0" w:line="240" w:lineRule="atLeast"/>
        <w:rPr>
          <w:rFonts w:cs="Times New Roman"/>
          <w:sz w:val="22"/>
          <w:szCs w:val="22"/>
        </w:rPr>
      </w:pPr>
    </w:p>
    <w:p w:rsidR="0031070B" w:rsidRPr="00044005" w:rsidRDefault="0031070B" w:rsidP="00281525">
      <w:pPr>
        <w:pStyle w:val="acctmainheading"/>
        <w:tabs>
          <w:tab w:val="left" w:pos="7810"/>
        </w:tabs>
        <w:spacing w:after="0" w:line="240" w:lineRule="atLeast"/>
        <w:rPr>
          <w:rFonts w:cs="Times New Roman"/>
          <w:sz w:val="22"/>
          <w:szCs w:val="22"/>
        </w:rPr>
      </w:pPr>
    </w:p>
    <w:p w:rsidR="008632F6" w:rsidRPr="008632F6" w:rsidRDefault="008632F6" w:rsidP="00CC54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60" w:right="0" w:hanging="1260"/>
        <w:rPr>
          <w:rFonts w:cs="Times New Roman"/>
          <w:spacing w:val="2"/>
          <w:lang w:val="en"/>
        </w:rPr>
      </w:pPr>
    </w:p>
    <w:sectPr w:rsidR="008632F6" w:rsidRPr="008632F6" w:rsidSect="00CC546C">
      <w:headerReference w:type="default" r:id="rId17"/>
      <w:footerReference w:type="default" r:id="rId18"/>
      <w:type w:val="nextColumn"/>
      <w:pgSz w:w="11907" w:h="16840" w:code="9"/>
      <w:pgMar w:top="691" w:right="1152" w:bottom="576" w:left="1152"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653" w:rsidRDefault="00E91653">
      <w:r>
        <w:separator/>
      </w:r>
    </w:p>
  </w:endnote>
  <w:endnote w:type="continuationSeparator" w:id="0">
    <w:p w:rsidR="00E91653" w:rsidRDefault="00E91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DE"/>
    <w:family w:val="roman"/>
    <w:pitch w:val="variable"/>
    <w:sig w:usb0="01000001"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0F" w:rsidRDefault="00F07F0F" w:rsidP="009307D9">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Pr>
        <w:rStyle w:val="PageNumber"/>
        <w:noProof/>
        <w:cs/>
      </w:rPr>
      <w:t>40</w:t>
    </w:r>
    <w:r>
      <w:rPr>
        <w:rStyle w:val="PageNumber"/>
        <w:cs/>
      </w:rPr>
      <w:fldChar w:fldCharType="end"/>
    </w:r>
  </w:p>
  <w:p w:rsidR="00F07F0F" w:rsidRDefault="00F07F0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0F" w:rsidRPr="00005ACB" w:rsidRDefault="00F07F0F">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005ACB">
      <w:rPr>
        <w:rStyle w:val="PageNumber"/>
        <w:rFonts w:ascii="Angsana New" w:hAnsi="Angsana New"/>
        <w:sz w:val="30"/>
        <w:szCs w:val="30"/>
        <w:cs/>
      </w:rPr>
      <w:fldChar w:fldCharType="begin"/>
    </w:r>
    <w:r w:rsidRPr="00005ACB">
      <w:rPr>
        <w:rStyle w:val="PageNumber"/>
        <w:rFonts w:ascii="Angsana New" w:hAnsi="Angsana New"/>
        <w:sz w:val="30"/>
        <w:szCs w:val="30"/>
      </w:rPr>
      <w:instrText xml:space="preserve">PAGE  </w:instrText>
    </w:r>
    <w:r w:rsidRPr="00005ACB">
      <w:rPr>
        <w:rStyle w:val="PageNumber"/>
        <w:rFonts w:ascii="Angsana New" w:hAnsi="Angsana New"/>
        <w:sz w:val="30"/>
        <w:szCs w:val="30"/>
        <w:cs/>
      </w:rPr>
      <w:fldChar w:fldCharType="separate"/>
    </w:r>
    <w:r>
      <w:rPr>
        <w:rStyle w:val="PageNumber"/>
        <w:rFonts w:ascii="Angsana New" w:hAnsi="Angsana New"/>
        <w:noProof/>
        <w:sz w:val="30"/>
        <w:szCs w:val="30"/>
        <w:cs/>
      </w:rPr>
      <w:t>2</w:t>
    </w:r>
    <w:r w:rsidRPr="00005ACB">
      <w:rPr>
        <w:rStyle w:val="PageNumber"/>
        <w:rFonts w:ascii="Angsana New" w:hAnsi="Angsana New"/>
        <w:sz w:val="30"/>
        <w:szCs w:val="30"/>
        <w:cs/>
      </w:rPr>
      <w:fldChar w:fldCharType="end"/>
    </w:r>
  </w:p>
  <w:p w:rsidR="00F07F0F" w:rsidRPr="000267E6" w:rsidRDefault="00F07F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cs="Times New Roman"/>
        <w:i/>
        <w:iCs/>
        <w:sz w:val="22"/>
        <w:szCs w:val="22"/>
      </w:rPr>
    </w:pP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sidRPr="001A5BEA">
      <w:rPr>
        <w:rFonts w:ascii="Times New Roman" w:hAnsi="Times New Roman" w:cs="Times New Roman"/>
        <w:sz w:val="22"/>
        <w:szCs w:val="22"/>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0F" w:rsidRPr="00A472CC" w:rsidRDefault="00F07F0F" w:rsidP="005645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0F" w:rsidRPr="008A5FD6" w:rsidRDefault="00F07F0F" w:rsidP="008A5FD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0F" w:rsidRDefault="00F07F0F" w:rsidP="001A5B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0"/>
      </w:tabs>
      <w:ind w:right="360"/>
      <w:rPr>
        <w:rFonts w:ascii="Times New Roman" w:hAnsi="Times New Roman" w:cs="Times New Roman"/>
        <w:i/>
        <w:iCs/>
        <w:sz w:val="22"/>
        <w:szCs w:val="22"/>
      </w:rPr>
    </w:pPr>
    <w:r>
      <w:rPr>
        <w:rFonts w:ascii="Times New Roman" w:hAnsi="Times New Roman"/>
        <w:i/>
        <w:iCs/>
        <w:sz w:val="22"/>
        <w:szCs w:val="22"/>
      </w:rPr>
      <w:tab/>
    </w:r>
    <w:r w:rsidRPr="001A5BEA">
      <w:rPr>
        <w:rFonts w:ascii="Times New Roman" w:hAnsi="Times New Roman" w:cs="Times New Roman"/>
        <w:sz w:val="22"/>
        <w:szCs w:val="22"/>
      </w:rPr>
      <w:fldChar w:fldCharType="begin"/>
    </w:r>
    <w:r w:rsidRPr="001A5BEA">
      <w:rPr>
        <w:rFonts w:ascii="Times New Roman" w:hAnsi="Times New Roman" w:cs="Times New Roman"/>
        <w:sz w:val="22"/>
        <w:szCs w:val="22"/>
      </w:rPr>
      <w:instrText xml:space="preserve"> PAGE   \* MERGEFORMAT </w:instrText>
    </w:r>
    <w:r w:rsidRPr="001A5BEA">
      <w:rPr>
        <w:rFonts w:ascii="Times New Roman" w:hAnsi="Times New Roman" w:cs="Times New Roman"/>
        <w:sz w:val="22"/>
        <w:szCs w:val="22"/>
      </w:rPr>
      <w:fldChar w:fldCharType="separate"/>
    </w:r>
    <w:r w:rsidR="00961F61">
      <w:rPr>
        <w:rFonts w:ascii="Times New Roman" w:hAnsi="Times New Roman" w:cs="Times New Roman"/>
        <w:noProof/>
        <w:sz w:val="22"/>
        <w:szCs w:val="22"/>
      </w:rPr>
      <w:t>2</w:t>
    </w:r>
    <w:r w:rsidRPr="001A5BEA">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653" w:rsidRDefault="00E91653">
      <w:r>
        <w:separator/>
      </w:r>
    </w:p>
  </w:footnote>
  <w:footnote w:type="continuationSeparator" w:id="0">
    <w:p w:rsidR="00E91653" w:rsidRDefault="00E916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0F" w:rsidRDefault="00961F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410.5pt;height:246.3pt;rotation:315;z-index:-251658752;mso-position-horizontal:center;mso-position-horizontal-relative:margin;mso-position-vertical:center;mso-position-vertical-relative:margin" o:allowincell="f" fillcolor="#999" stroked="f">
          <v:fill opacity=".5"/>
          <v:textpath style="font-family:&quot;EucrosiaUPC&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0F" w:rsidRDefault="00F07F0F">
    <w:pPr>
      <w:pStyle w:val="Header"/>
    </w:pPr>
  </w:p>
  <w:p w:rsidR="00F07F0F" w:rsidRDefault="00F07F0F">
    <w:pPr>
      <w:pStyle w:val="Header"/>
    </w:pPr>
  </w:p>
  <w:p w:rsidR="00F07F0F" w:rsidRDefault="00F07F0F">
    <w:pPr>
      <w:pStyle w:val="Header"/>
    </w:pPr>
  </w:p>
  <w:p w:rsidR="00F07F0F" w:rsidRDefault="00F07F0F">
    <w:pPr>
      <w:pStyle w:val="Header"/>
    </w:pPr>
  </w:p>
  <w:p w:rsidR="00F07F0F" w:rsidRDefault="00F07F0F">
    <w:pPr>
      <w:pStyle w:val="Header"/>
    </w:pPr>
  </w:p>
  <w:p w:rsidR="00F07F0F" w:rsidRDefault="00F07F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0F" w:rsidRDefault="00F07F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F07F0F" w:rsidRDefault="00F07F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F07F0F" w:rsidRDefault="00F07F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F07F0F" w:rsidRDefault="00F07F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F07F0F" w:rsidRDefault="00F07F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F07F0F" w:rsidRDefault="00F07F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F07F0F" w:rsidRPr="00005ACB" w:rsidRDefault="00F07F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0F" w:rsidRPr="00FE53D9" w:rsidRDefault="00F07F0F" w:rsidP="00365AF9">
    <w:pPr>
      <w:pStyle w:val="Header"/>
      <w:rPr>
        <w:sz w:val="28"/>
        <w:szCs w:val="28"/>
        <w:cs/>
      </w:rPr>
    </w:pPr>
  </w:p>
  <w:p w:rsidR="00F07F0F" w:rsidRPr="00FE53D9" w:rsidRDefault="00F07F0F" w:rsidP="00365AF9">
    <w:pPr>
      <w:pStyle w:val="Header"/>
      <w:rPr>
        <w:sz w:val="28"/>
        <w:szCs w:val="28"/>
      </w:rPr>
    </w:pPr>
  </w:p>
  <w:p w:rsidR="00F07F0F" w:rsidRPr="00FE53D9" w:rsidRDefault="00F07F0F" w:rsidP="00365AF9">
    <w:pPr>
      <w:pStyle w:val="Header"/>
      <w:rPr>
        <w:sz w:val="28"/>
        <w:szCs w:val="28"/>
      </w:rPr>
    </w:pPr>
  </w:p>
  <w:p w:rsidR="00F07F0F" w:rsidRPr="00FE53D9" w:rsidRDefault="00F07F0F" w:rsidP="00365AF9">
    <w:pPr>
      <w:pStyle w:val="Header"/>
      <w:rPr>
        <w:sz w:val="28"/>
        <w:szCs w:val="28"/>
      </w:rPr>
    </w:pPr>
  </w:p>
  <w:p w:rsidR="00F07F0F" w:rsidRPr="00FE53D9" w:rsidRDefault="00F07F0F" w:rsidP="00365AF9">
    <w:pPr>
      <w:pStyle w:val="Header"/>
      <w:rPr>
        <w:sz w:val="28"/>
        <w:szCs w:val="28"/>
      </w:rPr>
    </w:pPr>
  </w:p>
  <w:p w:rsidR="00F07F0F" w:rsidRPr="00FE53D9" w:rsidRDefault="00F07F0F" w:rsidP="00365AF9">
    <w:pPr>
      <w:pStyle w:val="Header"/>
      <w:rPr>
        <w:sz w:val="28"/>
        <w:szCs w:val="28"/>
      </w:rPr>
    </w:pPr>
  </w:p>
  <w:p w:rsidR="00F07F0F" w:rsidRPr="00FE53D9" w:rsidRDefault="00F07F0F" w:rsidP="00365AF9">
    <w:pPr>
      <w:pStyle w:val="Header"/>
      <w:rPr>
        <w:sz w:val="28"/>
        <w:szCs w:val="28"/>
      </w:rPr>
    </w:pPr>
  </w:p>
  <w:p w:rsidR="00F07F0F" w:rsidRPr="00FE53D9" w:rsidRDefault="00F07F0F" w:rsidP="00365AF9">
    <w:pPr>
      <w:pStyle w:val="Header"/>
      <w:rPr>
        <w:sz w:val="28"/>
        <w:szCs w:val="28"/>
      </w:rPr>
    </w:pPr>
  </w:p>
  <w:p w:rsidR="00F07F0F" w:rsidRPr="00FE53D9" w:rsidRDefault="00F07F0F" w:rsidP="00365AF9">
    <w:pPr>
      <w:pStyle w:val="Header"/>
      <w:rPr>
        <w:sz w:val="28"/>
        <w:szCs w:val="28"/>
      </w:rPr>
    </w:pPr>
  </w:p>
  <w:p w:rsidR="00F07F0F" w:rsidRPr="00FE53D9" w:rsidRDefault="00F07F0F" w:rsidP="00365AF9">
    <w:pPr>
      <w:pStyle w:val="Header"/>
      <w:rPr>
        <w:sz w:val="28"/>
        <w:szCs w:val="28"/>
      </w:rPr>
    </w:pPr>
  </w:p>
  <w:p w:rsidR="00F07F0F" w:rsidRPr="00FE53D9" w:rsidRDefault="00F07F0F" w:rsidP="00365AF9">
    <w:pPr>
      <w:pStyle w:val="Header"/>
      <w:rPr>
        <w:sz w:val="28"/>
        <w:szCs w:val="28"/>
      </w:rPr>
    </w:pPr>
  </w:p>
  <w:p w:rsidR="00F07F0F" w:rsidRPr="00FE53D9" w:rsidRDefault="00F07F0F" w:rsidP="00365AF9">
    <w:pPr>
      <w:pStyle w:val="Header"/>
      <w:rPr>
        <w:sz w:val="28"/>
        <w:szCs w:val="28"/>
      </w:rPr>
    </w:pPr>
  </w:p>
  <w:p w:rsidR="00F07F0F" w:rsidRPr="00FE53D9" w:rsidRDefault="00F07F0F" w:rsidP="00365AF9">
    <w:pPr>
      <w:pStyle w:val="Header"/>
      <w:rPr>
        <w:sz w:val="28"/>
        <w:szCs w:val="2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0F" w:rsidRDefault="00F07F0F" w:rsidP="003A6123">
    <w:pPr>
      <w:pStyle w:val="Header"/>
      <w:rPr>
        <w:rFonts w:ascii="Times New Roman" w:hAnsi="Times New Roman" w:cstheme="minorBidi"/>
        <w:sz w:val="24"/>
        <w:szCs w:val="24"/>
      </w:rPr>
    </w:pPr>
  </w:p>
  <w:p w:rsidR="00CC546C" w:rsidRDefault="00CC546C" w:rsidP="003A6123">
    <w:pPr>
      <w:pStyle w:val="Header"/>
      <w:rPr>
        <w:rFonts w:ascii="Times New Roman" w:hAnsi="Times New Roman" w:cstheme="minorBidi"/>
        <w:sz w:val="24"/>
        <w:szCs w:val="24"/>
      </w:rPr>
    </w:pPr>
  </w:p>
  <w:p w:rsidR="00CC546C" w:rsidRPr="00CC546C" w:rsidRDefault="00CC546C" w:rsidP="003A6123">
    <w:pPr>
      <w:pStyle w:val="Header"/>
      <w:rPr>
        <w:rFonts w:ascii="Times New Roman" w:hAnsi="Times New Roman" w:cstheme="minorBidi"/>
        <w:sz w:val="24"/>
        <w:szCs w:val="24"/>
      </w:rPr>
    </w:pPr>
  </w:p>
  <w:p w:rsidR="00F07F0F" w:rsidRDefault="00F07F0F" w:rsidP="003A6123">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089"/>
    <w:multiLevelType w:val="hybridMultilevel"/>
    <w:tmpl w:val="4D0AD3C8"/>
    <w:lvl w:ilvl="0" w:tplc="1278D462">
      <w:start w:val="1"/>
      <w:numFmt w:val="decimal"/>
      <w:lvlText w:val="%1"/>
      <w:lvlJc w:val="left"/>
      <w:pPr>
        <w:ind w:left="720" w:hanging="360"/>
      </w:pPr>
      <w:rPr>
        <w:rFonts w:hint="default"/>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1">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3FC94AA7"/>
    <w:multiLevelType w:val="hybridMultilevel"/>
    <w:tmpl w:val="C30AFBB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nsid w:val="411B7750"/>
    <w:multiLevelType w:val="hybridMultilevel"/>
    <w:tmpl w:val="1EBE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3538A4"/>
    <w:multiLevelType w:val="hybridMultilevel"/>
    <w:tmpl w:val="D720766E"/>
    <w:lvl w:ilvl="0" w:tplc="27DEF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78AF1C4D"/>
    <w:multiLevelType w:val="hybridMultilevel"/>
    <w:tmpl w:val="B57E175A"/>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6"/>
  </w:num>
  <w:num w:numId="5">
    <w:abstractNumId w:val="2"/>
  </w:num>
  <w:num w:numId="6">
    <w:abstractNumId w:val="1"/>
  </w:num>
  <w:num w:numId="7">
    <w:abstractNumId w:val="3"/>
  </w:num>
  <w:num w:numId="8">
    <w:abstractNumId w:val="5"/>
  </w:num>
  <w:num w:numId="9">
    <w:abstractNumId w:val="4"/>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0"/>
  </w:docVars>
  <w:rsids>
    <w:rsidRoot w:val="00385CFC"/>
    <w:rsid w:val="00000484"/>
    <w:rsid w:val="00000D5F"/>
    <w:rsid w:val="00000E9D"/>
    <w:rsid w:val="00001023"/>
    <w:rsid w:val="00001DDB"/>
    <w:rsid w:val="00002389"/>
    <w:rsid w:val="000027DC"/>
    <w:rsid w:val="00002818"/>
    <w:rsid w:val="000031F0"/>
    <w:rsid w:val="00003B43"/>
    <w:rsid w:val="00003C81"/>
    <w:rsid w:val="00003EED"/>
    <w:rsid w:val="00003FB8"/>
    <w:rsid w:val="00004F56"/>
    <w:rsid w:val="00005121"/>
    <w:rsid w:val="000053F0"/>
    <w:rsid w:val="00005691"/>
    <w:rsid w:val="00005848"/>
    <w:rsid w:val="00005909"/>
    <w:rsid w:val="00005BAB"/>
    <w:rsid w:val="0000603C"/>
    <w:rsid w:val="000060FA"/>
    <w:rsid w:val="00006566"/>
    <w:rsid w:val="00006DA7"/>
    <w:rsid w:val="00007524"/>
    <w:rsid w:val="00007934"/>
    <w:rsid w:val="00007B57"/>
    <w:rsid w:val="00007B7D"/>
    <w:rsid w:val="00010A9B"/>
    <w:rsid w:val="00010AC2"/>
    <w:rsid w:val="00010F9A"/>
    <w:rsid w:val="0001192B"/>
    <w:rsid w:val="0001233F"/>
    <w:rsid w:val="0001277D"/>
    <w:rsid w:val="00013509"/>
    <w:rsid w:val="000135A7"/>
    <w:rsid w:val="000139D9"/>
    <w:rsid w:val="0001410E"/>
    <w:rsid w:val="000149A3"/>
    <w:rsid w:val="0001506B"/>
    <w:rsid w:val="0001546D"/>
    <w:rsid w:val="00015474"/>
    <w:rsid w:val="000156A4"/>
    <w:rsid w:val="00015BAC"/>
    <w:rsid w:val="00015C52"/>
    <w:rsid w:val="00015E97"/>
    <w:rsid w:val="00015F79"/>
    <w:rsid w:val="00015F82"/>
    <w:rsid w:val="0001621A"/>
    <w:rsid w:val="000168DE"/>
    <w:rsid w:val="00016915"/>
    <w:rsid w:val="000169F5"/>
    <w:rsid w:val="00017141"/>
    <w:rsid w:val="000171BB"/>
    <w:rsid w:val="0002055E"/>
    <w:rsid w:val="00020787"/>
    <w:rsid w:val="000215E3"/>
    <w:rsid w:val="00021A36"/>
    <w:rsid w:val="00021CD3"/>
    <w:rsid w:val="0002233D"/>
    <w:rsid w:val="00022ADC"/>
    <w:rsid w:val="00022C92"/>
    <w:rsid w:val="000236C4"/>
    <w:rsid w:val="00023BF0"/>
    <w:rsid w:val="00023CE6"/>
    <w:rsid w:val="000248CC"/>
    <w:rsid w:val="00025523"/>
    <w:rsid w:val="00025DBF"/>
    <w:rsid w:val="00025F48"/>
    <w:rsid w:val="00026011"/>
    <w:rsid w:val="00026201"/>
    <w:rsid w:val="000262E7"/>
    <w:rsid w:val="0002666D"/>
    <w:rsid w:val="000267E6"/>
    <w:rsid w:val="00026852"/>
    <w:rsid w:val="00027498"/>
    <w:rsid w:val="0002799B"/>
    <w:rsid w:val="00027B02"/>
    <w:rsid w:val="00027B77"/>
    <w:rsid w:val="00030802"/>
    <w:rsid w:val="000309F3"/>
    <w:rsid w:val="00030FF3"/>
    <w:rsid w:val="00031356"/>
    <w:rsid w:val="0003168C"/>
    <w:rsid w:val="0003170D"/>
    <w:rsid w:val="000318D7"/>
    <w:rsid w:val="00031E7B"/>
    <w:rsid w:val="000321CD"/>
    <w:rsid w:val="000327DA"/>
    <w:rsid w:val="00032ABB"/>
    <w:rsid w:val="00032C99"/>
    <w:rsid w:val="00032E5D"/>
    <w:rsid w:val="00033790"/>
    <w:rsid w:val="00033862"/>
    <w:rsid w:val="00033B61"/>
    <w:rsid w:val="00033EFB"/>
    <w:rsid w:val="0003444D"/>
    <w:rsid w:val="00034682"/>
    <w:rsid w:val="00034A66"/>
    <w:rsid w:val="00034BE0"/>
    <w:rsid w:val="00034D6B"/>
    <w:rsid w:val="00034F3E"/>
    <w:rsid w:val="000358D0"/>
    <w:rsid w:val="00035A15"/>
    <w:rsid w:val="00035DC3"/>
    <w:rsid w:val="00036B23"/>
    <w:rsid w:val="00036EA5"/>
    <w:rsid w:val="0003730A"/>
    <w:rsid w:val="00037577"/>
    <w:rsid w:val="000378D0"/>
    <w:rsid w:val="0003793E"/>
    <w:rsid w:val="00037BA6"/>
    <w:rsid w:val="0004030D"/>
    <w:rsid w:val="000407D5"/>
    <w:rsid w:val="00040B1B"/>
    <w:rsid w:val="00041259"/>
    <w:rsid w:val="0004161E"/>
    <w:rsid w:val="00042749"/>
    <w:rsid w:val="00042F74"/>
    <w:rsid w:val="00043166"/>
    <w:rsid w:val="000434F1"/>
    <w:rsid w:val="000438B3"/>
    <w:rsid w:val="00043BF7"/>
    <w:rsid w:val="00043C71"/>
    <w:rsid w:val="00043DB7"/>
    <w:rsid w:val="00044005"/>
    <w:rsid w:val="00044198"/>
    <w:rsid w:val="00044E46"/>
    <w:rsid w:val="0004540C"/>
    <w:rsid w:val="000457E3"/>
    <w:rsid w:val="0004600B"/>
    <w:rsid w:val="000467A2"/>
    <w:rsid w:val="00046961"/>
    <w:rsid w:val="00046D84"/>
    <w:rsid w:val="0004735B"/>
    <w:rsid w:val="00050097"/>
    <w:rsid w:val="000500FA"/>
    <w:rsid w:val="000501B8"/>
    <w:rsid w:val="0005053A"/>
    <w:rsid w:val="000505DB"/>
    <w:rsid w:val="000506D3"/>
    <w:rsid w:val="00050812"/>
    <w:rsid w:val="00050830"/>
    <w:rsid w:val="0005086A"/>
    <w:rsid w:val="00050AB8"/>
    <w:rsid w:val="00050DDE"/>
    <w:rsid w:val="00050E51"/>
    <w:rsid w:val="00050E90"/>
    <w:rsid w:val="000510A7"/>
    <w:rsid w:val="0005155E"/>
    <w:rsid w:val="00051D60"/>
    <w:rsid w:val="000525A1"/>
    <w:rsid w:val="000533DC"/>
    <w:rsid w:val="0005349D"/>
    <w:rsid w:val="00053C88"/>
    <w:rsid w:val="00053CDB"/>
    <w:rsid w:val="00054433"/>
    <w:rsid w:val="00054D4D"/>
    <w:rsid w:val="000550C8"/>
    <w:rsid w:val="0005542F"/>
    <w:rsid w:val="000558C4"/>
    <w:rsid w:val="000559AD"/>
    <w:rsid w:val="000561B2"/>
    <w:rsid w:val="00056B84"/>
    <w:rsid w:val="00057140"/>
    <w:rsid w:val="0005738A"/>
    <w:rsid w:val="000574AF"/>
    <w:rsid w:val="000579DC"/>
    <w:rsid w:val="00057EDE"/>
    <w:rsid w:val="00057F02"/>
    <w:rsid w:val="00057F06"/>
    <w:rsid w:val="00060000"/>
    <w:rsid w:val="000600CA"/>
    <w:rsid w:val="000602C7"/>
    <w:rsid w:val="00060430"/>
    <w:rsid w:val="000615E3"/>
    <w:rsid w:val="00061801"/>
    <w:rsid w:val="00061B37"/>
    <w:rsid w:val="00061CE5"/>
    <w:rsid w:val="00061E88"/>
    <w:rsid w:val="000622A9"/>
    <w:rsid w:val="000623C7"/>
    <w:rsid w:val="00062680"/>
    <w:rsid w:val="00062724"/>
    <w:rsid w:val="0006276B"/>
    <w:rsid w:val="00062C9B"/>
    <w:rsid w:val="000636F7"/>
    <w:rsid w:val="00063988"/>
    <w:rsid w:val="000639A4"/>
    <w:rsid w:val="00064248"/>
    <w:rsid w:val="000651F5"/>
    <w:rsid w:val="0006561C"/>
    <w:rsid w:val="000658DE"/>
    <w:rsid w:val="00065BD6"/>
    <w:rsid w:val="00065D34"/>
    <w:rsid w:val="00065D93"/>
    <w:rsid w:val="0006626F"/>
    <w:rsid w:val="000664EB"/>
    <w:rsid w:val="000665EF"/>
    <w:rsid w:val="00066AFD"/>
    <w:rsid w:val="00066F7F"/>
    <w:rsid w:val="00067453"/>
    <w:rsid w:val="000675C1"/>
    <w:rsid w:val="000675CD"/>
    <w:rsid w:val="00070194"/>
    <w:rsid w:val="00070377"/>
    <w:rsid w:val="00070617"/>
    <w:rsid w:val="00070839"/>
    <w:rsid w:val="0007089D"/>
    <w:rsid w:val="00070905"/>
    <w:rsid w:val="00070940"/>
    <w:rsid w:val="00070A44"/>
    <w:rsid w:val="000718C9"/>
    <w:rsid w:val="00071E82"/>
    <w:rsid w:val="00072636"/>
    <w:rsid w:val="000729A8"/>
    <w:rsid w:val="00072D47"/>
    <w:rsid w:val="00072DA1"/>
    <w:rsid w:val="00073715"/>
    <w:rsid w:val="00073DA4"/>
    <w:rsid w:val="00073FAF"/>
    <w:rsid w:val="000744C1"/>
    <w:rsid w:val="00074CFA"/>
    <w:rsid w:val="00074EC4"/>
    <w:rsid w:val="0007511A"/>
    <w:rsid w:val="000756D3"/>
    <w:rsid w:val="00075A02"/>
    <w:rsid w:val="000761A3"/>
    <w:rsid w:val="000762F1"/>
    <w:rsid w:val="00076906"/>
    <w:rsid w:val="00077638"/>
    <w:rsid w:val="00077804"/>
    <w:rsid w:val="00077AF6"/>
    <w:rsid w:val="00077E30"/>
    <w:rsid w:val="0008095E"/>
    <w:rsid w:val="00080A31"/>
    <w:rsid w:val="000814AD"/>
    <w:rsid w:val="000814F8"/>
    <w:rsid w:val="0008158F"/>
    <w:rsid w:val="00081748"/>
    <w:rsid w:val="00081E74"/>
    <w:rsid w:val="0008217F"/>
    <w:rsid w:val="000822A4"/>
    <w:rsid w:val="00082884"/>
    <w:rsid w:val="0008304B"/>
    <w:rsid w:val="00083D8C"/>
    <w:rsid w:val="00083DD9"/>
    <w:rsid w:val="00084559"/>
    <w:rsid w:val="00084FB4"/>
    <w:rsid w:val="00085510"/>
    <w:rsid w:val="0008591B"/>
    <w:rsid w:val="00085E9D"/>
    <w:rsid w:val="00085EAB"/>
    <w:rsid w:val="00085FC2"/>
    <w:rsid w:val="00086078"/>
    <w:rsid w:val="00086126"/>
    <w:rsid w:val="00086B56"/>
    <w:rsid w:val="00086D2C"/>
    <w:rsid w:val="00086EB2"/>
    <w:rsid w:val="00087870"/>
    <w:rsid w:val="00087C01"/>
    <w:rsid w:val="000901E2"/>
    <w:rsid w:val="00090992"/>
    <w:rsid w:val="00090A17"/>
    <w:rsid w:val="00090E3C"/>
    <w:rsid w:val="00091097"/>
    <w:rsid w:val="00091325"/>
    <w:rsid w:val="00091892"/>
    <w:rsid w:val="00091FA5"/>
    <w:rsid w:val="00092224"/>
    <w:rsid w:val="000923D9"/>
    <w:rsid w:val="0009267E"/>
    <w:rsid w:val="00092947"/>
    <w:rsid w:val="00092952"/>
    <w:rsid w:val="00092AF2"/>
    <w:rsid w:val="00093C15"/>
    <w:rsid w:val="0009406C"/>
    <w:rsid w:val="000940D8"/>
    <w:rsid w:val="0009536D"/>
    <w:rsid w:val="000956C6"/>
    <w:rsid w:val="00096238"/>
    <w:rsid w:val="00096408"/>
    <w:rsid w:val="000965C4"/>
    <w:rsid w:val="00096DE9"/>
    <w:rsid w:val="00096F8F"/>
    <w:rsid w:val="000971C0"/>
    <w:rsid w:val="0009782A"/>
    <w:rsid w:val="000A08B7"/>
    <w:rsid w:val="000A0DB0"/>
    <w:rsid w:val="000A0F2C"/>
    <w:rsid w:val="000A0FBB"/>
    <w:rsid w:val="000A1049"/>
    <w:rsid w:val="000A129E"/>
    <w:rsid w:val="000A12A1"/>
    <w:rsid w:val="000A1440"/>
    <w:rsid w:val="000A171A"/>
    <w:rsid w:val="000A17F9"/>
    <w:rsid w:val="000A20A5"/>
    <w:rsid w:val="000A2634"/>
    <w:rsid w:val="000A2BCD"/>
    <w:rsid w:val="000A2FF3"/>
    <w:rsid w:val="000A3182"/>
    <w:rsid w:val="000A3212"/>
    <w:rsid w:val="000A3AF4"/>
    <w:rsid w:val="000A4B91"/>
    <w:rsid w:val="000A4DED"/>
    <w:rsid w:val="000A58A4"/>
    <w:rsid w:val="000A61A5"/>
    <w:rsid w:val="000A6A96"/>
    <w:rsid w:val="000A7174"/>
    <w:rsid w:val="000A72A4"/>
    <w:rsid w:val="000A72DF"/>
    <w:rsid w:val="000A756C"/>
    <w:rsid w:val="000A75A4"/>
    <w:rsid w:val="000A7811"/>
    <w:rsid w:val="000A78E1"/>
    <w:rsid w:val="000A7920"/>
    <w:rsid w:val="000A7A8D"/>
    <w:rsid w:val="000A7D92"/>
    <w:rsid w:val="000B0681"/>
    <w:rsid w:val="000B0D32"/>
    <w:rsid w:val="000B0D4C"/>
    <w:rsid w:val="000B0F48"/>
    <w:rsid w:val="000B11C9"/>
    <w:rsid w:val="000B11FC"/>
    <w:rsid w:val="000B13A1"/>
    <w:rsid w:val="000B142E"/>
    <w:rsid w:val="000B1E41"/>
    <w:rsid w:val="000B2067"/>
    <w:rsid w:val="000B2812"/>
    <w:rsid w:val="000B2819"/>
    <w:rsid w:val="000B2D59"/>
    <w:rsid w:val="000B2E47"/>
    <w:rsid w:val="000B2FEC"/>
    <w:rsid w:val="000B33FE"/>
    <w:rsid w:val="000B3731"/>
    <w:rsid w:val="000B3783"/>
    <w:rsid w:val="000B38AD"/>
    <w:rsid w:val="000B422F"/>
    <w:rsid w:val="000B4348"/>
    <w:rsid w:val="000B44E7"/>
    <w:rsid w:val="000B4C72"/>
    <w:rsid w:val="000B4F46"/>
    <w:rsid w:val="000B4FC2"/>
    <w:rsid w:val="000B58C7"/>
    <w:rsid w:val="000B667C"/>
    <w:rsid w:val="000B698E"/>
    <w:rsid w:val="000B6E8F"/>
    <w:rsid w:val="000B723C"/>
    <w:rsid w:val="000B740E"/>
    <w:rsid w:val="000B7533"/>
    <w:rsid w:val="000B78C7"/>
    <w:rsid w:val="000B7A7C"/>
    <w:rsid w:val="000B7A88"/>
    <w:rsid w:val="000B7C6D"/>
    <w:rsid w:val="000C00BB"/>
    <w:rsid w:val="000C07E5"/>
    <w:rsid w:val="000C095C"/>
    <w:rsid w:val="000C25C8"/>
    <w:rsid w:val="000C2A93"/>
    <w:rsid w:val="000C2BC9"/>
    <w:rsid w:val="000C3000"/>
    <w:rsid w:val="000C33D1"/>
    <w:rsid w:val="000C3542"/>
    <w:rsid w:val="000C3B41"/>
    <w:rsid w:val="000C4240"/>
    <w:rsid w:val="000C42A9"/>
    <w:rsid w:val="000C461A"/>
    <w:rsid w:val="000C4C8F"/>
    <w:rsid w:val="000C4DF0"/>
    <w:rsid w:val="000C5370"/>
    <w:rsid w:val="000C5389"/>
    <w:rsid w:val="000C53FE"/>
    <w:rsid w:val="000C6928"/>
    <w:rsid w:val="000C6B00"/>
    <w:rsid w:val="000C6B3B"/>
    <w:rsid w:val="000C6B8E"/>
    <w:rsid w:val="000C6D37"/>
    <w:rsid w:val="000C7829"/>
    <w:rsid w:val="000C784C"/>
    <w:rsid w:val="000D0430"/>
    <w:rsid w:val="000D0B43"/>
    <w:rsid w:val="000D0D65"/>
    <w:rsid w:val="000D0DCE"/>
    <w:rsid w:val="000D0E93"/>
    <w:rsid w:val="000D1223"/>
    <w:rsid w:val="000D1400"/>
    <w:rsid w:val="000D17B1"/>
    <w:rsid w:val="000D1AC6"/>
    <w:rsid w:val="000D22FB"/>
    <w:rsid w:val="000D2673"/>
    <w:rsid w:val="000D292B"/>
    <w:rsid w:val="000D2CE1"/>
    <w:rsid w:val="000D32D3"/>
    <w:rsid w:val="000D3633"/>
    <w:rsid w:val="000D39F5"/>
    <w:rsid w:val="000D3A7E"/>
    <w:rsid w:val="000D3F3E"/>
    <w:rsid w:val="000D4020"/>
    <w:rsid w:val="000D46D4"/>
    <w:rsid w:val="000D46F0"/>
    <w:rsid w:val="000D4AED"/>
    <w:rsid w:val="000D4F22"/>
    <w:rsid w:val="000D5C7D"/>
    <w:rsid w:val="000D5D9B"/>
    <w:rsid w:val="000D6126"/>
    <w:rsid w:val="000D6696"/>
    <w:rsid w:val="000D6971"/>
    <w:rsid w:val="000D6A06"/>
    <w:rsid w:val="000D73C6"/>
    <w:rsid w:val="000D7C87"/>
    <w:rsid w:val="000E0527"/>
    <w:rsid w:val="000E05ED"/>
    <w:rsid w:val="000E0747"/>
    <w:rsid w:val="000E097F"/>
    <w:rsid w:val="000E0DE2"/>
    <w:rsid w:val="000E12CA"/>
    <w:rsid w:val="000E13EF"/>
    <w:rsid w:val="000E1652"/>
    <w:rsid w:val="000E264A"/>
    <w:rsid w:val="000E2888"/>
    <w:rsid w:val="000E2D39"/>
    <w:rsid w:val="000E3168"/>
    <w:rsid w:val="000E31C8"/>
    <w:rsid w:val="000E4253"/>
    <w:rsid w:val="000E4934"/>
    <w:rsid w:val="000E4D34"/>
    <w:rsid w:val="000E4DFF"/>
    <w:rsid w:val="000E4E15"/>
    <w:rsid w:val="000E4FC3"/>
    <w:rsid w:val="000E52F2"/>
    <w:rsid w:val="000E560A"/>
    <w:rsid w:val="000E5DD7"/>
    <w:rsid w:val="000E6196"/>
    <w:rsid w:val="000E624C"/>
    <w:rsid w:val="000E62CA"/>
    <w:rsid w:val="000E64D2"/>
    <w:rsid w:val="000E651D"/>
    <w:rsid w:val="000E6551"/>
    <w:rsid w:val="000E6788"/>
    <w:rsid w:val="000E77B9"/>
    <w:rsid w:val="000E7DAF"/>
    <w:rsid w:val="000F00E2"/>
    <w:rsid w:val="000F078F"/>
    <w:rsid w:val="000F0928"/>
    <w:rsid w:val="000F092C"/>
    <w:rsid w:val="000F15EB"/>
    <w:rsid w:val="000F1850"/>
    <w:rsid w:val="000F18C5"/>
    <w:rsid w:val="000F1C56"/>
    <w:rsid w:val="000F21D1"/>
    <w:rsid w:val="000F242C"/>
    <w:rsid w:val="000F244B"/>
    <w:rsid w:val="000F2953"/>
    <w:rsid w:val="000F3035"/>
    <w:rsid w:val="000F3130"/>
    <w:rsid w:val="000F3172"/>
    <w:rsid w:val="000F3268"/>
    <w:rsid w:val="000F3AB3"/>
    <w:rsid w:val="000F3C12"/>
    <w:rsid w:val="000F41DE"/>
    <w:rsid w:val="000F4A12"/>
    <w:rsid w:val="000F4BC4"/>
    <w:rsid w:val="000F4E9B"/>
    <w:rsid w:val="000F559D"/>
    <w:rsid w:val="000F5686"/>
    <w:rsid w:val="000F5A90"/>
    <w:rsid w:val="000F5DAF"/>
    <w:rsid w:val="000F6653"/>
    <w:rsid w:val="000F668C"/>
    <w:rsid w:val="000F6A71"/>
    <w:rsid w:val="000F6BAE"/>
    <w:rsid w:val="000F709A"/>
    <w:rsid w:val="000F776A"/>
    <w:rsid w:val="000F7833"/>
    <w:rsid w:val="000F7915"/>
    <w:rsid w:val="000F79D6"/>
    <w:rsid w:val="000F7BFF"/>
    <w:rsid w:val="00100142"/>
    <w:rsid w:val="001005C5"/>
    <w:rsid w:val="0010071C"/>
    <w:rsid w:val="00100813"/>
    <w:rsid w:val="001008AD"/>
    <w:rsid w:val="00100B71"/>
    <w:rsid w:val="00100E10"/>
    <w:rsid w:val="00100FA9"/>
    <w:rsid w:val="001012B1"/>
    <w:rsid w:val="001016A7"/>
    <w:rsid w:val="0010194C"/>
    <w:rsid w:val="00101BF1"/>
    <w:rsid w:val="00101CBD"/>
    <w:rsid w:val="00101D39"/>
    <w:rsid w:val="00101E1D"/>
    <w:rsid w:val="001023F2"/>
    <w:rsid w:val="00102443"/>
    <w:rsid w:val="00102B61"/>
    <w:rsid w:val="00102C09"/>
    <w:rsid w:val="00102D14"/>
    <w:rsid w:val="00103058"/>
    <w:rsid w:val="0010398C"/>
    <w:rsid w:val="0010457A"/>
    <w:rsid w:val="00104655"/>
    <w:rsid w:val="00104BCE"/>
    <w:rsid w:val="00105116"/>
    <w:rsid w:val="0010552D"/>
    <w:rsid w:val="00105609"/>
    <w:rsid w:val="00105A92"/>
    <w:rsid w:val="00105C99"/>
    <w:rsid w:val="00105D59"/>
    <w:rsid w:val="00106135"/>
    <w:rsid w:val="00106D20"/>
    <w:rsid w:val="00107378"/>
    <w:rsid w:val="001076E2"/>
    <w:rsid w:val="0010789C"/>
    <w:rsid w:val="00107B69"/>
    <w:rsid w:val="001103B5"/>
    <w:rsid w:val="00110490"/>
    <w:rsid w:val="001113EC"/>
    <w:rsid w:val="00111822"/>
    <w:rsid w:val="00111E2D"/>
    <w:rsid w:val="00111F46"/>
    <w:rsid w:val="001121F3"/>
    <w:rsid w:val="00112219"/>
    <w:rsid w:val="00112E6B"/>
    <w:rsid w:val="00113246"/>
    <w:rsid w:val="00113587"/>
    <w:rsid w:val="00113906"/>
    <w:rsid w:val="00113BFC"/>
    <w:rsid w:val="00113FF0"/>
    <w:rsid w:val="001140BA"/>
    <w:rsid w:val="00114482"/>
    <w:rsid w:val="001144A6"/>
    <w:rsid w:val="001147C5"/>
    <w:rsid w:val="001151A2"/>
    <w:rsid w:val="001158E3"/>
    <w:rsid w:val="00115938"/>
    <w:rsid w:val="00115AB4"/>
    <w:rsid w:val="00115B3F"/>
    <w:rsid w:val="00115CC9"/>
    <w:rsid w:val="00116052"/>
    <w:rsid w:val="0011606A"/>
    <w:rsid w:val="001160EB"/>
    <w:rsid w:val="00116198"/>
    <w:rsid w:val="00116EC2"/>
    <w:rsid w:val="00116F05"/>
    <w:rsid w:val="001172C1"/>
    <w:rsid w:val="0011799E"/>
    <w:rsid w:val="00117E81"/>
    <w:rsid w:val="00120421"/>
    <w:rsid w:val="00120979"/>
    <w:rsid w:val="00120C4E"/>
    <w:rsid w:val="00121036"/>
    <w:rsid w:val="00121703"/>
    <w:rsid w:val="00121944"/>
    <w:rsid w:val="001225DE"/>
    <w:rsid w:val="001233BF"/>
    <w:rsid w:val="00123679"/>
    <w:rsid w:val="001237FF"/>
    <w:rsid w:val="00123DB8"/>
    <w:rsid w:val="00124062"/>
    <w:rsid w:val="00124388"/>
    <w:rsid w:val="00124C30"/>
    <w:rsid w:val="00124D2A"/>
    <w:rsid w:val="001252D1"/>
    <w:rsid w:val="00125C19"/>
    <w:rsid w:val="00125DBE"/>
    <w:rsid w:val="0012609F"/>
    <w:rsid w:val="001265F6"/>
    <w:rsid w:val="001268E5"/>
    <w:rsid w:val="001272CF"/>
    <w:rsid w:val="00127419"/>
    <w:rsid w:val="0012744F"/>
    <w:rsid w:val="00127AA4"/>
    <w:rsid w:val="0013030C"/>
    <w:rsid w:val="00130855"/>
    <w:rsid w:val="001311D3"/>
    <w:rsid w:val="00131892"/>
    <w:rsid w:val="00131BF8"/>
    <w:rsid w:val="001320B5"/>
    <w:rsid w:val="001323FB"/>
    <w:rsid w:val="001327C4"/>
    <w:rsid w:val="00132A99"/>
    <w:rsid w:val="00132F57"/>
    <w:rsid w:val="00133393"/>
    <w:rsid w:val="001335D1"/>
    <w:rsid w:val="00133644"/>
    <w:rsid w:val="001338B5"/>
    <w:rsid w:val="00133B48"/>
    <w:rsid w:val="001344F8"/>
    <w:rsid w:val="001346D4"/>
    <w:rsid w:val="00135052"/>
    <w:rsid w:val="0013531D"/>
    <w:rsid w:val="00135A43"/>
    <w:rsid w:val="00135D6B"/>
    <w:rsid w:val="00135EC3"/>
    <w:rsid w:val="00135F22"/>
    <w:rsid w:val="0013612D"/>
    <w:rsid w:val="001361CE"/>
    <w:rsid w:val="0013657B"/>
    <w:rsid w:val="00136926"/>
    <w:rsid w:val="00136CDC"/>
    <w:rsid w:val="00136FFF"/>
    <w:rsid w:val="0013717D"/>
    <w:rsid w:val="00137B25"/>
    <w:rsid w:val="00140715"/>
    <w:rsid w:val="0014079F"/>
    <w:rsid w:val="001408C9"/>
    <w:rsid w:val="00140CCD"/>
    <w:rsid w:val="00141774"/>
    <w:rsid w:val="001418F5"/>
    <w:rsid w:val="00142078"/>
    <w:rsid w:val="001422FE"/>
    <w:rsid w:val="00143031"/>
    <w:rsid w:val="001430D8"/>
    <w:rsid w:val="00143282"/>
    <w:rsid w:val="0014333E"/>
    <w:rsid w:val="00143AC4"/>
    <w:rsid w:val="00143CF8"/>
    <w:rsid w:val="001449B5"/>
    <w:rsid w:val="00144C32"/>
    <w:rsid w:val="00145501"/>
    <w:rsid w:val="00145736"/>
    <w:rsid w:val="001463D0"/>
    <w:rsid w:val="001466FA"/>
    <w:rsid w:val="00146EA9"/>
    <w:rsid w:val="00146FD8"/>
    <w:rsid w:val="00150729"/>
    <w:rsid w:val="00150A30"/>
    <w:rsid w:val="001517E0"/>
    <w:rsid w:val="001524F8"/>
    <w:rsid w:val="0015255A"/>
    <w:rsid w:val="001528EE"/>
    <w:rsid w:val="00152A95"/>
    <w:rsid w:val="00152F0C"/>
    <w:rsid w:val="00153164"/>
    <w:rsid w:val="001538E2"/>
    <w:rsid w:val="001542EC"/>
    <w:rsid w:val="0015451C"/>
    <w:rsid w:val="0015553C"/>
    <w:rsid w:val="001555BC"/>
    <w:rsid w:val="00155DBE"/>
    <w:rsid w:val="001566B3"/>
    <w:rsid w:val="001568DE"/>
    <w:rsid w:val="00156A7B"/>
    <w:rsid w:val="00157664"/>
    <w:rsid w:val="001576A7"/>
    <w:rsid w:val="00157B20"/>
    <w:rsid w:val="0016081A"/>
    <w:rsid w:val="001613FB"/>
    <w:rsid w:val="00161AC9"/>
    <w:rsid w:val="00161BE1"/>
    <w:rsid w:val="001628E7"/>
    <w:rsid w:val="00162A47"/>
    <w:rsid w:val="00162B3D"/>
    <w:rsid w:val="00162CEE"/>
    <w:rsid w:val="00162E95"/>
    <w:rsid w:val="0016316E"/>
    <w:rsid w:val="00163361"/>
    <w:rsid w:val="0016373E"/>
    <w:rsid w:val="00163AF4"/>
    <w:rsid w:val="00163B29"/>
    <w:rsid w:val="00164524"/>
    <w:rsid w:val="0016480E"/>
    <w:rsid w:val="00164C4A"/>
    <w:rsid w:val="001653B5"/>
    <w:rsid w:val="001656AC"/>
    <w:rsid w:val="00165BB6"/>
    <w:rsid w:val="00165C92"/>
    <w:rsid w:val="00165E34"/>
    <w:rsid w:val="0016647D"/>
    <w:rsid w:val="00166A5A"/>
    <w:rsid w:val="00166A66"/>
    <w:rsid w:val="00166CF4"/>
    <w:rsid w:val="00166D4A"/>
    <w:rsid w:val="0016756B"/>
    <w:rsid w:val="001675FE"/>
    <w:rsid w:val="001678FC"/>
    <w:rsid w:val="00167BB0"/>
    <w:rsid w:val="001700DD"/>
    <w:rsid w:val="0017012D"/>
    <w:rsid w:val="0017048B"/>
    <w:rsid w:val="00170763"/>
    <w:rsid w:val="00170836"/>
    <w:rsid w:val="00170EB5"/>
    <w:rsid w:val="00170EED"/>
    <w:rsid w:val="00171259"/>
    <w:rsid w:val="00171D8A"/>
    <w:rsid w:val="001728A4"/>
    <w:rsid w:val="00172A79"/>
    <w:rsid w:val="001737B3"/>
    <w:rsid w:val="00173E52"/>
    <w:rsid w:val="00174532"/>
    <w:rsid w:val="0017461A"/>
    <w:rsid w:val="001746BC"/>
    <w:rsid w:val="00174F31"/>
    <w:rsid w:val="001751A8"/>
    <w:rsid w:val="00175257"/>
    <w:rsid w:val="00175986"/>
    <w:rsid w:val="00175E42"/>
    <w:rsid w:val="00176083"/>
    <w:rsid w:val="00176AE6"/>
    <w:rsid w:val="00176CCD"/>
    <w:rsid w:val="00176CE8"/>
    <w:rsid w:val="0017747E"/>
    <w:rsid w:val="00177490"/>
    <w:rsid w:val="00177643"/>
    <w:rsid w:val="00177E5C"/>
    <w:rsid w:val="00180628"/>
    <w:rsid w:val="0018091F"/>
    <w:rsid w:val="00180B65"/>
    <w:rsid w:val="00180C3C"/>
    <w:rsid w:val="00180C57"/>
    <w:rsid w:val="00180CD5"/>
    <w:rsid w:val="00181B7A"/>
    <w:rsid w:val="00182902"/>
    <w:rsid w:val="00182BC9"/>
    <w:rsid w:val="00182DE7"/>
    <w:rsid w:val="00182ED9"/>
    <w:rsid w:val="00183E89"/>
    <w:rsid w:val="0018426B"/>
    <w:rsid w:val="0018446D"/>
    <w:rsid w:val="00184691"/>
    <w:rsid w:val="00184B74"/>
    <w:rsid w:val="00185A34"/>
    <w:rsid w:val="00185A78"/>
    <w:rsid w:val="00185C58"/>
    <w:rsid w:val="00186009"/>
    <w:rsid w:val="00186336"/>
    <w:rsid w:val="00186928"/>
    <w:rsid w:val="00186AA7"/>
    <w:rsid w:val="00186AE4"/>
    <w:rsid w:val="00186E89"/>
    <w:rsid w:val="0018706C"/>
    <w:rsid w:val="001878B1"/>
    <w:rsid w:val="00187942"/>
    <w:rsid w:val="00187CAC"/>
    <w:rsid w:val="00190F20"/>
    <w:rsid w:val="00191015"/>
    <w:rsid w:val="00191117"/>
    <w:rsid w:val="001913A1"/>
    <w:rsid w:val="00191697"/>
    <w:rsid w:val="00191A88"/>
    <w:rsid w:val="00191B7A"/>
    <w:rsid w:val="00191BF4"/>
    <w:rsid w:val="0019247A"/>
    <w:rsid w:val="00192781"/>
    <w:rsid w:val="00192ACB"/>
    <w:rsid w:val="00192CB3"/>
    <w:rsid w:val="00193135"/>
    <w:rsid w:val="001932E0"/>
    <w:rsid w:val="00193A65"/>
    <w:rsid w:val="00193BFA"/>
    <w:rsid w:val="00193CC3"/>
    <w:rsid w:val="00194164"/>
    <w:rsid w:val="001943D1"/>
    <w:rsid w:val="0019472C"/>
    <w:rsid w:val="00194C6B"/>
    <w:rsid w:val="00194E65"/>
    <w:rsid w:val="00195304"/>
    <w:rsid w:val="00195D9D"/>
    <w:rsid w:val="001960E6"/>
    <w:rsid w:val="001960FE"/>
    <w:rsid w:val="00196296"/>
    <w:rsid w:val="00196989"/>
    <w:rsid w:val="00197585"/>
    <w:rsid w:val="00197A4E"/>
    <w:rsid w:val="001A00FD"/>
    <w:rsid w:val="001A0910"/>
    <w:rsid w:val="001A1060"/>
    <w:rsid w:val="001A15BA"/>
    <w:rsid w:val="001A1687"/>
    <w:rsid w:val="001A1B40"/>
    <w:rsid w:val="001A1E02"/>
    <w:rsid w:val="001A1ECF"/>
    <w:rsid w:val="001A1FFA"/>
    <w:rsid w:val="001A23A9"/>
    <w:rsid w:val="001A269A"/>
    <w:rsid w:val="001A2BA3"/>
    <w:rsid w:val="001A3882"/>
    <w:rsid w:val="001A455E"/>
    <w:rsid w:val="001A4A0B"/>
    <w:rsid w:val="001A4FE8"/>
    <w:rsid w:val="001A505D"/>
    <w:rsid w:val="001A53BA"/>
    <w:rsid w:val="001A5526"/>
    <w:rsid w:val="001A5BEA"/>
    <w:rsid w:val="001A6097"/>
    <w:rsid w:val="001A66B7"/>
    <w:rsid w:val="001A66EC"/>
    <w:rsid w:val="001A6EF2"/>
    <w:rsid w:val="001A7116"/>
    <w:rsid w:val="001A7AA0"/>
    <w:rsid w:val="001A7CB3"/>
    <w:rsid w:val="001B013D"/>
    <w:rsid w:val="001B0AF4"/>
    <w:rsid w:val="001B116C"/>
    <w:rsid w:val="001B1370"/>
    <w:rsid w:val="001B181A"/>
    <w:rsid w:val="001B1923"/>
    <w:rsid w:val="001B1BBA"/>
    <w:rsid w:val="001B2180"/>
    <w:rsid w:val="001B2937"/>
    <w:rsid w:val="001B29E1"/>
    <w:rsid w:val="001B2A14"/>
    <w:rsid w:val="001B2CFF"/>
    <w:rsid w:val="001B2D39"/>
    <w:rsid w:val="001B2FFD"/>
    <w:rsid w:val="001B3DD1"/>
    <w:rsid w:val="001B4476"/>
    <w:rsid w:val="001B49B4"/>
    <w:rsid w:val="001B49FB"/>
    <w:rsid w:val="001B4B33"/>
    <w:rsid w:val="001B4F89"/>
    <w:rsid w:val="001B50F2"/>
    <w:rsid w:val="001B524F"/>
    <w:rsid w:val="001B565F"/>
    <w:rsid w:val="001B5913"/>
    <w:rsid w:val="001B5C72"/>
    <w:rsid w:val="001B5D0F"/>
    <w:rsid w:val="001B5E0D"/>
    <w:rsid w:val="001B609D"/>
    <w:rsid w:val="001B63C6"/>
    <w:rsid w:val="001B662B"/>
    <w:rsid w:val="001B66A7"/>
    <w:rsid w:val="001B6B26"/>
    <w:rsid w:val="001B6D07"/>
    <w:rsid w:val="001B6F9F"/>
    <w:rsid w:val="001C069E"/>
    <w:rsid w:val="001C0AB4"/>
    <w:rsid w:val="001C0C5B"/>
    <w:rsid w:val="001C10B3"/>
    <w:rsid w:val="001C3169"/>
    <w:rsid w:val="001C31AC"/>
    <w:rsid w:val="001C3B71"/>
    <w:rsid w:val="001C4462"/>
    <w:rsid w:val="001C44F3"/>
    <w:rsid w:val="001C45CE"/>
    <w:rsid w:val="001C4972"/>
    <w:rsid w:val="001C4AF9"/>
    <w:rsid w:val="001C4F2A"/>
    <w:rsid w:val="001C5541"/>
    <w:rsid w:val="001C6B2D"/>
    <w:rsid w:val="001C72F8"/>
    <w:rsid w:val="001C7488"/>
    <w:rsid w:val="001C7749"/>
    <w:rsid w:val="001C78D8"/>
    <w:rsid w:val="001C7B73"/>
    <w:rsid w:val="001C7D03"/>
    <w:rsid w:val="001D0076"/>
    <w:rsid w:val="001D02C7"/>
    <w:rsid w:val="001D0466"/>
    <w:rsid w:val="001D067B"/>
    <w:rsid w:val="001D0C3A"/>
    <w:rsid w:val="001D0EAE"/>
    <w:rsid w:val="001D1814"/>
    <w:rsid w:val="001D1889"/>
    <w:rsid w:val="001D2084"/>
    <w:rsid w:val="001D23D1"/>
    <w:rsid w:val="001D2D4D"/>
    <w:rsid w:val="001D2EC8"/>
    <w:rsid w:val="001D2FF6"/>
    <w:rsid w:val="001D3223"/>
    <w:rsid w:val="001D32C5"/>
    <w:rsid w:val="001D3785"/>
    <w:rsid w:val="001D398A"/>
    <w:rsid w:val="001D4734"/>
    <w:rsid w:val="001D47BB"/>
    <w:rsid w:val="001D5315"/>
    <w:rsid w:val="001D5B1C"/>
    <w:rsid w:val="001D5D99"/>
    <w:rsid w:val="001D67BF"/>
    <w:rsid w:val="001D67FF"/>
    <w:rsid w:val="001D680F"/>
    <w:rsid w:val="001D69B1"/>
    <w:rsid w:val="001D70C8"/>
    <w:rsid w:val="001D73BE"/>
    <w:rsid w:val="001D74CA"/>
    <w:rsid w:val="001D77F3"/>
    <w:rsid w:val="001E001C"/>
    <w:rsid w:val="001E02C5"/>
    <w:rsid w:val="001E0335"/>
    <w:rsid w:val="001E05E1"/>
    <w:rsid w:val="001E0CE4"/>
    <w:rsid w:val="001E0DA5"/>
    <w:rsid w:val="001E14C5"/>
    <w:rsid w:val="001E152F"/>
    <w:rsid w:val="001E17DA"/>
    <w:rsid w:val="001E2118"/>
    <w:rsid w:val="001E236D"/>
    <w:rsid w:val="001E25AC"/>
    <w:rsid w:val="001E26F4"/>
    <w:rsid w:val="001E29A0"/>
    <w:rsid w:val="001E2A38"/>
    <w:rsid w:val="001E30D5"/>
    <w:rsid w:val="001E35A6"/>
    <w:rsid w:val="001E3B0D"/>
    <w:rsid w:val="001E4F02"/>
    <w:rsid w:val="001E56F2"/>
    <w:rsid w:val="001E5819"/>
    <w:rsid w:val="001E5CCE"/>
    <w:rsid w:val="001E644C"/>
    <w:rsid w:val="001E6741"/>
    <w:rsid w:val="001E6872"/>
    <w:rsid w:val="001E69F1"/>
    <w:rsid w:val="001E6FDF"/>
    <w:rsid w:val="001E73AF"/>
    <w:rsid w:val="001E7DC8"/>
    <w:rsid w:val="001E7E94"/>
    <w:rsid w:val="001E7EF8"/>
    <w:rsid w:val="001F0046"/>
    <w:rsid w:val="001F04BB"/>
    <w:rsid w:val="001F0994"/>
    <w:rsid w:val="001F0AED"/>
    <w:rsid w:val="001F0E29"/>
    <w:rsid w:val="001F0E36"/>
    <w:rsid w:val="001F0E91"/>
    <w:rsid w:val="001F0F62"/>
    <w:rsid w:val="001F0FBF"/>
    <w:rsid w:val="001F134A"/>
    <w:rsid w:val="001F1C27"/>
    <w:rsid w:val="001F2088"/>
    <w:rsid w:val="001F2208"/>
    <w:rsid w:val="001F248C"/>
    <w:rsid w:val="001F2570"/>
    <w:rsid w:val="001F2959"/>
    <w:rsid w:val="001F2DB7"/>
    <w:rsid w:val="001F2EC6"/>
    <w:rsid w:val="001F3E53"/>
    <w:rsid w:val="001F465B"/>
    <w:rsid w:val="001F46CA"/>
    <w:rsid w:val="001F4A44"/>
    <w:rsid w:val="001F4B95"/>
    <w:rsid w:val="001F568E"/>
    <w:rsid w:val="001F57DB"/>
    <w:rsid w:val="001F5C3D"/>
    <w:rsid w:val="001F5D50"/>
    <w:rsid w:val="001F60C9"/>
    <w:rsid w:val="001F6809"/>
    <w:rsid w:val="001F6A0B"/>
    <w:rsid w:val="001F6A15"/>
    <w:rsid w:val="001F6DAD"/>
    <w:rsid w:val="001F7231"/>
    <w:rsid w:val="001F7743"/>
    <w:rsid w:val="002000CD"/>
    <w:rsid w:val="0020016F"/>
    <w:rsid w:val="00200472"/>
    <w:rsid w:val="00200578"/>
    <w:rsid w:val="00200614"/>
    <w:rsid w:val="0020067E"/>
    <w:rsid w:val="00200AE4"/>
    <w:rsid w:val="00200BB8"/>
    <w:rsid w:val="0020104E"/>
    <w:rsid w:val="00201091"/>
    <w:rsid w:val="00201209"/>
    <w:rsid w:val="00201505"/>
    <w:rsid w:val="002015D0"/>
    <w:rsid w:val="0020166C"/>
    <w:rsid w:val="002018CB"/>
    <w:rsid w:val="002018F4"/>
    <w:rsid w:val="00202353"/>
    <w:rsid w:val="0020242C"/>
    <w:rsid w:val="00202474"/>
    <w:rsid w:val="00202665"/>
    <w:rsid w:val="00202D41"/>
    <w:rsid w:val="00202E26"/>
    <w:rsid w:val="00202FA5"/>
    <w:rsid w:val="00203010"/>
    <w:rsid w:val="0020394C"/>
    <w:rsid w:val="00203952"/>
    <w:rsid w:val="00203B9F"/>
    <w:rsid w:val="00203D34"/>
    <w:rsid w:val="00204269"/>
    <w:rsid w:val="002046DF"/>
    <w:rsid w:val="002047A4"/>
    <w:rsid w:val="00204A85"/>
    <w:rsid w:val="0020533B"/>
    <w:rsid w:val="002054A1"/>
    <w:rsid w:val="00206006"/>
    <w:rsid w:val="00206018"/>
    <w:rsid w:val="00206159"/>
    <w:rsid w:val="00206200"/>
    <w:rsid w:val="0020690E"/>
    <w:rsid w:val="00206C4E"/>
    <w:rsid w:val="00206CF2"/>
    <w:rsid w:val="00206DCD"/>
    <w:rsid w:val="0020704E"/>
    <w:rsid w:val="0020737D"/>
    <w:rsid w:val="0021005D"/>
    <w:rsid w:val="00210184"/>
    <w:rsid w:val="00210187"/>
    <w:rsid w:val="00210873"/>
    <w:rsid w:val="00211455"/>
    <w:rsid w:val="00211836"/>
    <w:rsid w:val="00211B79"/>
    <w:rsid w:val="00211DC9"/>
    <w:rsid w:val="00212091"/>
    <w:rsid w:val="0021253B"/>
    <w:rsid w:val="0021287D"/>
    <w:rsid w:val="002128AB"/>
    <w:rsid w:val="002128E9"/>
    <w:rsid w:val="00212AF0"/>
    <w:rsid w:val="00212EC3"/>
    <w:rsid w:val="00212FEE"/>
    <w:rsid w:val="00213114"/>
    <w:rsid w:val="0021327E"/>
    <w:rsid w:val="00213280"/>
    <w:rsid w:val="002134EA"/>
    <w:rsid w:val="00213B00"/>
    <w:rsid w:val="00213DFE"/>
    <w:rsid w:val="0021451E"/>
    <w:rsid w:val="00214896"/>
    <w:rsid w:val="002148B2"/>
    <w:rsid w:val="00214CAD"/>
    <w:rsid w:val="00215113"/>
    <w:rsid w:val="0021548D"/>
    <w:rsid w:val="002157F0"/>
    <w:rsid w:val="00215880"/>
    <w:rsid w:val="00216EDC"/>
    <w:rsid w:val="00217892"/>
    <w:rsid w:val="00217FB9"/>
    <w:rsid w:val="00217FF1"/>
    <w:rsid w:val="00220309"/>
    <w:rsid w:val="002204F1"/>
    <w:rsid w:val="002209E8"/>
    <w:rsid w:val="00220BCC"/>
    <w:rsid w:val="00220E6C"/>
    <w:rsid w:val="00221494"/>
    <w:rsid w:val="002214AC"/>
    <w:rsid w:val="00221892"/>
    <w:rsid w:val="00221B98"/>
    <w:rsid w:val="00221EAB"/>
    <w:rsid w:val="00221EB8"/>
    <w:rsid w:val="00222874"/>
    <w:rsid w:val="00222A3A"/>
    <w:rsid w:val="00222B32"/>
    <w:rsid w:val="00222C8A"/>
    <w:rsid w:val="00222EAB"/>
    <w:rsid w:val="002232D0"/>
    <w:rsid w:val="002239BF"/>
    <w:rsid w:val="00223AEC"/>
    <w:rsid w:val="00223BB6"/>
    <w:rsid w:val="002245B5"/>
    <w:rsid w:val="00224BB2"/>
    <w:rsid w:val="00225707"/>
    <w:rsid w:val="00225A34"/>
    <w:rsid w:val="002260F9"/>
    <w:rsid w:val="00226175"/>
    <w:rsid w:val="00226A99"/>
    <w:rsid w:val="00226B21"/>
    <w:rsid w:val="00226C8B"/>
    <w:rsid w:val="00226DD5"/>
    <w:rsid w:val="00227251"/>
    <w:rsid w:val="00227302"/>
    <w:rsid w:val="0022736F"/>
    <w:rsid w:val="00227458"/>
    <w:rsid w:val="00227469"/>
    <w:rsid w:val="002274B5"/>
    <w:rsid w:val="00227E49"/>
    <w:rsid w:val="0023042D"/>
    <w:rsid w:val="00230536"/>
    <w:rsid w:val="00230555"/>
    <w:rsid w:val="0023084E"/>
    <w:rsid w:val="00230A78"/>
    <w:rsid w:val="00231DE9"/>
    <w:rsid w:val="00231E0D"/>
    <w:rsid w:val="0023242E"/>
    <w:rsid w:val="002327E8"/>
    <w:rsid w:val="00232AE1"/>
    <w:rsid w:val="00232F76"/>
    <w:rsid w:val="00233169"/>
    <w:rsid w:val="002334E8"/>
    <w:rsid w:val="002338AE"/>
    <w:rsid w:val="00233D3F"/>
    <w:rsid w:val="00233D9A"/>
    <w:rsid w:val="00234358"/>
    <w:rsid w:val="002343FA"/>
    <w:rsid w:val="002345F4"/>
    <w:rsid w:val="002349F5"/>
    <w:rsid w:val="002350B8"/>
    <w:rsid w:val="002351C6"/>
    <w:rsid w:val="0023542C"/>
    <w:rsid w:val="002354B0"/>
    <w:rsid w:val="00235664"/>
    <w:rsid w:val="00235E0B"/>
    <w:rsid w:val="00236099"/>
    <w:rsid w:val="002361FF"/>
    <w:rsid w:val="002362AD"/>
    <w:rsid w:val="00236921"/>
    <w:rsid w:val="00236D91"/>
    <w:rsid w:val="00236F16"/>
    <w:rsid w:val="00236FC0"/>
    <w:rsid w:val="002372A2"/>
    <w:rsid w:val="0023739D"/>
    <w:rsid w:val="0023794C"/>
    <w:rsid w:val="002400AC"/>
    <w:rsid w:val="00240385"/>
    <w:rsid w:val="00240695"/>
    <w:rsid w:val="0024130D"/>
    <w:rsid w:val="0024154D"/>
    <w:rsid w:val="00242018"/>
    <w:rsid w:val="002426E0"/>
    <w:rsid w:val="002427B4"/>
    <w:rsid w:val="00242AB3"/>
    <w:rsid w:val="00242B9B"/>
    <w:rsid w:val="00242CA2"/>
    <w:rsid w:val="00243648"/>
    <w:rsid w:val="00243935"/>
    <w:rsid w:val="002448B7"/>
    <w:rsid w:val="00244D00"/>
    <w:rsid w:val="002452AD"/>
    <w:rsid w:val="0024546B"/>
    <w:rsid w:val="0024564C"/>
    <w:rsid w:val="0024596D"/>
    <w:rsid w:val="002459CB"/>
    <w:rsid w:val="00245A4D"/>
    <w:rsid w:val="002464F1"/>
    <w:rsid w:val="0024724D"/>
    <w:rsid w:val="00250423"/>
    <w:rsid w:val="002506CF"/>
    <w:rsid w:val="002509C3"/>
    <w:rsid w:val="00250BDF"/>
    <w:rsid w:val="00250E85"/>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32F"/>
    <w:rsid w:val="0025444A"/>
    <w:rsid w:val="00254666"/>
    <w:rsid w:val="00254841"/>
    <w:rsid w:val="0025491E"/>
    <w:rsid w:val="002549A3"/>
    <w:rsid w:val="0025504C"/>
    <w:rsid w:val="00255577"/>
    <w:rsid w:val="002555AD"/>
    <w:rsid w:val="00255994"/>
    <w:rsid w:val="00255C1A"/>
    <w:rsid w:val="00255F89"/>
    <w:rsid w:val="0025607B"/>
    <w:rsid w:val="002568AC"/>
    <w:rsid w:val="00256964"/>
    <w:rsid w:val="00256A90"/>
    <w:rsid w:val="002570D9"/>
    <w:rsid w:val="002579EB"/>
    <w:rsid w:val="002603F5"/>
    <w:rsid w:val="00260743"/>
    <w:rsid w:val="00260A58"/>
    <w:rsid w:val="00260F18"/>
    <w:rsid w:val="002610AD"/>
    <w:rsid w:val="002614C9"/>
    <w:rsid w:val="00261655"/>
    <w:rsid w:val="00261FB0"/>
    <w:rsid w:val="00262742"/>
    <w:rsid w:val="00262BCC"/>
    <w:rsid w:val="00263417"/>
    <w:rsid w:val="00263570"/>
    <w:rsid w:val="0026479E"/>
    <w:rsid w:val="002652DE"/>
    <w:rsid w:val="00265E40"/>
    <w:rsid w:val="002662D6"/>
    <w:rsid w:val="002663B2"/>
    <w:rsid w:val="002666EF"/>
    <w:rsid w:val="0026685B"/>
    <w:rsid w:val="00266F43"/>
    <w:rsid w:val="00266F8B"/>
    <w:rsid w:val="002670A5"/>
    <w:rsid w:val="002670C0"/>
    <w:rsid w:val="00267256"/>
    <w:rsid w:val="002672A2"/>
    <w:rsid w:val="00267C02"/>
    <w:rsid w:val="00267EF2"/>
    <w:rsid w:val="0027059F"/>
    <w:rsid w:val="002709BE"/>
    <w:rsid w:val="00270C3F"/>
    <w:rsid w:val="00270CAA"/>
    <w:rsid w:val="00270D95"/>
    <w:rsid w:val="00270DDE"/>
    <w:rsid w:val="00270E46"/>
    <w:rsid w:val="00270F94"/>
    <w:rsid w:val="00271029"/>
    <w:rsid w:val="0027111F"/>
    <w:rsid w:val="0027165D"/>
    <w:rsid w:val="00271F02"/>
    <w:rsid w:val="0027202D"/>
    <w:rsid w:val="00272D23"/>
    <w:rsid w:val="0027358C"/>
    <w:rsid w:val="002739C0"/>
    <w:rsid w:val="00273A59"/>
    <w:rsid w:val="00273B35"/>
    <w:rsid w:val="00273BF1"/>
    <w:rsid w:val="00273DCB"/>
    <w:rsid w:val="002741F5"/>
    <w:rsid w:val="002746C0"/>
    <w:rsid w:val="002747D0"/>
    <w:rsid w:val="00274C15"/>
    <w:rsid w:val="00275293"/>
    <w:rsid w:val="00275417"/>
    <w:rsid w:val="00275474"/>
    <w:rsid w:val="002754A5"/>
    <w:rsid w:val="002757D6"/>
    <w:rsid w:val="002758EC"/>
    <w:rsid w:val="002760A6"/>
    <w:rsid w:val="00276171"/>
    <w:rsid w:val="00277240"/>
    <w:rsid w:val="002776B4"/>
    <w:rsid w:val="00277818"/>
    <w:rsid w:val="00280B47"/>
    <w:rsid w:val="00280BE8"/>
    <w:rsid w:val="00280C5A"/>
    <w:rsid w:val="00281525"/>
    <w:rsid w:val="002816A2"/>
    <w:rsid w:val="00281B15"/>
    <w:rsid w:val="00281C2A"/>
    <w:rsid w:val="0028223F"/>
    <w:rsid w:val="0028230C"/>
    <w:rsid w:val="002824AC"/>
    <w:rsid w:val="00282638"/>
    <w:rsid w:val="00282C27"/>
    <w:rsid w:val="002839D0"/>
    <w:rsid w:val="00284571"/>
    <w:rsid w:val="002846C5"/>
    <w:rsid w:val="00284C5C"/>
    <w:rsid w:val="00284CF0"/>
    <w:rsid w:val="00284FE0"/>
    <w:rsid w:val="00285220"/>
    <w:rsid w:val="00285625"/>
    <w:rsid w:val="00285888"/>
    <w:rsid w:val="0028592A"/>
    <w:rsid w:val="00285D38"/>
    <w:rsid w:val="002860A8"/>
    <w:rsid w:val="002861D9"/>
    <w:rsid w:val="00286252"/>
    <w:rsid w:val="00286617"/>
    <w:rsid w:val="00286650"/>
    <w:rsid w:val="00286671"/>
    <w:rsid w:val="00286944"/>
    <w:rsid w:val="002872ED"/>
    <w:rsid w:val="00287CB0"/>
    <w:rsid w:val="0029051A"/>
    <w:rsid w:val="002909CE"/>
    <w:rsid w:val="00290AF9"/>
    <w:rsid w:val="002917DD"/>
    <w:rsid w:val="00291ACE"/>
    <w:rsid w:val="00291D23"/>
    <w:rsid w:val="0029210B"/>
    <w:rsid w:val="00292702"/>
    <w:rsid w:val="00292B35"/>
    <w:rsid w:val="00292E24"/>
    <w:rsid w:val="00293041"/>
    <w:rsid w:val="0029344B"/>
    <w:rsid w:val="00293759"/>
    <w:rsid w:val="0029375C"/>
    <w:rsid w:val="002938D3"/>
    <w:rsid w:val="00293CD2"/>
    <w:rsid w:val="00293D5F"/>
    <w:rsid w:val="00293FFF"/>
    <w:rsid w:val="00294959"/>
    <w:rsid w:val="00294C8E"/>
    <w:rsid w:val="00295059"/>
    <w:rsid w:val="002950DB"/>
    <w:rsid w:val="00295105"/>
    <w:rsid w:val="00295B91"/>
    <w:rsid w:val="00296330"/>
    <w:rsid w:val="002967DB"/>
    <w:rsid w:val="002967EE"/>
    <w:rsid w:val="00297389"/>
    <w:rsid w:val="002975B1"/>
    <w:rsid w:val="00297612"/>
    <w:rsid w:val="00297719"/>
    <w:rsid w:val="00297755"/>
    <w:rsid w:val="002A0396"/>
    <w:rsid w:val="002A0DA1"/>
    <w:rsid w:val="002A1100"/>
    <w:rsid w:val="002A115A"/>
    <w:rsid w:val="002A1BBA"/>
    <w:rsid w:val="002A1EBD"/>
    <w:rsid w:val="002A21FB"/>
    <w:rsid w:val="002A2A1D"/>
    <w:rsid w:val="002A2D02"/>
    <w:rsid w:val="002A2F6C"/>
    <w:rsid w:val="002A3139"/>
    <w:rsid w:val="002A33D8"/>
    <w:rsid w:val="002A342E"/>
    <w:rsid w:val="002A3464"/>
    <w:rsid w:val="002A36F8"/>
    <w:rsid w:val="002A371E"/>
    <w:rsid w:val="002A3A21"/>
    <w:rsid w:val="002A3A39"/>
    <w:rsid w:val="002A3E59"/>
    <w:rsid w:val="002A447F"/>
    <w:rsid w:val="002A4874"/>
    <w:rsid w:val="002A4CCB"/>
    <w:rsid w:val="002A501A"/>
    <w:rsid w:val="002A598B"/>
    <w:rsid w:val="002A5BDA"/>
    <w:rsid w:val="002A6085"/>
    <w:rsid w:val="002A61C7"/>
    <w:rsid w:val="002A633E"/>
    <w:rsid w:val="002A63BA"/>
    <w:rsid w:val="002A63D7"/>
    <w:rsid w:val="002A6537"/>
    <w:rsid w:val="002A6930"/>
    <w:rsid w:val="002A7BA5"/>
    <w:rsid w:val="002A7EEC"/>
    <w:rsid w:val="002B0446"/>
    <w:rsid w:val="002B1376"/>
    <w:rsid w:val="002B13E3"/>
    <w:rsid w:val="002B16E8"/>
    <w:rsid w:val="002B1A89"/>
    <w:rsid w:val="002B1B37"/>
    <w:rsid w:val="002B22DA"/>
    <w:rsid w:val="002B274B"/>
    <w:rsid w:val="002B2F89"/>
    <w:rsid w:val="002B333F"/>
    <w:rsid w:val="002B35E0"/>
    <w:rsid w:val="002B360E"/>
    <w:rsid w:val="002B3BFE"/>
    <w:rsid w:val="002B3E6A"/>
    <w:rsid w:val="002B4172"/>
    <w:rsid w:val="002B44DF"/>
    <w:rsid w:val="002B4649"/>
    <w:rsid w:val="002B4F5D"/>
    <w:rsid w:val="002B523C"/>
    <w:rsid w:val="002B5B22"/>
    <w:rsid w:val="002B5BD6"/>
    <w:rsid w:val="002B5C68"/>
    <w:rsid w:val="002B6348"/>
    <w:rsid w:val="002B6491"/>
    <w:rsid w:val="002B64AA"/>
    <w:rsid w:val="002B66AA"/>
    <w:rsid w:val="002B69DE"/>
    <w:rsid w:val="002B70AD"/>
    <w:rsid w:val="002B7A0C"/>
    <w:rsid w:val="002C0C5C"/>
    <w:rsid w:val="002C11F1"/>
    <w:rsid w:val="002C1342"/>
    <w:rsid w:val="002C1403"/>
    <w:rsid w:val="002C1500"/>
    <w:rsid w:val="002C16FA"/>
    <w:rsid w:val="002C1A37"/>
    <w:rsid w:val="002C1A75"/>
    <w:rsid w:val="002C1BE2"/>
    <w:rsid w:val="002C220A"/>
    <w:rsid w:val="002C2775"/>
    <w:rsid w:val="002C2818"/>
    <w:rsid w:val="002C28BD"/>
    <w:rsid w:val="002C336D"/>
    <w:rsid w:val="002C421A"/>
    <w:rsid w:val="002C4413"/>
    <w:rsid w:val="002C4776"/>
    <w:rsid w:val="002C4F0F"/>
    <w:rsid w:val="002C522D"/>
    <w:rsid w:val="002C54BA"/>
    <w:rsid w:val="002C57FB"/>
    <w:rsid w:val="002C5B3E"/>
    <w:rsid w:val="002C6305"/>
    <w:rsid w:val="002C6399"/>
    <w:rsid w:val="002C64C2"/>
    <w:rsid w:val="002C6A69"/>
    <w:rsid w:val="002C6F3D"/>
    <w:rsid w:val="002C70CE"/>
    <w:rsid w:val="002C723D"/>
    <w:rsid w:val="002C7876"/>
    <w:rsid w:val="002C797A"/>
    <w:rsid w:val="002D0397"/>
    <w:rsid w:val="002D07E9"/>
    <w:rsid w:val="002D0CCE"/>
    <w:rsid w:val="002D109C"/>
    <w:rsid w:val="002D1179"/>
    <w:rsid w:val="002D1385"/>
    <w:rsid w:val="002D16B0"/>
    <w:rsid w:val="002D16B3"/>
    <w:rsid w:val="002D198F"/>
    <w:rsid w:val="002D19BC"/>
    <w:rsid w:val="002D1FA8"/>
    <w:rsid w:val="002D202F"/>
    <w:rsid w:val="002D20D0"/>
    <w:rsid w:val="002D20FF"/>
    <w:rsid w:val="002D2475"/>
    <w:rsid w:val="002D2D4C"/>
    <w:rsid w:val="002D3610"/>
    <w:rsid w:val="002D3856"/>
    <w:rsid w:val="002D3B65"/>
    <w:rsid w:val="002D3F7C"/>
    <w:rsid w:val="002D45A0"/>
    <w:rsid w:val="002D4ACE"/>
    <w:rsid w:val="002D5067"/>
    <w:rsid w:val="002D52C5"/>
    <w:rsid w:val="002D5A06"/>
    <w:rsid w:val="002D5AEF"/>
    <w:rsid w:val="002D68AF"/>
    <w:rsid w:val="002D6B66"/>
    <w:rsid w:val="002D7384"/>
    <w:rsid w:val="002D7C45"/>
    <w:rsid w:val="002D7F31"/>
    <w:rsid w:val="002D7FA1"/>
    <w:rsid w:val="002E0EB2"/>
    <w:rsid w:val="002E1056"/>
    <w:rsid w:val="002E1F9D"/>
    <w:rsid w:val="002E23D4"/>
    <w:rsid w:val="002E267C"/>
    <w:rsid w:val="002E2DC2"/>
    <w:rsid w:val="002E3722"/>
    <w:rsid w:val="002E41B2"/>
    <w:rsid w:val="002E4F65"/>
    <w:rsid w:val="002E54D9"/>
    <w:rsid w:val="002E5906"/>
    <w:rsid w:val="002E5AD7"/>
    <w:rsid w:val="002E5BE1"/>
    <w:rsid w:val="002E6263"/>
    <w:rsid w:val="002E62CA"/>
    <w:rsid w:val="002E6411"/>
    <w:rsid w:val="002E654A"/>
    <w:rsid w:val="002E6DC6"/>
    <w:rsid w:val="002E6F49"/>
    <w:rsid w:val="002E6FF3"/>
    <w:rsid w:val="002E70B4"/>
    <w:rsid w:val="002E7751"/>
    <w:rsid w:val="002E7E49"/>
    <w:rsid w:val="002F0C45"/>
    <w:rsid w:val="002F0CE3"/>
    <w:rsid w:val="002F0E3F"/>
    <w:rsid w:val="002F0F0B"/>
    <w:rsid w:val="002F1727"/>
    <w:rsid w:val="002F182A"/>
    <w:rsid w:val="002F1CCE"/>
    <w:rsid w:val="002F20FD"/>
    <w:rsid w:val="002F210A"/>
    <w:rsid w:val="002F21A7"/>
    <w:rsid w:val="002F225B"/>
    <w:rsid w:val="002F2E03"/>
    <w:rsid w:val="002F3853"/>
    <w:rsid w:val="002F3BA3"/>
    <w:rsid w:val="002F3D7F"/>
    <w:rsid w:val="002F4141"/>
    <w:rsid w:val="002F4677"/>
    <w:rsid w:val="002F4F32"/>
    <w:rsid w:val="002F53F7"/>
    <w:rsid w:val="002F5F25"/>
    <w:rsid w:val="002F6148"/>
    <w:rsid w:val="002F6D0A"/>
    <w:rsid w:val="002F6E71"/>
    <w:rsid w:val="002F7294"/>
    <w:rsid w:val="002F7429"/>
    <w:rsid w:val="002F7B28"/>
    <w:rsid w:val="0030034B"/>
    <w:rsid w:val="00300538"/>
    <w:rsid w:val="003006EC"/>
    <w:rsid w:val="003015C5"/>
    <w:rsid w:val="003016DC"/>
    <w:rsid w:val="00301C87"/>
    <w:rsid w:val="003021AC"/>
    <w:rsid w:val="003027A2"/>
    <w:rsid w:val="00303A3F"/>
    <w:rsid w:val="00303BD7"/>
    <w:rsid w:val="003042EC"/>
    <w:rsid w:val="0030490B"/>
    <w:rsid w:val="00304D2A"/>
    <w:rsid w:val="00305834"/>
    <w:rsid w:val="003058C2"/>
    <w:rsid w:val="00305A11"/>
    <w:rsid w:val="00305B63"/>
    <w:rsid w:val="003062E1"/>
    <w:rsid w:val="0030677B"/>
    <w:rsid w:val="00306CF7"/>
    <w:rsid w:val="00307522"/>
    <w:rsid w:val="00307ACF"/>
    <w:rsid w:val="003104C9"/>
    <w:rsid w:val="0031070B"/>
    <w:rsid w:val="003108A4"/>
    <w:rsid w:val="00310C13"/>
    <w:rsid w:val="00310F10"/>
    <w:rsid w:val="00311183"/>
    <w:rsid w:val="003114DE"/>
    <w:rsid w:val="0031197D"/>
    <w:rsid w:val="00311B4B"/>
    <w:rsid w:val="00311C2A"/>
    <w:rsid w:val="0031230D"/>
    <w:rsid w:val="00312696"/>
    <w:rsid w:val="00312973"/>
    <w:rsid w:val="00312BE9"/>
    <w:rsid w:val="00312D54"/>
    <w:rsid w:val="00312E50"/>
    <w:rsid w:val="00312ED4"/>
    <w:rsid w:val="00312F46"/>
    <w:rsid w:val="0031311F"/>
    <w:rsid w:val="0031332E"/>
    <w:rsid w:val="00313335"/>
    <w:rsid w:val="00313575"/>
    <w:rsid w:val="00313761"/>
    <w:rsid w:val="00313E92"/>
    <w:rsid w:val="00314015"/>
    <w:rsid w:val="003141A9"/>
    <w:rsid w:val="00314831"/>
    <w:rsid w:val="00314D76"/>
    <w:rsid w:val="00314E8E"/>
    <w:rsid w:val="003153DF"/>
    <w:rsid w:val="00315424"/>
    <w:rsid w:val="00315609"/>
    <w:rsid w:val="0031568D"/>
    <w:rsid w:val="00315856"/>
    <w:rsid w:val="00315A94"/>
    <w:rsid w:val="003160BB"/>
    <w:rsid w:val="00316BCA"/>
    <w:rsid w:val="00316D43"/>
    <w:rsid w:val="003177CF"/>
    <w:rsid w:val="00320466"/>
    <w:rsid w:val="0032068E"/>
    <w:rsid w:val="00320786"/>
    <w:rsid w:val="00320961"/>
    <w:rsid w:val="00320BC3"/>
    <w:rsid w:val="00320DFD"/>
    <w:rsid w:val="00321185"/>
    <w:rsid w:val="00321AD4"/>
    <w:rsid w:val="00321ADD"/>
    <w:rsid w:val="00322063"/>
    <w:rsid w:val="00322251"/>
    <w:rsid w:val="00322856"/>
    <w:rsid w:val="00322BE9"/>
    <w:rsid w:val="00322C3C"/>
    <w:rsid w:val="00322E2F"/>
    <w:rsid w:val="00323AA8"/>
    <w:rsid w:val="00323C38"/>
    <w:rsid w:val="00324055"/>
    <w:rsid w:val="00324672"/>
    <w:rsid w:val="003247DE"/>
    <w:rsid w:val="00324889"/>
    <w:rsid w:val="00324BB7"/>
    <w:rsid w:val="00324BFE"/>
    <w:rsid w:val="003254BD"/>
    <w:rsid w:val="00325607"/>
    <w:rsid w:val="00325C89"/>
    <w:rsid w:val="00325F32"/>
    <w:rsid w:val="003265CE"/>
    <w:rsid w:val="003266C5"/>
    <w:rsid w:val="003272A5"/>
    <w:rsid w:val="00327693"/>
    <w:rsid w:val="003278E0"/>
    <w:rsid w:val="00327BFA"/>
    <w:rsid w:val="00330052"/>
    <w:rsid w:val="0033050C"/>
    <w:rsid w:val="00331012"/>
    <w:rsid w:val="003310F0"/>
    <w:rsid w:val="003311C1"/>
    <w:rsid w:val="00331A93"/>
    <w:rsid w:val="00331B5D"/>
    <w:rsid w:val="00331E83"/>
    <w:rsid w:val="00331FD9"/>
    <w:rsid w:val="00332080"/>
    <w:rsid w:val="00332309"/>
    <w:rsid w:val="00332706"/>
    <w:rsid w:val="00332C57"/>
    <w:rsid w:val="003331DA"/>
    <w:rsid w:val="00333403"/>
    <w:rsid w:val="0033356D"/>
    <w:rsid w:val="003337A1"/>
    <w:rsid w:val="00333877"/>
    <w:rsid w:val="00333B2E"/>
    <w:rsid w:val="00333BD0"/>
    <w:rsid w:val="00333D1D"/>
    <w:rsid w:val="003340F3"/>
    <w:rsid w:val="00334735"/>
    <w:rsid w:val="0033534A"/>
    <w:rsid w:val="00335ACA"/>
    <w:rsid w:val="00335D1F"/>
    <w:rsid w:val="00335F7D"/>
    <w:rsid w:val="003360C7"/>
    <w:rsid w:val="003366C3"/>
    <w:rsid w:val="003367EB"/>
    <w:rsid w:val="00336C93"/>
    <w:rsid w:val="00336D11"/>
    <w:rsid w:val="00336D81"/>
    <w:rsid w:val="00336EA6"/>
    <w:rsid w:val="00337051"/>
    <w:rsid w:val="00337474"/>
    <w:rsid w:val="00337643"/>
    <w:rsid w:val="0033781D"/>
    <w:rsid w:val="003401D7"/>
    <w:rsid w:val="00340488"/>
    <w:rsid w:val="003404B7"/>
    <w:rsid w:val="00340667"/>
    <w:rsid w:val="00340861"/>
    <w:rsid w:val="003410B2"/>
    <w:rsid w:val="00341173"/>
    <w:rsid w:val="0034184B"/>
    <w:rsid w:val="003421E6"/>
    <w:rsid w:val="00343173"/>
    <w:rsid w:val="00343931"/>
    <w:rsid w:val="00343A24"/>
    <w:rsid w:val="00343E75"/>
    <w:rsid w:val="0034425B"/>
    <w:rsid w:val="003443B0"/>
    <w:rsid w:val="00344562"/>
    <w:rsid w:val="0034459C"/>
    <w:rsid w:val="00344855"/>
    <w:rsid w:val="00344AE2"/>
    <w:rsid w:val="00344C4B"/>
    <w:rsid w:val="003454C2"/>
    <w:rsid w:val="00345971"/>
    <w:rsid w:val="00345BAD"/>
    <w:rsid w:val="00345C3E"/>
    <w:rsid w:val="00345F5A"/>
    <w:rsid w:val="0034636C"/>
    <w:rsid w:val="003463C0"/>
    <w:rsid w:val="0034686C"/>
    <w:rsid w:val="00346BD5"/>
    <w:rsid w:val="003474B2"/>
    <w:rsid w:val="00347602"/>
    <w:rsid w:val="003477AC"/>
    <w:rsid w:val="003479F7"/>
    <w:rsid w:val="003501A3"/>
    <w:rsid w:val="00350327"/>
    <w:rsid w:val="00350981"/>
    <w:rsid w:val="00350B3B"/>
    <w:rsid w:val="00350BD7"/>
    <w:rsid w:val="00350E36"/>
    <w:rsid w:val="00351308"/>
    <w:rsid w:val="00351862"/>
    <w:rsid w:val="00351B3D"/>
    <w:rsid w:val="00351ECF"/>
    <w:rsid w:val="00352BBE"/>
    <w:rsid w:val="00352EC1"/>
    <w:rsid w:val="00352F8F"/>
    <w:rsid w:val="00353928"/>
    <w:rsid w:val="00353A94"/>
    <w:rsid w:val="00354BCE"/>
    <w:rsid w:val="00354D22"/>
    <w:rsid w:val="003554A0"/>
    <w:rsid w:val="0035563D"/>
    <w:rsid w:val="00355BB1"/>
    <w:rsid w:val="00356616"/>
    <w:rsid w:val="00356663"/>
    <w:rsid w:val="00356BB6"/>
    <w:rsid w:val="003570D3"/>
    <w:rsid w:val="0035722D"/>
    <w:rsid w:val="00357F7A"/>
    <w:rsid w:val="00360324"/>
    <w:rsid w:val="00360667"/>
    <w:rsid w:val="00360A2A"/>
    <w:rsid w:val="00360BE8"/>
    <w:rsid w:val="00360CEA"/>
    <w:rsid w:val="00360D9A"/>
    <w:rsid w:val="00360EC8"/>
    <w:rsid w:val="00361D5B"/>
    <w:rsid w:val="00361DF3"/>
    <w:rsid w:val="00361F28"/>
    <w:rsid w:val="00362262"/>
    <w:rsid w:val="00362572"/>
    <w:rsid w:val="00362724"/>
    <w:rsid w:val="00362ACF"/>
    <w:rsid w:val="003631CC"/>
    <w:rsid w:val="003635F4"/>
    <w:rsid w:val="00363D4F"/>
    <w:rsid w:val="003642E0"/>
    <w:rsid w:val="003644C3"/>
    <w:rsid w:val="00364689"/>
    <w:rsid w:val="00364A58"/>
    <w:rsid w:val="00364CEA"/>
    <w:rsid w:val="00364EAB"/>
    <w:rsid w:val="00365023"/>
    <w:rsid w:val="003650BE"/>
    <w:rsid w:val="00365684"/>
    <w:rsid w:val="00365964"/>
    <w:rsid w:val="00365AF9"/>
    <w:rsid w:val="00366271"/>
    <w:rsid w:val="003662DF"/>
    <w:rsid w:val="003664C1"/>
    <w:rsid w:val="003664EC"/>
    <w:rsid w:val="003664ED"/>
    <w:rsid w:val="0036691F"/>
    <w:rsid w:val="0036702E"/>
    <w:rsid w:val="0036741D"/>
    <w:rsid w:val="003675E2"/>
    <w:rsid w:val="0036777D"/>
    <w:rsid w:val="003679BB"/>
    <w:rsid w:val="003679C8"/>
    <w:rsid w:val="00367A19"/>
    <w:rsid w:val="00367E28"/>
    <w:rsid w:val="0037033C"/>
    <w:rsid w:val="00370AE0"/>
    <w:rsid w:val="00370D02"/>
    <w:rsid w:val="00370E56"/>
    <w:rsid w:val="00370FD6"/>
    <w:rsid w:val="0037104E"/>
    <w:rsid w:val="003717DC"/>
    <w:rsid w:val="00371D34"/>
    <w:rsid w:val="0037219D"/>
    <w:rsid w:val="003722D0"/>
    <w:rsid w:val="00372476"/>
    <w:rsid w:val="0037248A"/>
    <w:rsid w:val="003724D9"/>
    <w:rsid w:val="00372648"/>
    <w:rsid w:val="00372746"/>
    <w:rsid w:val="00372DE1"/>
    <w:rsid w:val="003732F4"/>
    <w:rsid w:val="0037352F"/>
    <w:rsid w:val="00373EE8"/>
    <w:rsid w:val="00373FB5"/>
    <w:rsid w:val="0037464C"/>
    <w:rsid w:val="00374C5B"/>
    <w:rsid w:val="00374EBB"/>
    <w:rsid w:val="00374EF3"/>
    <w:rsid w:val="0037558E"/>
    <w:rsid w:val="0037559B"/>
    <w:rsid w:val="00375771"/>
    <w:rsid w:val="0037586B"/>
    <w:rsid w:val="00375934"/>
    <w:rsid w:val="003765EF"/>
    <w:rsid w:val="003766CC"/>
    <w:rsid w:val="0037696A"/>
    <w:rsid w:val="00376B07"/>
    <w:rsid w:val="00376EC6"/>
    <w:rsid w:val="003773FE"/>
    <w:rsid w:val="0037754B"/>
    <w:rsid w:val="0037796C"/>
    <w:rsid w:val="00377CE9"/>
    <w:rsid w:val="00377F74"/>
    <w:rsid w:val="0038006D"/>
    <w:rsid w:val="00380410"/>
    <w:rsid w:val="00381460"/>
    <w:rsid w:val="003815EB"/>
    <w:rsid w:val="0038170B"/>
    <w:rsid w:val="00381EBF"/>
    <w:rsid w:val="00381EE2"/>
    <w:rsid w:val="003826EA"/>
    <w:rsid w:val="00382735"/>
    <w:rsid w:val="00382CFA"/>
    <w:rsid w:val="00382F41"/>
    <w:rsid w:val="00383E5D"/>
    <w:rsid w:val="00383FA3"/>
    <w:rsid w:val="003844D6"/>
    <w:rsid w:val="00384745"/>
    <w:rsid w:val="003848F5"/>
    <w:rsid w:val="00384A25"/>
    <w:rsid w:val="00384BC3"/>
    <w:rsid w:val="0038500B"/>
    <w:rsid w:val="003852A0"/>
    <w:rsid w:val="003853EC"/>
    <w:rsid w:val="00385B0A"/>
    <w:rsid w:val="00385CFC"/>
    <w:rsid w:val="00385D61"/>
    <w:rsid w:val="0038619D"/>
    <w:rsid w:val="00386638"/>
    <w:rsid w:val="00386A20"/>
    <w:rsid w:val="00386B4E"/>
    <w:rsid w:val="00386CC0"/>
    <w:rsid w:val="00387013"/>
    <w:rsid w:val="0038724A"/>
    <w:rsid w:val="003879A3"/>
    <w:rsid w:val="003879AE"/>
    <w:rsid w:val="00387D49"/>
    <w:rsid w:val="00387D85"/>
    <w:rsid w:val="00390019"/>
    <w:rsid w:val="00390730"/>
    <w:rsid w:val="00390E05"/>
    <w:rsid w:val="00391889"/>
    <w:rsid w:val="003921CC"/>
    <w:rsid w:val="00392335"/>
    <w:rsid w:val="00392B50"/>
    <w:rsid w:val="00393129"/>
    <w:rsid w:val="00393654"/>
    <w:rsid w:val="0039385D"/>
    <w:rsid w:val="00393D16"/>
    <w:rsid w:val="0039423B"/>
    <w:rsid w:val="00394D1B"/>
    <w:rsid w:val="00395283"/>
    <w:rsid w:val="003954E9"/>
    <w:rsid w:val="003959AA"/>
    <w:rsid w:val="00395BB6"/>
    <w:rsid w:val="00395D1D"/>
    <w:rsid w:val="00395E36"/>
    <w:rsid w:val="003969E0"/>
    <w:rsid w:val="00396ADF"/>
    <w:rsid w:val="00396C48"/>
    <w:rsid w:val="00396DDB"/>
    <w:rsid w:val="0039713E"/>
    <w:rsid w:val="003974A9"/>
    <w:rsid w:val="00397B8F"/>
    <w:rsid w:val="00397C72"/>
    <w:rsid w:val="003A08DE"/>
    <w:rsid w:val="003A0979"/>
    <w:rsid w:val="003A0C35"/>
    <w:rsid w:val="003A0EF4"/>
    <w:rsid w:val="003A0FD4"/>
    <w:rsid w:val="003A133B"/>
    <w:rsid w:val="003A13C1"/>
    <w:rsid w:val="003A20B0"/>
    <w:rsid w:val="003A23B3"/>
    <w:rsid w:val="003A265F"/>
    <w:rsid w:val="003A2785"/>
    <w:rsid w:val="003A28AE"/>
    <w:rsid w:val="003A2AEF"/>
    <w:rsid w:val="003A2D9C"/>
    <w:rsid w:val="003A395B"/>
    <w:rsid w:val="003A4044"/>
    <w:rsid w:val="003A4876"/>
    <w:rsid w:val="003A4B0F"/>
    <w:rsid w:val="003A50B9"/>
    <w:rsid w:val="003A50FD"/>
    <w:rsid w:val="003A6123"/>
    <w:rsid w:val="003A63B4"/>
    <w:rsid w:val="003A6567"/>
    <w:rsid w:val="003A6614"/>
    <w:rsid w:val="003A699A"/>
    <w:rsid w:val="003A7602"/>
    <w:rsid w:val="003A78D5"/>
    <w:rsid w:val="003B0BE2"/>
    <w:rsid w:val="003B0CA7"/>
    <w:rsid w:val="003B12FF"/>
    <w:rsid w:val="003B132C"/>
    <w:rsid w:val="003B13AF"/>
    <w:rsid w:val="003B161A"/>
    <w:rsid w:val="003B16B4"/>
    <w:rsid w:val="003B1829"/>
    <w:rsid w:val="003B1CE5"/>
    <w:rsid w:val="003B1D1E"/>
    <w:rsid w:val="003B22A7"/>
    <w:rsid w:val="003B24E1"/>
    <w:rsid w:val="003B2E3B"/>
    <w:rsid w:val="003B2FCB"/>
    <w:rsid w:val="003B305E"/>
    <w:rsid w:val="003B3AED"/>
    <w:rsid w:val="003B3B7D"/>
    <w:rsid w:val="003B3EB3"/>
    <w:rsid w:val="003B4512"/>
    <w:rsid w:val="003B48F7"/>
    <w:rsid w:val="003B50D2"/>
    <w:rsid w:val="003B51CF"/>
    <w:rsid w:val="003B5559"/>
    <w:rsid w:val="003B5738"/>
    <w:rsid w:val="003B5967"/>
    <w:rsid w:val="003B59A9"/>
    <w:rsid w:val="003B59C0"/>
    <w:rsid w:val="003B5C24"/>
    <w:rsid w:val="003B60FC"/>
    <w:rsid w:val="003B66EF"/>
    <w:rsid w:val="003B733F"/>
    <w:rsid w:val="003B7432"/>
    <w:rsid w:val="003B778C"/>
    <w:rsid w:val="003B78FE"/>
    <w:rsid w:val="003C034C"/>
    <w:rsid w:val="003C0895"/>
    <w:rsid w:val="003C08DF"/>
    <w:rsid w:val="003C0CBB"/>
    <w:rsid w:val="003C1231"/>
    <w:rsid w:val="003C1277"/>
    <w:rsid w:val="003C137D"/>
    <w:rsid w:val="003C1E6E"/>
    <w:rsid w:val="003C23DE"/>
    <w:rsid w:val="003C251A"/>
    <w:rsid w:val="003C254E"/>
    <w:rsid w:val="003C2935"/>
    <w:rsid w:val="003C30A8"/>
    <w:rsid w:val="003C30FC"/>
    <w:rsid w:val="003C3235"/>
    <w:rsid w:val="003C3236"/>
    <w:rsid w:val="003C3BE4"/>
    <w:rsid w:val="003C3EE7"/>
    <w:rsid w:val="003C4250"/>
    <w:rsid w:val="003C43F2"/>
    <w:rsid w:val="003C44D2"/>
    <w:rsid w:val="003C47B6"/>
    <w:rsid w:val="003C47B7"/>
    <w:rsid w:val="003C4BEC"/>
    <w:rsid w:val="003C4E5F"/>
    <w:rsid w:val="003C502E"/>
    <w:rsid w:val="003C5091"/>
    <w:rsid w:val="003C519A"/>
    <w:rsid w:val="003C54E1"/>
    <w:rsid w:val="003C5644"/>
    <w:rsid w:val="003C6E74"/>
    <w:rsid w:val="003C722C"/>
    <w:rsid w:val="003C780A"/>
    <w:rsid w:val="003D0469"/>
    <w:rsid w:val="003D056B"/>
    <w:rsid w:val="003D0690"/>
    <w:rsid w:val="003D069D"/>
    <w:rsid w:val="003D08E1"/>
    <w:rsid w:val="003D08F2"/>
    <w:rsid w:val="003D099A"/>
    <w:rsid w:val="003D0C3B"/>
    <w:rsid w:val="003D1197"/>
    <w:rsid w:val="003D151A"/>
    <w:rsid w:val="003D16DC"/>
    <w:rsid w:val="003D1817"/>
    <w:rsid w:val="003D2377"/>
    <w:rsid w:val="003D25EE"/>
    <w:rsid w:val="003D2719"/>
    <w:rsid w:val="003D2750"/>
    <w:rsid w:val="003D3AD7"/>
    <w:rsid w:val="003D3C50"/>
    <w:rsid w:val="003D4424"/>
    <w:rsid w:val="003D4DBD"/>
    <w:rsid w:val="003D52D7"/>
    <w:rsid w:val="003D53B8"/>
    <w:rsid w:val="003D565F"/>
    <w:rsid w:val="003D6006"/>
    <w:rsid w:val="003D613D"/>
    <w:rsid w:val="003D6BA4"/>
    <w:rsid w:val="003D7156"/>
    <w:rsid w:val="003D7544"/>
    <w:rsid w:val="003D7560"/>
    <w:rsid w:val="003E001A"/>
    <w:rsid w:val="003E0743"/>
    <w:rsid w:val="003E12C3"/>
    <w:rsid w:val="003E139C"/>
    <w:rsid w:val="003E1455"/>
    <w:rsid w:val="003E16B7"/>
    <w:rsid w:val="003E1700"/>
    <w:rsid w:val="003E1740"/>
    <w:rsid w:val="003E1CE8"/>
    <w:rsid w:val="003E1EF6"/>
    <w:rsid w:val="003E278D"/>
    <w:rsid w:val="003E2CA5"/>
    <w:rsid w:val="003E31D7"/>
    <w:rsid w:val="003E3843"/>
    <w:rsid w:val="003E3A53"/>
    <w:rsid w:val="003E3BFD"/>
    <w:rsid w:val="003E48DD"/>
    <w:rsid w:val="003E4C0B"/>
    <w:rsid w:val="003E4EFF"/>
    <w:rsid w:val="003E5A1A"/>
    <w:rsid w:val="003E5E24"/>
    <w:rsid w:val="003E5E26"/>
    <w:rsid w:val="003E6379"/>
    <w:rsid w:val="003E67DA"/>
    <w:rsid w:val="003E6884"/>
    <w:rsid w:val="003E6E29"/>
    <w:rsid w:val="003E6FDE"/>
    <w:rsid w:val="003E73BC"/>
    <w:rsid w:val="003F01DA"/>
    <w:rsid w:val="003F038B"/>
    <w:rsid w:val="003F0417"/>
    <w:rsid w:val="003F04CE"/>
    <w:rsid w:val="003F0504"/>
    <w:rsid w:val="003F06E0"/>
    <w:rsid w:val="003F0712"/>
    <w:rsid w:val="003F087B"/>
    <w:rsid w:val="003F0D20"/>
    <w:rsid w:val="003F0DB1"/>
    <w:rsid w:val="003F1211"/>
    <w:rsid w:val="003F1430"/>
    <w:rsid w:val="003F1D11"/>
    <w:rsid w:val="003F2659"/>
    <w:rsid w:val="003F2673"/>
    <w:rsid w:val="003F2932"/>
    <w:rsid w:val="003F2B02"/>
    <w:rsid w:val="003F2DC4"/>
    <w:rsid w:val="003F2F78"/>
    <w:rsid w:val="003F3891"/>
    <w:rsid w:val="003F44B0"/>
    <w:rsid w:val="003F4C41"/>
    <w:rsid w:val="003F4FA5"/>
    <w:rsid w:val="003F515C"/>
    <w:rsid w:val="003F5782"/>
    <w:rsid w:val="003F59D1"/>
    <w:rsid w:val="003F5D14"/>
    <w:rsid w:val="003F61EF"/>
    <w:rsid w:val="003F682E"/>
    <w:rsid w:val="003F6B45"/>
    <w:rsid w:val="003F6C7D"/>
    <w:rsid w:val="003F7124"/>
    <w:rsid w:val="003F7535"/>
    <w:rsid w:val="003F779A"/>
    <w:rsid w:val="003F7850"/>
    <w:rsid w:val="003F7A0C"/>
    <w:rsid w:val="003F7DAC"/>
    <w:rsid w:val="003F7E7D"/>
    <w:rsid w:val="0040001C"/>
    <w:rsid w:val="00400632"/>
    <w:rsid w:val="004006F7"/>
    <w:rsid w:val="004007A6"/>
    <w:rsid w:val="0040115D"/>
    <w:rsid w:val="0040163E"/>
    <w:rsid w:val="00402080"/>
    <w:rsid w:val="004022A7"/>
    <w:rsid w:val="00402582"/>
    <w:rsid w:val="00402810"/>
    <w:rsid w:val="0040297E"/>
    <w:rsid w:val="004029DE"/>
    <w:rsid w:val="00402AE5"/>
    <w:rsid w:val="00402FDC"/>
    <w:rsid w:val="004030B9"/>
    <w:rsid w:val="00404F76"/>
    <w:rsid w:val="004052CD"/>
    <w:rsid w:val="0040576E"/>
    <w:rsid w:val="00405AD2"/>
    <w:rsid w:val="00405C6B"/>
    <w:rsid w:val="00405D40"/>
    <w:rsid w:val="00406312"/>
    <w:rsid w:val="00406959"/>
    <w:rsid w:val="004069EC"/>
    <w:rsid w:val="004074E3"/>
    <w:rsid w:val="00407926"/>
    <w:rsid w:val="00407C43"/>
    <w:rsid w:val="004100E9"/>
    <w:rsid w:val="00410486"/>
    <w:rsid w:val="0041068E"/>
    <w:rsid w:val="00410821"/>
    <w:rsid w:val="00410A0A"/>
    <w:rsid w:val="00410B4B"/>
    <w:rsid w:val="0041114A"/>
    <w:rsid w:val="00411668"/>
    <w:rsid w:val="004119AB"/>
    <w:rsid w:val="004119E6"/>
    <w:rsid w:val="004123DD"/>
    <w:rsid w:val="00413025"/>
    <w:rsid w:val="00413443"/>
    <w:rsid w:val="004137E7"/>
    <w:rsid w:val="00413811"/>
    <w:rsid w:val="00413910"/>
    <w:rsid w:val="0041399D"/>
    <w:rsid w:val="004139CC"/>
    <w:rsid w:val="00413B27"/>
    <w:rsid w:val="0041423B"/>
    <w:rsid w:val="00414843"/>
    <w:rsid w:val="0041541C"/>
    <w:rsid w:val="0041542A"/>
    <w:rsid w:val="00415BA7"/>
    <w:rsid w:val="00415C02"/>
    <w:rsid w:val="004161F5"/>
    <w:rsid w:val="00416615"/>
    <w:rsid w:val="0041688F"/>
    <w:rsid w:val="00416C28"/>
    <w:rsid w:val="00416F45"/>
    <w:rsid w:val="00417937"/>
    <w:rsid w:val="00417F13"/>
    <w:rsid w:val="00420409"/>
    <w:rsid w:val="00420566"/>
    <w:rsid w:val="004206C9"/>
    <w:rsid w:val="00420A23"/>
    <w:rsid w:val="00420F53"/>
    <w:rsid w:val="00420F74"/>
    <w:rsid w:val="004210F2"/>
    <w:rsid w:val="004211B5"/>
    <w:rsid w:val="0042132C"/>
    <w:rsid w:val="0042174C"/>
    <w:rsid w:val="00421A1D"/>
    <w:rsid w:val="00422319"/>
    <w:rsid w:val="00422651"/>
    <w:rsid w:val="00422679"/>
    <w:rsid w:val="0042271C"/>
    <w:rsid w:val="00424871"/>
    <w:rsid w:val="00424E5B"/>
    <w:rsid w:val="00425330"/>
    <w:rsid w:val="00425608"/>
    <w:rsid w:val="00425920"/>
    <w:rsid w:val="00425C11"/>
    <w:rsid w:val="00425F95"/>
    <w:rsid w:val="00426088"/>
    <w:rsid w:val="00426CFC"/>
    <w:rsid w:val="00427612"/>
    <w:rsid w:val="00427949"/>
    <w:rsid w:val="00430426"/>
    <w:rsid w:val="004306B5"/>
    <w:rsid w:val="00430EC7"/>
    <w:rsid w:val="00431389"/>
    <w:rsid w:val="0043142B"/>
    <w:rsid w:val="00431730"/>
    <w:rsid w:val="00431ED3"/>
    <w:rsid w:val="0043211F"/>
    <w:rsid w:val="00432131"/>
    <w:rsid w:val="004321C1"/>
    <w:rsid w:val="004326FD"/>
    <w:rsid w:val="00432B27"/>
    <w:rsid w:val="00432D0E"/>
    <w:rsid w:val="00433A29"/>
    <w:rsid w:val="00433DAB"/>
    <w:rsid w:val="00433E10"/>
    <w:rsid w:val="00434554"/>
    <w:rsid w:val="004347A8"/>
    <w:rsid w:val="004347FC"/>
    <w:rsid w:val="00434E2B"/>
    <w:rsid w:val="00435740"/>
    <w:rsid w:val="00436132"/>
    <w:rsid w:val="0043619D"/>
    <w:rsid w:val="004362E4"/>
    <w:rsid w:val="00436535"/>
    <w:rsid w:val="004367D6"/>
    <w:rsid w:val="00436CFD"/>
    <w:rsid w:val="0043728C"/>
    <w:rsid w:val="0043740F"/>
    <w:rsid w:val="00437680"/>
    <w:rsid w:val="0043768F"/>
    <w:rsid w:val="00437942"/>
    <w:rsid w:val="00437B78"/>
    <w:rsid w:val="00437C35"/>
    <w:rsid w:val="00440222"/>
    <w:rsid w:val="004403C5"/>
    <w:rsid w:val="00440702"/>
    <w:rsid w:val="00440706"/>
    <w:rsid w:val="00440816"/>
    <w:rsid w:val="00441200"/>
    <w:rsid w:val="00441685"/>
    <w:rsid w:val="00441E8F"/>
    <w:rsid w:val="004422B6"/>
    <w:rsid w:val="00442679"/>
    <w:rsid w:val="0044267A"/>
    <w:rsid w:val="004432DA"/>
    <w:rsid w:val="004436D8"/>
    <w:rsid w:val="00443C8F"/>
    <w:rsid w:val="00443F64"/>
    <w:rsid w:val="00444982"/>
    <w:rsid w:val="00444B7A"/>
    <w:rsid w:val="00444E8C"/>
    <w:rsid w:val="004459C4"/>
    <w:rsid w:val="00445ABF"/>
    <w:rsid w:val="00445C68"/>
    <w:rsid w:val="004462FE"/>
    <w:rsid w:val="0044632E"/>
    <w:rsid w:val="00446BC6"/>
    <w:rsid w:val="00446DBA"/>
    <w:rsid w:val="00446E68"/>
    <w:rsid w:val="0044715D"/>
    <w:rsid w:val="004478E7"/>
    <w:rsid w:val="004507E3"/>
    <w:rsid w:val="00450B5A"/>
    <w:rsid w:val="00450CA2"/>
    <w:rsid w:val="00450E0F"/>
    <w:rsid w:val="0045112B"/>
    <w:rsid w:val="004512B4"/>
    <w:rsid w:val="0045224D"/>
    <w:rsid w:val="0045247E"/>
    <w:rsid w:val="004524A5"/>
    <w:rsid w:val="00452565"/>
    <w:rsid w:val="0045263C"/>
    <w:rsid w:val="00452A0D"/>
    <w:rsid w:val="00452C4F"/>
    <w:rsid w:val="0045352E"/>
    <w:rsid w:val="00453704"/>
    <w:rsid w:val="004537C4"/>
    <w:rsid w:val="00453831"/>
    <w:rsid w:val="00453B40"/>
    <w:rsid w:val="00454271"/>
    <w:rsid w:val="004550BD"/>
    <w:rsid w:val="00455628"/>
    <w:rsid w:val="00455845"/>
    <w:rsid w:val="00455AE6"/>
    <w:rsid w:val="00455C54"/>
    <w:rsid w:val="00455CC0"/>
    <w:rsid w:val="00455EAF"/>
    <w:rsid w:val="00455ECA"/>
    <w:rsid w:val="00455EE3"/>
    <w:rsid w:val="00456278"/>
    <w:rsid w:val="00456495"/>
    <w:rsid w:val="00456BFA"/>
    <w:rsid w:val="00456D47"/>
    <w:rsid w:val="00456F07"/>
    <w:rsid w:val="004570D0"/>
    <w:rsid w:val="004571EF"/>
    <w:rsid w:val="004571F5"/>
    <w:rsid w:val="00457EC5"/>
    <w:rsid w:val="00460436"/>
    <w:rsid w:val="00460510"/>
    <w:rsid w:val="004609F9"/>
    <w:rsid w:val="00462748"/>
    <w:rsid w:val="00462874"/>
    <w:rsid w:val="00462C32"/>
    <w:rsid w:val="00462DAF"/>
    <w:rsid w:val="00462E89"/>
    <w:rsid w:val="004632CA"/>
    <w:rsid w:val="00463489"/>
    <w:rsid w:val="0046349F"/>
    <w:rsid w:val="00463B87"/>
    <w:rsid w:val="00463CE6"/>
    <w:rsid w:val="00463D20"/>
    <w:rsid w:val="004641DF"/>
    <w:rsid w:val="00464577"/>
    <w:rsid w:val="004655B7"/>
    <w:rsid w:val="00465926"/>
    <w:rsid w:val="004659D6"/>
    <w:rsid w:val="00465CE8"/>
    <w:rsid w:val="00465E0C"/>
    <w:rsid w:val="00466176"/>
    <w:rsid w:val="004662B5"/>
    <w:rsid w:val="00466400"/>
    <w:rsid w:val="00466DC1"/>
    <w:rsid w:val="00466FC8"/>
    <w:rsid w:val="004676E5"/>
    <w:rsid w:val="004679B5"/>
    <w:rsid w:val="00467D5D"/>
    <w:rsid w:val="00470387"/>
    <w:rsid w:val="00470444"/>
    <w:rsid w:val="00470AC8"/>
    <w:rsid w:val="00470BFE"/>
    <w:rsid w:val="00470E45"/>
    <w:rsid w:val="00470EB5"/>
    <w:rsid w:val="00471013"/>
    <w:rsid w:val="00471CD2"/>
    <w:rsid w:val="00471DC9"/>
    <w:rsid w:val="0047219B"/>
    <w:rsid w:val="004728B6"/>
    <w:rsid w:val="00472BB2"/>
    <w:rsid w:val="0047313F"/>
    <w:rsid w:val="004736AB"/>
    <w:rsid w:val="00473983"/>
    <w:rsid w:val="00473B44"/>
    <w:rsid w:val="00473BDB"/>
    <w:rsid w:val="00473F36"/>
    <w:rsid w:val="0047441F"/>
    <w:rsid w:val="004745E7"/>
    <w:rsid w:val="00474820"/>
    <w:rsid w:val="0047498F"/>
    <w:rsid w:val="00474A99"/>
    <w:rsid w:val="00474F46"/>
    <w:rsid w:val="004759FB"/>
    <w:rsid w:val="00475F6D"/>
    <w:rsid w:val="00475FA5"/>
    <w:rsid w:val="00476424"/>
    <w:rsid w:val="0047695A"/>
    <w:rsid w:val="00476ED1"/>
    <w:rsid w:val="004773A6"/>
    <w:rsid w:val="004774D9"/>
    <w:rsid w:val="00480B89"/>
    <w:rsid w:val="00480E7D"/>
    <w:rsid w:val="00480F27"/>
    <w:rsid w:val="00481500"/>
    <w:rsid w:val="0048188F"/>
    <w:rsid w:val="004818D8"/>
    <w:rsid w:val="004819D2"/>
    <w:rsid w:val="004819E0"/>
    <w:rsid w:val="00481A5F"/>
    <w:rsid w:val="00481C8F"/>
    <w:rsid w:val="00482501"/>
    <w:rsid w:val="00482980"/>
    <w:rsid w:val="00482DAC"/>
    <w:rsid w:val="004832B0"/>
    <w:rsid w:val="004838F1"/>
    <w:rsid w:val="00484223"/>
    <w:rsid w:val="004847CC"/>
    <w:rsid w:val="0048481C"/>
    <w:rsid w:val="00484914"/>
    <w:rsid w:val="00485479"/>
    <w:rsid w:val="00485493"/>
    <w:rsid w:val="00485AA2"/>
    <w:rsid w:val="00485AD3"/>
    <w:rsid w:val="004867FA"/>
    <w:rsid w:val="004871DF"/>
    <w:rsid w:val="0048744F"/>
    <w:rsid w:val="00490CFB"/>
    <w:rsid w:val="0049134D"/>
    <w:rsid w:val="00491579"/>
    <w:rsid w:val="00491743"/>
    <w:rsid w:val="004917D8"/>
    <w:rsid w:val="00491AC3"/>
    <w:rsid w:val="00492531"/>
    <w:rsid w:val="0049289D"/>
    <w:rsid w:val="00492B3C"/>
    <w:rsid w:val="00492C25"/>
    <w:rsid w:val="00493647"/>
    <w:rsid w:val="00493DB4"/>
    <w:rsid w:val="004947A1"/>
    <w:rsid w:val="00494F7D"/>
    <w:rsid w:val="004959EF"/>
    <w:rsid w:val="004962F2"/>
    <w:rsid w:val="004965D1"/>
    <w:rsid w:val="004966F9"/>
    <w:rsid w:val="00496817"/>
    <w:rsid w:val="00496A1B"/>
    <w:rsid w:val="00496DB9"/>
    <w:rsid w:val="00496F93"/>
    <w:rsid w:val="004973AE"/>
    <w:rsid w:val="00497503"/>
    <w:rsid w:val="00497577"/>
    <w:rsid w:val="004979A8"/>
    <w:rsid w:val="004A03B5"/>
    <w:rsid w:val="004A0648"/>
    <w:rsid w:val="004A0840"/>
    <w:rsid w:val="004A0A1E"/>
    <w:rsid w:val="004A0B40"/>
    <w:rsid w:val="004A0F65"/>
    <w:rsid w:val="004A0FA8"/>
    <w:rsid w:val="004A12B6"/>
    <w:rsid w:val="004A195A"/>
    <w:rsid w:val="004A1B7D"/>
    <w:rsid w:val="004A229B"/>
    <w:rsid w:val="004A2683"/>
    <w:rsid w:val="004A2742"/>
    <w:rsid w:val="004A27E0"/>
    <w:rsid w:val="004A2B1F"/>
    <w:rsid w:val="004A2FFB"/>
    <w:rsid w:val="004A3028"/>
    <w:rsid w:val="004A3EC3"/>
    <w:rsid w:val="004A3F7F"/>
    <w:rsid w:val="004A3FD4"/>
    <w:rsid w:val="004A418B"/>
    <w:rsid w:val="004A427F"/>
    <w:rsid w:val="004A4340"/>
    <w:rsid w:val="004A4354"/>
    <w:rsid w:val="004A443B"/>
    <w:rsid w:val="004A453B"/>
    <w:rsid w:val="004A462C"/>
    <w:rsid w:val="004A47F8"/>
    <w:rsid w:val="004A4C81"/>
    <w:rsid w:val="004A53C8"/>
    <w:rsid w:val="004A5403"/>
    <w:rsid w:val="004A5676"/>
    <w:rsid w:val="004A59DC"/>
    <w:rsid w:val="004A5D1F"/>
    <w:rsid w:val="004A5E64"/>
    <w:rsid w:val="004A5F55"/>
    <w:rsid w:val="004A689D"/>
    <w:rsid w:val="004A69E0"/>
    <w:rsid w:val="004A7488"/>
    <w:rsid w:val="004A7606"/>
    <w:rsid w:val="004A77BE"/>
    <w:rsid w:val="004A784D"/>
    <w:rsid w:val="004A79A3"/>
    <w:rsid w:val="004A7ACD"/>
    <w:rsid w:val="004A7B84"/>
    <w:rsid w:val="004B02BF"/>
    <w:rsid w:val="004B04CC"/>
    <w:rsid w:val="004B0B7E"/>
    <w:rsid w:val="004B0DC8"/>
    <w:rsid w:val="004B0E52"/>
    <w:rsid w:val="004B0F82"/>
    <w:rsid w:val="004B1103"/>
    <w:rsid w:val="004B11EF"/>
    <w:rsid w:val="004B2158"/>
    <w:rsid w:val="004B241C"/>
    <w:rsid w:val="004B2425"/>
    <w:rsid w:val="004B2546"/>
    <w:rsid w:val="004B330F"/>
    <w:rsid w:val="004B33E8"/>
    <w:rsid w:val="004B3BD6"/>
    <w:rsid w:val="004B3DB0"/>
    <w:rsid w:val="004B47EE"/>
    <w:rsid w:val="004B48CC"/>
    <w:rsid w:val="004B4D9B"/>
    <w:rsid w:val="004B50A6"/>
    <w:rsid w:val="004B5301"/>
    <w:rsid w:val="004B56A3"/>
    <w:rsid w:val="004B59B1"/>
    <w:rsid w:val="004B5A7C"/>
    <w:rsid w:val="004B5B8D"/>
    <w:rsid w:val="004B5C69"/>
    <w:rsid w:val="004B5D82"/>
    <w:rsid w:val="004B6037"/>
    <w:rsid w:val="004B606E"/>
    <w:rsid w:val="004B686C"/>
    <w:rsid w:val="004B6BB5"/>
    <w:rsid w:val="004B6BB8"/>
    <w:rsid w:val="004B6C59"/>
    <w:rsid w:val="004B6DD6"/>
    <w:rsid w:val="004B7E59"/>
    <w:rsid w:val="004B7F88"/>
    <w:rsid w:val="004C0015"/>
    <w:rsid w:val="004C01FA"/>
    <w:rsid w:val="004C0404"/>
    <w:rsid w:val="004C0893"/>
    <w:rsid w:val="004C1B77"/>
    <w:rsid w:val="004C2226"/>
    <w:rsid w:val="004C24E8"/>
    <w:rsid w:val="004C254E"/>
    <w:rsid w:val="004C2ED4"/>
    <w:rsid w:val="004C2FD5"/>
    <w:rsid w:val="004C3036"/>
    <w:rsid w:val="004C331E"/>
    <w:rsid w:val="004C34B1"/>
    <w:rsid w:val="004C3740"/>
    <w:rsid w:val="004C38ED"/>
    <w:rsid w:val="004C3BDF"/>
    <w:rsid w:val="004C3CD8"/>
    <w:rsid w:val="004C3F86"/>
    <w:rsid w:val="004C4074"/>
    <w:rsid w:val="004C409F"/>
    <w:rsid w:val="004C4332"/>
    <w:rsid w:val="004C4658"/>
    <w:rsid w:val="004C47B4"/>
    <w:rsid w:val="004C4951"/>
    <w:rsid w:val="004C4D29"/>
    <w:rsid w:val="004C4FC5"/>
    <w:rsid w:val="004C5026"/>
    <w:rsid w:val="004C51B2"/>
    <w:rsid w:val="004C5C84"/>
    <w:rsid w:val="004C610D"/>
    <w:rsid w:val="004C62FA"/>
    <w:rsid w:val="004C6456"/>
    <w:rsid w:val="004C6BA7"/>
    <w:rsid w:val="004C6F68"/>
    <w:rsid w:val="004C7502"/>
    <w:rsid w:val="004C7767"/>
    <w:rsid w:val="004D00E2"/>
    <w:rsid w:val="004D01C2"/>
    <w:rsid w:val="004D03B6"/>
    <w:rsid w:val="004D1117"/>
    <w:rsid w:val="004D1547"/>
    <w:rsid w:val="004D1B22"/>
    <w:rsid w:val="004D1B23"/>
    <w:rsid w:val="004D1DA6"/>
    <w:rsid w:val="004D2342"/>
    <w:rsid w:val="004D27EE"/>
    <w:rsid w:val="004D2A0F"/>
    <w:rsid w:val="004D2BF2"/>
    <w:rsid w:val="004D3821"/>
    <w:rsid w:val="004D3D75"/>
    <w:rsid w:val="004D3F6E"/>
    <w:rsid w:val="004D44C8"/>
    <w:rsid w:val="004D5424"/>
    <w:rsid w:val="004D5C6A"/>
    <w:rsid w:val="004D5D57"/>
    <w:rsid w:val="004D655F"/>
    <w:rsid w:val="004D6779"/>
    <w:rsid w:val="004D6B7E"/>
    <w:rsid w:val="004D7173"/>
    <w:rsid w:val="004D72BE"/>
    <w:rsid w:val="004D7308"/>
    <w:rsid w:val="004D794A"/>
    <w:rsid w:val="004D797A"/>
    <w:rsid w:val="004D7E26"/>
    <w:rsid w:val="004E083D"/>
    <w:rsid w:val="004E0BD2"/>
    <w:rsid w:val="004E0E86"/>
    <w:rsid w:val="004E1640"/>
    <w:rsid w:val="004E191B"/>
    <w:rsid w:val="004E1B1A"/>
    <w:rsid w:val="004E1BCF"/>
    <w:rsid w:val="004E215F"/>
    <w:rsid w:val="004E2767"/>
    <w:rsid w:val="004E2B2C"/>
    <w:rsid w:val="004E2D3E"/>
    <w:rsid w:val="004E2D3F"/>
    <w:rsid w:val="004E3039"/>
    <w:rsid w:val="004E33F1"/>
    <w:rsid w:val="004E390B"/>
    <w:rsid w:val="004E4466"/>
    <w:rsid w:val="004E44D6"/>
    <w:rsid w:val="004E45C2"/>
    <w:rsid w:val="004E4B38"/>
    <w:rsid w:val="004E4F13"/>
    <w:rsid w:val="004E5112"/>
    <w:rsid w:val="004E51AB"/>
    <w:rsid w:val="004E5797"/>
    <w:rsid w:val="004E5B8D"/>
    <w:rsid w:val="004E6131"/>
    <w:rsid w:val="004E6442"/>
    <w:rsid w:val="004E70DA"/>
    <w:rsid w:val="004E7602"/>
    <w:rsid w:val="004E7C71"/>
    <w:rsid w:val="004F0215"/>
    <w:rsid w:val="004F05D5"/>
    <w:rsid w:val="004F16A5"/>
    <w:rsid w:val="004F1925"/>
    <w:rsid w:val="004F1987"/>
    <w:rsid w:val="004F1CC1"/>
    <w:rsid w:val="004F1E2C"/>
    <w:rsid w:val="004F1FED"/>
    <w:rsid w:val="004F27EB"/>
    <w:rsid w:val="004F2A91"/>
    <w:rsid w:val="004F2DA3"/>
    <w:rsid w:val="004F3380"/>
    <w:rsid w:val="004F33A0"/>
    <w:rsid w:val="004F34A9"/>
    <w:rsid w:val="004F3823"/>
    <w:rsid w:val="004F3AA1"/>
    <w:rsid w:val="004F3E86"/>
    <w:rsid w:val="004F404E"/>
    <w:rsid w:val="004F4806"/>
    <w:rsid w:val="004F4833"/>
    <w:rsid w:val="004F4959"/>
    <w:rsid w:val="004F495D"/>
    <w:rsid w:val="004F4984"/>
    <w:rsid w:val="004F4FD9"/>
    <w:rsid w:val="004F59EE"/>
    <w:rsid w:val="004F5E40"/>
    <w:rsid w:val="004F620C"/>
    <w:rsid w:val="004F6443"/>
    <w:rsid w:val="004F6717"/>
    <w:rsid w:val="004F69E1"/>
    <w:rsid w:val="004F6BE1"/>
    <w:rsid w:val="004F6C29"/>
    <w:rsid w:val="004F6D9E"/>
    <w:rsid w:val="004F7F18"/>
    <w:rsid w:val="004F7F3E"/>
    <w:rsid w:val="0050016A"/>
    <w:rsid w:val="005004ED"/>
    <w:rsid w:val="005013D2"/>
    <w:rsid w:val="00501430"/>
    <w:rsid w:val="00501CA0"/>
    <w:rsid w:val="00501CE2"/>
    <w:rsid w:val="0050267B"/>
    <w:rsid w:val="00503891"/>
    <w:rsid w:val="005048E6"/>
    <w:rsid w:val="00504C21"/>
    <w:rsid w:val="00504C2B"/>
    <w:rsid w:val="005056C7"/>
    <w:rsid w:val="0050582F"/>
    <w:rsid w:val="00505900"/>
    <w:rsid w:val="00505E5D"/>
    <w:rsid w:val="00505F0F"/>
    <w:rsid w:val="005060BA"/>
    <w:rsid w:val="00506711"/>
    <w:rsid w:val="00506BAD"/>
    <w:rsid w:val="0050717F"/>
    <w:rsid w:val="00507387"/>
    <w:rsid w:val="0050762A"/>
    <w:rsid w:val="0050782F"/>
    <w:rsid w:val="00507869"/>
    <w:rsid w:val="00507ABE"/>
    <w:rsid w:val="0051037D"/>
    <w:rsid w:val="00510547"/>
    <w:rsid w:val="0051057C"/>
    <w:rsid w:val="00510ADF"/>
    <w:rsid w:val="00510D72"/>
    <w:rsid w:val="00511123"/>
    <w:rsid w:val="005112DE"/>
    <w:rsid w:val="0051160C"/>
    <w:rsid w:val="0051184A"/>
    <w:rsid w:val="005118E9"/>
    <w:rsid w:val="00511A47"/>
    <w:rsid w:val="00511D5F"/>
    <w:rsid w:val="0051207B"/>
    <w:rsid w:val="005121AB"/>
    <w:rsid w:val="00512405"/>
    <w:rsid w:val="005124A3"/>
    <w:rsid w:val="0051257B"/>
    <w:rsid w:val="005127CA"/>
    <w:rsid w:val="00512F2A"/>
    <w:rsid w:val="0051349E"/>
    <w:rsid w:val="00513E90"/>
    <w:rsid w:val="00514435"/>
    <w:rsid w:val="00514AC9"/>
    <w:rsid w:val="00514F79"/>
    <w:rsid w:val="00515009"/>
    <w:rsid w:val="00515132"/>
    <w:rsid w:val="00515681"/>
    <w:rsid w:val="005158B8"/>
    <w:rsid w:val="005159E2"/>
    <w:rsid w:val="00515EE6"/>
    <w:rsid w:val="00516239"/>
    <w:rsid w:val="005168BB"/>
    <w:rsid w:val="00516B73"/>
    <w:rsid w:val="0051745A"/>
    <w:rsid w:val="00517615"/>
    <w:rsid w:val="00517A39"/>
    <w:rsid w:val="00517B60"/>
    <w:rsid w:val="00517C24"/>
    <w:rsid w:val="005200AE"/>
    <w:rsid w:val="005205D5"/>
    <w:rsid w:val="005209E1"/>
    <w:rsid w:val="00520E78"/>
    <w:rsid w:val="005210A6"/>
    <w:rsid w:val="00521233"/>
    <w:rsid w:val="0052179A"/>
    <w:rsid w:val="00521933"/>
    <w:rsid w:val="00521AC2"/>
    <w:rsid w:val="00521EA0"/>
    <w:rsid w:val="005220D0"/>
    <w:rsid w:val="0052238D"/>
    <w:rsid w:val="00522855"/>
    <w:rsid w:val="00522A35"/>
    <w:rsid w:val="00522FAB"/>
    <w:rsid w:val="005232F1"/>
    <w:rsid w:val="00523661"/>
    <w:rsid w:val="0052385B"/>
    <w:rsid w:val="005239DB"/>
    <w:rsid w:val="00523B57"/>
    <w:rsid w:val="00523BA6"/>
    <w:rsid w:val="00523D54"/>
    <w:rsid w:val="005242E6"/>
    <w:rsid w:val="005252B1"/>
    <w:rsid w:val="00525A91"/>
    <w:rsid w:val="00525ADA"/>
    <w:rsid w:val="00526023"/>
    <w:rsid w:val="0052620F"/>
    <w:rsid w:val="0052685E"/>
    <w:rsid w:val="005268ED"/>
    <w:rsid w:val="00526D39"/>
    <w:rsid w:val="00526FC2"/>
    <w:rsid w:val="0052786D"/>
    <w:rsid w:val="00527A76"/>
    <w:rsid w:val="00527D9C"/>
    <w:rsid w:val="00527E66"/>
    <w:rsid w:val="005300A4"/>
    <w:rsid w:val="00530217"/>
    <w:rsid w:val="00530B50"/>
    <w:rsid w:val="005317FA"/>
    <w:rsid w:val="00531A11"/>
    <w:rsid w:val="00531B48"/>
    <w:rsid w:val="00531B89"/>
    <w:rsid w:val="00531DEF"/>
    <w:rsid w:val="00531F86"/>
    <w:rsid w:val="00532430"/>
    <w:rsid w:val="00532523"/>
    <w:rsid w:val="00532737"/>
    <w:rsid w:val="005329A6"/>
    <w:rsid w:val="00532DA8"/>
    <w:rsid w:val="005334BF"/>
    <w:rsid w:val="005335EB"/>
    <w:rsid w:val="00533D9A"/>
    <w:rsid w:val="0053453A"/>
    <w:rsid w:val="00534556"/>
    <w:rsid w:val="005345C2"/>
    <w:rsid w:val="00534AB3"/>
    <w:rsid w:val="00535104"/>
    <w:rsid w:val="005358A4"/>
    <w:rsid w:val="00535F55"/>
    <w:rsid w:val="00535FB9"/>
    <w:rsid w:val="00536954"/>
    <w:rsid w:val="00536E37"/>
    <w:rsid w:val="00536F67"/>
    <w:rsid w:val="00537270"/>
    <w:rsid w:val="00537347"/>
    <w:rsid w:val="0053755F"/>
    <w:rsid w:val="00537669"/>
    <w:rsid w:val="0053772C"/>
    <w:rsid w:val="005406B4"/>
    <w:rsid w:val="0054080D"/>
    <w:rsid w:val="00540AF3"/>
    <w:rsid w:val="00541191"/>
    <w:rsid w:val="0054128C"/>
    <w:rsid w:val="00541D06"/>
    <w:rsid w:val="00542200"/>
    <w:rsid w:val="0054233B"/>
    <w:rsid w:val="00542418"/>
    <w:rsid w:val="00542761"/>
    <w:rsid w:val="00542C7E"/>
    <w:rsid w:val="00542CD7"/>
    <w:rsid w:val="00542D10"/>
    <w:rsid w:val="00542EBD"/>
    <w:rsid w:val="00542F4D"/>
    <w:rsid w:val="005432DE"/>
    <w:rsid w:val="0054340C"/>
    <w:rsid w:val="005434C7"/>
    <w:rsid w:val="005434CB"/>
    <w:rsid w:val="005434E8"/>
    <w:rsid w:val="005435AB"/>
    <w:rsid w:val="00543842"/>
    <w:rsid w:val="00543934"/>
    <w:rsid w:val="00543E72"/>
    <w:rsid w:val="00543FC8"/>
    <w:rsid w:val="005441C2"/>
    <w:rsid w:val="00544306"/>
    <w:rsid w:val="0054448A"/>
    <w:rsid w:val="005445A4"/>
    <w:rsid w:val="005446F7"/>
    <w:rsid w:val="005449F0"/>
    <w:rsid w:val="00544C00"/>
    <w:rsid w:val="0054523B"/>
    <w:rsid w:val="0054546D"/>
    <w:rsid w:val="00545BD9"/>
    <w:rsid w:val="00546B16"/>
    <w:rsid w:val="00546DCD"/>
    <w:rsid w:val="005470FB"/>
    <w:rsid w:val="00547EAA"/>
    <w:rsid w:val="00550BE6"/>
    <w:rsid w:val="00551203"/>
    <w:rsid w:val="00551545"/>
    <w:rsid w:val="0055168C"/>
    <w:rsid w:val="0055235E"/>
    <w:rsid w:val="00552437"/>
    <w:rsid w:val="005525A0"/>
    <w:rsid w:val="00552728"/>
    <w:rsid w:val="005528DF"/>
    <w:rsid w:val="005528E1"/>
    <w:rsid w:val="00552C22"/>
    <w:rsid w:val="00552C6E"/>
    <w:rsid w:val="005531F0"/>
    <w:rsid w:val="0055335F"/>
    <w:rsid w:val="00553EAF"/>
    <w:rsid w:val="00553F72"/>
    <w:rsid w:val="005540FE"/>
    <w:rsid w:val="00554238"/>
    <w:rsid w:val="005545CD"/>
    <w:rsid w:val="00554B53"/>
    <w:rsid w:val="00554C8D"/>
    <w:rsid w:val="005555B2"/>
    <w:rsid w:val="00555ED1"/>
    <w:rsid w:val="00555F91"/>
    <w:rsid w:val="00555FB5"/>
    <w:rsid w:val="0055640C"/>
    <w:rsid w:val="00556505"/>
    <w:rsid w:val="0055682E"/>
    <w:rsid w:val="00556A84"/>
    <w:rsid w:val="00556ED7"/>
    <w:rsid w:val="005570E7"/>
    <w:rsid w:val="00560574"/>
    <w:rsid w:val="0056113E"/>
    <w:rsid w:val="00561527"/>
    <w:rsid w:val="005616A6"/>
    <w:rsid w:val="0056181B"/>
    <w:rsid w:val="00561C06"/>
    <w:rsid w:val="00561E45"/>
    <w:rsid w:val="00562729"/>
    <w:rsid w:val="00562842"/>
    <w:rsid w:val="00563400"/>
    <w:rsid w:val="00563892"/>
    <w:rsid w:val="0056389A"/>
    <w:rsid w:val="00563CC9"/>
    <w:rsid w:val="00563F22"/>
    <w:rsid w:val="0056453F"/>
    <w:rsid w:val="00564831"/>
    <w:rsid w:val="00564C25"/>
    <w:rsid w:val="00565525"/>
    <w:rsid w:val="00566485"/>
    <w:rsid w:val="0056649E"/>
    <w:rsid w:val="005667D5"/>
    <w:rsid w:val="005667E9"/>
    <w:rsid w:val="005667F2"/>
    <w:rsid w:val="00566973"/>
    <w:rsid w:val="005670E3"/>
    <w:rsid w:val="005672AA"/>
    <w:rsid w:val="00567507"/>
    <w:rsid w:val="00567520"/>
    <w:rsid w:val="00567907"/>
    <w:rsid w:val="005679D9"/>
    <w:rsid w:val="00570255"/>
    <w:rsid w:val="005702FA"/>
    <w:rsid w:val="005703CF"/>
    <w:rsid w:val="0057094D"/>
    <w:rsid w:val="00570BD1"/>
    <w:rsid w:val="0057108A"/>
    <w:rsid w:val="005714B0"/>
    <w:rsid w:val="0057158E"/>
    <w:rsid w:val="0057167E"/>
    <w:rsid w:val="005719D5"/>
    <w:rsid w:val="00571DEE"/>
    <w:rsid w:val="0057207D"/>
    <w:rsid w:val="0057213F"/>
    <w:rsid w:val="00572337"/>
    <w:rsid w:val="0057242C"/>
    <w:rsid w:val="005724CC"/>
    <w:rsid w:val="00572B9D"/>
    <w:rsid w:val="00573379"/>
    <w:rsid w:val="005733B2"/>
    <w:rsid w:val="0057342F"/>
    <w:rsid w:val="00573439"/>
    <w:rsid w:val="00573982"/>
    <w:rsid w:val="00573E00"/>
    <w:rsid w:val="00574092"/>
    <w:rsid w:val="005741D0"/>
    <w:rsid w:val="00574326"/>
    <w:rsid w:val="005743D8"/>
    <w:rsid w:val="0057442D"/>
    <w:rsid w:val="00574611"/>
    <w:rsid w:val="00575241"/>
    <w:rsid w:val="005752A6"/>
    <w:rsid w:val="00575492"/>
    <w:rsid w:val="005754FE"/>
    <w:rsid w:val="00575760"/>
    <w:rsid w:val="00576124"/>
    <w:rsid w:val="0057634B"/>
    <w:rsid w:val="005768F6"/>
    <w:rsid w:val="00576E3C"/>
    <w:rsid w:val="00577139"/>
    <w:rsid w:val="00577218"/>
    <w:rsid w:val="00577B93"/>
    <w:rsid w:val="00577E73"/>
    <w:rsid w:val="00577E98"/>
    <w:rsid w:val="00580685"/>
    <w:rsid w:val="0058069F"/>
    <w:rsid w:val="005807D4"/>
    <w:rsid w:val="00580A68"/>
    <w:rsid w:val="00581430"/>
    <w:rsid w:val="005814F5"/>
    <w:rsid w:val="00581A05"/>
    <w:rsid w:val="00581D8C"/>
    <w:rsid w:val="0058213E"/>
    <w:rsid w:val="00582A1B"/>
    <w:rsid w:val="0058321F"/>
    <w:rsid w:val="005836C7"/>
    <w:rsid w:val="00583CF9"/>
    <w:rsid w:val="0058441B"/>
    <w:rsid w:val="00584BD1"/>
    <w:rsid w:val="00584F3F"/>
    <w:rsid w:val="00585579"/>
    <w:rsid w:val="00585B64"/>
    <w:rsid w:val="00586065"/>
    <w:rsid w:val="00586575"/>
    <w:rsid w:val="005867AC"/>
    <w:rsid w:val="00586FD0"/>
    <w:rsid w:val="005875CB"/>
    <w:rsid w:val="00587867"/>
    <w:rsid w:val="00587AAD"/>
    <w:rsid w:val="00587D92"/>
    <w:rsid w:val="00590262"/>
    <w:rsid w:val="005902D5"/>
    <w:rsid w:val="00590723"/>
    <w:rsid w:val="00591D23"/>
    <w:rsid w:val="00592877"/>
    <w:rsid w:val="00592DA3"/>
    <w:rsid w:val="0059334C"/>
    <w:rsid w:val="00593A23"/>
    <w:rsid w:val="0059447B"/>
    <w:rsid w:val="00594A7C"/>
    <w:rsid w:val="00595217"/>
    <w:rsid w:val="005956F3"/>
    <w:rsid w:val="005957C2"/>
    <w:rsid w:val="00595A3F"/>
    <w:rsid w:val="00595D06"/>
    <w:rsid w:val="00595E74"/>
    <w:rsid w:val="005963E8"/>
    <w:rsid w:val="005967CF"/>
    <w:rsid w:val="00596934"/>
    <w:rsid w:val="005975B5"/>
    <w:rsid w:val="00597954"/>
    <w:rsid w:val="00597C44"/>
    <w:rsid w:val="00597F53"/>
    <w:rsid w:val="005A0011"/>
    <w:rsid w:val="005A034A"/>
    <w:rsid w:val="005A0439"/>
    <w:rsid w:val="005A04DB"/>
    <w:rsid w:val="005A0E68"/>
    <w:rsid w:val="005A130D"/>
    <w:rsid w:val="005A1437"/>
    <w:rsid w:val="005A241B"/>
    <w:rsid w:val="005A26BD"/>
    <w:rsid w:val="005A316A"/>
    <w:rsid w:val="005A356F"/>
    <w:rsid w:val="005A357B"/>
    <w:rsid w:val="005A3B23"/>
    <w:rsid w:val="005A3F43"/>
    <w:rsid w:val="005A4132"/>
    <w:rsid w:val="005A4273"/>
    <w:rsid w:val="005A42C4"/>
    <w:rsid w:val="005A4302"/>
    <w:rsid w:val="005A4336"/>
    <w:rsid w:val="005A43DA"/>
    <w:rsid w:val="005A4907"/>
    <w:rsid w:val="005A4AA5"/>
    <w:rsid w:val="005A4B77"/>
    <w:rsid w:val="005A4FFD"/>
    <w:rsid w:val="005A5197"/>
    <w:rsid w:val="005A5628"/>
    <w:rsid w:val="005A62C9"/>
    <w:rsid w:val="005A63A3"/>
    <w:rsid w:val="005A6F1B"/>
    <w:rsid w:val="005A7520"/>
    <w:rsid w:val="005A76B7"/>
    <w:rsid w:val="005A7924"/>
    <w:rsid w:val="005A7BF5"/>
    <w:rsid w:val="005A7C2A"/>
    <w:rsid w:val="005B015F"/>
    <w:rsid w:val="005B04DD"/>
    <w:rsid w:val="005B0649"/>
    <w:rsid w:val="005B0F3C"/>
    <w:rsid w:val="005B143A"/>
    <w:rsid w:val="005B17A9"/>
    <w:rsid w:val="005B22D4"/>
    <w:rsid w:val="005B249F"/>
    <w:rsid w:val="005B29B3"/>
    <w:rsid w:val="005B2BA5"/>
    <w:rsid w:val="005B2E84"/>
    <w:rsid w:val="005B3018"/>
    <w:rsid w:val="005B3306"/>
    <w:rsid w:val="005B3745"/>
    <w:rsid w:val="005B37F5"/>
    <w:rsid w:val="005B3B32"/>
    <w:rsid w:val="005B4286"/>
    <w:rsid w:val="005B45C5"/>
    <w:rsid w:val="005B4DA0"/>
    <w:rsid w:val="005B50D1"/>
    <w:rsid w:val="005B555E"/>
    <w:rsid w:val="005B5880"/>
    <w:rsid w:val="005B63A6"/>
    <w:rsid w:val="005B6BED"/>
    <w:rsid w:val="005B6E47"/>
    <w:rsid w:val="005B6F5D"/>
    <w:rsid w:val="005B7D25"/>
    <w:rsid w:val="005B7E3C"/>
    <w:rsid w:val="005C05C3"/>
    <w:rsid w:val="005C0C5B"/>
    <w:rsid w:val="005C1C91"/>
    <w:rsid w:val="005C22F9"/>
    <w:rsid w:val="005C234A"/>
    <w:rsid w:val="005C41A0"/>
    <w:rsid w:val="005C4256"/>
    <w:rsid w:val="005C44E1"/>
    <w:rsid w:val="005C4514"/>
    <w:rsid w:val="005C487C"/>
    <w:rsid w:val="005C4F75"/>
    <w:rsid w:val="005C5472"/>
    <w:rsid w:val="005C59E1"/>
    <w:rsid w:val="005C5D70"/>
    <w:rsid w:val="005C6215"/>
    <w:rsid w:val="005C6245"/>
    <w:rsid w:val="005C62F8"/>
    <w:rsid w:val="005C66E5"/>
    <w:rsid w:val="005C6A08"/>
    <w:rsid w:val="005C6DD2"/>
    <w:rsid w:val="005C71D9"/>
    <w:rsid w:val="005C7348"/>
    <w:rsid w:val="005C75B6"/>
    <w:rsid w:val="005C7696"/>
    <w:rsid w:val="005C7CCA"/>
    <w:rsid w:val="005D02FF"/>
    <w:rsid w:val="005D09D0"/>
    <w:rsid w:val="005D13E2"/>
    <w:rsid w:val="005D1409"/>
    <w:rsid w:val="005D1CBC"/>
    <w:rsid w:val="005D1EB9"/>
    <w:rsid w:val="005D227D"/>
    <w:rsid w:val="005D232C"/>
    <w:rsid w:val="005D2403"/>
    <w:rsid w:val="005D2678"/>
    <w:rsid w:val="005D28FB"/>
    <w:rsid w:val="005D2926"/>
    <w:rsid w:val="005D2931"/>
    <w:rsid w:val="005D2CE8"/>
    <w:rsid w:val="005D321C"/>
    <w:rsid w:val="005D3568"/>
    <w:rsid w:val="005D3E54"/>
    <w:rsid w:val="005D40D8"/>
    <w:rsid w:val="005D40EC"/>
    <w:rsid w:val="005D42BB"/>
    <w:rsid w:val="005D4767"/>
    <w:rsid w:val="005D4EB3"/>
    <w:rsid w:val="005D514B"/>
    <w:rsid w:val="005D51B9"/>
    <w:rsid w:val="005D538E"/>
    <w:rsid w:val="005D59DA"/>
    <w:rsid w:val="005D5B50"/>
    <w:rsid w:val="005D5FD6"/>
    <w:rsid w:val="005D635B"/>
    <w:rsid w:val="005D6519"/>
    <w:rsid w:val="005D6696"/>
    <w:rsid w:val="005D6A80"/>
    <w:rsid w:val="005D6B86"/>
    <w:rsid w:val="005D6F3F"/>
    <w:rsid w:val="005D717E"/>
    <w:rsid w:val="005D7C23"/>
    <w:rsid w:val="005E0428"/>
    <w:rsid w:val="005E1162"/>
    <w:rsid w:val="005E17BA"/>
    <w:rsid w:val="005E1B06"/>
    <w:rsid w:val="005E1C0A"/>
    <w:rsid w:val="005E2061"/>
    <w:rsid w:val="005E20AD"/>
    <w:rsid w:val="005E20EA"/>
    <w:rsid w:val="005E25C9"/>
    <w:rsid w:val="005E2CCB"/>
    <w:rsid w:val="005E367B"/>
    <w:rsid w:val="005E55C4"/>
    <w:rsid w:val="005E5CD8"/>
    <w:rsid w:val="005E5D29"/>
    <w:rsid w:val="005E5DF5"/>
    <w:rsid w:val="005E64EF"/>
    <w:rsid w:val="005E6D3A"/>
    <w:rsid w:val="005E7266"/>
    <w:rsid w:val="005E74DC"/>
    <w:rsid w:val="005F0F00"/>
    <w:rsid w:val="005F1119"/>
    <w:rsid w:val="005F14BE"/>
    <w:rsid w:val="005F16C7"/>
    <w:rsid w:val="005F17FF"/>
    <w:rsid w:val="005F19C5"/>
    <w:rsid w:val="005F1CA1"/>
    <w:rsid w:val="005F2006"/>
    <w:rsid w:val="005F2189"/>
    <w:rsid w:val="005F2294"/>
    <w:rsid w:val="005F29B2"/>
    <w:rsid w:val="005F2B07"/>
    <w:rsid w:val="005F2D31"/>
    <w:rsid w:val="005F3187"/>
    <w:rsid w:val="005F3321"/>
    <w:rsid w:val="005F3363"/>
    <w:rsid w:val="005F3498"/>
    <w:rsid w:val="005F381E"/>
    <w:rsid w:val="005F3840"/>
    <w:rsid w:val="005F3B54"/>
    <w:rsid w:val="005F3E86"/>
    <w:rsid w:val="005F3F79"/>
    <w:rsid w:val="005F42BB"/>
    <w:rsid w:val="005F43FC"/>
    <w:rsid w:val="005F45AB"/>
    <w:rsid w:val="005F53CD"/>
    <w:rsid w:val="005F57E1"/>
    <w:rsid w:val="005F5EA0"/>
    <w:rsid w:val="005F63D8"/>
    <w:rsid w:val="005F63DD"/>
    <w:rsid w:val="005F64E9"/>
    <w:rsid w:val="005F7AE3"/>
    <w:rsid w:val="005F7F49"/>
    <w:rsid w:val="006008DE"/>
    <w:rsid w:val="006009DB"/>
    <w:rsid w:val="00601B74"/>
    <w:rsid w:val="00601BD5"/>
    <w:rsid w:val="00601F78"/>
    <w:rsid w:val="0060219D"/>
    <w:rsid w:val="00602E92"/>
    <w:rsid w:val="00603130"/>
    <w:rsid w:val="0060329F"/>
    <w:rsid w:val="00603B8E"/>
    <w:rsid w:val="00603C41"/>
    <w:rsid w:val="006040AC"/>
    <w:rsid w:val="00604177"/>
    <w:rsid w:val="00604294"/>
    <w:rsid w:val="0060431F"/>
    <w:rsid w:val="006043C2"/>
    <w:rsid w:val="00604CA4"/>
    <w:rsid w:val="0060517D"/>
    <w:rsid w:val="00605A58"/>
    <w:rsid w:val="00605CF3"/>
    <w:rsid w:val="00605D9D"/>
    <w:rsid w:val="00605F1D"/>
    <w:rsid w:val="0060607C"/>
    <w:rsid w:val="00606AD4"/>
    <w:rsid w:val="00606BF1"/>
    <w:rsid w:val="00606D42"/>
    <w:rsid w:val="00607540"/>
    <w:rsid w:val="00607625"/>
    <w:rsid w:val="00607F6E"/>
    <w:rsid w:val="00607FBF"/>
    <w:rsid w:val="006102B8"/>
    <w:rsid w:val="0061095F"/>
    <w:rsid w:val="00610F72"/>
    <w:rsid w:val="0061115C"/>
    <w:rsid w:val="006116DA"/>
    <w:rsid w:val="00612315"/>
    <w:rsid w:val="0061269D"/>
    <w:rsid w:val="00612873"/>
    <w:rsid w:val="00612902"/>
    <w:rsid w:val="0061291F"/>
    <w:rsid w:val="00612AF8"/>
    <w:rsid w:val="00612E7B"/>
    <w:rsid w:val="00613F5C"/>
    <w:rsid w:val="00614042"/>
    <w:rsid w:val="006140DA"/>
    <w:rsid w:val="006141B5"/>
    <w:rsid w:val="0061436B"/>
    <w:rsid w:val="006143D7"/>
    <w:rsid w:val="00614403"/>
    <w:rsid w:val="0061537B"/>
    <w:rsid w:val="00615830"/>
    <w:rsid w:val="00615E9F"/>
    <w:rsid w:val="00616329"/>
    <w:rsid w:val="0061639E"/>
    <w:rsid w:val="0061664D"/>
    <w:rsid w:val="00616CA0"/>
    <w:rsid w:val="00617393"/>
    <w:rsid w:val="00617F0B"/>
    <w:rsid w:val="00617F5D"/>
    <w:rsid w:val="00617F8A"/>
    <w:rsid w:val="00620955"/>
    <w:rsid w:val="00620EFC"/>
    <w:rsid w:val="00621200"/>
    <w:rsid w:val="00621217"/>
    <w:rsid w:val="0062163E"/>
    <w:rsid w:val="00621D16"/>
    <w:rsid w:val="00622016"/>
    <w:rsid w:val="006225B8"/>
    <w:rsid w:val="00622A83"/>
    <w:rsid w:val="00622D3D"/>
    <w:rsid w:val="00622D83"/>
    <w:rsid w:val="00622FDC"/>
    <w:rsid w:val="006238A7"/>
    <w:rsid w:val="006238A9"/>
    <w:rsid w:val="00623C36"/>
    <w:rsid w:val="00624597"/>
    <w:rsid w:val="00624964"/>
    <w:rsid w:val="00624A1B"/>
    <w:rsid w:val="0062501A"/>
    <w:rsid w:val="006252DF"/>
    <w:rsid w:val="00625491"/>
    <w:rsid w:val="006254C1"/>
    <w:rsid w:val="00625F79"/>
    <w:rsid w:val="00626412"/>
    <w:rsid w:val="00626487"/>
    <w:rsid w:val="006268B7"/>
    <w:rsid w:val="00627BEF"/>
    <w:rsid w:val="00627E26"/>
    <w:rsid w:val="006304DE"/>
    <w:rsid w:val="00630A68"/>
    <w:rsid w:val="00630CB6"/>
    <w:rsid w:val="00630F74"/>
    <w:rsid w:val="00631036"/>
    <w:rsid w:val="006319FB"/>
    <w:rsid w:val="00632A96"/>
    <w:rsid w:val="00632BE0"/>
    <w:rsid w:val="00632C18"/>
    <w:rsid w:val="00632E0B"/>
    <w:rsid w:val="00632FF4"/>
    <w:rsid w:val="006331EA"/>
    <w:rsid w:val="006333B1"/>
    <w:rsid w:val="00633588"/>
    <w:rsid w:val="006338F0"/>
    <w:rsid w:val="00633D7D"/>
    <w:rsid w:val="00633DF6"/>
    <w:rsid w:val="00633E9C"/>
    <w:rsid w:val="00633F64"/>
    <w:rsid w:val="0063406A"/>
    <w:rsid w:val="006340FF"/>
    <w:rsid w:val="006343F3"/>
    <w:rsid w:val="006345F2"/>
    <w:rsid w:val="0063472D"/>
    <w:rsid w:val="006348F6"/>
    <w:rsid w:val="00634AFC"/>
    <w:rsid w:val="00634CEB"/>
    <w:rsid w:val="00634F15"/>
    <w:rsid w:val="00634F97"/>
    <w:rsid w:val="00635189"/>
    <w:rsid w:val="006354EE"/>
    <w:rsid w:val="006357A2"/>
    <w:rsid w:val="00635A45"/>
    <w:rsid w:val="0063622C"/>
    <w:rsid w:val="006367BB"/>
    <w:rsid w:val="00636DD8"/>
    <w:rsid w:val="00637181"/>
    <w:rsid w:val="00637229"/>
    <w:rsid w:val="006372ED"/>
    <w:rsid w:val="006378D3"/>
    <w:rsid w:val="00637F8F"/>
    <w:rsid w:val="00640439"/>
    <w:rsid w:val="00640627"/>
    <w:rsid w:val="00640A15"/>
    <w:rsid w:val="00640BCF"/>
    <w:rsid w:val="006413FA"/>
    <w:rsid w:val="00641984"/>
    <w:rsid w:val="00641C18"/>
    <w:rsid w:val="00641D1E"/>
    <w:rsid w:val="00641D31"/>
    <w:rsid w:val="0064249E"/>
    <w:rsid w:val="006427A2"/>
    <w:rsid w:val="006437A2"/>
    <w:rsid w:val="0064407C"/>
    <w:rsid w:val="00644295"/>
    <w:rsid w:val="00644327"/>
    <w:rsid w:val="00644DEA"/>
    <w:rsid w:val="00644E97"/>
    <w:rsid w:val="00645019"/>
    <w:rsid w:val="00645149"/>
    <w:rsid w:val="006452B9"/>
    <w:rsid w:val="006452FB"/>
    <w:rsid w:val="006454C3"/>
    <w:rsid w:val="006454D8"/>
    <w:rsid w:val="00646163"/>
    <w:rsid w:val="00646D1E"/>
    <w:rsid w:val="00647017"/>
    <w:rsid w:val="006471E7"/>
    <w:rsid w:val="00647763"/>
    <w:rsid w:val="00647776"/>
    <w:rsid w:val="0064782C"/>
    <w:rsid w:val="00647960"/>
    <w:rsid w:val="00647D55"/>
    <w:rsid w:val="00647D8D"/>
    <w:rsid w:val="0065005B"/>
    <w:rsid w:val="00650116"/>
    <w:rsid w:val="00650315"/>
    <w:rsid w:val="0065049E"/>
    <w:rsid w:val="0065057C"/>
    <w:rsid w:val="00650A64"/>
    <w:rsid w:val="00650ABC"/>
    <w:rsid w:val="00650C2E"/>
    <w:rsid w:val="00651E4F"/>
    <w:rsid w:val="0065211A"/>
    <w:rsid w:val="00652541"/>
    <w:rsid w:val="006526A2"/>
    <w:rsid w:val="00652796"/>
    <w:rsid w:val="0065299F"/>
    <w:rsid w:val="00652DD4"/>
    <w:rsid w:val="00652DFE"/>
    <w:rsid w:val="00653658"/>
    <w:rsid w:val="006538B0"/>
    <w:rsid w:val="00653BC3"/>
    <w:rsid w:val="00653E94"/>
    <w:rsid w:val="00654A8B"/>
    <w:rsid w:val="00654DB6"/>
    <w:rsid w:val="00654DBB"/>
    <w:rsid w:val="00655670"/>
    <w:rsid w:val="0065597A"/>
    <w:rsid w:val="00655B53"/>
    <w:rsid w:val="00655F14"/>
    <w:rsid w:val="00655F2A"/>
    <w:rsid w:val="00657577"/>
    <w:rsid w:val="00657F55"/>
    <w:rsid w:val="00660646"/>
    <w:rsid w:val="00660983"/>
    <w:rsid w:val="006619FD"/>
    <w:rsid w:val="00662821"/>
    <w:rsid w:val="0066295D"/>
    <w:rsid w:val="006629FF"/>
    <w:rsid w:val="00662BB5"/>
    <w:rsid w:val="00662DCD"/>
    <w:rsid w:val="00662EA8"/>
    <w:rsid w:val="00662F2C"/>
    <w:rsid w:val="00663392"/>
    <w:rsid w:val="006636EC"/>
    <w:rsid w:val="00663E39"/>
    <w:rsid w:val="00663FA5"/>
    <w:rsid w:val="00664368"/>
    <w:rsid w:val="00664481"/>
    <w:rsid w:val="0066483F"/>
    <w:rsid w:val="00664BBC"/>
    <w:rsid w:val="006650D1"/>
    <w:rsid w:val="00665828"/>
    <w:rsid w:val="00665846"/>
    <w:rsid w:val="006659A9"/>
    <w:rsid w:val="00665A4E"/>
    <w:rsid w:val="00665A9B"/>
    <w:rsid w:val="00666309"/>
    <w:rsid w:val="00666372"/>
    <w:rsid w:val="006666BE"/>
    <w:rsid w:val="00666A75"/>
    <w:rsid w:val="00666B67"/>
    <w:rsid w:val="00667049"/>
    <w:rsid w:val="0066737C"/>
    <w:rsid w:val="0066747C"/>
    <w:rsid w:val="0066761B"/>
    <w:rsid w:val="00667C23"/>
    <w:rsid w:val="006705DB"/>
    <w:rsid w:val="006706A5"/>
    <w:rsid w:val="006707F1"/>
    <w:rsid w:val="006715A1"/>
    <w:rsid w:val="0067194C"/>
    <w:rsid w:val="00672305"/>
    <w:rsid w:val="00672505"/>
    <w:rsid w:val="0067308A"/>
    <w:rsid w:val="006730A1"/>
    <w:rsid w:val="0067370E"/>
    <w:rsid w:val="006737B2"/>
    <w:rsid w:val="006737C8"/>
    <w:rsid w:val="00674816"/>
    <w:rsid w:val="006748A9"/>
    <w:rsid w:val="00674922"/>
    <w:rsid w:val="00674F44"/>
    <w:rsid w:val="00675B63"/>
    <w:rsid w:val="00675DEC"/>
    <w:rsid w:val="00675EFE"/>
    <w:rsid w:val="0067671B"/>
    <w:rsid w:val="0067691E"/>
    <w:rsid w:val="00677132"/>
    <w:rsid w:val="00677588"/>
    <w:rsid w:val="006777A4"/>
    <w:rsid w:val="006778CE"/>
    <w:rsid w:val="00677B23"/>
    <w:rsid w:val="00677B6B"/>
    <w:rsid w:val="00677C46"/>
    <w:rsid w:val="00677C8D"/>
    <w:rsid w:val="00677C9B"/>
    <w:rsid w:val="00677D47"/>
    <w:rsid w:val="006801DC"/>
    <w:rsid w:val="00680278"/>
    <w:rsid w:val="0068055B"/>
    <w:rsid w:val="00680A60"/>
    <w:rsid w:val="0068117B"/>
    <w:rsid w:val="0068162D"/>
    <w:rsid w:val="00682A8D"/>
    <w:rsid w:val="0068302F"/>
    <w:rsid w:val="00683296"/>
    <w:rsid w:val="006832BC"/>
    <w:rsid w:val="00683CC6"/>
    <w:rsid w:val="00684315"/>
    <w:rsid w:val="006848E8"/>
    <w:rsid w:val="00684B83"/>
    <w:rsid w:val="00685030"/>
    <w:rsid w:val="00685153"/>
    <w:rsid w:val="00685BAE"/>
    <w:rsid w:val="00685E4B"/>
    <w:rsid w:val="00686818"/>
    <w:rsid w:val="00686C6C"/>
    <w:rsid w:val="0068711A"/>
    <w:rsid w:val="006877EA"/>
    <w:rsid w:val="00687A41"/>
    <w:rsid w:val="00687DD9"/>
    <w:rsid w:val="0069017E"/>
    <w:rsid w:val="006905A4"/>
    <w:rsid w:val="00690E61"/>
    <w:rsid w:val="0069104C"/>
    <w:rsid w:val="006910B5"/>
    <w:rsid w:val="00691293"/>
    <w:rsid w:val="00691E30"/>
    <w:rsid w:val="00692302"/>
    <w:rsid w:val="006924D2"/>
    <w:rsid w:val="006925DC"/>
    <w:rsid w:val="006938BE"/>
    <w:rsid w:val="00693967"/>
    <w:rsid w:val="006939A1"/>
    <w:rsid w:val="00693B0B"/>
    <w:rsid w:val="00694056"/>
    <w:rsid w:val="00694119"/>
    <w:rsid w:val="0069475A"/>
    <w:rsid w:val="00694C41"/>
    <w:rsid w:val="00694F17"/>
    <w:rsid w:val="006953E9"/>
    <w:rsid w:val="0069580D"/>
    <w:rsid w:val="00695850"/>
    <w:rsid w:val="00695AD8"/>
    <w:rsid w:val="00695E3E"/>
    <w:rsid w:val="006960F2"/>
    <w:rsid w:val="0069614F"/>
    <w:rsid w:val="0069616D"/>
    <w:rsid w:val="006961E8"/>
    <w:rsid w:val="00696393"/>
    <w:rsid w:val="006965A6"/>
    <w:rsid w:val="00696694"/>
    <w:rsid w:val="00696862"/>
    <w:rsid w:val="006969B3"/>
    <w:rsid w:val="00696A7C"/>
    <w:rsid w:val="00696EB2"/>
    <w:rsid w:val="006974C8"/>
    <w:rsid w:val="00697945"/>
    <w:rsid w:val="00697AA1"/>
    <w:rsid w:val="00697E33"/>
    <w:rsid w:val="006A0094"/>
    <w:rsid w:val="006A1017"/>
    <w:rsid w:val="006A1034"/>
    <w:rsid w:val="006A13FA"/>
    <w:rsid w:val="006A166C"/>
    <w:rsid w:val="006A16AC"/>
    <w:rsid w:val="006A1B37"/>
    <w:rsid w:val="006A1BDC"/>
    <w:rsid w:val="006A2695"/>
    <w:rsid w:val="006A2887"/>
    <w:rsid w:val="006A2BF2"/>
    <w:rsid w:val="006A3092"/>
    <w:rsid w:val="006A34DB"/>
    <w:rsid w:val="006A359D"/>
    <w:rsid w:val="006A3F3C"/>
    <w:rsid w:val="006A453E"/>
    <w:rsid w:val="006A4540"/>
    <w:rsid w:val="006A48F4"/>
    <w:rsid w:val="006A4AB8"/>
    <w:rsid w:val="006A4DA8"/>
    <w:rsid w:val="006A51AD"/>
    <w:rsid w:val="006A5A2A"/>
    <w:rsid w:val="006A61BA"/>
    <w:rsid w:val="006A6988"/>
    <w:rsid w:val="006A708F"/>
    <w:rsid w:val="006A70E9"/>
    <w:rsid w:val="006A7363"/>
    <w:rsid w:val="006A7BD2"/>
    <w:rsid w:val="006A7D5F"/>
    <w:rsid w:val="006B019D"/>
    <w:rsid w:val="006B0424"/>
    <w:rsid w:val="006B05A1"/>
    <w:rsid w:val="006B073E"/>
    <w:rsid w:val="006B07D1"/>
    <w:rsid w:val="006B0946"/>
    <w:rsid w:val="006B0D4D"/>
    <w:rsid w:val="006B1B45"/>
    <w:rsid w:val="006B201A"/>
    <w:rsid w:val="006B22B3"/>
    <w:rsid w:val="006B2891"/>
    <w:rsid w:val="006B28C4"/>
    <w:rsid w:val="006B2B3C"/>
    <w:rsid w:val="006B2D21"/>
    <w:rsid w:val="006B2F7C"/>
    <w:rsid w:val="006B34FD"/>
    <w:rsid w:val="006B3B4D"/>
    <w:rsid w:val="006B3E99"/>
    <w:rsid w:val="006B3FC2"/>
    <w:rsid w:val="006B47E7"/>
    <w:rsid w:val="006B4963"/>
    <w:rsid w:val="006B4CED"/>
    <w:rsid w:val="006B56C7"/>
    <w:rsid w:val="006B58C9"/>
    <w:rsid w:val="006B5CD4"/>
    <w:rsid w:val="006B6A1A"/>
    <w:rsid w:val="006B6D34"/>
    <w:rsid w:val="006B7A1C"/>
    <w:rsid w:val="006B7CE3"/>
    <w:rsid w:val="006C00E2"/>
    <w:rsid w:val="006C01F9"/>
    <w:rsid w:val="006C043C"/>
    <w:rsid w:val="006C0972"/>
    <w:rsid w:val="006C0EDD"/>
    <w:rsid w:val="006C1287"/>
    <w:rsid w:val="006C19BE"/>
    <w:rsid w:val="006C1B72"/>
    <w:rsid w:val="006C1C84"/>
    <w:rsid w:val="006C1CA7"/>
    <w:rsid w:val="006C1D47"/>
    <w:rsid w:val="006C232A"/>
    <w:rsid w:val="006C2465"/>
    <w:rsid w:val="006C2499"/>
    <w:rsid w:val="006C2A15"/>
    <w:rsid w:val="006C2A3D"/>
    <w:rsid w:val="006C2A78"/>
    <w:rsid w:val="006C3136"/>
    <w:rsid w:val="006C316B"/>
    <w:rsid w:val="006C328F"/>
    <w:rsid w:val="006C40D4"/>
    <w:rsid w:val="006C4F56"/>
    <w:rsid w:val="006C51D7"/>
    <w:rsid w:val="006C5380"/>
    <w:rsid w:val="006C5CB8"/>
    <w:rsid w:val="006C5F2D"/>
    <w:rsid w:val="006C6106"/>
    <w:rsid w:val="006C63BB"/>
    <w:rsid w:val="006C6505"/>
    <w:rsid w:val="006C680D"/>
    <w:rsid w:val="006C69C5"/>
    <w:rsid w:val="006C70F5"/>
    <w:rsid w:val="006C76CB"/>
    <w:rsid w:val="006C78AF"/>
    <w:rsid w:val="006C796A"/>
    <w:rsid w:val="006C79E7"/>
    <w:rsid w:val="006C7BE9"/>
    <w:rsid w:val="006C7E86"/>
    <w:rsid w:val="006C7FFC"/>
    <w:rsid w:val="006D0057"/>
    <w:rsid w:val="006D0C4B"/>
    <w:rsid w:val="006D0EBA"/>
    <w:rsid w:val="006D0F2B"/>
    <w:rsid w:val="006D13A1"/>
    <w:rsid w:val="006D17C5"/>
    <w:rsid w:val="006D2539"/>
    <w:rsid w:val="006D25CD"/>
    <w:rsid w:val="006D3556"/>
    <w:rsid w:val="006D50DE"/>
    <w:rsid w:val="006D517D"/>
    <w:rsid w:val="006D55D0"/>
    <w:rsid w:val="006D570F"/>
    <w:rsid w:val="006D581D"/>
    <w:rsid w:val="006D5D4A"/>
    <w:rsid w:val="006D61B7"/>
    <w:rsid w:val="006D654C"/>
    <w:rsid w:val="006D6A44"/>
    <w:rsid w:val="006D6AD1"/>
    <w:rsid w:val="006D6E85"/>
    <w:rsid w:val="006D713A"/>
    <w:rsid w:val="006D74FB"/>
    <w:rsid w:val="006D77DC"/>
    <w:rsid w:val="006E0127"/>
    <w:rsid w:val="006E0758"/>
    <w:rsid w:val="006E0881"/>
    <w:rsid w:val="006E0B83"/>
    <w:rsid w:val="006E0DAB"/>
    <w:rsid w:val="006E0E0B"/>
    <w:rsid w:val="006E1EEC"/>
    <w:rsid w:val="006E2352"/>
    <w:rsid w:val="006E2389"/>
    <w:rsid w:val="006E2985"/>
    <w:rsid w:val="006E2E6A"/>
    <w:rsid w:val="006E3077"/>
    <w:rsid w:val="006E34BA"/>
    <w:rsid w:val="006E3684"/>
    <w:rsid w:val="006E3BB8"/>
    <w:rsid w:val="006E3DCA"/>
    <w:rsid w:val="006E4247"/>
    <w:rsid w:val="006E4A4C"/>
    <w:rsid w:val="006E4CF9"/>
    <w:rsid w:val="006E4F18"/>
    <w:rsid w:val="006E5A8A"/>
    <w:rsid w:val="006E5ADB"/>
    <w:rsid w:val="006E5C1C"/>
    <w:rsid w:val="006E5D0D"/>
    <w:rsid w:val="006E5EED"/>
    <w:rsid w:val="006E6653"/>
    <w:rsid w:val="006E6787"/>
    <w:rsid w:val="006E6BF5"/>
    <w:rsid w:val="006E6D60"/>
    <w:rsid w:val="006E7046"/>
    <w:rsid w:val="006E756E"/>
    <w:rsid w:val="006E7613"/>
    <w:rsid w:val="006E7857"/>
    <w:rsid w:val="006E78B3"/>
    <w:rsid w:val="006E794A"/>
    <w:rsid w:val="006E7B32"/>
    <w:rsid w:val="006E7CE6"/>
    <w:rsid w:val="006F01E4"/>
    <w:rsid w:val="006F045A"/>
    <w:rsid w:val="006F0A97"/>
    <w:rsid w:val="006F0B5B"/>
    <w:rsid w:val="006F14EF"/>
    <w:rsid w:val="006F1998"/>
    <w:rsid w:val="006F2093"/>
    <w:rsid w:val="006F25F8"/>
    <w:rsid w:val="006F2726"/>
    <w:rsid w:val="006F2AA0"/>
    <w:rsid w:val="006F2B40"/>
    <w:rsid w:val="006F2F2F"/>
    <w:rsid w:val="006F30BF"/>
    <w:rsid w:val="006F355D"/>
    <w:rsid w:val="006F3D4B"/>
    <w:rsid w:val="006F3D88"/>
    <w:rsid w:val="006F3F1A"/>
    <w:rsid w:val="006F3F23"/>
    <w:rsid w:val="006F4584"/>
    <w:rsid w:val="006F45F2"/>
    <w:rsid w:val="006F4903"/>
    <w:rsid w:val="006F5103"/>
    <w:rsid w:val="006F53A7"/>
    <w:rsid w:val="006F5506"/>
    <w:rsid w:val="006F5E0B"/>
    <w:rsid w:val="006F5FB0"/>
    <w:rsid w:val="006F60E4"/>
    <w:rsid w:val="006F6340"/>
    <w:rsid w:val="006F66B2"/>
    <w:rsid w:val="006F6744"/>
    <w:rsid w:val="006F6B91"/>
    <w:rsid w:val="006F73F3"/>
    <w:rsid w:val="006F7643"/>
    <w:rsid w:val="00700060"/>
    <w:rsid w:val="0070009B"/>
    <w:rsid w:val="00700612"/>
    <w:rsid w:val="00700A41"/>
    <w:rsid w:val="00701122"/>
    <w:rsid w:val="00701488"/>
    <w:rsid w:val="007015ED"/>
    <w:rsid w:val="0070179E"/>
    <w:rsid w:val="00701D45"/>
    <w:rsid w:val="00701D5B"/>
    <w:rsid w:val="00701F56"/>
    <w:rsid w:val="007020AE"/>
    <w:rsid w:val="0070249F"/>
    <w:rsid w:val="00702A9F"/>
    <w:rsid w:val="00702E6B"/>
    <w:rsid w:val="007032DE"/>
    <w:rsid w:val="0070380A"/>
    <w:rsid w:val="00703C83"/>
    <w:rsid w:val="00703F04"/>
    <w:rsid w:val="007042CD"/>
    <w:rsid w:val="00704381"/>
    <w:rsid w:val="00704BA8"/>
    <w:rsid w:val="00704D22"/>
    <w:rsid w:val="00704EE0"/>
    <w:rsid w:val="00704F11"/>
    <w:rsid w:val="00704F93"/>
    <w:rsid w:val="0070527A"/>
    <w:rsid w:val="0070580F"/>
    <w:rsid w:val="00705840"/>
    <w:rsid w:val="00706266"/>
    <w:rsid w:val="0070657A"/>
    <w:rsid w:val="007065B9"/>
    <w:rsid w:val="007067E1"/>
    <w:rsid w:val="00706814"/>
    <w:rsid w:val="00706A6F"/>
    <w:rsid w:val="00706D7B"/>
    <w:rsid w:val="0070766E"/>
    <w:rsid w:val="007076EE"/>
    <w:rsid w:val="007077B5"/>
    <w:rsid w:val="00710117"/>
    <w:rsid w:val="00710254"/>
    <w:rsid w:val="0071042C"/>
    <w:rsid w:val="0071090F"/>
    <w:rsid w:val="00710AA6"/>
    <w:rsid w:val="0071119A"/>
    <w:rsid w:val="00711215"/>
    <w:rsid w:val="00711945"/>
    <w:rsid w:val="00711D90"/>
    <w:rsid w:val="00712136"/>
    <w:rsid w:val="0071261A"/>
    <w:rsid w:val="0071272A"/>
    <w:rsid w:val="00712EB4"/>
    <w:rsid w:val="007134EC"/>
    <w:rsid w:val="007138BA"/>
    <w:rsid w:val="007139BC"/>
    <w:rsid w:val="00713D63"/>
    <w:rsid w:val="00713E2A"/>
    <w:rsid w:val="0071422A"/>
    <w:rsid w:val="0071454D"/>
    <w:rsid w:val="00715475"/>
    <w:rsid w:val="00715964"/>
    <w:rsid w:val="00715A59"/>
    <w:rsid w:val="00715BE7"/>
    <w:rsid w:val="00715D75"/>
    <w:rsid w:val="00716444"/>
    <w:rsid w:val="007167DD"/>
    <w:rsid w:val="00716E04"/>
    <w:rsid w:val="00717E4A"/>
    <w:rsid w:val="00717F33"/>
    <w:rsid w:val="0072035E"/>
    <w:rsid w:val="00720458"/>
    <w:rsid w:val="007205FA"/>
    <w:rsid w:val="007207BE"/>
    <w:rsid w:val="00720C31"/>
    <w:rsid w:val="007211D2"/>
    <w:rsid w:val="00721391"/>
    <w:rsid w:val="007214FF"/>
    <w:rsid w:val="00722406"/>
    <w:rsid w:val="00722485"/>
    <w:rsid w:val="0072260F"/>
    <w:rsid w:val="00722920"/>
    <w:rsid w:val="00722A94"/>
    <w:rsid w:val="00722C8F"/>
    <w:rsid w:val="0072399F"/>
    <w:rsid w:val="00723ECE"/>
    <w:rsid w:val="00723EEE"/>
    <w:rsid w:val="00724E7D"/>
    <w:rsid w:val="0072537B"/>
    <w:rsid w:val="00725689"/>
    <w:rsid w:val="00725720"/>
    <w:rsid w:val="0072572C"/>
    <w:rsid w:val="00725895"/>
    <w:rsid w:val="00725934"/>
    <w:rsid w:val="00725C2C"/>
    <w:rsid w:val="00725DBD"/>
    <w:rsid w:val="00725FCD"/>
    <w:rsid w:val="00726A50"/>
    <w:rsid w:val="00727C37"/>
    <w:rsid w:val="00727C9B"/>
    <w:rsid w:val="007302E2"/>
    <w:rsid w:val="00730465"/>
    <w:rsid w:val="007305E2"/>
    <w:rsid w:val="00730B4D"/>
    <w:rsid w:val="00731F60"/>
    <w:rsid w:val="0073217A"/>
    <w:rsid w:val="00732268"/>
    <w:rsid w:val="00732293"/>
    <w:rsid w:val="00732BC8"/>
    <w:rsid w:val="00732E8E"/>
    <w:rsid w:val="00733118"/>
    <w:rsid w:val="00733C2E"/>
    <w:rsid w:val="00733D20"/>
    <w:rsid w:val="00735244"/>
    <w:rsid w:val="00735513"/>
    <w:rsid w:val="00735642"/>
    <w:rsid w:val="00735ACA"/>
    <w:rsid w:val="00735E2E"/>
    <w:rsid w:val="0073610F"/>
    <w:rsid w:val="00736F3A"/>
    <w:rsid w:val="00736F65"/>
    <w:rsid w:val="00737106"/>
    <w:rsid w:val="0073768F"/>
    <w:rsid w:val="007378ED"/>
    <w:rsid w:val="00737BC9"/>
    <w:rsid w:val="00737BDF"/>
    <w:rsid w:val="00740514"/>
    <w:rsid w:val="007406C9"/>
    <w:rsid w:val="00740AAD"/>
    <w:rsid w:val="00740DA5"/>
    <w:rsid w:val="00741405"/>
    <w:rsid w:val="00741486"/>
    <w:rsid w:val="007427EC"/>
    <w:rsid w:val="00742F5F"/>
    <w:rsid w:val="00743125"/>
    <w:rsid w:val="00743427"/>
    <w:rsid w:val="00744176"/>
    <w:rsid w:val="0074438C"/>
    <w:rsid w:val="00744F2E"/>
    <w:rsid w:val="00745007"/>
    <w:rsid w:val="00745011"/>
    <w:rsid w:val="0074508B"/>
    <w:rsid w:val="00745185"/>
    <w:rsid w:val="0074534D"/>
    <w:rsid w:val="0074544F"/>
    <w:rsid w:val="0074566C"/>
    <w:rsid w:val="00745B92"/>
    <w:rsid w:val="00746662"/>
    <w:rsid w:val="0074681B"/>
    <w:rsid w:val="00746939"/>
    <w:rsid w:val="00746DBF"/>
    <w:rsid w:val="00747354"/>
    <w:rsid w:val="0074786D"/>
    <w:rsid w:val="00747AD6"/>
    <w:rsid w:val="007501BE"/>
    <w:rsid w:val="00750375"/>
    <w:rsid w:val="00750552"/>
    <w:rsid w:val="007508BE"/>
    <w:rsid w:val="00750EC8"/>
    <w:rsid w:val="007510D5"/>
    <w:rsid w:val="00751C84"/>
    <w:rsid w:val="00752283"/>
    <w:rsid w:val="00752892"/>
    <w:rsid w:val="0075309D"/>
    <w:rsid w:val="00753278"/>
    <w:rsid w:val="007538A6"/>
    <w:rsid w:val="00753961"/>
    <w:rsid w:val="00754673"/>
    <w:rsid w:val="00754E40"/>
    <w:rsid w:val="007554EF"/>
    <w:rsid w:val="007557DA"/>
    <w:rsid w:val="00755E30"/>
    <w:rsid w:val="00756169"/>
    <w:rsid w:val="00756182"/>
    <w:rsid w:val="007567BA"/>
    <w:rsid w:val="00756941"/>
    <w:rsid w:val="00756E26"/>
    <w:rsid w:val="00757032"/>
    <w:rsid w:val="007579F0"/>
    <w:rsid w:val="00757E48"/>
    <w:rsid w:val="007601A2"/>
    <w:rsid w:val="007604D3"/>
    <w:rsid w:val="007605A5"/>
    <w:rsid w:val="00760B8E"/>
    <w:rsid w:val="00761993"/>
    <w:rsid w:val="00761A05"/>
    <w:rsid w:val="00761CBA"/>
    <w:rsid w:val="007620B1"/>
    <w:rsid w:val="007624F3"/>
    <w:rsid w:val="00762619"/>
    <w:rsid w:val="00762E2B"/>
    <w:rsid w:val="0076361D"/>
    <w:rsid w:val="00763724"/>
    <w:rsid w:val="00763C51"/>
    <w:rsid w:val="00763E21"/>
    <w:rsid w:val="00764468"/>
    <w:rsid w:val="007647F3"/>
    <w:rsid w:val="00764A13"/>
    <w:rsid w:val="007650D2"/>
    <w:rsid w:val="0076522E"/>
    <w:rsid w:val="00765598"/>
    <w:rsid w:val="00765747"/>
    <w:rsid w:val="007670DE"/>
    <w:rsid w:val="00767AED"/>
    <w:rsid w:val="00767E97"/>
    <w:rsid w:val="00770155"/>
    <w:rsid w:val="007702F6"/>
    <w:rsid w:val="00771030"/>
    <w:rsid w:val="00771435"/>
    <w:rsid w:val="007716C6"/>
    <w:rsid w:val="007717AB"/>
    <w:rsid w:val="00771C21"/>
    <w:rsid w:val="00772031"/>
    <w:rsid w:val="007723C1"/>
    <w:rsid w:val="00772705"/>
    <w:rsid w:val="0077313F"/>
    <w:rsid w:val="00773196"/>
    <w:rsid w:val="00773218"/>
    <w:rsid w:val="00773681"/>
    <w:rsid w:val="007738B0"/>
    <w:rsid w:val="007749CD"/>
    <w:rsid w:val="00774EC6"/>
    <w:rsid w:val="00775158"/>
    <w:rsid w:val="0077553C"/>
    <w:rsid w:val="0077647D"/>
    <w:rsid w:val="0077668C"/>
    <w:rsid w:val="007766BF"/>
    <w:rsid w:val="00776EA3"/>
    <w:rsid w:val="0077704F"/>
    <w:rsid w:val="00777640"/>
    <w:rsid w:val="00777725"/>
    <w:rsid w:val="00777833"/>
    <w:rsid w:val="007779F7"/>
    <w:rsid w:val="00777C8B"/>
    <w:rsid w:val="007802CD"/>
    <w:rsid w:val="00780941"/>
    <w:rsid w:val="00780B77"/>
    <w:rsid w:val="00780C88"/>
    <w:rsid w:val="00780DED"/>
    <w:rsid w:val="0078106F"/>
    <w:rsid w:val="00781F3B"/>
    <w:rsid w:val="007825AC"/>
    <w:rsid w:val="00782D06"/>
    <w:rsid w:val="00783000"/>
    <w:rsid w:val="00783239"/>
    <w:rsid w:val="007832D9"/>
    <w:rsid w:val="00783624"/>
    <w:rsid w:val="00783752"/>
    <w:rsid w:val="00783BB5"/>
    <w:rsid w:val="007844A8"/>
    <w:rsid w:val="0078456C"/>
    <w:rsid w:val="00784844"/>
    <w:rsid w:val="00784B33"/>
    <w:rsid w:val="00785616"/>
    <w:rsid w:val="007859DB"/>
    <w:rsid w:val="00785FB4"/>
    <w:rsid w:val="0078611C"/>
    <w:rsid w:val="0078614E"/>
    <w:rsid w:val="0078665A"/>
    <w:rsid w:val="00786B0B"/>
    <w:rsid w:val="00786DA2"/>
    <w:rsid w:val="00786DFE"/>
    <w:rsid w:val="00786F1F"/>
    <w:rsid w:val="0078753C"/>
    <w:rsid w:val="0078753D"/>
    <w:rsid w:val="00787819"/>
    <w:rsid w:val="007879DF"/>
    <w:rsid w:val="00787C6A"/>
    <w:rsid w:val="00787E11"/>
    <w:rsid w:val="00790547"/>
    <w:rsid w:val="00790D45"/>
    <w:rsid w:val="00790D82"/>
    <w:rsid w:val="00790F2B"/>
    <w:rsid w:val="00790F45"/>
    <w:rsid w:val="007912CA"/>
    <w:rsid w:val="007914DC"/>
    <w:rsid w:val="007919F8"/>
    <w:rsid w:val="00791A21"/>
    <w:rsid w:val="00792D3E"/>
    <w:rsid w:val="00794145"/>
    <w:rsid w:val="00794222"/>
    <w:rsid w:val="00794571"/>
    <w:rsid w:val="00794FEF"/>
    <w:rsid w:val="007951C2"/>
    <w:rsid w:val="007956B3"/>
    <w:rsid w:val="007958A6"/>
    <w:rsid w:val="00795E2C"/>
    <w:rsid w:val="00797269"/>
    <w:rsid w:val="00797648"/>
    <w:rsid w:val="00797D60"/>
    <w:rsid w:val="007A030C"/>
    <w:rsid w:val="007A03BA"/>
    <w:rsid w:val="007A03DD"/>
    <w:rsid w:val="007A05C5"/>
    <w:rsid w:val="007A07E7"/>
    <w:rsid w:val="007A0B49"/>
    <w:rsid w:val="007A1321"/>
    <w:rsid w:val="007A142D"/>
    <w:rsid w:val="007A1DA3"/>
    <w:rsid w:val="007A2187"/>
    <w:rsid w:val="007A24C6"/>
    <w:rsid w:val="007A2767"/>
    <w:rsid w:val="007A2C7B"/>
    <w:rsid w:val="007A372F"/>
    <w:rsid w:val="007A38DA"/>
    <w:rsid w:val="007A3A4B"/>
    <w:rsid w:val="007A3BA2"/>
    <w:rsid w:val="007A3BF7"/>
    <w:rsid w:val="007A403D"/>
    <w:rsid w:val="007A450F"/>
    <w:rsid w:val="007A4755"/>
    <w:rsid w:val="007A4F62"/>
    <w:rsid w:val="007A4FF2"/>
    <w:rsid w:val="007A52E9"/>
    <w:rsid w:val="007A53D0"/>
    <w:rsid w:val="007A5EE2"/>
    <w:rsid w:val="007A5EFB"/>
    <w:rsid w:val="007A5F0B"/>
    <w:rsid w:val="007A6096"/>
    <w:rsid w:val="007A6567"/>
    <w:rsid w:val="007A7305"/>
    <w:rsid w:val="007A7A43"/>
    <w:rsid w:val="007A7B0E"/>
    <w:rsid w:val="007A7EC2"/>
    <w:rsid w:val="007B034D"/>
    <w:rsid w:val="007B09E2"/>
    <w:rsid w:val="007B106F"/>
    <w:rsid w:val="007B12AA"/>
    <w:rsid w:val="007B1472"/>
    <w:rsid w:val="007B1611"/>
    <w:rsid w:val="007B1D30"/>
    <w:rsid w:val="007B22D6"/>
    <w:rsid w:val="007B23CB"/>
    <w:rsid w:val="007B260D"/>
    <w:rsid w:val="007B2BF0"/>
    <w:rsid w:val="007B2FAC"/>
    <w:rsid w:val="007B3243"/>
    <w:rsid w:val="007B33FE"/>
    <w:rsid w:val="007B41E3"/>
    <w:rsid w:val="007B55F1"/>
    <w:rsid w:val="007B5988"/>
    <w:rsid w:val="007B6278"/>
    <w:rsid w:val="007B65F2"/>
    <w:rsid w:val="007B683D"/>
    <w:rsid w:val="007B6DEC"/>
    <w:rsid w:val="007B6F8C"/>
    <w:rsid w:val="007B777A"/>
    <w:rsid w:val="007B79C0"/>
    <w:rsid w:val="007B7D1B"/>
    <w:rsid w:val="007C031C"/>
    <w:rsid w:val="007C0550"/>
    <w:rsid w:val="007C06B5"/>
    <w:rsid w:val="007C080E"/>
    <w:rsid w:val="007C0BD2"/>
    <w:rsid w:val="007C0DAE"/>
    <w:rsid w:val="007C2BD1"/>
    <w:rsid w:val="007C2F4B"/>
    <w:rsid w:val="007C30DA"/>
    <w:rsid w:val="007C311E"/>
    <w:rsid w:val="007C3A32"/>
    <w:rsid w:val="007C3B8F"/>
    <w:rsid w:val="007C3F79"/>
    <w:rsid w:val="007C402E"/>
    <w:rsid w:val="007C426D"/>
    <w:rsid w:val="007C486A"/>
    <w:rsid w:val="007C4CC5"/>
    <w:rsid w:val="007C5991"/>
    <w:rsid w:val="007C5D6D"/>
    <w:rsid w:val="007C635A"/>
    <w:rsid w:val="007C67D8"/>
    <w:rsid w:val="007C68C9"/>
    <w:rsid w:val="007C6A32"/>
    <w:rsid w:val="007C6A47"/>
    <w:rsid w:val="007C70B1"/>
    <w:rsid w:val="007C7233"/>
    <w:rsid w:val="007C7A7C"/>
    <w:rsid w:val="007C7A88"/>
    <w:rsid w:val="007C7AA8"/>
    <w:rsid w:val="007C7AF7"/>
    <w:rsid w:val="007C7CDB"/>
    <w:rsid w:val="007C7D27"/>
    <w:rsid w:val="007D02F2"/>
    <w:rsid w:val="007D0531"/>
    <w:rsid w:val="007D07F0"/>
    <w:rsid w:val="007D07FC"/>
    <w:rsid w:val="007D09FD"/>
    <w:rsid w:val="007D0C84"/>
    <w:rsid w:val="007D1146"/>
    <w:rsid w:val="007D1333"/>
    <w:rsid w:val="007D23D4"/>
    <w:rsid w:val="007D245C"/>
    <w:rsid w:val="007D251A"/>
    <w:rsid w:val="007D2A76"/>
    <w:rsid w:val="007D2ABD"/>
    <w:rsid w:val="007D2DD5"/>
    <w:rsid w:val="007D3178"/>
    <w:rsid w:val="007D3459"/>
    <w:rsid w:val="007D3C2B"/>
    <w:rsid w:val="007D40B6"/>
    <w:rsid w:val="007D4155"/>
    <w:rsid w:val="007D4290"/>
    <w:rsid w:val="007D4498"/>
    <w:rsid w:val="007D4720"/>
    <w:rsid w:val="007D51B4"/>
    <w:rsid w:val="007D5737"/>
    <w:rsid w:val="007D573B"/>
    <w:rsid w:val="007D617A"/>
    <w:rsid w:val="007D666C"/>
    <w:rsid w:val="007D66A4"/>
    <w:rsid w:val="007D66E1"/>
    <w:rsid w:val="007D66EB"/>
    <w:rsid w:val="007D67A2"/>
    <w:rsid w:val="007D6826"/>
    <w:rsid w:val="007D686D"/>
    <w:rsid w:val="007D6D49"/>
    <w:rsid w:val="007D73A9"/>
    <w:rsid w:val="007D7433"/>
    <w:rsid w:val="007D7466"/>
    <w:rsid w:val="007D74C7"/>
    <w:rsid w:val="007D765F"/>
    <w:rsid w:val="007E0115"/>
    <w:rsid w:val="007E02C9"/>
    <w:rsid w:val="007E0562"/>
    <w:rsid w:val="007E0DEB"/>
    <w:rsid w:val="007E185A"/>
    <w:rsid w:val="007E18DC"/>
    <w:rsid w:val="007E19C0"/>
    <w:rsid w:val="007E1AB4"/>
    <w:rsid w:val="007E1ACD"/>
    <w:rsid w:val="007E1C52"/>
    <w:rsid w:val="007E21FA"/>
    <w:rsid w:val="007E2AEE"/>
    <w:rsid w:val="007E2C69"/>
    <w:rsid w:val="007E2E97"/>
    <w:rsid w:val="007E2ED0"/>
    <w:rsid w:val="007E33A8"/>
    <w:rsid w:val="007E34B4"/>
    <w:rsid w:val="007E3B2F"/>
    <w:rsid w:val="007E3B5E"/>
    <w:rsid w:val="007E3CE1"/>
    <w:rsid w:val="007E453D"/>
    <w:rsid w:val="007E45C7"/>
    <w:rsid w:val="007E46D2"/>
    <w:rsid w:val="007E62DD"/>
    <w:rsid w:val="007E63AD"/>
    <w:rsid w:val="007E65FB"/>
    <w:rsid w:val="007E667C"/>
    <w:rsid w:val="007E679D"/>
    <w:rsid w:val="007E6A5A"/>
    <w:rsid w:val="007E6B4A"/>
    <w:rsid w:val="007E6F26"/>
    <w:rsid w:val="007E7190"/>
    <w:rsid w:val="007E7559"/>
    <w:rsid w:val="007E7924"/>
    <w:rsid w:val="007E7A34"/>
    <w:rsid w:val="007E7FBA"/>
    <w:rsid w:val="007F009E"/>
    <w:rsid w:val="007F058C"/>
    <w:rsid w:val="007F0624"/>
    <w:rsid w:val="007F1231"/>
    <w:rsid w:val="007F12D4"/>
    <w:rsid w:val="007F14D1"/>
    <w:rsid w:val="007F1C9B"/>
    <w:rsid w:val="007F1CEF"/>
    <w:rsid w:val="007F2353"/>
    <w:rsid w:val="007F2B74"/>
    <w:rsid w:val="007F3343"/>
    <w:rsid w:val="007F33E7"/>
    <w:rsid w:val="007F35E9"/>
    <w:rsid w:val="007F389E"/>
    <w:rsid w:val="007F3E04"/>
    <w:rsid w:val="007F3F43"/>
    <w:rsid w:val="007F3F6D"/>
    <w:rsid w:val="007F4181"/>
    <w:rsid w:val="007F45B0"/>
    <w:rsid w:val="007F45F3"/>
    <w:rsid w:val="007F4754"/>
    <w:rsid w:val="007F4789"/>
    <w:rsid w:val="007F4AA3"/>
    <w:rsid w:val="007F4B38"/>
    <w:rsid w:val="007F4B89"/>
    <w:rsid w:val="007F54D6"/>
    <w:rsid w:val="007F5F7A"/>
    <w:rsid w:val="007F604D"/>
    <w:rsid w:val="007F61DE"/>
    <w:rsid w:val="007F6286"/>
    <w:rsid w:val="007F6563"/>
    <w:rsid w:val="007F67B5"/>
    <w:rsid w:val="007F6940"/>
    <w:rsid w:val="007F6A03"/>
    <w:rsid w:val="007F6A29"/>
    <w:rsid w:val="007F6B2B"/>
    <w:rsid w:val="007F6F0C"/>
    <w:rsid w:val="007F7262"/>
    <w:rsid w:val="007F7DD3"/>
    <w:rsid w:val="008000BD"/>
    <w:rsid w:val="008001EF"/>
    <w:rsid w:val="00800A7B"/>
    <w:rsid w:val="00800B37"/>
    <w:rsid w:val="008010F0"/>
    <w:rsid w:val="008016CC"/>
    <w:rsid w:val="0080219D"/>
    <w:rsid w:val="008022CC"/>
    <w:rsid w:val="0080231E"/>
    <w:rsid w:val="00802F4E"/>
    <w:rsid w:val="0080365B"/>
    <w:rsid w:val="00803A47"/>
    <w:rsid w:val="00803BE2"/>
    <w:rsid w:val="00803D8C"/>
    <w:rsid w:val="00803E88"/>
    <w:rsid w:val="00803FE4"/>
    <w:rsid w:val="008045DB"/>
    <w:rsid w:val="00805176"/>
    <w:rsid w:val="008051A0"/>
    <w:rsid w:val="008052F5"/>
    <w:rsid w:val="00805724"/>
    <w:rsid w:val="00805938"/>
    <w:rsid w:val="00805D48"/>
    <w:rsid w:val="00805E94"/>
    <w:rsid w:val="00807688"/>
    <w:rsid w:val="00807713"/>
    <w:rsid w:val="00807B5A"/>
    <w:rsid w:val="00807D0E"/>
    <w:rsid w:val="008101FB"/>
    <w:rsid w:val="0081091B"/>
    <w:rsid w:val="00810A8A"/>
    <w:rsid w:val="00810D6E"/>
    <w:rsid w:val="00811D91"/>
    <w:rsid w:val="00811D93"/>
    <w:rsid w:val="00811E39"/>
    <w:rsid w:val="00811E66"/>
    <w:rsid w:val="0081226C"/>
    <w:rsid w:val="00812BCE"/>
    <w:rsid w:val="00812E2E"/>
    <w:rsid w:val="008136DD"/>
    <w:rsid w:val="00813792"/>
    <w:rsid w:val="00813869"/>
    <w:rsid w:val="0081387D"/>
    <w:rsid w:val="00813A0E"/>
    <w:rsid w:val="00814A5E"/>
    <w:rsid w:val="00814F89"/>
    <w:rsid w:val="00815005"/>
    <w:rsid w:val="00815872"/>
    <w:rsid w:val="00815BE1"/>
    <w:rsid w:val="00815BFB"/>
    <w:rsid w:val="00816692"/>
    <w:rsid w:val="0081690C"/>
    <w:rsid w:val="008171A3"/>
    <w:rsid w:val="0081731A"/>
    <w:rsid w:val="008173D6"/>
    <w:rsid w:val="008174C9"/>
    <w:rsid w:val="0081794E"/>
    <w:rsid w:val="008179EE"/>
    <w:rsid w:val="00817ECA"/>
    <w:rsid w:val="00820263"/>
    <w:rsid w:val="00820553"/>
    <w:rsid w:val="008205D4"/>
    <w:rsid w:val="00820B0F"/>
    <w:rsid w:val="00820C03"/>
    <w:rsid w:val="008211C7"/>
    <w:rsid w:val="0082143C"/>
    <w:rsid w:val="00821678"/>
    <w:rsid w:val="00821980"/>
    <w:rsid w:val="00821D78"/>
    <w:rsid w:val="008227E8"/>
    <w:rsid w:val="0082287B"/>
    <w:rsid w:val="00822D35"/>
    <w:rsid w:val="00823184"/>
    <w:rsid w:val="00823276"/>
    <w:rsid w:val="00823B26"/>
    <w:rsid w:val="00824DF3"/>
    <w:rsid w:val="00824E40"/>
    <w:rsid w:val="00825089"/>
    <w:rsid w:val="00825950"/>
    <w:rsid w:val="00825FE8"/>
    <w:rsid w:val="008261E4"/>
    <w:rsid w:val="00826319"/>
    <w:rsid w:val="008265B9"/>
    <w:rsid w:val="008265FF"/>
    <w:rsid w:val="008267CE"/>
    <w:rsid w:val="00826E7F"/>
    <w:rsid w:val="0082721F"/>
    <w:rsid w:val="008274FB"/>
    <w:rsid w:val="00827929"/>
    <w:rsid w:val="00830E61"/>
    <w:rsid w:val="00830ED3"/>
    <w:rsid w:val="0083131C"/>
    <w:rsid w:val="008314F0"/>
    <w:rsid w:val="008315C5"/>
    <w:rsid w:val="008316D2"/>
    <w:rsid w:val="008317FC"/>
    <w:rsid w:val="00831A20"/>
    <w:rsid w:val="0083235F"/>
    <w:rsid w:val="00832BD3"/>
    <w:rsid w:val="00832D94"/>
    <w:rsid w:val="00833568"/>
    <w:rsid w:val="008339FE"/>
    <w:rsid w:val="00833C66"/>
    <w:rsid w:val="00833E3D"/>
    <w:rsid w:val="00833FDC"/>
    <w:rsid w:val="00834AF9"/>
    <w:rsid w:val="00834F4C"/>
    <w:rsid w:val="00834F60"/>
    <w:rsid w:val="0083512B"/>
    <w:rsid w:val="00835C58"/>
    <w:rsid w:val="00835C9F"/>
    <w:rsid w:val="00836142"/>
    <w:rsid w:val="0083656C"/>
    <w:rsid w:val="00836576"/>
    <w:rsid w:val="0083699C"/>
    <w:rsid w:val="0083725E"/>
    <w:rsid w:val="00837961"/>
    <w:rsid w:val="008379E7"/>
    <w:rsid w:val="00837A62"/>
    <w:rsid w:val="00840419"/>
    <w:rsid w:val="00840B9D"/>
    <w:rsid w:val="00840C31"/>
    <w:rsid w:val="00840C9B"/>
    <w:rsid w:val="00840DFF"/>
    <w:rsid w:val="00840EF9"/>
    <w:rsid w:val="0084149B"/>
    <w:rsid w:val="00841780"/>
    <w:rsid w:val="00841787"/>
    <w:rsid w:val="00841AB2"/>
    <w:rsid w:val="00841BC9"/>
    <w:rsid w:val="00841E09"/>
    <w:rsid w:val="00841F9D"/>
    <w:rsid w:val="00842271"/>
    <w:rsid w:val="008423D4"/>
    <w:rsid w:val="00842584"/>
    <w:rsid w:val="00842F7B"/>
    <w:rsid w:val="008431F8"/>
    <w:rsid w:val="008434A5"/>
    <w:rsid w:val="008434FB"/>
    <w:rsid w:val="00843896"/>
    <w:rsid w:val="00843F7B"/>
    <w:rsid w:val="0084456E"/>
    <w:rsid w:val="00844E11"/>
    <w:rsid w:val="0084565B"/>
    <w:rsid w:val="00845A79"/>
    <w:rsid w:val="00846506"/>
    <w:rsid w:val="008465A9"/>
    <w:rsid w:val="00846796"/>
    <w:rsid w:val="00846CB1"/>
    <w:rsid w:val="00846DAA"/>
    <w:rsid w:val="00847275"/>
    <w:rsid w:val="00847836"/>
    <w:rsid w:val="00847886"/>
    <w:rsid w:val="00847998"/>
    <w:rsid w:val="00847BB1"/>
    <w:rsid w:val="00847E26"/>
    <w:rsid w:val="00850700"/>
    <w:rsid w:val="008507DC"/>
    <w:rsid w:val="0085088A"/>
    <w:rsid w:val="008509CA"/>
    <w:rsid w:val="00850CE5"/>
    <w:rsid w:val="00850D19"/>
    <w:rsid w:val="00850D3B"/>
    <w:rsid w:val="00851BAC"/>
    <w:rsid w:val="0085244A"/>
    <w:rsid w:val="00852710"/>
    <w:rsid w:val="0085286E"/>
    <w:rsid w:val="00852CF1"/>
    <w:rsid w:val="00852D41"/>
    <w:rsid w:val="00852DCB"/>
    <w:rsid w:val="00852F41"/>
    <w:rsid w:val="00853109"/>
    <w:rsid w:val="008532C4"/>
    <w:rsid w:val="0085430A"/>
    <w:rsid w:val="00854560"/>
    <w:rsid w:val="0085460F"/>
    <w:rsid w:val="008547C2"/>
    <w:rsid w:val="008549B2"/>
    <w:rsid w:val="00854AD3"/>
    <w:rsid w:val="00854C1C"/>
    <w:rsid w:val="00854E3A"/>
    <w:rsid w:val="00854FDA"/>
    <w:rsid w:val="008551EF"/>
    <w:rsid w:val="008558D6"/>
    <w:rsid w:val="0085643B"/>
    <w:rsid w:val="008565A5"/>
    <w:rsid w:val="0085663D"/>
    <w:rsid w:val="00856CCC"/>
    <w:rsid w:val="00856DAC"/>
    <w:rsid w:val="00856DC7"/>
    <w:rsid w:val="00856DE1"/>
    <w:rsid w:val="008579C4"/>
    <w:rsid w:val="00857ED4"/>
    <w:rsid w:val="008600AB"/>
    <w:rsid w:val="008603B8"/>
    <w:rsid w:val="0086050C"/>
    <w:rsid w:val="00860547"/>
    <w:rsid w:val="0086061E"/>
    <w:rsid w:val="00860F12"/>
    <w:rsid w:val="008617B4"/>
    <w:rsid w:val="00861979"/>
    <w:rsid w:val="00861A41"/>
    <w:rsid w:val="00861E68"/>
    <w:rsid w:val="00861FD9"/>
    <w:rsid w:val="008620A9"/>
    <w:rsid w:val="0086227A"/>
    <w:rsid w:val="00862387"/>
    <w:rsid w:val="00862435"/>
    <w:rsid w:val="00862A0F"/>
    <w:rsid w:val="00862A8A"/>
    <w:rsid w:val="00862DB4"/>
    <w:rsid w:val="008632C5"/>
    <w:rsid w:val="008632F6"/>
    <w:rsid w:val="00863685"/>
    <w:rsid w:val="00863809"/>
    <w:rsid w:val="00863954"/>
    <w:rsid w:val="008643D9"/>
    <w:rsid w:val="008643FE"/>
    <w:rsid w:val="008644CE"/>
    <w:rsid w:val="00864769"/>
    <w:rsid w:val="0086546B"/>
    <w:rsid w:val="008658FE"/>
    <w:rsid w:val="008659BC"/>
    <w:rsid w:val="00865E3C"/>
    <w:rsid w:val="008666AF"/>
    <w:rsid w:val="00866CFB"/>
    <w:rsid w:val="00867CE1"/>
    <w:rsid w:val="00870375"/>
    <w:rsid w:val="00870B9D"/>
    <w:rsid w:val="00871672"/>
    <w:rsid w:val="00871715"/>
    <w:rsid w:val="008719F2"/>
    <w:rsid w:val="00872072"/>
    <w:rsid w:val="00872140"/>
    <w:rsid w:val="00872337"/>
    <w:rsid w:val="008723A1"/>
    <w:rsid w:val="008733C0"/>
    <w:rsid w:val="0087418A"/>
    <w:rsid w:val="008741BC"/>
    <w:rsid w:val="00874CB4"/>
    <w:rsid w:val="0087517E"/>
    <w:rsid w:val="00875671"/>
    <w:rsid w:val="00875AA2"/>
    <w:rsid w:val="00875AAE"/>
    <w:rsid w:val="00875C5B"/>
    <w:rsid w:val="008764AC"/>
    <w:rsid w:val="00876B7C"/>
    <w:rsid w:val="00876D0F"/>
    <w:rsid w:val="008772F3"/>
    <w:rsid w:val="008775E9"/>
    <w:rsid w:val="00880A8E"/>
    <w:rsid w:val="00880C4E"/>
    <w:rsid w:val="00881372"/>
    <w:rsid w:val="0088180E"/>
    <w:rsid w:val="00881A19"/>
    <w:rsid w:val="00882281"/>
    <w:rsid w:val="008822F9"/>
    <w:rsid w:val="00882FFF"/>
    <w:rsid w:val="0088327B"/>
    <w:rsid w:val="008832E2"/>
    <w:rsid w:val="00883734"/>
    <w:rsid w:val="00883B58"/>
    <w:rsid w:val="00883C1A"/>
    <w:rsid w:val="00883E1B"/>
    <w:rsid w:val="0088412F"/>
    <w:rsid w:val="008846EA"/>
    <w:rsid w:val="0088485A"/>
    <w:rsid w:val="00884AB9"/>
    <w:rsid w:val="00884BC6"/>
    <w:rsid w:val="00884EB7"/>
    <w:rsid w:val="00885455"/>
    <w:rsid w:val="008854E6"/>
    <w:rsid w:val="00885C3E"/>
    <w:rsid w:val="00887367"/>
    <w:rsid w:val="00887375"/>
    <w:rsid w:val="00887792"/>
    <w:rsid w:val="008902C8"/>
    <w:rsid w:val="008904FA"/>
    <w:rsid w:val="00890974"/>
    <w:rsid w:val="00890B30"/>
    <w:rsid w:val="00890E39"/>
    <w:rsid w:val="00890ED1"/>
    <w:rsid w:val="00892232"/>
    <w:rsid w:val="00892263"/>
    <w:rsid w:val="008922F1"/>
    <w:rsid w:val="0089246A"/>
    <w:rsid w:val="00892C47"/>
    <w:rsid w:val="00892F72"/>
    <w:rsid w:val="008930F4"/>
    <w:rsid w:val="00893141"/>
    <w:rsid w:val="0089335E"/>
    <w:rsid w:val="00893E6B"/>
    <w:rsid w:val="00893EE1"/>
    <w:rsid w:val="0089426C"/>
    <w:rsid w:val="008946F9"/>
    <w:rsid w:val="00894801"/>
    <w:rsid w:val="00895057"/>
    <w:rsid w:val="00895295"/>
    <w:rsid w:val="00895713"/>
    <w:rsid w:val="008958ED"/>
    <w:rsid w:val="00895DCC"/>
    <w:rsid w:val="008963F9"/>
    <w:rsid w:val="00896465"/>
    <w:rsid w:val="0089690E"/>
    <w:rsid w:val="00896AC2"/>
    <w:rsid w:val="0089706C"/>
    <w:rsid w:val="00897242"/>
    <w:rsid w:val="008973B1"/>
    <w:rsid w:val="008974E9"/>
    <w:rsid w:val="00897534"/>
    <w:rsid w:val="00897795"/>
    <w:rsid w:val="008A03C3"/>
    <w:rsid w:val="008A04E7"/>
    <w:rsid w:val="008A08F8"/>
    <w:rsid w:val="008A0A0A"/>
    <w:rsid w:val="008A0D50"/>
    <w:rsid w:val="008A1495"/>
    <w:rsid w:val="008A15C6"/>
    <w:rsid w:val="008A20B3"/>
    <w:rsid w:val="008A2522"/>
    <w:rsid w:val="008A2B3A"/>
    <w:rsid w:val="008A2BC7"/>
    <w:rsid w:val="008A31F2"/>
    <w:rsid w:val="008A3348"/>
    <w:rsid w:val="008A3F84"/>
    <w:rsid w:val="008A4107"/>
    <w:rsid w:val="008A446C"/>
    <w:rsid w:val="008A457F"/>
    <w:rsid w:val="008A4D44"/>
    <w:rsid w:val="008A512F"/>
    <w:rsid w:val="008A56D4"/>
    <w:rsid w:val="008A5B60"/>
    <w:rsid w:val="008A5C9A"/>
    <w:rsid w:val="008A5FD6"/>
    <w:rsid w:val="008A6120"/>
    <w:rsid w:val="008A6535"/>
    <w:rsid w:val="008A65BB"/>
    <w:rsid w:val="008A6D36"/>
    <w:rsid w:val="008A7117"/>
    <w:rsid w:val="008A71A9"/>
    <w:rsid w:val="008A755C"/>
    <w:rsid w:val="008A75A6"/>
    <w:rsid w:val="008A7B43"/>
    <w:rsid w:val="008A7D7A"/>
    <w:rsid w:val="008B10F1"/>
    <w:rsid w:val="008B13EC"/>
    <w:rsid w:val="008B176C"/>
    <w:rsid w:val="008B24BC"/>
    <w:rsid w:val="008B2AEF"/>
    <w:rsid w:val="008B33B9"/>
    <w:rsid w:val="008B3A33"/>
    <w:rsid w:val="008B3F72"/>
    <w:rsid w:val="008B3FA3"/>
    <w:rsid w:val="008B47B2"/>
    <w:rsid w:val="008B4882"/>
    <w:rsid w:val="008B4CF4"/>
    <w:rsid w:val="008B4DDE"/>
    <w:rsid w:val="008B4E7D"/>
    <w:rsid w:val="008B6A86"/>
    <w:rsid w:val="008B6BC8"/>
    <w:rsid w:val="008B6E1B"/>
    <w:rsid w:val="008B7139"/>
    <w:rsid w:val="008B76B0"/>
    <w:rsid w:val="008C06C3"/>
    <w:rsid w:val="008C0EED"/>
    <w:rsid w:val="008C10E2"/>
    <w:rsid w:val="008C14A6"/>
    <w:rsid w:val="008C1898"/>
    <w:rsid w:val="008C1A3E"/>
    <w:rsid w:val="008C1EB2"/>
    <w:rsid w:val="008C1EED"/>
    <w:rsid w:val="008C326A"/>
    <w:rsid w:val="008C3473"/>
    <w:rsid w:val="008C37E9"/>
    <w:rsid w:val="008C3A4C"/>
    <w:rsid w:val="008C4BEF"/>
    <w:rsid w:val="008C5729"/>
    <w:rsid w:val="008C594E"/>
    <w:rsid w:val="008C5A15"/>
    <w:rsid w:val="008C6580"/>
    <w:rsid w:val="008C6DAC"/>
    <w:rsid w:val="008C70E2"/>
    <w:rsid w:val="008C7499"/>
    <w:rsid w:val="008C77AD"/>
    <w:rsid w:val="008C7933"/>
    <w:rsid w:val="008C7D81"/>
    <w:rsid w:val="008C7F26"/>
    <w:rsid w:val="008C7F47"/>
    <w:rsid w:val="008D0811"/>
    <w:rsid w:val="008D0ACE"/>
    <w:rsid w:val="008D0E69"/>
    <w:rsid w:val="008D0FF2"/>
    <w:rsid w:val="008D1020"/>
    <w:rsid w:val="008D10BD"/>
    <w:rsid w:val="008D10DE"/>
    <w:rsid w:val="008D1139"/>
    <w:rsid w:val="008D140D"/>
    <w:rsid w:val="008D1C58"/>
    <w:rsid w:val="008D1F64"/>
    <w:rsid w:val="008D218A"/>
    <w:rsid w:val="008D28A4"/>
    <w:rsid w:val="008D2A2E"/>
    <w:rsid w:val="008D3288"/>
    <w:rsid w:val="008D345A"/>
    <w:rsid w:val="008D3ADA"/>
    <w:rsid w:val="008D3D0C"/>
    <w:rsid w:val="008D5693"/>
    <w:rsid w:val="008D64F1"/>
    <w:rsid w:val="008D6A11"/>
    <w:rsid w:val="008D6F18"/>
    <w:rsid w:val="008D7057"/>
    <w:rsid w:val="008D721B"/>
    <w:rsid w:val="008D722E"/>
    <w:rsid w:val="008D77A4"/>
    <w:rsid w:val="008E0274"/>
    <w:rsid w:val="008E0297"/>
    <w:rsid w:val="008E1E2D"/>
    <w:rsid w:val="008E2806"/>
    <w:rsid w:val="008E2E9B"/>
    <w:rsid w:val="008E30FA"/>
    <w:rsid w:val="008E330E"/>
    <w:rsid w:val="008E3663"/>
    <w:rsid w:val="008E3C1A"/>
    <w:rsid w:val="008E3D26"/>
    <w:rsid w:val="008E3D90"/>
    <w:rsid w:val="008E43F9"/>
    <w:rsid w:val="008E50C2"/>
    <w:rsid w:val="008E528D"/>
    <w:rsid w:val="008E5779"/>
    <w:rsid w:val="008E5B50"/>
    <w:rsid w:val="008E5BEE"/>
    <w:rsid w:val="008E65E3"/>
    <w:rsid w:val="008E6669"/>
    <w:rsid w:val="008E69B4"/>
    <w:rsid w:val="008E6DAA"/>
    <w:rsid w:val="008E6E0F"/>
    <w:rsid w:val="008E716F"/>
    <w:rsid w:val="008E7D60"/>
    <w:rsid w:val="008E7F6D"/>
    <w:rsid w:val="008E7FCA"/>
    <w:rsid w:val="008F0B59"/>
    <w:rsid w:val="008F0ED8"/>
    <w:rsid w:val="008F10DF"/>
    <w:rsid w:val="008F1612"/>
    <w:rsid w:val="008F1826"/>
    <w:rsid w:val="008F1B35"/>
    <w:rsid w:val="008F1B3F"/>
    <w:rsid w:val="008F2120"/>
    <w:rsid w:val="008F21D4"/>
    <w:rsid w:val="008F222D"/>
    <w:rsid w:val="008F2359"/>
    <w:rsid w:val="008F39E6"/>
    <w:rsid w:val="008F3F48"/>
    <w:rsid w:val="008F4A8D"/>
    <w:rsid w:val="008F5B8D"/>
    <w:rsid w:val="008F6317"/>
    <w:rsid w:val="008F656C"/>
    <w:rsid w:val="008F66DF"/>
    <w:rsid w:val="008F7870"/>
    <w:rsid w:val="008F7C09"/>
    <w:rsid w:val="00900716"/>
    <w:rsid w:val="009009EF"/>
    <w:rsid w:val="00900A8F"/>
    <w:rsid w:val="00901084"/>
    <w:rsid w:val="00901489"/>
    <w:rsid w:val="009014A7"/>
    <w:rsid w:val="0090163A"/>
    <w:rsid w:val="0090193E"/>
    <w:rsid w:val="00901FBC"/>
    <w:rsid w:val="009023A9"/>
    <w:rsid w:val="009025FD"/>
    <w:rsid w:val="009029F3"/>
    <w:rsid w:val="00902AFE"/>
    <w:rsid w:val="00903001"/>
    <w:rsid w:val="0090325F"/>
    <w:rsid w:val="00903803"/>
    <w:rsid w:val="00903B7F"/>
    <w:rsid w:val="00904348"/>
    <w:rsid w:val="0090454F"/>
    <w:rsid w:val="00904B73"/>
    <w:rsid w:val="00904E36"/>
    <w:rsid w:val="00904FDC"/>
    <w:rsid w:val="009050C6"/>
    <w:rsid w:val="00905143"/>
    <w:rsid w:val="009055D8"/>
    <w:rsid w:val="009056E1"/>
    <w:rsid w:val="0090580C"/>
    <w:rsid w:val="00905F41"/>
    <w:rsid w:val="00906042"/>
    <w:rsid w:val="00907177"/>
    <w:rsid w:val="00907773"/>
    <w:rsid w:val="009079E5"/>
    <w:rsid w:val="00907D37"/>
    <w:rsid w:val="0091022F"/>
    <w:rsid w:val="00910D1C"/>
    <w:rsid w:val="00911699"/>
    <w:rsid w:val="00911B97"/>
    <w:rsid w:val="00911DB1"/>
    <w:rsid w:val="00911E66"/>
    <w:rsid w:val="00911EC9"/>
    <w:rsid w:val="00911FF2"/>
    <w:rsid w:val="0091295C"/>
    <w:rsid w:val="00912AFF"/>
    <w:rsid w:val="00912C0F"/>
    <w:rsid w:val="0091315A"/>
    <w:rsid w:val="00913607"/>
    <w:rsid w:val="00913875"/>
    <w:rsid w:val="009146DB"/>
    <w:rsid w:val="00914CCC"/>
    <w:rsid w:val="009153C2"/>
    <w:rsid w:val="00915606"/>
    <w:rsid w:val="00915626"/>
    <w:rsid w:val="009161C2"/>
    <w:rsid w:val="00916462"/>
    <w:rsid w:val="00916B48"/>
    <w:rsid w:val="00916C28"/>
    <w:rsid w:val="0091726F"/>
    <w:rsid w:val="00917866"/>
    <w:rsid w:val="00917AA9"/>
    <w:rsid w:val="009200EA"/>
    <w:rsid w:val="00920238"/>
    <w:rsid w:val="009209C6"/>
    <w:rsid w:val="00920B82"/>
    <w:rsid w:val="00920C6D"/>
    <w:rsid w:val="009211A5"/>
    <w:rsid w:val="009211C7"/>
    <w:rsid w:val="009211DE"/>
    <w:rsid w:val="009213BA"/>
    <w:rsid w:val="0092147F"/>
    <w:rsid w:val="00921803"/>
    <w:rsid w:val="00921903"/>
    <w:rsid w:val="00921BDC"/>
    <w:rsid w:val="00922275"/>
    <w:rsid w:val="009223A3"/>
    <w:rsid w:val="0092294D"/>
    <w:rsid w:val="00922F9A"/>
    <w:rsid w:val="009234E5"/>
    <w:rsid w:val="00923549"/>
    <w:rsid w:val="009238C8"/>
    <w:rsid w:val="00923993"/>
    <w:rsid w:val="00924049"/>
    <w:rsid w:val="00924365"/>
    <w:rsid w:val="009248C9"/>
    <w:rsid w:val="00924BF5"/>
    <w:rsid w:val="009250B7"/>
    <w:rsid w:val="009256B4"/>
    <w:rsid w:val="00925AFE"/>
    <w:rsid w:val="00925E9E"/>
    <w:rsid w:val="00925F2D"/>
    <w:rsid w:val="009261D9"/>
    <w:rsid w:val="00926357"/>
    <w:rsid w:val="00926543"/>
    <w:rsid w:val="0092661B"/>
    <w:rsid w:val="00927275"/>
    <w:rsid w:val="00927CAC"/>
    <w:rsid w:val="00930280"/>
    <w:rsid w:val="009307D9"/>
    <w:rsid w:val="009309AB"/>
    <w:rsid w:val="009313B8"/>
    <w:rsid w:val="00931F8D"/>
    <w:rsid w:val="009326B4"/>
    <w:rsid w:val="009335E9"/>
    <w:rsid w:val="00933CD4"/>
    <w:rsid w:val="00933F2C"/>
    <w:rsid w:val="009344BF"/>
    <w:rsid w:val="00934AFF"/>
    <w:rsid w:val="00935D1B"/>
    <w:rsid w:val="00936269"/>
    <w:rsid w:val="00936451"/>
    <w:rsid w:val="00936567"/>
    <w:rsid w:val="00936802"/>
    <w:rsid w:val="00936C97"/>
    <w:rsid w:val="00937064"/>
    <w:rsid w:val="009371EC"/>
    <w:rsid w:val="0093785D"/>
    <w:rsid w:val="00937A7D"/>
    <w:rsid w:val="00937B9C"/>
    <w:rsid w:val="00937DBF"/>
    <w:rsid w:val="00937F80"/>
    <w:rsid w:val="00940088"/>
    <w:rsid w:val="0094016C"/>
    <w:rsid w:val="00940ECD"/>
    <w:rsid w:val="009419D1"/>
    <w:rsid w:val="00942A17"/>
    <w:rsid w:val="00942A57"/>
    <w:rsid w:val="00942B87"/>
    <w:rsid w:val="00943101"/>
    <w:rsid w:val="00943CC0"/>
    <w:rsid w:val="00943F49"/>
    <w:rsid w:val="00944407"/>
    <w:rsid w:val="00944477"/>
    <w:rsid w:val="009444BA"/>
    <w:rsid w:val="00944A9F"/>
    <w:rsid w:val="00944ADF"/>
    <w:rsid w:val="00944E1C"/>
    <w:rsid w:val="0094550D"/>
    <w:rsid w:val="00945716"/>
    <w:rsid w:val="0094622A"/>
    <w:rsid w:val="0094638F"/>
    <w:rsid w:val="009464C0"/>
    <w:rsid w:val="009466B6"/>
    <w:rsid w:val="00946F49"/>
    <w:rsid w:val="0094754E"/>
    <w:rsid w:val="0094755B"/>
    <w:rsid w:val="009479CA"/>
    <w:rsid w:val="00947B0A"/>
    <w:rsid w:val="009500D1"/>
    <w:rsid w:val="009502F0"/>
    <w:rsid w:val="00950CC7"/>
    <w:rsid w:val="00950E83"/>
    <w:rsid w:val="00950FFE"/>
    <w:rsid w:val="0095101D"/>
    <w:rsid w:val="00951236"/>
    <w:rsid w:val="0095128F"/>
    <w:rsid w:val="00951331"/>
    <w:rsid w:val="0095155E"/>
    <w:rsid w:val="0095159C"/>
    <w:rsid w:val="009516DA"/>
    <w:rsid w:val="00951C90"/>
    <w:rsid w:val="00951DEB"/>
    <w:rsid w:val="00951F92"/>
    <w:rsid w:val="00951FD6"/>
    <w:rsid w:val="00952A46"/>
    <w:rsid w:val="00952D22"/>
    <w:rsid w:val="00953514"/>
    <w:rsid w:val="00954622"/>
    <w:rsid w:val="0095495A"/>
    <w:rsid w:val="00954D66"/>
    <w:rsid w:val="00954E53"/>
    <w:rsid w:val="009553B2"/>
    <w:rsid w:val="00955831"/>
    <w:rsid w:val="00956AFA"/>
    <w:rsid w:val="00957575"/>
    <w:rsid w:val="00957736"/>
    <w:rsid w:val="00957C49"/>
    <w:rsid w:val="00957C98"/>
    <w:rsid w:val="00960692"/>
    <w:rsid w:val="00960D17"/>
    <w:rsid w:val="00960EDE"/>
    <w:rsid w:val="009612BB"/>
    <w:rsid w:val="0096136F"/>
    <w:rsid w:val="009615AA"/>
    <w:rsid w:val="009619C1"/>
    <w:rsid w:val="00961F61"/>
    <w:rsid w:val="00962758"/>
    <w:rsid w:val="009627BC"/>
    <w:rsid w:val="009636A5"/>
    <w:rsid w:val="009640D4"/>
    <w:rsid w:val="00964621"/>
    <w:rsid w:val="00964DF7"/>
    <w:rsid w:val="00964F91"/>
    <w:rsid w:val="00965372"/>
    <w:rsid w:val="009656E4"/>
    <w:rsid w:val="00965C6C"/>
    <w:rsid w:val="00965E77"/>
    <w:rsid w:val="00965EA6"/>
    <w:rsid w:val="00965F90"/>
    <w:rsid w:val="00966011"/>
    <w:rsid w:val="00966112"/>
    <w:rsid w:val="00966ADB"/>
    <w:rsid w:val="00966C26"/>
    <w:rsid w:val="00966E58"/>
    <w:rsid w:val="00967125"/>
    <w:rsid w:val="00967476"/>
    <w:rsid w:val="009677BA"/>
    <w:rsid w:val="0096783D"/>
    <w:rsid w:val="00967DC5"/>
    <w:rsid w:val="00967FEE"/>
    <w:rsid w:val="009703E9"/>
    <w:rsid w:val="009706B3"/>
    <w:rsid w:val="00970971"/>
    <w:rsid w:val="009709C8"/>
    <w:rsid w:val="00970B32"/>
    <w:rsid w:val="00971012"/>
    <w:rsid w:val="00971740"/>
    <w:rsid w:val="00971DE2"/>
    <w:rsid w:val="00971EE0"/>
    <w:rsid w:val="009720C5"/>
    <w:rsid w:val="00972243"/>
    <w:rsid w:val="009723DD"/>
    <w:rsid w:val="00972423"/>
    <w:rsid w:val="009724E7"/>
    <w:rsid w:val="0097286B"/>
    <w:rsid w:val="00972902"/>
    <w:rsid w:val="00972BAA"/>
    <w:rsid w:val="00973533"/>
    <w:rsid w:val="00973BE8"/>
    <w:rsid w:val="00973DE5"/>
    <w:rsid w:val="00974001"/>
    <w:rsid w:val="009745E5"/>
    <w:rsid w:val="00974865"/>
    <w:rsid w:val="009748F0"/>
    <w:rsid w:val="00974E72"/>
    <w:rsid w:val="00974EB2"/>
    <w:rsid w:val="00975C1B"/>
    <w:rsid w:val="0097631F"/>
    <w:rsid w:val="00976474"/>
    <w:rsid w:val="00976755"/>
    <w:rsid w:val="009767EA"/>
    <w:rsid w:val="009768EC"/>
    <w:rsid w:val="00976E3F"/>
    <w:rsid w:val="009770CF"/>
    <w:rsid w:val="00977980"/>
    <w:rsid w:val="00977AB1"/>
    <w:rsid w:val="00977FD1"/>
    <w:rsid w:val="009800D6"/>
    <w:rsid w:val="00980452"/>
    <w:rsid w:val="0098070D"/>
    <w:rsid w:val="00980DEA"/>
    <w:rsid w:val="009810F9"/>
    <w:rsid w:val="009813E3"/>
    <w:rsid w:val="00981839"/>
    <w:rsid w:val="00981864"/>
    <w:rsid w:val="009819CD"/>
    <w:rsid w:val="00981B9E"/>
    <w:rsid w:val="00981D09"/>
    <w:rsid w:val="00981F01"/>
    <w:rsid w:val="00982385"/>
    <w:rsid w:val="00982870"/>
    <w:rsid w:val="00982F76"/>
    <w:rsid w:val="00983882"/>
    <w:rsid w:val="00983982"/>
    <w:rsid w:val="00983F01"/>
    <w:rsid w:val="0098439E"/>
    <w:rsid w:val="00984416"/>
    <w:rsid w:val="00984752"/>
    <w:rsid w:val="00985129"/>
    <w:rsid w:val="0098537B"/>
    <w:rsid w:val="0098599E"/>
    <w:rsid w:val="00985BE8"/>
    <w:rsid w:val="00985F40"/>
    <w:rsid w:val="009861ED"/>
    <w:rsid w:val="009861FA"/>
    <w:rsid w:val="00986317"/>
    <w:rsid w:val="00986599"/>
    <w:rsid w:val="009869D7"/>
    <w:rsid w:val="00986D24"/>
    <w:rsid w:val="009872B8"/>
    <w:rsid w:val="00987929"/>
    <w:rsid w:val="00987A47"/>
    <w:rsid w:val="0099089C"/>
    <w:rsid w:val="00990ECF"/>
    <w:rsid w:val="00990F68"/>
    <w:rsid w:val="009917C9"/>
    <w:rsid w:val="00991D83"/>
    <w:rsid w:val="00991E7B"/>
    <w:rsid w:val="0099257E"/>
    <w:rsid w:val="00992DB8"/>
    <w:rsid w:val="00993102"/>
    <w:rsid w:val="00993436"/>
    <w:rsid w:val="009934B8"/>
    <w:rsid w:val="00993BFD"/>
    <w:rsid w:val="009941C0"/>
    <w:rsid w:val="009947C1"/>
    <w:rsid w:val="00994B8C"/>
    <w:rsid w:val="0099548E"/>
    <w:rsid w:val="00995865"/>
    <w:rsid w:val="00995C0B"/>
    <w:rsid w:val="00996006"/>
    <w:rsid w:val="009962E8"/>
    <w:rsid w:val="009966A5"/>
    <w:rsid w:val="00996E81"/>
    <w:rsid w:val="00996FEC"/>
    <w:rsid w:val="009971B7"/>
    <w:rsid w:val="009A0515"/>
    <w:rsid w:val="009A0645"/>
    <w:rsid w:val="009A0A95"/>
    <w:rsid w:val="009A0E1E"/>
    <w:rsid w:val="009A0FF1"/>
    <w:rsid w:val="009A114B"/>
    <w:rsid w:val="009A161D"/>
    <w:rsid w:val="009A1762"/>
    <w:rsid w:val="009A1ED0"/>
    <w:rsid w:val="009A1FED"/>
    <w:rsid w:val="009A22E9"/>
    <w:rsid w:val="009A23B5"/>
    <w:rsid w:val="009A23E5"/>
    <w:rsid w:val="009A267F"/>
    <w:rsid w:val="009A2BC6"/>
    <w:rsid w:val="009A336C"/>
    <w:rsid w:val="009A3514"/>
    <w:rsid w:val="009A3A61"/>
    <w:rsid w:val="009A3B8B"/>
    <w:rsid w:val="009A3D54"/>
    <w:rsid w:val="009A40F2"/>
    <w:rsid w:val="009A4144"/>
    <w:rsid w:val="009A424B"/>
    <w:rsid w:val="009A4450"/>
    <w:rsid w:val="009A495B"/>
    <w:rsid w:val="009A5023"/>
    <w:rsid w:val="009A512B"/>
    <w:rsid w:val="009A5EE0"/>
    <w:rsid w:val="009A6189"/>
    <w:rsid w:val="009A646D"/>
    <w:rsid w:val="009A6870"/>
    <w:rsid w:val="009A6E4A"/>
    <w:rsid w:val="009A73E1"/>
    <w:rsid w:val="009A75F1"/>
    <w:rsid w:val="009A7793"/>
    <w:rsid w:val="009A7EF8"/>
    <w:rsid w:val="009B022F"/>
    <w:rsid w:val="009B0351"/>
    <w:rsid w:val="009B04C4"/>
    <w:rsid w:val="009B0760"/>
    <w:rsid w:val="009B0BDB"/>
    <w:rsid w:val="009B0F7E"/>
    <w:rsid w:val="009B10C7"/>
    <w:rsid w:val="009B196F"/>
    <w:rsid w:val="009B1BEF"/>
    <w:rsid w:val="009B1EA9"/>
    <w:rsid w:val="009B1FCD"/>
    <w:rsid w:val="009B2058"/>
    <w:rsid w:val="009B22C0"/>
    <w:rsid w:val="009B2443"/>
    <w:rsid w:val="009B2812"/>
    <w:rsid w:val="009B3E19"/>
    <w:rsid w:val="009B41F7"/>
    <w:rsid w:val="009B4212"/>
    <w:rsid w:val="009B44DC"/>
    <w:rsid w:val="009B47B8"/>
    <w:rsid w:val="009B50AA"/>
    <w:rsid w:val="009B50B4"/>
    <w:rsid w:val="009B5DCC"/>
    <w:rsid w:val="009B64E9"/>
    <w:rsid w:val="009B6725"/>
    <w:rsid w:val="009B6C93"/>
    <w:rsid w:val="009B6D83"/>
    <w:rsid w:val="009B6E12"/>
    <w:rsid w:val="009B769B"/>
    <w:rsid w:val="009B7844"/>
    <w:rsid w:val="009B7874"/>
    <w:rsid w:val="009B799A"/>
    <w:rsid w:val="009B7A41"/>
    <w:rsid w:val="009B7B69"/>
    <w:rsid w:val="009B7B7A"/>
    <w:rsid w:val="009B7C38"/>
    <w:rsid w:val="009B7D82"/>
    <w:rsid w:val="009C07F6"/>
    <w:rsid w:val="009C0852"/>
    <w:rsid w:val="009C1C22"/>
    <w:rsid w:val="009C1EE3"/>
    <w:rsid w:val="009C2500"/>
    <w:rsid w:val="009C257C"/>
    <w:rsid w:val="009C2A7B"/>
    <w:rsid w:val="009C3695"/>
    <w:rsid w:val="009C3859"/>
    <w:rsid w:val="009C39DA"/>
    <w:rsid w:val="009C4086"/>
    <w:rsid w:val="009C4548"/>
    <w:rsid w:val="009C45BE"/>
    <w:rsid w:val="009C46C7"/>
    <w:rsid w:val="009C46FE"/>
    <w:rsid w:val="009C504B"/>
    <w:rsid w:val="009C54BE"/>
    <w:rsid w:val="009C580B"/>
    <w:rsid w:val="009C5D18"/>
    <w:rsid w:val="009C5D37"/>
    <w:rsid w:val="009C6B7B"/>
    <w:rsid w:val="009C6BB7"/>
    <w:rsid w:val="009C71D1"/>
    <w:rsid w:val="009C7496"/>
    <w:rsid w:val="009C794D"/>
    <w:rsid w:val="009C7CC1"/>
    <w:rsid w:val="009D0576"/>
    <w:rsid w:val="009D06C2"/>
    <w:rsid w:val="009D07F9"/>
    <w:rsid w:val="009D0E55"/>
    <w:rsid w:val="009D1172"/>
    <w:rsid w:val="009D12B6"/>
    <w:rsid w:val="009D154D"/>
    <w:rsid w:val="009D16A3"/>
    <w:rsid w:val="009D2019"/>
    <w:rsid w:val="009D21FD"/>
    <w:rsid w:val="009D2335"/>
    <w:rsid w:val="009D247F"/>
    <w:rsid w:val="009D24E2"/>
    <w:rsid w:val="009D27C2"/>
    <w:rsid w:val="009D2D0B"/>
    <w:rsid w:val="009D2E8D"/>
    <w:rsid w:val="009D3376"/>
    <w:rsid w:val="009D3479"/>
    <w:rsid w:val="009D4030"/>
    <w:rsid w:val="009D43BE"/>
    <w:rsid w:val="009D4413"/>
    <w:rsid w:val="009D44AC"/>
    <w:rsid w:val="009D4950"/>
    <w:rsid w:val="009D4C77"/>
    <w:rsid w:val="009D529F"/>
    <w:rsid w:val="009D60B0"/>
    <w:rsid w:val="009D60E5"/>
    <w:rsid w:val="009D613E"/>
    <w:rsid w:val="009D6B42"/>
    <w:rsid w:val="009D700E"/>
    <w:rsid w:val="009D72D0"/>
    <w:rsid w:val="009D76AD"/>
    <w:rsid w:val="009D7A2E"/>
    <w:rsid w:val="009E0792"/>
    <w:rsid w:val="009E0F5C"/>
    <w:rsid w:val="009E158C"/>
    <w:rsid w:val="009E16BF"/>
    <w:rsid w:val="009E1AA5"/>
    <w:rsid w:val="009E1B92"/>
    <w:rsid w:val="009E1D75"/>
    <w:rsid w:val="009E1F46"/>
    <w:rsid w:val="009E298D"/>
    <w:rsid w:val="009E2BDD"/>
    <w:rsid w:val="009E2C37"/>
    <w:rsid w:val="009E2C6E"/>
    <w:rsid w:val="009E2CC1"/>
    <w:rsid w:val="009E2E7C"/>
    <w:rsid w:val="009E319B"/>
    <w:rsid w:val="009E3BFB"/>
    <w:rsid w:val="009E3DFF"/>
    <w:rsid w:val="009E428C"/>
    <w:rsid w:val="009E4534"/>
    <w:rsid w:val="009E4881"/>
    <w:rsid w:val="009E53A9"/>
    <w:rsid w:val="009E56FB"/>
    <w:rsid w:val="009E599B"/>
    <w:rsid w:val="009E59B6"/>
    <w:rsid w:val="009E5B30"/>
    <w:rsid w:val="009E5BCA"/>
    <w:rsid w:val="009E5DE4"/>
    <w:rsid w:val="009E64C4"/>
    <w:rsid w:val="009E6615"/>
    <w:rsid w:val="009E6AFD"/>
    <w:rsid w:val="009E6F10"/>
    <w:rsid w:val="009E7321"/>
    <w:rsid w:val="009E7B08"/>
    <w:rsid w:val="009F022E"/>
    <w:rsid w:val="009F0958"/>
    <w:rsid w:val="009F0BD8"/>
    <w:rsid w:val="009F12E6"/>
    <w:rsid w:val="009F1971"/>
    <w:rsid w:val="009F1EA8"/>
    <w:rsid w:val="009F2338"/>
    <w:rsid w:val="009F23F2"/>
    <w:rsid w:val="009F242A"/>
    <w:rsid w:val="009F2CE2"/>
    <w:rsid w:val="009F399E"/>
    <w:rsid w:val="009F3A97"/>
    <w:rsid w:val="009F3F22"/>
    <w:rsid w:val="009F44B6"/>
    <w:rsid w:val="009F453D"/>
    <w:rsid w:val="009F4908"/>
    <w:rsid w:val="009F4E73"/>
    <w:rsid w:val="009F50AB"/>
    <w:rsid w:val="009F5768"/>
    <w:rsid w:val="009F57B5"/>
    <w:rsid w:val="009F5A76"/>
    <w:rsid w:val="009F5B5F"/>
    <w:rsid w:val="009F6763"/>
    <w:rsid w:val="009F6DE1"/>
    <w:rsid w:val="009F718E"/>
    <w:rsid w:val="009F78A7"/>
    <w:rsid w:val="009F7F2A"/>
    <w:rsid w:val="00A00066"/>
    <w:rsid w:val="00A0092C"/>
    <w:rsid w:val="00A00DB6"/>
    <w:rsid w:val="00A00FBD"/>
    <w:rsid w:val="00A0159D"/>
    <w:rsid w:val="00A015CC"/>
    <w:rsid w:val="00A015E1"/>
    <w:rsid w:val="00A01D47"/>
    <w:rsid w:val="00A01F0F"/>
    <w:rsid w:val="00A02399"/>
    <w:rsid w:val="00A02E23"/>
    <w:rsid w:val="00A0319F"/>
    <w:rsid w:val="00A031DF"/>
    <w:rsid w:val="00A032F2"/>
    <w:rsid w:val="00A038AE"/>
    <w:rsid w:val="00A03E16"/>
    <w:rsid w:val="00A042C4"/>
    <w:rsid w:val="00A05152"/>
    <w:rsid w:val="00A05804"/>
    <w:rsid w:val="00A05866"/>
    <w:rsid w:val="00A0596F"/>
    <w:rsid w:val="00A059B7"/>
    <w:rsid w:val="00A05D05"/>
    <w:rsid w:val="00A065D9"/>
    <w:rsid w:val="00A069A0"/>
    <w:rsid w:val="00A06A79"/>
    <w:rsid w:val="00A06BE3"/>
    <w:rsid w:val="00A072C7"/>
    <w:rsid w:val="00A0768E"/>
    <w:rsid w:val="00A07B5A"/>
    <w:rsid w:val="00A07D30"/>
    <w:rsid w:val="00A07DF3"/>
    <w:rsid w:val="00A07E0B"/>
    <w:rsid w:val="00A1049A"/>
    <w:rsid w:val="00A10577"/>
    <w:rsid w:val="00A10A05"/>
    <w:rsid w:val="00A10C8A"/>
    <w:rsid w:val="00A10E22"/>
    <w:rsid w:val="00A10E49"/>
    <w:rsid w:val="00A11397"/>
    <w:rsid w:val="00A11588"/>
    <w:rsid w:val="00A129A9"/>
    <w:rsid w:val="00A12BA4"/>
    <w:rsid w:val="00A13609"/>
    <w:rsid w:val="00A13DB0"/>
    <w:rsid w:val="00A1407F"/>
    <w:rsid w:val="00A14390"/>
    <w:rsid w:val="00A14930"/>
    <w:rsid w:val="00A15096"/>
    <w:rsid w:val="00A152F9"/>
    <w:rsid w:val="00A15547"/>
    <w:rsid w:val="00A15691"/>
    <w:rsid w:val="00A1581D"/>
    <w:rsid w:val="00A15F62"/>
    <w:rsid w:val="00A16363"/>
    <w:rsid w:val="00A16836"/>
    <w:rsid w:val="00A168A0"/>
    <w:rsid w:val="00A16A77"/>
    <w:rsid w:val="00A16AA9"/>
    <w:rsid w:val="00A16B58"/>
    <w:rsid w:val="00A170A3"/>
    <w:rsid w:val="00A1720B"/>
    <w:rsid w:val="00A20336"/>
    <w:rsid w:val="00A2080F"/>
    <w:rsid w:val="00A21811"/>
    <w:rsid w:val="00A21D4E"/>
    <w:rsid w:val="00A22040"/>
    <w:rsid w:val="00A220A5"/>
    <w:rsid w:val="00A22245"/>
    <w:rsid w:val="00A222CA"/>
    <w:rsid w:val="00A22430"/>
    <w:rsid w:val="00A22BF0"/>
    <w:rsid w:val="00A2386D"/>
    <w:rsid w:val="00A23CA9"/>
    <w:rsid w:val="00A24681"/>
    <w:rsid w:val="00A250F8"/>
    <w:rsid w:val="00A252A2"/>
    <w:rsid w:val="00A253B1"/>
    <w:rsid w:val="00A256BB"/>
    <w:rsid w:val="00A25873"/>
    <w:rsid w:val="00A26049"/>
    <w:rsid w:val="00A26410"/>
    <w:rsid w:val="00A26D5F"/>
    <w:rsid w:val="00A27757"/>
    <w:rsid w:val="00A27D90"/>
    <w:rsid w:val="00A300B0"/>
    <w:rsid w:val="00A3024D"/>
    <w:rsid w:val="00A3053E"/>
    <w:rsid w:val="00A30587"/>
    <w:rsid w:val="00A308B0"/>
    <w:rsid w:val="00A3119C"/>
    <w:rsid w:val="00A314B1"/>
    <w:rsid w:val="00A31842"/>
    <w:rsid w:val="00A31A5B"/>
    <w:rsid w:val="00A320E0"/>
    <w:rsid w:val="00A3227A"/>
    <w:rsid w:val="00A32436"/>
    <w:rsid w:val="00A32960"/>
    <w:rsid w:val="00A3304E"/>
    <w:rsid w:val="00A33150"/>
    <w:rsid w:val="00A334EE"/>
    <w:rsid w:val="00A33EAD"/>
    <w:rsid w:val="00A354D1"/>
    <w:rsid w:val="00A35B9E"/>
    <w:rsid w:val="00A35EF0"/>
    <w:rsid w:val="00A36C2B"/>
    <w:rsid w:val="00A37292"/>
    <w:rsid w:val="00A3764D"/>
    <w:rsid w:val="00A37685"/>
    <w:rsid w:val="00A3769B"/>
    <w:rsid w:val="00A378D4"/>
    <w:rsid w:val="00A37DAF"/>
    <w:rsid w:val="00A40FAE"/>
    <w:rsid w:val="00A41617"/>
    <w:rsid w:val="00A4174F"/>
    <w:rsid w:val="00A417F3"/>
    <w:rsid w:val="00A41BB8"/>
    <w:rsid w:val="00A4205F"/>
    <w:rsid w:val="00A426E5"/>
    <w:rsid w:val="00A4281F"/>
    <w:rsid w:val="00A428BE"/>
    <w:rsid w:val="00A42D6F"/>
    <w:rsid w:val="00A42DD8"/>
    <w:rsid w:val="00A437E7"/>
    <w:rsid w:val="00A4387A"/>
    <w:rsid w:val="00A43E09"/>
    <w:rsid w:val="00A442D8"/>
    <w:rsid w:val="00A44536"/>
    <w:rsid w:val="00A4457F"/>
    <w:rsid w:val="00A44750"/>
    <w:rsid w:val="00A44850"/>
    <w:rsid w:val="00A44A3D"/>
    <w:rsid w:val="00A44AA2"/>
    <w:rsid w:val="00A44FA3"/>
    <w:rsid w:val="00A456B1"/>
    <w:rsid w:val="00A45CD3"/>
    <w:rsid w:val="00A45EFE"/>
    <w:rsid w:val="00A4649A"/>
    <w:rsid w:val="00A464CD"/>
    <w:rsid w:val="00A466A7"/>
    <w:rsid w:val="00A46C98"/>
    <w:rsid w:val="00A46D53"/>
    <w:rsid w:val="00A46E83"/>
    <w:rsid w:val="00A471F1"/>
    <w:rsid w:val="00A47265"/>
    <w:rsid w:val="00A472CC"/>
    <w:rsid w:val="00A479D6"/>
    <w:rsid w:val="00A50186"/>
    <w:rsid w:val="00A5021D"/>
    <w:rsid w:val="00A50766"/>
    <w:rsid w:val="00A5080A"/>
    <w:rsid w:val="00A50A65"/>
    <w:rsid w:val="00A50AB3"/>
    <w:rsid w:val="00A50BE4"/>
    <w:rsid w:val="00A50EF9"/>
    <w:rsid w:val="00A50FBD"/>
    <w:rsid w:val="00A510EB"/>
    <w:rsid w:val="00A51664"/>
    <w:rsid w:val="00A5167A"/>
    <w:rsid w:val="00A51824"/>
    <w:rsid w:val="00A520C7"/>
    <w:rsid w:val="00A52246"/>
    <w:rsid w:val="00A523B3"/>
    <w:rsid w:val="00A528C8"/>
    <w:rsid w:val="00A52AB3"/>
    <w:rsid w:val="00A5337F"/>
    <w:rsid w:val="00A5372A"/>
    <w:rsid w:val="00A53A89"/>
    <w:rsid w:val="00A53C8F"/>
    <w:rsid w:val="00A542FA"/>
    <w:rsid w:val="00A545FC"/>
    <w:rsid w:val="00A54C1A"/>
    <w:rsid w:val="00A54CD7"/>
    <w:rsid w:val="00A5521F"/>
    <w:rsid w:val="00A55427"/>
    <w:rsid w:val="00A56103"/>
    <w:rsid w:val="00A5683F"/>
    <w:rsid w:val="00A5686F"/>
    <w:rsid w:val="00A56DC0"/>
    <w:rsid w:val="00A5777B"/>
    <w:rsid w:val="00A5784E"/>
    <w:rsid w:val="00A57C3D"/>
    <w:rsid w:val="00A57D19"/>
    <w:rsid w:val="00A57EEC"/>
    <w:rsid w:val="00A60024"/>
    <w:rsid w:val="00A600A8"/>
    <w:rsid w:val="00A6019A"/>
    <w:rsid w:val="00A60691"/>
    <w:rsid w:val="00A60A2A"/>
    <w:rsid w:val="00A60A76"/>
    <w:rsid w:val="00A61471"/>
    <w:rsid w:val="00A614FB"/>
    <w:rsid w:val="00A620D2"/>
    <w:rsid w:val="00A62277"/>
    <w:rsid w:val="00A62291"/>
    <w:rsid w:val="00A62631"/>
    <w:rsid w:val="00A62908"/>
    <w:rsid w:val="00A638B9"/>
    <w:rsid w:val="00A63E4E"/>
    <w:rsid w:val="00A6406D"/>
    <w:rsid w:val="00A6440D"/>
    <w:rsid w:val="00A64457"/>
    <w:rsid w:val="00A646B1"/>
    <w:rsid w:val="00A64D62"/>
    <w:rsid w:val="00A66040"/>
    <w:rsid w:val="00A66252"/>
    <w:rsid w:val="00A66681"/>
    <w:rsid w:val="00A671F6"/>
    <w:rsid w:val="00A672BD"/>
    <w:rsid w:val="00A672F4"/>
    <w:rsid w:val="00A676B4"/>
    <w:rsid w:val="00A6781A"/>
    <w:rsid w:val="00A67BB2"/>
    <w:rsid w:val="00A67E3F"/>
    <w:rsid w:val="00A70295"/>
    <w:rsid w:val="00A705CB"/>
    <w:rsid w:val="00A7066E"/>
    <w:rsid w:val="00A70988"/>
    <w:rsid w:val="00A70A73"/>
    <w:rsid w:val="00A70AB4"/>
    <w:rsid w:val="00A70E4E"/>
    <w:rsid w:val="00A710AE"/>
    <w:rsid w:val="00A711E5"/>
    <w:rsid w:val="00A72536"/>
    <w:rsid w:val="00A72DF1"/>
    <w:rsid w:val="00A73835"/>
    <w:rsid w:val="00A73929"/>
    <w:rsid w:val="00A73AA2"/>
    <w:rsid w:val="00A73CE7"/>
    <w:rsid w:val="00A73D6F"/>
    <w:rsid w:val="00A74220"/>
    <w:rsid w:val="00A74461"/>
    <w:rsid w:val="00A74B54"/>
    <w:rsid w:val="00A7510E"/>
    <w:rsid w:val="00A75443"/>
    <w:rsid w:val="00A75582"/>
    <w:rsid w:val="00A75DA0"/>
    <w:rsid w:val="00A76247"/>
    <w:rsid w:val="00A7672C"/>
    <w:rsid w:val="00A77934"/>
    <w:rsid w:val="00A8051D"/>
    <w:rsid w:val="00A808B2"/>
    <w:rsid w:val="00A81995"/>
    <w:rsid w:val="00A825EA"/>
    <w:rsid w:val="00A8353B"/>
    <w:rsid w:val="00A83827"/>
    <w:rsid w:val="00A849C1"/>
    <w:rsid w:val="00A84A34"/>
    <w:rsid w:val="00A84BE3"/>
    <w:rsid w:val="00A85503"/>
    <w:rsid w:val="00A85A1D"/>
    <w:rsid w:val="00A85AA6"/>
    <w:rsid w:val="00A85CF6"/>
    <w:rsid w:val="00A85DD8"/>
    <w:rsid w:val="00A85F7D"/>
    <w:rsid w:val="00A86883"/>
    <w:rsid w:val="00A86A18"/>
    <w:rsid w:val="00A86AE6"/>
    <w:rsid w:val="00A86C1B"/>
    <w:rsid w:val="00A86E11"/>
    <w:rsid w:val="00A8771C"/>
    <w:rsid w:val="00A87B80"/>
    <w:rsid w:val="00A87DE6"/>
    <w:rsid w:val="00A90552"/>
    <w:rsid w:val="00A907D4"/>
    <w:rsid w:val="00A91761"/>
    <w:rsid w:val="00A9225E"/>
    <w:rsid w:val="00A923F8"/>
    <w:rsid w:val="00A92708"/>
    <w:rsid w:val="00A9272A"/>
    <w:rsid w:val="00A92978"/>
    <w:rsid w:val="00A92E27"/>
    <w:rsid w:val="00A92EA7"/>
    <w:rsid w:val="00A931E4"/>
    <w:rsid w:val="00A936E1"/>
    <w:rsid w:val="00A93B63"/>
    <w:rsid w:val="00A93BE1"/>
    <w:rsid w:val="00A93E1B"/>
    <w:rsid w:val="00A943F6"/>
    <w:rsid w:val="00A945C9"/>
    <w:rsid w:val="00A94B67"/>
    <w:rsid w:val="00A94E92"/>
    <w:rsid w:val="00A95182"/>
    <w:rsid w:val="00A954BA"/>
    <w:rsid w:val="00A95600"/>
    <w:rsid w:val="00A97022"/>
    <w:rsid w:val="00A97914"/>
    <w:rsid w:val="00A97C44"/>
    <w:rsid w:val="00A97CAC"/>
    <w:rsid w:val="00AA028D"/>
    <w:rsid w:val="00AA03C8"/>
    <w:rsid w:val="00AA06AD"/>
    <w:rsid w:val="00AA080D"/>
    <w:rsid w:val="00AA0AE8"/>
    <w:rsid w:val="00AA0B8A"/>
    <w:rsid w:val="00AA1226"/>
    <w:rsid w:val="00AA1424"/>
    <w:rsid w:val="00AA1BE4"/>
    <w:rsid w:val="00AA221A"/>
    <w:rsid w:val="00AA22B4"/>
    <w:rsid w:val="00AA2566"/>
    <w:rsid w:val="00AA2619"/>
    <w:rsid w:val="00AA2D9B"/>
    <w:rsid w:val="00AA2DDE"/>
    <w:rsid w:val="00AA2FAB"/>
    <w:rsid w:val="00AA309C"/>
    <w:rsid w:val="00AA3E69"/>
    <w:rsid w:val="00AA42F9"/>
    <w:rsid w:val="00AA43D7"/>
    <w:rsid w:val="00AA48A4"/>
    <w:rsid w:val="00AA4C98"/>
    <w:rsid w:val="00AA5026"/>
    <w:rsid w:val="00AA51B3"/>
    <w:rsid w:val="00AA56FF"/>
    <w:rsid w:val="00AA57D5"/>
    <w:rsid w:val="00AA580D"/>
    <w:rsid w:val="00AA589E"/>
    <w:rsid w:val="00AA5A23"/>
    <w:rsid w:val="00AA5DE0"/>
    <w:rsid w:val="00AA69FD"/>
    <w:rsid w:val="00AA6ADD"/>
    <w:rsid w:val="00AA6E88"/>
    <w:rsid w:val="00AA7545"/>
    <w:rsid w:val="00AA77F9"/>
    <w:rsid w:val="00AA79D3"/>
    <w:rsid w:val="00AA7E19"/>
    <w:rsid w:val="00AA7F63"/>
    <w:rsid w:val="00AB098F"/>
    <w:rsid w:val="00AB0F6C"/>
    <w:rsid w:val="00AB10C6"/>
    <w:rsid w:val="00AB1661"/>
    <w:rsid w:val="00AB23F6"/>
    <w:rsid w:val="00AB257B"/>
    <w:rsid w:val="00AB279D"/>
    <w:rsid w:val="00AB27D8"/>
    <w:rsid w:val="00AB2A41"/>
    <w:rsid w:val="00AB39D7"/>
    <w:rsid w:val="00AB425D"/>
    <w:rsid w:val="00AB4279"/>
    <w:rsid w:val="00AB464B"/>
    <w:rsid w:val="00AB4849"/>
    <w:rsid w:val="00AB505F"/>
    <w:rsid w:val="00AB521B"/>
    <w:rsid w:val="00AB5D1A"/>
    <w:rsid w:val="00AB62C9"/>
    <w:rsid w:val="00AB7AC3"/>
    <w:rsid w:val="00AB7AF7"/>
    <w:rsid w:val="00AB7DD8"/>
    <w:rsid w:val="00AC0024"/>
    <w:rsid w:val="00AC0089"/>
    <w:rsid w:val="00AC00A1"/>
    <w:rsid w:val="00AC029D"/>
    <w:rsid w:val="00AC05B7"/>
    <w:rsid w:val="00AC0637"/>
    <w:rsid w:val="00AC0867"/>
    <w:rsid w:val="00AC09E6"/>
    <w:rsid w:val="00AC1060"/>
    <w:rsid w:val="00AC16A5"/>
    <w:rsid w:val="00AC1B9B"/>
    <w:rsid w:val="00AC1BEA"/>
    <w:rsid w:val="00AC1C1D"/>
    <w:rsid w:val="00AC2765"/>
    <w:rsid w:val="00AC28B6"/>
    <w:rsid w:val="00AC305B"/>
    <w:rsid w:val="00AC30EC"/>
    <w:rsid w:val="00AC3AB2"/>
    <w:rsid w:val="00AC3AB9"/>
    <w:rsid w:val="00AC3E71"/>
    <w:rsid w:val="00AC44FE"/>
    <w:rsid w:val="00AC4CBD"/>
    <w:rsid w:val="00AC4F0C"/>
    <w:rsid w:val="00AC5673"/>
    <w:rsid w:val="00AC5B75"/>
    <w:rsid w:val="00AC5F4F"/>
    <w:rsid w:val="00AC62A6"/>
    <w:rsid w:val="00AC62C7"/>
    <w:rsid w:val="00AC6D94"/>
    <w:rsid w:val="00AC7654"/>
    <w:rsid w:val="00AC7C39"/>
    <w:rsid w:val="00AD01BC"/>
    <w:rsid w:val="00AD02C5"/>
    <w:rsid w:val="00AD07D9"/>
    <w:rsid w:val="00AD0C61"/>
    <w:rsid w:val="00AD0E16"/>
    <w:rsid w:val="00AD10D3"/>
    <w:rsid w:val="00AD1593"/>
    <w:rsid w:val="00AD17CD"/>
    <w:rsid w:val="00AD1970"/>
    <w:rsid w:val="00AD1A1A"/>
    <w:rsid w:val="00AD1B32"/>
    <w:rsid w:val="00AD1BBE"/>
    <w:rsid w:val="00AD2514"/>
    <w:rsid w:val="00AD28A5"/>
    <w:rsid w:val="00AD2BDA"/>
    <w:rsid w:val="00AD2D1D"/>
    <w:rsid w:val="00AD32B7"/>
    <w:rsid w:val="00AD32D3"/>
    <w:rsid w:val="00AD3B4C"/>
    <w:rsid w:val="00AD3B77"/>
    <w:rsid w:val="00AD44C9"/>
    <w:rsid w:val="00AD4631"/>
    <w:rsid w:val="00AD4853"/>
    <w:rsid w:val="00AD573E"/>
    <w:rsid w:val="00AD5CA7"/>
    <w:rsid w:val="00AD5F53"/>
    <w:rsid w:val="00AD5F7D"/>
    <w:rsid w:val="00AD6048"/>
    <w:rsid w:val="00AD6170"/>
    <w:rsid w:val="00AD6386"/>
    <w:rsid w:val="00AD6F0B"/>
    <w:rsid w:val="00AD7241"/>
    <w:rsid w:val="00AD75A1"/>
    <w:rsid w:val="00AD7D6C"/>
    <w:rsid w:val="00AE0CC9"/>
    <w:rsid w:val="00AE0F03"/>
    <w:rsid w:val="00AE0FE7"/>
    <w:rsid w:val="00AE1013"/>
    <w:rsid w:val="00AE117C"/>
    <w:rsid w:val="00AE1722"/>
    <w:rsid w:val="00AE216B"/>
    <w:rsid w:val="00AE27B3"/>
    <w:rsid w:val="00AE3742"/>
    <w:rsid w:val="00AE3BD1"/>
    <w:rsid w:val="00AE3C82"/>
    <w:rsid w:val="00AE3CB7"/>
    <w:rsid w:val="00AE3FB8"/>
    <w:rsid w:val="00AE42D9"/>
    <w:rsid w:val="00AE46FB"/>
    <w:rsid w:val="00AE4A79"/>
    <w:rsid w:val="00AE4A96"/>
    <w:rsid w:val="00AE4FFB"/>
    <w:rsid w:val="00AE516B"/>
    <w:rsid w:val="00AE51C9"/>
    <w:rsid w:val="00AE5847"/>
    <w:rsid w:val="00AE5CBB"/>
    <w:rsid w:val="00AE5E0A"/>
    <w:rsid w:val="00AE5EE5"/>
    <w:rsid w:val="00AE71BA"/>
    <w:rsid w:val="00AE74BF"/>
    <w:rsid w:val="00AE74FB"/>
    <w:rsid w:val="00AE754B"/>
    <w:rsid w:val="00AE7660"/>
    <w:rsid w:val="00AE775B"/>
    <w:rsid w:val="00AE7A80"/>
    <w:rsid w:val="00AF0013"/>
    <w:rsid w:val="00AF00F8"/>
    <w:rsid w:val="00AF0260"/>
    <w:rsid w:val="00AF02AE"/>
    <w:rsid w:val="00AF0738"/>
    <w:rsid w:val="00AF0C37"/>
    <w:rsid w:val="00AF0EDE"/>
    <w:rsid w:val="00AF1515"/>
    <w:rsid w:val="00AF1763"/>
    <w:rsid w:val="00AF1EE6"/>
    <w:rsid w:val="00AF2259"/>
    <w:rsid w:val="00AF226B"/>
    <w:rsid w:val="00AF256D"/>
    <w:rsid w:val="00AF27F9"/>
    <w:rsid w:val="00AF2EFA"/>
    <w:rsid w:val="00AF3338"/>
    <w:rsid w:val="00AF339A"/>
    <w:rsid w:val="00AF3677"/>
    <w:rsid w:val="00AF367B"/>
    <w:rsid w:val="00AF3CC5"/>
    <w:rsid w:val="00AF4019"/>
    <w:rsid w:val="00AF4392"/>
    <w:rsid w:val="00AF5813"/>
    <w:rsid w:val="00AF5F83"/>
    <w:rsid w:val="00AF682C"/>
    <w:rsid w:val="00AF6E08"/>
    <w:rsid w:val="00AF7443"/>
    <w:rsid w:val="00AF7BFA"/>
    <w:rsid w:val="00AF7D14"/>
    <w:rsid w:val="00B00339"/>
    <w:rsid w:val="00B00667"/>
    <w:rsid w:val="00B0144A"/>
    <w:rsid w:val="00B02026"/>
    <w:rsid w:val="00B026F6"/>
    <w:rsid w:val="00B02DE1"/>
    <w:rsid w:val="00B033D9"/>
    <w:rsid w:val="00B0368B"/>
    <w:rsid w:val="00B036C6"/>
    <w:rsid w:val="00B0377E"/>
    <w:rsid w:val="00B03A46"/>
    <w:rsid w:val="00B03D4C"/>
    <w:rsid w:val="00B03FD7"/>
    <w:rsid w:val="00B04928"/>
    <w:rsid w:val="00B04EE0"/>
    <w:rsid w:val="00B050BB"/>
    <w:rsid w:val="00B053F3"/>
    <w:rsid w:val="00B05737"/>
    <w:rsid w:val="00B05B62"/>
    <w:rsid w:val="00B05BAA"/>
    <w:rsid w:val="00B05C32"/>
    <w:rsid w:val="00B0620E"/>
    <w:rsid w:val="00B06732"/>
    <w:rsid w:val="00B0685F"/>
    <w:rsid w:val="00B07829"/>
    <w:rsid w:val="00B079CE"/>
    <w:rsid w:val="00B07B42"/>
    <w:rsid w:val="00B102FA"/>
    <w:rsid w:val="00B10381"/>
    <w:rsid w:val="00B105D1"/>
    <w:rsid w:val="00B106CD"/>
    <w:rsid w:val="00B107BB"/>
    <w:rsid w:val="00B10CA4"/>
    <w:rsid w:val="00B10F4D"/>
    <w:rsid w:val="00B1160F"/>
    <w:rsid w:val="00B1166B"/>
    <w:rsid w:val="00B11997"/>
    <w:rsid w:val="00B1199B"/>
    <w:rsid w:val="00B11AB0"/>
    <w:rsid w:val="00B11D9B"/>
    <w:rsid w:val="00B12259"/>
    <w:rsid w:val="00B12319"/>
    <w:rsid w:val="00B12334"/>
    <w:rsid w:val="00B1272B"/>
    <w:rsid w:val="00B12A52"/>
    <w:rsid w:val="00B12BC9"/>
    <w:rsid w:val="00B13337"/>
    <w:rsid w:val="00B13474"/>
    <w:rsid w:val="00B1384E"/>
    <w:rsid w:val="00B13D58"/>
    <w:rsid w:val="00B1408E"/>
    <w:rsid w:val="00B142BF"/>
    <w:rsid w:val="00B146DC"/>
    <w:rsid w:val="00B14CA9"/>
    <w:rsid w:val="00B14CD1"/>
    <w:rsid w:val="00B1502B"/>
    <w:rsid w:val="00B1565E"/>
    <w:rsid w:val="00B15889"/>
    <w:rsid w:val="00B16164"/>
    <w:rsid w:val="00B163D7"/>
    <w:rsid w:val="00B16B67"/>
    <w:rsid w:val="00B16B88"/>
    <w:rsid w:val="00B16DE6"/>
    <w:rsid w:val="00B16E8C"/>
    <w:rsid w:val="00B16E93"/>
    <w:rsid w:val="00B16ED0"/>
    <w:rsid w:val="00B16FB6"/>
    <w:rsid w:val="00B171B8"/>
    <w:rsid w:val="00B1738C"/>
    <w:rsid w:val="00B1775A"/>
    <w:rsid w:val="00B179F9"/>
    <w:rsid w:val="00B17C3E"/>
    <w:rsid w:val="00B2035B"/>
    <w:rsid w:val="00B20DF5"/>
    <w:rsid w:val="00B21270"/>
    <w:rsid w:val="00B22AB5"/>
    <w:rsid w:val="00B22D48"/>
    <w:rsid w:val="00B22F3B"/>
    <w:rsid w:val="00B23156"/>
    <w:rsid w:val="00B2327B"/>
    <w:rsid w:val="00B23539"/>
    <w:rsid w:val="00B23CAB"/>
    <w:rsid w:val="00B23FAE"/>
    <w:rsid w:val="00B244F4"/>
    <w:rsid w:val="00B24523"/>
    <w:rsid w:val="00B24A42"/>
    <w:rsid w:val="00B25E4F"/>
    <w:rsid w:val="00B2604B"/>
    <w:rsid w:val="00B2674D"/>
    <w:rsid w:val="00B268D6"/>
    <w:rsid w:val="00B26A97"/>
    <w:rsid w:val="00B27800"/>
    <w:rsid w:val="00B27FA1"/>
    <w:rsid w:val="00B30B07"/>
    <w:rsid w:val="00B30DE6"/>
    <w:rsid w:val="00B31566"/>
    <w:rsid w:val="00B317D8"/>
    <w:rsid w:val="00B3186E"/>
    <w:rsid w:val="00B31BDD"/>
    <w:rsid w:val="00B31F22"/>
    <w:rsid w:val="00B31F42"/>
    <w:rsid w:val="00B32237"/>
    <w:rsid w:val="00B32302"/>
    <w:rsid w:val="00B32BA3"/>
    <w:rsid w:val="00B32E1E"/>
    <w:rsid w:val="00B33A80"/>
    <w:rsid w:val="00B33ED0"/>
    <w:rsid w:val="00B3417E"/>
    <w:rsid w:val="00B35568"/>
    <w:rsid w:val="00B3559A"/>
    <w:rsid w:val="00B358AD"/>
    <w:rsid w:val="00B35A70"/>
    <w:rsid w:val="00B35B76"/>
    <w:rsid w:val="00B35BD1"/>
    <w:rsid w:val="00B35C05"/>
    <w:rsid w:val="00B35E8C"/>
    <w:rsid w:val="00B361CE"/>
    <w:rsid w:val="00B361D4"/>
    <w:rsid w:val="00B3642F"/>
    <w:rsid w:val="00B3664B"/>
    <w:rsid w:val="00B366B5"/>
    <w:rsid w:val="00B367AB"/>
    <w:rsid w:val="00B36863"/>
    <w:rsid w:val="00B36AD2"/>
    <w:rsid w:val="00B36BA0"/>
    <w:rsid w:val="00B36CAB"/>
    <w:rsid w:val="00B36D3F"/>
    <w:rsid w:val="00B36DBC"/>
    <w:rsid w:val="00B36EDC"/>
    <w:rsid w:val="00B370F8"/>
    <w:rsid w:val="00B3786E"/>
    <w:rsid w:val="00B37B7A"/>
    <w:rsid w:val="00B37CFC"/>
    <w:rsid w:val="00B40059"/>
    <w:rsid w:val="00B40180"/>
    <w:rsid w:val="00B402D4"/>
    <w:rsid w:val="00B40439"/>
    <w:rsid w:val="00B41265"/>
    <w:rsid w:val="00B41433"/>
    <w:rsid w:val="00B41927"/>
    <w:rsid w:val="00B41C73"/>
    <w:rsid w:val="00B41CB6"/>
    <w:rsid w:val="00B4202A"/>
    <w:rsid w:val="00B428A4"/>
    <w:rsid w:val="00B429A0"/>
    <w:rsid w:val="00B42EC0"/>
    <w:rsid w:val="00B4391D"/>
    <w:rsid w:val="00B43E90"/>
    <w:rsid w:val="00B43ECA"/>
    <w:rsid w:val="00B440E5"/>
    <w:rsid w:val="00B448B1"/>
    <w:rsid w:val="00B44B32"/>
    <w:rsid w:val="00B44FBF"/>
    <w:rsid w:val="00B45708"/>
    <w:rsid w:val="00B45C2A"/>
    <w:rsid w:val="00B45C4B"/>
    <w:rsid w:val="00B46475"/>
    <w:rsid w:val="00B46A21"/>
    <w:rsid w:val="00B46B09"/>
    <w:rsid w:val="00B46C61"/>
    <w:rsid w:val="00B47290"/>
    <w:rsid w:val="00B47C2D"/>
    <w:rsid w:val="00B5039E"/>
    <w:rsid w:val="00B503A6"/>
    <w:rsid w:val="00B5064D"/>
    <w:rsid w:val="00B5072E"/>
    <w:rsid w:val="00B50D2D"/>
    <w:rsid w:val="00B51042"/>
    <w:rsid w:val="00B511D5"/>
    <w:rsid w:val="00B513AC"/>
    <w:rsid w:val="00B51DD2"/>
    <w:rsid w:val="00B522CA"/>
    <w:rsid w:val="00B52865"/>
    <w:rsid w:val="00B52C9F"/>
    <w:rsid w:val="00B52E49"/>
    <w:rsid w:val="00B53226"/>
    <w:rsid w:val="00B53311"/>
    <w:rsid w:val="00B534FD"/>
    <w:rsid w:val="00B53540"/>
    <w:rsid w:val="00B53E21"/>
    <w:rsid w:val="00B541AD"/>
    <w:rsid w:val="00B543EF"/>
    <w:rsid w:val="00B543F2"/>
    <w:rsid w:val="00B544E3"/>
    <w:rsid w:val="00B54F38"/>
    <w:rsid w:val="00B559E9"/>
    <w:rsid w:val="00B55BB4"/>
    <w:rsid w:val="00B55E8E"/>
    <w:rsid w:val="00B5731D"/>
    <w:rsid w:val="00B5757F"/>
    <w:rsid w:val="00B577A1"/>
    <w:rsid w:val="00B60048"/>
    <w:rsid w:val="00B60153"/>
    <w:rsid w:val="00B60C26"/>
    <w:rsid w:val="00B61B79"/>
    <w:rsid w:val="00B622D4"/>
    <w:rsid w:val="00B62A34"/>
    <w:rsid w:val="00B62DE8"/>
    <w:rsid w:val="00B62ED8"/>
    <w:rsid w:val="00B634E7"/>
    <w:rsid w:val="00B646DD"/>
    <w:rsid w:val="00B6478B"/>
    <w:rsid w:val="00B64B29"/>
    <w:rsid w:val="00B64D6D"/>
    <w:rsid w:val="00B6582F"/>
    <w:rsid w:val="00B65848"/>
    <w:rsid w:val="00B65EC2"/>
    <w:rsid w:val="00B6642D"/>
    <w:rsid w:val="00B6670D"/>
    <w:rsid w:val="00B66A58"/>
    <w:rsid w:val="00B67554"/>
    <w:rsid w:val="00B6771B"/>
    <w:rsid w:val="00B67B61"/>
    <w:rsid w:val="00B70071"/>
    <w:rsid w:val="00B70822"/>
    <w:rsid w:val="00B708A4"/>
    <w:rsid w:val="00B70BE7"/>
    <w:rsid w:val="00B718F7"/>
    <w:rsid w:val="00B71BE2"/>
    <w:rsid w:val="00B71C15"/>
    <w:rsid w:val="00B72FED"/>
    <w:rsid w:val="00B73070"/>
    <w:rsid w:val="00B73578"/>
    <w:rsid w:val="00B73908"/>
    <w:rsid w:val="00B73911"/>
    <w:rsid w:val="00B73CE2"/>
    <w:rsid w:val="00B73FF6"/>
    <w:rsid w:val="00B740EA"/>
    <w:rsid w:val="00B740ED"/>
    <w:rsid w:val="00B743FE"/>
    <w:rsid w:val="00B7464F"/>
    <w:rsid w:val="00B75282"/>
    <w:rsid w:val="00B75A94"/>
    <w:rsid w:val="00B7674C"/>
    <w:rsid w:val="00B767DF"/>
    <w:rsid w:val="00B77093"/>
    <w:rsid w:val="00B771AC"/>
    <w:rsid w:val="00B776D9"/>
    <w:rsid w:val="00B7797E"/>
    <w:rsid w:val="00B77E3F"/>
    <w:rsid w:val="00B80002"/>
    <w:rsid w:val="00B802D7"/>
    <w:rsid w:val="00B80881"/>
    <w:rsid w:val="00B80D28"/>
    <w:rsid w:val="00B80F1A"/>
    <w:rsid w:val="00B80FC6"/>
    <w:rsid w:val="00B8142E"/>
    <w:rsid w:val="00B816FF"/>
    <w:rsid w:val="00B81714"/>
    <w:rsid w:val="00B8193E"/>
    <w:rsid w:val="00B81FB4"/>
    <w:rsid w:val="00B82422"/>
    <w:rsid w:val="00B825E6"/>
    <w:rsid w:val="00B82891"/>
    <w:rsid w:val="00B82999"/>
    <w:rsid w:val="00B83CF9"/>
    <w:rsid w:val="00B83DCA"/>
    <w:rsid w:val="00B84178"/>
    <w:rsid w:val="00B8584B"/>
    <w:rsid w:val="00B85E69"/>
    <w:rsid w:val="00B860C1"/>
    <w:rsid w:val="00B8618C"/>
    <w:rsid w:val="00B861A7"/>
    <w:rsid w:val="00B866FA"/>
    <w:rsid w:val="00B86AB0"/>
    <w:rsid w:val="00B86B28"/>
    <w:rsid w:val="00B86DD6"/>
    <w:rsid w:val="00B872C3"/>
    <w:rsid w:val="00B8768A"/>
    <w:rsid w:val="00B87B70"/>
    <w:rsid w:val="00B87E2B"/>
    <w:rsid w:val="00B90095"/>
    <w:rsid w:val="00B9039B"/>
    <w:rsid w:val="00B9046D"/>
    <w:rsid w:val="00B91A8B"/>
    <w:rsid w:val="00B91BBB"/>
    <w:rsid w:val="00B91C9A"/>
    <w:rsid w:val="00B91DB0"/>
    <w:rsid w:val="00B92387"/>
    <w:rsid w:val="00B923CB"/>
    <w:rsid w:val="00B9275C"/>
    <w:rsid w:val="00B93036"/>
    <w:rsid w:val="00B93186"/>
    <w:rsid w:val="00B932F6"/>
    <w:rsid w:val="00B93A7E"/>
    <w:rsid w:val="00B940A9"/>
    <w:rsid w:val="00B942DA"/>
    <w:rsid w:val="00B94325"/>
    <w:rsid w:val="00B94683"/>
    <w:rsid w:val="00B95295"/>
    <w:rsid w:val="00B954DD"/>
    <w:rsid w:val="00B9569F"/>
    <w:rsid w:val="00B95865"/>
    <w:rsid w:val="00B961FD"/>
    <w:rsid w:val="00B96CF4"/>
    <w:rsid w:val="00B972B8"/>
    <w:rsid w:val="00B9747F"/>
    <w:rsid w:val="00B97687"/>
    <w:rsid w:val="00B9779D"/>
    <w:rsid w:val="00B9786F"/>
    <w:rsid w:val="00B97FA4"/>
    <w:rsid w:val="00BA0187"/>
    <w:rsid w:val="00BA046A"/>
    <w:rsid w:val="00BA0621"/>
    <w:rsid w:val="00BA0AAE"/>
    <w:rsid w:val="00BA13EA"/>
    <w:rsid w:val="00BA1C1A"/>
    <w:rsid w:val="00BA1C5A"/>
    <w:rsid w:val="00BA1CF6"/>
    <w:rsid w:val="00BA1E7B"/>
    <w:rsid w:val="00BA2298"/>
    <w:rsid w:val="00BA2408"/>
    <w:rsid w:val="00BA2EE6"/>
    <w:rsid w:val="00BA3601"/>
    <w:rsid w:val="00BA3CCD"/>
    <w:rsid w:val="00BA44BE"/>
    <w:rsid w:val="00BA46C0"/>
    <w:rsid w:val="00BA48CF"/>
    <w:rsid w:val="00BA4EFD"/>
    <w:rsid w:val="00BA50ED"/>
    <w:rsid w:val="00BA51E1"/>
    <w:rsid w:val="00BA56EC"/>
    <w:rsid w:val="00BA5835"/>
    <w:rsid w:val="00BA5A23"/>
    <w:rsid w:val="00BA5A5E"/>
    <w:rsid w:val="00BA5ADC"/>
    <w:rsid w:val="00BA5C0F"/>
    <w:rsid w:val="00BA5F8F"/>
    <w:rsid w:val="00BA6275"/>
    <w:rsid w:val="00BA699B"/>
    <w:rsid w:val="00BA7117"/>
    <w:rsid w:val="00BA71B9"/>
    <w:rsid w:val="00BA7604"/>
    <w:rsid w:val="00BA7AE0"/>
    <w:rsid w:val="00BB009F"/>
    <w:rsid w:val="00BB00D3"/>
    <w:rsid w:val="00BB0150"/>
    <w:rsid w:val="00BB0293"/>
    <w:rsid w:val="00BB02A9"/>
    <w:rsid w:val="00BB0DF1"/>
    <w:rsid w:val="00BB0F59"/>
    <w:rsid w:val="00BB0F65"/>
    <w:rsid w:val="00BB100C"/>
    <w:rsid w:val="00BB1433"/>
    <w:rsid w:val="00BB1AAD"/>
    <w:rsid w:val="00BB22CF"/>
    <w:rsid w:val="00BB2614"/>
    <w:rsid w:val="00BB2951"/>
    <w:rsid w:val="00BB30B7"/>
    <w:rsid w:val="00BB32E1"/>
    <w:rsid w:val="00BB340B"/>
    <w:rsid w:val="00BB3497"/>
    <w:rsid w:val="00BB3BAD"/>
    <w:rsid w:val="00BB3CA0"/>
    <w:rsid w:val="00BB3DCE"/>
    <w:rsid w:val="00BB4022"/>
    <w:rsid w:val="00BB4577"/>
    <w:rsid w:val="00BB4900"/>
    <w:rsid w:val="00BB4D3C"/>
    <w:rsid w:val="00BB4EBE"/>
    <w:rsid w:val="00BB5074"/>
    <w:rsid w:val="00BB561C"/>
    <w:rsid w:val="00BB5695"/>
    <w:rsid w:val="00BB5775"/>
    <w:rsid w:val="00BB61EB"/>
    <w:rsid w:val="00BB6705"/>
    <w:rsid w:val="00BB6B68"/>
    <w:rsid w:val="00BB6EF8"/>
    <w:rsid w:val="00BB734A"/>
    <w:rsid w:val="00BB765E"/>
    <w:rsid w:val="00BB7BEC"/>
    <w:rsid w:val="00BC087E"/>
    <w:rsid w:val="00BC08C5"/>
    <w:rsid w:val="00BC0D97"/>
    <w:rsid w:val="00BC0EDD"/>
    <w:rsid w:val="00BC14C1"/>
    <w:rsid w:val="00BC1696"/>
    <w:rsid w:val="00BC17E9"/>
    <w:rsid w:val="00BC199C"/>
    <w:rsid w:val="00BC1F58"/>
    <w:rsid w:val="00BC2665"/>
    <w:rsid w:val="00BC2C57"/>
    <w:rsid w:val="00BC34C2"/>
    <w:rsid w:val="00BC3A03"/>
    <w:rsid w:val="00BC44C8"/>
    <w:rsid w:val="00BC4823"/>
    <w:rsid w:val="00BC5322"/>
    <w:rsid w:val="00BC5A3A"/>
    <w:rsid w:val="00BC5DB0"/>
    <w:rsid w:val="00BC62E9"/>
    <w:rsid w:val="00BC7215"/>
    <w:rsid w:val="00BC721E"/>
    <w:rsid w:val="00BC73C4"/>
    <w:rsid w:val="00BC78A6"/>
    <w:rsid w:val="00BC7C91"/>
    <w:rsid w:val="00BC7E78"/>
    <w:rsid w:val="00BD03C8"/>
    <w:rsid w:val="00BD0C46"/>
    <w:rsid w:val="00BD0E05"/>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ABC"/>
    <w:rsid w:val="00BD3DEF"/>
    <w:rsid w:val="00BD46C5"/>
    <w:rsid w:val="00BD46D1"/>
    <w:rsid w:val="00BD4885"/>
    <w:rsid w:val="00BD4C2A"/>
    <w:rsid w:val="00BD551F"/>
    <w:rsid w:val="00BD5A06"/>
    <w:rsid w:val="00BD5B69"/>
    <w:rsid w:val="00BD5E2A"/>
    <w:rsid w:val="00BD6555"/>
    <w:rsid w:val="00BD6E30"/>
    <w:rsid w:val="00BD722B"/>
    <w:rsid w:val="00BD76CE"/>
    <w:rsid w:val="00BE0724"/>
    <w:rsid w:val="00BE0DD5"/>
    <w:rsid w:val="00BE10C3"/>
    <w:rsid w:val="00BE1804"/>
    <w:rsid w:val="00BE19DC"/>
    <w:rsid w:val="00BE1C5A"/>
    <w:rsid w:val="00BE1DE3"/>
    <w:rsid w:val="00BE1FC9"/>
    <w:rsid w:val="00BE205F"/>
    <w:rsid w:val="00BE20A8"/>
    <w:rsid w:val="00BE2159"/>
    <w:rsid w:val="00BE23DD"/>
    <w:rsid w:val="00BE260D"/>
    <w:rsid w:val="00BE2AC1"/>
    <w:rsid w:val="00BE2E16"/>
    <w:rsid w:val="00BE36FF"/>
    <w:rsid w:val="00BE3F70"/>
    <w:rsid w:val="00BE413F"/>
    <w:rsid w:val="00BE4517"/>
    <w:rsid w:val="00BE45CB"/>
    <w:rsid w:val="00BE49AC"/>
    <w:rsid w:val="00BE4F6F"/>
    <w:rsid w:val="00BE5051"/>
    <w:rsid w:val="00BE5291"/>
    <w:rsid w:val="00BE554B"/>
    <w:rsid w:val="00BE5A1E"/>
    <w:rsid w:val="00BE5A5D"/>
    <w:rsid w:val="00BE5D13"/>
    <w:rsid w:val="00BE6D4E"/>
    <w:rsid w:val="00BE6E9C"/>
    <w:rsid w:val="00BE725A"/>
    <w:rsid w:val="00BE7673"/>
    <w:rsid w:val="00BE7D6D"/>
    <w:rsid w:val="00BE7F61"/>
    <w:rsid w:val="00BF040D"/>
    <w:rsid w:val="00BF0C68"/>
    <w:rsid w:val="00BF0CB4"/>
    <w:rsid w:val="00BF1070"/>
    <w:rsid w:val="00BF127C"/>
    <w:rsid w:val="00BF1A70"/>
    <w:rsid w:val="00BF23EA"/>
    <w:rsid w:val="00BF3473"/>
    <w:rsid w:val="00BF357E"/>
    <w:rsid w:val="00BF38A5"/>
    <w:rsid w:val="00BF42B0"/>
    <w:rsid w:val="00BF42EF"/>
    <w:rsid w:val="00BF4AE2"/>
    <w:rsid w:val="00BF5111"/>
    <w:rsid w:val="00BF51F4"/>
    <w:rsid w:val="00BF53DE"/>
    <w:rsid w:val="00BF5978"/>
    <w:rsid w:val="00BF5F4A"/>
    <w:rsid w:val="00BF608D"/>
    <w:rsid w:val="00BF6349"/>
    <w:rsid w:val="00BF645B"/>
    <w:rsid w:val="00BF65B0"/>
    <w:rsid w:val="00BF702D"/>
    <w:rsid w:val="00BF75DC"/>
    <w:rsid w:val="00BF7857"/>
    <w:rsid w:val="00BF786F"/>
    <w:rsid w:val="00BF79C5"/>
    <w:rsid w:val="00BF7B42"/>
    <w:rsid w:val="00BF7C66"/>
    <w:rsid w:val="00BF7DF1"/>
    <w:rsid w:val="00C00200"/>
    <w:rsid w:val="00C003D1"/>
    <w:rsid w:val="00C0081A"/>
    <w:rsid w:val="00C00C30"/>
    <w:rsid w:val="00C00D76"/>
    <w:rsid w:val="00C0140C"/>
    <w:rsid w:val="00C01C27"/>
    <w:rsid w:val="00C01F31"/>
    <w:rsid w:val="00C024D4"/>
    <w:rsid w:val="00C02881"/>
    <w:rsid w:val="00C02B36"/>
    <w:rsid w:val="00C02CFB"/>
    <w:rsid w:val="00C033A9"/>
    <w:rsid w:val="00C03467"/>
    <w:rsid w:val="00C03A16"/>
    <w:rsid w:val="00C041B4"/>
    <w:rsid w:val="00C045E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10A8F"/>
    <w:rsid w:val="00C10B0A"/>
    <w:rsid w:val="00C10F8D"/>
    <w:rsid w:val="00C11138"/>
    <w:rsid w:val="00C1141C"/>
    <w:rsid w:val="00C11750"/>
    <w:rsid w:val="00C1185E"/>
    <w:rsid w:val="00C11F7E"/>
    <w:rsid w:val="00C12810"/>
    <w:rsid w:val="00C1293A"/>
    <w:rsid w:val="00C129E5"/>
    <w:rsid w:val="00C12A13"/>
    <w:rsid w:val="00C12F2C"/>
    <w:rsid w:val="00C136D1"/>
    <w:rsid w:val="00C13A44"/>
    <w:rsid w:val="00C13DA6"/>
    <w:rsid w:val="00C1453F"/>
    <w:rsid w:val="00C147BD"/>
    <w:rsid w:val="00C15B6B"/>
    <w:rsid w:val="00C163F5"/>
    <w:rsid w:val="00C16B44"/>
    <w:rsid w:val="00C177C4"/>
    <w:rsid w:val="00C17B18"/>
    <w:rsid w:val="00C17BD1"/>
    <w:rsid w:val="00C17E2E"/>
    <w:rsid w:val="00C20552"/>
    <w:rsid w:val="00C20B4C"/>
    <w:rsid w:val="00C20BDC"/>
    <w:rsid w:val="00C20E44"/>
    <w:rsid w:val="00C210B5"/>
    <w:rsid w:val="00C21314"/>
    <w:rsid w:val="00C2167A"/>
    <w:rsid w:val="00C21A75"/>
    <w:rsid w:val="00C21DF8"/>
    <w:rsid w:val="00C22027"/>
    <w:rsid w:val="00C22232"/>
    <w:rsid w:val="00C222EA"/>
    <w:rsid w:val="00C2252C"/>
    <w:rsid w:val="00C22780"/>
    <w:rsid w:val="00C22C85"/>
    <w:rsid w:val="00C22F95"/>
    <w:rsid w:val="00C23145"/>
    <w:rsid w:val="00C237B9"/>
    <w:rsid w:val="00C23851"/>
    <w:rsid w:val="00C238A5"/>
    <w:rsid w:val="00C23C06"/>
    <w:rsid w:val="00C23C09"/>
    <w:rsid w:val="00C23CB1"/>
    <w:rsid w:val="00C23EC9"/>
    <w:rsid w:val="00C23ED8"/>
    <w:rsid w:val="00C240BD"/>
    <w:rsid w:val="00C2433F"/>
    <w:rsid w:val="00C248E9"/>
    <w:rsid w:val="00C24ED8"/>
    <w:rsid w:val="00C254E0"/>
    <w:rsid w:val="00C26CD4"/>
    <w:rsid w:val="00C27235"/>
    <w:rsid w:val="00C27764"/>
    <w:rsid w:val="00C278A0"/>
    <w:rsid w:val="00C27A6F"/>
    <w:rsid w:val="00C27A8F"/>
    <w:rsid w:val="00C3053E"/>
    <w:rsid w:val="00C308C6"/>
    <w:rsid w:val="00C30D2E"/>
    <w:rsid w:val="00C31326"/>
    <w:rsid w:val="00C31328"/>
    <w:rsid w:val="00C31BAD"/>
    <w:rsid w:val="00C31BED"/>
    <w:rsid w:val="00C320F2"/>
    <w:rsid w:val="00C321D7"/>
    <w:rsid w:val="00C326DC"/>
    <w:rsid w:val="00C32FD5"/>
    <w:rsid w:val="00C33040"/>
    <w:rsid w:val="00C33799"/>
    <w:rsid w:val="00C33AB7"/>
    <w:rsid w:val="00C33E99"/>
    <w:rsid w:val="00C33F8A"/>
    <w:rsid w:val="00C342CC"/>
    <w:rsid w:val="00C3435F"/>
    <w:rsid w:val="00C34496"/>
    <w:rsid w:val="00C34869"/>
    <w:rsid w:val="00C34936"/>
    <w:rsid w:val="00C35386"/>
    <w:rsid w:val="00C35512"/>
    <w:rsid w:val="00C359A9"/>
    <w:rsid w:val="00C359FA"/>
    <w:rsid w:val="00C35ABC"/>
    <w:rsid w:val="00C35F90"/>
    <w:rsid w:val="00C35FEE"/>
    <w:rsid w:val="00C37D1B"/>
    <w:rsid w:val="00C37F8D"/>
    <w:rsid w:val="00C40165"/>
    <w:rsid w:val="00C40540"/>
    <w:rsid w:val="00C40588"/>
    <w:rsid w:val="00C4070F"/>
    <w:rsid w:val="00C40BD9"/>
    <w:rsid w:val="00C4107C"/>
    <w:rsid w:val="00C417CE"/>
    <w:rsid w:val="00C4187D"/>
    <w:rsid w:val="00C418A6"/>
    <w:rsid w:val="00C42892"/>
    <w:rsid w:val="00C42A44"/>
    <w:rsid w:val="00C4301A"/>
    <w:rsid w:val="00C431B9"/>
    <w:rsid w:val="00C432E7"/>
    <w:rsid w:val="00C433AC"/>
    <w:rsid w:val="00C43981"/>
    <w:rsid w:val="00C43AE4"/>
    <w:rsid w:val="00C43D15"/>
    <w:rsid w:val="00C4450B"/>
    <w:rsid w:val="00C4463A"/>
    <w:rsid w:val="00C44914"/>
    <w:rsid w:val="00C45354"/>
    <w:rsid w:val="00C45394"/>
    <w:rsid w:val="00C4550C"/>
    <w:rsid w:val="00C45A6F"/>
    <w:rsid w:val="00C45D3A"/>
    <w:rsid w:val="00C46158"/>
    <w:rsid w:val="00C4638C"/>
    <w:rsid w:val="00C464E2"/>
    <w:rsid w:val="00C46567"/>
    <w:rsid w:val="00C469CA"/>
    <w:rsid w:val="00C46F0A"/>
    <w:rsid w:val="00C4720F"/>
    <w:rsid w:val="00C47B3A"/>
    <w:rsid w:val="00C47B84"/>
    <w:rsid w:val="00C47DD1"/>
    <w:rsid w:val="00C500A2"/>
    <w:rsid w:val="00C5113F"/>
    <w:rsid w:val="00C51362"/>
    <w:rsid w:val="00C516C7"/>
    <w:rsid w:val="00C51A35"/>
    <w:rsid w:val="00C51BE2"/>
    <w:rsid w:val="00C51C08"/>
    <w:rsid w:val="00C53218"/>
    <w:rsid w:val="00C5365B"/>
    <w:rsid w:val="00C536B1"/>
    <w:rsid w:val="00C53B19"/>
    <w:rsid w:val="00C53E1F"/>
    <w:rsid w:val="00C53EDE"/>
    <w:rsid w:val="00C53F6D"/>
    <w:rsid w:val="00C540EB"/>
    <w:rsid w:val="00C546FA"/>
    <w:rsid w:val="00C54BE9"/>
    <w:rsid w:val="00C5524E"/>
    <w:rsid w:val="00C55748"/>
    <w:rsid w:val="00C55C8E"/>
    <w:rsid w:val="00C55E20"/>
    <w:rsid w:val="00C56403"/>
    <w:rsid w:val="00C56A23"/>
    <w:rsid w:val="00C56BCD"/>
    <w:rsid w:val="00C574A8"/>
    <w:rsid w:val="00C57527"/>
    <w:rsid w:val="00C57556"/>
    <w:rsid w:val="00C576CF"/>
    <w:rsid w:val="00C601B8"/>
    <w:rsid w:val="00C60467"/>
    <w:rsid w:val="00C60627"/>
    <w:rsid w:val="00C606B4"/>
    <w:rsid w:val="00C61537"/>
    <w:rsid w:val="00C615BB"/>
    <w:rsid w:val="00C61D1D"/>
    <w:rsid w:val="00C61FE1"/>
    <w:rsid w:val="00C62382"/>
    <w:rsid w:val="00C6246C"/>
    <w:rsid w:val="00C625A4"/>
    <w:rsid w:val="00C626F3"/>
    <w:rsid w:val="00C62EBB"/>
    <w:rsid w:val="00C637B1"/>
    <w:rsid w:val="00C63F19"/>
    <w:rsid w:val="00C64152"/>
    <w:rsid w:val="00C644FC"/>
    <w:rsid w:val="00C647A9"/>
    <w:rsid w:val="00C64F45"/>
    <w:rsid w:val="00C65412"/>
    <w:rsid w:val="00C66273"/>
    <w:rsid w:val="00C66588"/>
    <w:rsid w:val="00C666C6"/>
    <w:rsid w:val="00C671EF"/>
    <w:rsid w:val="00C6736A"/>
    <w:rsid w:val="00C67379"/>
    <w:rsid w:val="00C67D57"/>
    <w:rsid w:val="00C67DFC"/>
    <w:rsid w:val="00C67FE9"/>
    <w:rsid w:val="00C70021"/>
    <w:rsid w:val="00C70169"/>
    <w:rsid w:val="00C702FD"/>
    <w:rsid w:val="00C70817"/>
    <w:rsid w:val="00C70B68"/>
    <w:rsid w:val="00C70EB8"/>
    <w:rsid w:val="00C713C4"/>
    <w:rsid w:val="00C71826"/>
    <w:rsid w:val="00C71BC0"/>
    <w:rsid w:val="00C72247"/>
    <w:rsid w:val="00C72756"/>
    <w:rsid w:val="00C72847"/>
    <w:rsid w:val="00C72E00"/>
    <w:rsid w:val="00C73082"/>
    <w:rsid w:val="00C734BD"/>
    <w:rsid w:val="00C73621"/>
    <w:rsid w:val="00C741CD"/>
    <w:rsid w:val="00C74404"/>
    <w:rsid w:val="00C7447E"/>
    <w:rsid w:val="00C744C0"/>
    <w:rsid w:val="00C753DC"/>
    <w:rsid w:val="00C75FED"/>
    <w:rsid w:val="00C7645F"/>
    <w:rsid w:val="00C76673"/>
    <w:rsid w:val="00C76BC3"/>
    <w:rsid w:val="00C77224"/>
    <w:rsid w:val="00C77362"/>
    <w:rsid w:val="00C775FD"/>
    <w:rsid w:val="00C77AE3"/>
    <w:rsid w:val="00C77D6C"/>
    <w:rsid w:val="00C77E55"/>
    <w:rsid w:val="00C80117"/>
    <w:rsid w:val="00C8027F"/>
    <w:rsid w:val="00C80570"/>
    <w:rsid w:val="00C80D9A"/>
    <w:rsid w:val="00C813F7"/>
    <w:rsid w:val="00C8156C"/>
    <w:rsid w:val="00C8187F"/>
    <w:rsid w:val="00C81943"/>
    <w:rsid w:val="00C826C8"/>
    <w:rsid w:val="00C827F6"/>
    <w:rsid w:val="00C8368D"/>
    <w:rsid w:val="00C83F64"/>
    <w:rsid w:val="00C8410D"/>
    <w:rsid w:val="00C843B9"/>
    <w:rsid w:val="00C84404"/>
    <w:rsid w:val="00C844A1"/>
    <w:rsid w:val="00C851DB"/>
    <w:rsid w:val="00C85200"/>
    <w:rsid w:val="00C852C7"/>
    <w:rsid w:val="00C85416"/>
    <w:rsid w:val="00C8549F"/>
    <w:rsid w:val="00C85556"/>
    <w:rsid w:val="00C85923"/>
    <w:rsid w:val="00C86424"/>
    <w:rsid w:val="00C86781"/>
    <w:rsid w:val="00C870DA"/>
    <w:rsid w:val="00C87291"/>
    <w:rsid w:val="00C878D3"/>
    <w:rsid w:val="00C90254"/>
    <w:rsid w:val="00C91375"/>
    <w:rsid w:val="00C9192A"/>
    <w:rsid w:val="00C91C88"/>
    <w:rsid w:val="00C91E63"/>
    <w:rsid w:val="00C924B7"/>
    <w:rsid w:val="00C926B7"/>
    <w:rsid w:val="00C927E1"/>
    <w:rsid w:val="00C92E98"/>
    <w:rsid w:val="00C936E4"/>
    <w:rsid w:val="00C93BB1"/>
    <w:rsid w:val="00C93FE0"/>
    <w:rsid w:val="00C94333"/>
    <w:rsid w:val="00C945CF"/>
    <w:rsid w:val="00C952F0"/>
    <w:rsid w:val="00C95853"/>
    <w:rsid w:val="00C95C86"/>
    <w:rsid w:val="00C95CDC"/>
    <w:rsid w:val="00C95E4C"/>
    <w:rsid w:val="00C962C1"/>
    <w:rsid w:val="00C96B6E"/>
    <w:rsid w:val="00C96D7F"/>
    <w:rsid w:val="00C97591"/>
    <w:rsid w:val="00C97DEE"/>
    <w:rsid w:val="00CA02AB"/>
    <w:rsid w:val="00CA0BCF"/>
    <w:rsid w:val="00CA0FCB"/>
    <w:rsid w:val="00CA11D5"/>
    <w:rsid w:val="00CA172A"/>
    <w:rsid w:val="00CA1E6E"/>
    <w:rsid w:val="00CA2156"/>
    <w:rsid w:val="00CA21DC"/>
    <w:rsid w:val="00CA2450"/>
    <w:rsid w:val="00CA2A88"/>
    <w:rsid w:val="00CA2BD7"/>
    <w:rsid w:val="00CA2D22"/>
    <w:rsid w:val="00CA2E43"/>
    <w:rsid w:val="00CA3066"/>
    <w:rsid w:val="00CA3305"/>
    <w:rsid w:val="00CA3408"/>
    <w:rsid w:val="00CA3435"/>
    <w:rsid w:val="00CA3B85"/>
    <w:rsid w:val="00CA3F0B"/>
    <w:rsid w:val="00CA413A"/>
    <w:rsid w:val="00CA4227"/>
    <w:rsid w:val="00CA42E4"/>
    <w:rsid w:val="00CA44D1"/>
    <w:rsid w:val="00CA47C2"/>
    <w:rsid w:val="00CA4DA9"/>
    <w:rsid w:val="00CA5201"/>
    <w:rsid w:val="00CA531B"/>
    <w:rsid w:val="00CA55F7"/>
    <w:rsid w:val="00CA58F1"/>
    <w:rsid w:val="00CA5D22"/>
    <w:rsid w:val="00CA5D65"/>
    <w:rsid w:val="00CA67DB"/>
    <w:rsid w:val="00CA6BCE"/>
    <w:rsid w:val="00CA6EE3"/>
    <w:rsid w:val="00CA74A1"/>
    <w:rsid w:val="00CA759F"/>
    <w:rsid w:val="00CA7CA8"/>
    <w:rsid w:val="00CA7F66"/>
    <w:rsid w:val="00CB00E3"/>
    <w:rsid w:val="00CB026C"/>
    <w:rsid w:val="00CB0316"/>
    <w:rsid w:val="00CB09A8"/>
    <w:rsid w:val="00CB0AA7"/>
    <w:rsid w:val="00CB0AC6"/>
    <w:rsid w:val="00CB0BBB"/>
    <w:rsid w:val="00CB0D90"/>
    <w:rsid w:val="00CB13D9"/>
    <w:rsid w:val="00CB1B31"/>
    <w:rsid w:val="00CB2038"/>
    <w:rsid w:val="00CB2056"/>
    <w:rsid w:val="00CB22B1"/>
    <w:rsid w:val="00CB25AA"/>
    <w:rsid w:val="00CB2FEA"/>
    <w:rsid w:val="00CB333B"/>
    <w:rsid w:val="00CB376E"/>
    <w:rsid w:val="00CB40CE"/>
    <w:rsid w:val="00CB411C"/>
    <w:rsid w:val="00CB4429"/>
    <w:rsid w:val="00CB4D8D"/>
    <w:rsid w:val="00CB4DFF"/>
    <w:rsid w:val="00CB5604"/>
    <w:rsid w:val="00CB5679"/>
    <w:rsid w:val="00CB57CA"/>
    <w:rsid w:val="00CB58B2"/>
    <w:rsid w:val="00CB61D9"/>
    <w:rsid w:val="00CB64B6"/>
    <w:rsid w:val="00CB6530"/>
    <w:rsid w:val="00CB69DC"/>
    <w:rsid w:val="00CB6A59"/>
    <w:rsid w:val="00CB6E2D"/>
    <w:rsid w:val="00CB7B53"/>
    <w:rsid w:val="00CC0598"/>
    <w:rsid w:val="00CC0700"/>
    <w:rsid w:val="00CC0A4A"/>
    <w:rsid w:val="00CC0EF6"/>
    <w:rsid w:val="00CC1198"/>
    <w:rsid w:val="00CC17EA"/>
    <w:rsid w:val="00CC19CD"/>
    <w:rsid w:val="00CC1ADC"/>
    <w:rsid w:val="00CC1F6C"/>
    <w:rsid w:val="00CC1FEC"/>
    <w:rsid w:val="00CC20F2"/>
    <w:rsid w:val="00CC22FD"/>
    <w:rsid w:val="00CC244B"/>
    <w:rsid w:val="00CC24B2"/>
    <w:rsid w:val="00CC2C01"/>
    <w:rsid w:val="00CC3385"/>
    <w:rsid w:val="00CC3464"/>
    <w:rsid w:val="00CC3D05"/>
    <w:rsid w:val="00CC424D"/>
    <w:rsid w:val="00CC472A"/>
    <w:rsid w:val="00CC4763"/>
    <w:rsid w:val="00CC48CC"/>
    <w:rsid w:val="00CC4AB0"/>
    <w:rsid w:val="00CC4F1A"/>
    <w:rsid w:val="00CC51EE"/>
    <w:rsid w:val="00CC5322"/>
    <w:rsid w:val="00CC546C"/>
    <w:rsid w:val="00CC569E"/>
    <w:rsid w:val="00CC5921"/>
    <w:rsid w:val="00CC5B1E"/>
    <w:rsid w:val="00CC5E8A"/>
    <w:rsid w:val="00CC636D"/>
    <w:rsid w:val="00CC694F"/>
    <w:rsid w:val="00CC6A84"/>
    <w:rsid w:val="00CC6B6E"/>
    <w:rsid w:val="00CC6D45"/>
    <w:rsid w:val="00CC72EE"/>
    <w:rsid w:val="00CC766C"/>
    <w:rsid w:val="00CC76DA"/>
    <w:rsid w:val="00CC7739"/>
    <w:rsid w:val="00CC7785"/>
    <w:rsid w:val="00CC7887"/>
    <w:rsid w:val="00CC7C98"/>
    <w:rsid w:val="00CD039A"/>
    <w:rsid w:val="00CD079B"/>
    <w:rsid w:val="00CD0E9A"/>
    <w:rsid w:val="00CD1944"/>
    <w:rsid w:val="00CD19F9"/>
    <w:rsid w:val="00CD1E43"/>
    <w:rsid w:val="00CD2199"/>
    <w:rsid w:val="00CD22C3"/>
    <w:rsid w:val="00CD2311"/>
    <w:rsid w:val="00CD262C"/>
    <w:rsid w:val="00CD2F3F"/>
    <w:rsid w:val="00CD377E"/>
    <w:rsid w:val="00CD3B44"/>
    <w:rsid w:val="00CD3D27"/>
    <w:rsid w:val="00CD3E4E"/>
    <w:rsid w:val="00CD3F51"/>
    <w:rsid w:val="00CD4613"/>
    <w:rsid w:val="00CD4769"/>
    <w:rsid w:val="00CD5C8F"/>
    <w:rsid w:val="00CD5DDB"/>
    <w:rsid w:val="00CD5F5F"/>
    <w:rsid w:val="00CD67C5"/>
    <w:rsid w:val="00CD6E4A"/>
    <w:rsid w:val="00CD73A0"/>
    <w:rsid w:val="00CD75A4"/>
    <w:rsid w:val="00CD7632"/>
    <w:rsid w:val="00CD7722"/>
    <w:rsid w:val="00CD7AEA"/>
    <w:rsid w:val="00CD7C3D"/>
    <w:rsid w:val="00CD7D3B"/>
    <w:rsid w:val="00CE0FFE"/>
    <w:rsid w:val="00CE133D"/>
    <w:rsid w:val="00CE1F3E"/>
    <w:rsid w:val="00CE22B4"/>
    <w:rsid w:val="00CE23EE"/>
    <w:rsid w:val="00CE2803"/>
    <w:rsid w:val="00CE2B53"/>
    <w:rsid w:val="00CE314B"/>
    <w:rsid w:val="00CE3687"/>
    <w:rsid w:val="00CE3927"/>
    <w:rsid w:val="00CE3B60"/>
    <w:rsid w:val="00CE40F9"/>
    <w:rsid w:val="00CE4108"/>
    <w:rsid w:val="00CE412F"/>
    <w:rsid w:val="00CE51BC"/>
    <w:rsid w:val="00CE570E"/>
    <w:rsid w:val="00CE5AA8"/>
    <w:rsid w:val="00CE6355"/>
    <w:rsid w:val="00CE665C"/>
    <w:rsid w:val="00CE753A"/>
    <w:rsid w:val="00CE77F1"/>
    <w:rsid w:val="00CE7877"/>
    <w:rsid w:val="00CE7B6C"/>
    <w:rsid w:val="00CE7E10"/>
    <w:rsid w:val="00CE7F16"/>
    <w:rsid w:val="00CF1144"/>
    <w:rsid w:val="00CF164C"/>
    <w:rsid w:val="00CF1A47"/>
    <w:rsid w:val="00CF1D69"/>
    <w:rsid w:val="00CF226C"/>
    <w:rsid w:val="00CF22D2"/>
    <w:rsid w:val="00CF23F3"/>
    <w:rsid w:val="00CF2622"/>
    <w:rsid w:val="00CF2A24"/>
    <w:rsid w:val="00CF2E4E"/>
    <w:rsid w:val="00CF2F33"/>
    <w:rsid w:val="00CF34C0"/>
    <w:rsid w:val="00CF3934"/>
    <w:rsid w:val="00CF4093"/>
    <w:rsid w:val="00CF4559"/>
    <w:rsid w:val="00CF492B"/>
    <w:rsid w:val="00CF4D35"/>
    <w:rsid w:val="00CF4EF0"/>
    <w:rsid w:val="00CF626B"/>
    <w:rsid w:val="00CF663F"/>
    <w:rsid w:val="00CF6707"/>
    <w:rsid w:val="00CF675B"/>
    <w:rsid w:val="00CF679F"/>
    <w:rsid w:val="00CF68AD"/>
    <w:rsid w:val="00CF6A91"/>
    <w:rsid w:val="00CF6CD5"/>
    <w:rsid w:val="00CF74DE"/>
    <w:rsid w:val="00CF7692"/>
    <w:rsid w:val="00CF7CE8"/>
    <w:rsid w:val="00D0046A"/>
    <w:rsid w:val="00D01212"/>
    <w:rsid w:val="00D01312"/>
    <w:rsid w:val="00D013A6"/>
    <w:rsid w:val="00D018E6"/>
    <w:rsid w:val="00D01BDE"/>
    <w:rsid w:val="00D01ED9"/>
    <w:rsid w:val="00D0262C"/>
    <w:rsid w:val="00D030AF"/>
    <w:rsid w:val="00D039FA"/>
    <w:rsid w:val="00D0414B"/>
    <w:rsid w:val="00D04B1F"/>
    <w:rsid w:val="00D0582B"/>
    <w:rsid w:val="00D06088"/>
    <w:rsid w:val="00D0616E"/>
    <w:rsid w:val="00D06844"/>
    <w:rsid w:val="00D06B23"/>
    <w:rsid w:val="00D06E72"/>
    <w:rsid w:val="00D07179"/>
    <w:rsid w:val="00D07232"/>
    <w:rsid w:val="00D07371"/>
    <w:rsid w:val="00D0787C"/>
    <w:rsid w:val="00D079C3"/>
    <w:rsid w:val="00D07D5D"/>
    <w:rsid w:val="00D07E8C"/>
    <w:rsid w:val="00D07EA0"/>
    <w:rsid w:val="00D07F3B"/>
    <w:rsid w:val="00D11907"/>
    <w:rsid w:val="00D11A47"/>
    <w:rsid w:val="00D11BF6"/>
    <w:rsid w:val="00D12562"/>
    <w:rsid w:val="00D125DB"/>
    <w:rsid w:val="00D12AB7"/>
    <w:rsid w:val="00D12BE8"/>
    <w:rsid w:val="00D12DA0"/>
    <w:rsid w:val="00D133C3"/>
    <w:rsid w:val="00D1362A"/>
    <w:rsid w:val="00D13737"/>
    <w:rsid w:val="00D13891"/>
    <w:rsid w:val="00D1400F"/>
    <w:rsid w:val="00D14078"/>
    <w:rsid w:val="00D14137"/>
    <w:rsid w:val="00D145EB"/>
    <w:rsid w:val="00D1532A"/>
    <w:rsid w:val="00D15482"/>
    <w:rsid w:val="00D15A44"/>
    <w:rsid w:val="00D15BA8"/>
    <w:rsid w:val="00D15C3E"/>
    <w:rsid w:val="00D15CAD"/>
    <w:rsid w:val="00D16D62"/>
    <w:rsid w:val="00D17038"/>
    <w:rsid w:val="00D1726D"/>
    <w:rsid w:val="00D17348"/>
    <w:rsid w:val="00D17697"/>
    <w:rsid w:val="00D1788F"/>
    <w:rsid w:val="00D17BBC"/>
    <w:rsid w:val="00D17BFE"/>
    <w:rsid w:val="00D2000B"/>
    <w:rsid w:val="00D20470"/>
    <w:rsid w:val="00D2123F"/>
    <w:rsid w:val="00D21BEE"/>
    <w:rsid w:val="00D21EC3"/>
    <w:rsid w:val="00D22608"/>
    <w:rsid w:val="00D2260C"/>
    <w:rsid w:val="00D22D23"/>
    <w:rsid w:val="00D2356B"/>
    <w:rsid w:val="00D23B18"/>
    <w:rsid w:val="00D23F52"/>
    <w:rsid w:val="00D242B1"/>
    <w:rsid w:val="00D242D1"/>
    <w:rsid w:val="00D2435F"/>
    <w:rsid w:val="00D2463E"/>
    <w:rsid w:val="00D248F0"/>
    <w:rsid w:val="00D24C84"/>
    <w:rsid w:val="00D25275"/>
    <w:rsid w:val="00D254E9"/>
    <w:rsid w:val="00D2551F"/>
    <w:rsid w:val="00D25F1F"/>
    <w:rsid w:val="00D262A5"/>
    <w:rsid w:val="00D264E6"/>
    <w:rsid w:val="00D2662A"/>
    <w:rsid w:val="00D266A9"/>
    <w:rsid w:val="00D26AFB"/>
    <w:rsid w:val="00D26AFC"/>
    <w:rsid w:val="00D2722C"/>
    <w:rsid w:val="00D272E6"/>
    <w:rsid w:val="00D276CB"/>
    <w:rsid w:val="00D2776F"/>
    <w:rsid w:val="00D27799"/>
    <w:rsid w:val="00D278F4"/>
    <w:rsid w:val="00D27984"/>
    <w:rsid w:val="00D27E97"/>
    <w:rsid w:val="00D27EC7"/>
    <w:rsid w:val="00D30050"/>
    <w:rsid w:val="00D30394"/>
    <w:rsid w:val="00D305FF"/>
    <w:rsid w:val="00D3077E"/>
    <w:rsid w:val="00D30E2B"/>
    <w:rsid w:val="00D31286"/>
    <w:rsid w:val="00D314EE"/>
    <w:rsid w:val="00D3151E"/>
    <w:rsid w:val="00D31582"/>
    <w:rsid w:val="00D31610"/>
    <w:rsid w:val="00D31629"/>
    <w:rsid w:val="00D319F6"/>
    <w:rsid w:val="00D321B8"/>
    <w:rsid w:val="00D32848"/>
    <w:rsid w:val="00D32EBD"/>
    <w:rsid w:val="00D331CA"/>
    <w:rsid w:val="00D335EE"/>
    <w:rsid w:val="00D3366A"/>
    <w:rsid w:val="00D336E5"/>
    <w:rsid w:val="00D33741"/>
    <w:rsid w:val="00D33830"/>
    <w:rsid w:val="00D339DC"/>
    <w:rsid w:val="00D33B62"/>
    <w:rsid w:val="00D33C68"/>
    <w:rsid w:val="00D3456C"/>
    <w:rsid w:val="00D34BE3"/>
    <w:rsid w:val="00D3530C"/>
    <w:rsid w:val="00D35FF9"/>
    <w:rsid w:val="00D3628F"/>
    <w:rsid w:val="00D36459"/>
    <w:rsid w:val="00D36848"/>
    <w:rsid w:val="00D36DA1"/>
    <w:rsid w:val="00D37686"/>
    <w:rsid w:val="00D37874"/>
    <w:rsid w:val="00D37ADE"/>
    <w:rsid w:val="00D37C9F"/>
    <w:rsid w:val="00D37EBE"/>
    <w:rsid w:val="00D409D2"/>
    <w:rsid w:val="00D40B05"/>
    <w:rsid w:val="00D4112D"/>
    <w:rsid w:val="00D413E5"/>
    <w:rsid w:val="00D41882"/>
    <w:rsid w:val="00D41892"/>
    <w:rsid w:val="00D425E9"/>
    <w:rsid w:val="00D42870"/>
    <w:rsid w:val="00D42AAD"/>
    <w:rsid w:val="00D433EC"/>
    <w:rsid w:val="00D43681"/>
    <w:rsid w:val="00D43C9D"/>
    <w:rsid w:val="00D442E5"/>
    <w:rsid w:val="00D445A4"/>
    <w:rsid w:val="00D45335"/>
    <w:rsid w:val="00D45577"/>
    <w:rsid w:val="00D45B20"/>
    <w:rsid w:val="00D46367"/>
    <w:rsid w:val="00D465BE"/>
    <w:rsid w:val="00D465E3"/>
    <w:rsid w:val="00D46789"/>
    <w:rsid w:val="00D46C3E"/>
    <w:rsid w:val="00D47373"/>
    <w:rsid w:val="00D50461"/>
    <w:rsid w:val="00D50946"/>
    <w:rsid w:val="00D509A7"/>
    <w:rsid w:val="00D50C86"/>
    <w:rsid w:val="00D50CAE"/>
    <w:rsid w:val="00D50E95"/>
    <w:rsid w:val="00D5192E"/>
    <w:rsid w:val="00D51AB9"/>
    <w:rsid w:val="00D52045"/>
    <w:rsid w:val="00D520EE"/>
    <w:rsid w:val="00D52194"/>
    <w:rsid w:val="00D522E5"/>
    <w:rsid w:val="00D52707"/>
    <w:rsid w:val="00D52898"/>
    <w:rsid w:val="00D529E0"/>
    <w:rsid w:val="00D52C88"/>
    <w:rsid w:val="00D52DD1"/>
    <w:rsid w:val="00D535E1"/>
    <w:rsid w:val="00D53659"/>
    <w:rsid w:val="00D53FD0"/>
    <w:rsid w:val="00D54108"/>
    <w:rsid w:val="00D54217"/>
    <w:rsid w:val="00D543A1"/>
    <w:rsid w:val="00D54762"/>
    <w:rsid w:val="00D54B8A"/>
    <w:rsid w:val="00D55C7D"/>
    <w:rsid w:val="00D55E42"/>
    <w:rsid w:val="00D56801"/>
    <w:rsid w:val="00D56813"/>
    <w:rsid w:val="00D573E5"/>
    <w:rsid w:val="00D6039A"/>
    <w:rsid w:val="00D60E9A"/>
    <w:rsid w:val="00D6102E"/>
    <w:rsid w:val="00D61B41"/>
    <w:rsid w:val="00D61CC3"/>
    <w:rsid w:val="00D61F7D"/>
    <w:rsid w:val="00D626D3"/>
    <w:rsid w:val="00D6272B"/>
    <w:rsid w:val="00D62868"/>
    <w:rsid w:val="00D62D3C"/>
    <w:rsid w:val="00D62D78"/>
    <w:rsid w:val="00D62D7F"/>
    <w:rsid w:val="00D63C5A"/>
    <w:rsid w:val="00D642C5"/>
    <w:rsid w:val="00D648E3"/>
    <w:rsid w:val="00D64A37"/>
    <w:rsid w:val="00D64C6F"/>
    <w:rsid w:val="00D65203"/>
    <w:rsid w:val="00D65206"/>
    <w:rsid w:val="00D6531F"/>
    <w:rsid w:val="00D655BA"/>
    <w:rsid w:val="00D66741"/>
    <w:rsid w:val="00D676BA"/>
    <w:rsid w:val="00D7048E"/>
    <w:rsid w:val="00D70494"/>
    <w:rsid w:val="00D7066C"/>
    <w:rsid w:val="00D7068C"/>
    <w:rsid w:val="00D70760"/>
    <w:rsid w:val="00D71173"/>
    <w:rsid w:val="00D71240"/>
    <w:rsid w:val="00D7151D"/>
    <w:rsid w:val="00D71904"/>
    <w:rsid w:val="00D71A70"/>
    <w:rsid w:val="00D72734"/>
    <w:rsid w:val="00D72A2C"/>
    <w:rsid w:val="00D736B1"/>
    <w:rsid w:val="00D73C91"/>
    <w:rsid w:val="00D73DF2"/>
    <w:rsid w:val="00D741E4"/>
    <w:rsid w:val="00D742DC"/>
    <w:rsid w:val="00D74AA0"/>
    <w:rsid w:val="00D74AC6"/>
    <w:rsid w:val="00D74B3B"/>
    <w:rsid w:val="00D74C21"/>
    <w:rsid w:val="00D74D4B"/>
    <w:rsid w:val="00D74E31"/>
    <w:rsid w:val="00D74F59"/>
    <w:rsid w:val="00D755AA"/>
    <w:rsid w:val="00D757AD"/>
    <w:rsid w:val="00D75A2C"/>
    <w:rsid w:val="00D75B2D"/>
    <w:rsid w:val="00D7600C"/>
    <w:rsid w:val="00D76030"/>
    <w:rsid w:val="00D7617C"/>
    <w:rsid w:val="00D761C5"/>
    <w:rsid w:val="00D772C2"/>
    <w:rsid w:val="00D7755E"/>
    <w:rsid w:val="00D80094"/>
    <w:rsid w:val="00D8089D"/>
    <w:rsid w:val="00D80AD4"/>
    <w:rsid w:val="00D80C31"/>
    <w:rsid w:val="00D816C8"/>
    <w:rsid w:val="00D823CA"/>
    <w:rsid w:val="00D8246C"/>
    <w:rsid w:val="00D824CE"/>
    <w:rsid w:val="00D82798"/>
    <w:rsid w:val="00D82B05"/>
    <w:rsid w:val="00D82BE2"/>
    <w:rsid w:val="00D83184"/>
    <w:rsid w:val="00D83505"/>
    <w:rsid w:val="00D83672"/>
    <w:rsid w:val="00D8394C"/>
    <w:rsid w:val="00D83D06"/>
    <w:rsid w:val="00D83E08"/>
    <w:rsid w:val="00D83F06"/>
    <w:rsid w:val="00D84287"/>
    <w:rsid w:val="00D842E3"/>
    <w:rsid w:val="00D84499"/>
    <w:rsid w:val="00D8455F"/>
    <w:rsid w:val="00D8493A"/>
    <w:rsid w:val="00D84A3B"/>
    <w:rsid w:val="00D84D7D"/>
    <w:rsid w:val="00D8510A"/>
    <w:rsid w:val="00D854C6"/>
    <w:rsid w:val="00D85B2C"/>
    <w:rsid w:val="00D85FCB"/>
    <w:rsid w:val="00D86942"/>
    <w:rsid w:val="00D8743F"/>
    <w:rsid w:val="00D87665"/>
    <w:rsid w:val="00D878D3"/>
    <w:rsid w:val="00D87B72"/>
    <w:rsid w:val="00D90AAA"/>
    <w:rsid w:val="00D90AD2"/>
    <w:rsid w:val="00D90B63"/>
    <w:rsid w:val="00D90BA3"/>
    <w:rsid w:val="00D90F47"/>
    <w:rsid w:val="00D90F72"/>
    <w:rsid w:val="00D910B9"/>
    <w:rsid w:val="00D91AE4"/>
    <w:rsid w:val="00D92DDA"/>
    <w:rsid w:val="00D92E86"/>
    <w:rsid w:val="00D930E1"/>
    <w:rsid w:val="00D936B7"/>
    <w:rsid w:val="00D93D2D"/>
    <w:rsid w:val="00D93E3A"/>
    <w:rsid w:val="00D946AF"/>
    <w:rsid w:val="00D946D6"/>
    <w:rsid w:val="00D94997"/>
    <w:rsid w:val="00D953F5"/>
    <w:rsid w:val="00D9555F"/>
    <w:rsid w:val="00D95718"/>
    <w:rsid w:val="00D960FC"/>
    <w:rsid w:val="00D96212"/>
    <w:rsid w:val="00D96495"/>
    <w:rsid w:val="00D968DF"/>
    <w:rsid w:val="00D96965"/>
    <w:rsid w:val="00D96968"/>
    <w:rsid w:val="00D96B4D"/>
    <w:rsid w:val="00D96E39"/>
    <w:rsid w:val="00D96FFA"/>
    <w:rsid w:val="00D97709"/>
    <w:rsid w:val="00D97E3D"/>
    <w:rsid w:val="00DA001C"/>
    <w:rsid w:val="00DA0047"/>
    <w:rsid w:val="00DA0434"/>
    <w:rsid w:val="00DA06AA"/>
    <w:rsid w:val="00DA1046"/>
    <w:rsid w:val="00DA10D6"/>
    <w:rsid w:val="00DA1138"/>
    <w:rsid w:val="00DA11BF"/>
    <w:rsid w:val="00DA1F08"/>
    <w:rsid w:val="00DA207E"/>
    <w:rsid w:val="00DA2935"/>
    <w:rsid w:val="00DA2B13"/>
    <w:rsid w:val="00DA2B76"/>
    <w:rsid w:val="00DA2BF6"/>
    <w:rsid w:val="00DA303D"/>
    <w:rsid w:val="00DA3389"/>
    <w:rsid w:val="00DA3505"/>
    <w:rsid w:val="00DA35CA"/>
    <w:rsid w:val="00DA3847"/>
    <w:rsid w:val="00DA3A42"/>
    <w:rsid w:val="00DA3BC9"/>
    <w:rsid w:val="00DA3D8B"/>
    <w:rsid w:val="00DA3EB6"/>
    <w:rsid w:val="00DA43D2"/>
    <w:rsid w:val="00DA47CA"/>
    <w:rsid w:val="00DA4B35"/>
    <w:rsid w:val="00DA4BD5"/>
    <w:rsid w:val="00DA4BE4"/>
    <w:rsid w:val="00DA57F3"/>
    <w:rsid w:val="00DA6043"/>
    <w:rsid w:val="00DA60F9"/>
    <w:rsid w:val="00DA618D"/>
    <w:rsid w:val="00DA685E"/>
    <w:rsid w:val="00DA7087"/>
    <w:rsid w:val="00DA7207"/>
    <w:rsid w:val="00DA79CF"/>
    <w:rsid w:val="00DB008F"/>
    <w:rsid w:val="00DB0120"/>
    <w:rsid w:val="00DB019A"/>
    <w:rsid w:val="00DB02BD"/>
    <w:rsid w:val="00DB06B1"/>
    <w:rsid w:val="00DB088F"/>
    <w:rsid w:val="00DB0C56"/>
    <w:rsid w:val="00DB2227"/>
    <w:rsid w:val="00DB2A78"/>
    <w:rsid w:val="00DB2D9F"/>
    <w:rsid w:val="00DB35DC"/>
    <w:rsid w:val="00DB397A"/>
    <w:rsid w:val="00DB3A4A"/>
    <w:rsid w:val="00DB3EF3"/>
    <w:rsid w:val="00DB41B4"/>
    <w:rsid w:val="00DB4343"/>
    <w:rsid w:val="00DB4982"/>
    <w:rsid w:val="00DB4DFF"/>
    <w:rsid w:val="00DB541F"/>
    <w:rsid w:val="00DB5470"/>
    <w:rsid w:val="00DB591A"/>
    <w:rsid w:val="00DB5AD7"/>
    <w:rsid w:val="00DB5BE4"/>
    <w:rsid w:val="00DB5CDA"/>
    <w:rsid w:val="00DB6485"/>
    <w:rsid w:val="00DB666D"/>
    <w:rsid w:val="00DB67F8"/>
    <w:rsid w:val="00DB6844"/>
    <w:rsid w:val="00DB68C1"/>
    <w:rsid w:val="00DB7065"/>
    <w:rsid w:val="00DB707F"/>
    <w:rsid w:val="00DB7647"/>
    <w:rsid w:val="00DB7742"/>
    <w:rsid w:val="00DB7AEB"/>
    <w:rsid w:val="00DB7C27"/>
    <w:rsid w:val="00DB7F20"/>
    <w:rsid w:val="00DB7FC8"/>
    <w:rsid w:val="00DC049F"/>
    <w:rsid w:val="00DC065C"/>
    <w:rsid w:val="00DC09F2"/>
    <w:rsid w:val="00DC10EC"/>
    <w:rsid w:val="00DC1266"/>
    <w:rsid w:val="00DC154E"/>
    <w:rsid w:val="00DC162A"/>
    <w:rsid w:val="00DC1B79"/>
    <w:rsid w:val="00DC1CAD"/>
    <w:rsid w:val="00DC29D9"/>
    <w:rsid w:val="00DC3796"/>
    <w:rsid w:val="00DC3A99"/>
    <w:rsid w:val="00DC4089"/>
    <w:rsid w:val="00DC42F0"/>
    <w:rsid w:val="00DC43B3"/>
    <w:rsid w:val="00DC4597"/>
    <w:rsid w:val="00DC4599"/>
    <w:rsid w:val="00DC475C"/>
    <w:rsid w:val="00DC4838"/>
    <w:rsid w:val="00DC4A93"/>
    <w:rsid w:val="00DC4D66"/>
    <w:rsid w:val="00DC55C7"/>
    <w:rsid w:val="00DC5651"/>
    <w:rsid w:val="00DC6190"/>
    <w:rsid w:val="00DC6A31"/>
    <w:rsid w:val="00DC6A63"/>
    <w:rsid w:val="00DC6BFC"/>
    <w:rsid w:val="00DC6CBB"/>
    <w:rsid w:val="00DC7FCE"/>
    <w:rsid w:val="00DD0271"/>
    <w:rsid w:val="00DD0607"/>
    <w:rsid w:val="00DD08BE"/>
    <w:rsid w:val="00DD0B91"/>
    <w:rsid w:val="00DD0E34"/>
    <w:rsid w:val="00DD0E71"/>
    <w:rsid w:val="00DD138F"/>
    <w:rsid w:val="00DD181F"/>
    <w:rsid w:val="00DD1C91"/>
    <w:rsid w:val="00DD1CCC"/>
    <w:rsid w:val="00DD2233"/>
    <w:rsid w:val="00DD2993"/>
    <w:rsid w:val="00DD2A88"/>
    <w:rsid w:val="00DD2C36"/>
    <w:rsid w:val="00DD2D7E"/>
    <w:rsid w:val="00DD2FC2"/>
    <w:rsid w:val="00DD2FD8"/>
    <w:rsid w:val="00DD3342"/>
    <w:rsid w:val="00DD3C66"/>
    <w:rsid w:val="00DD41DD"/>
    <w:rsid w:val="00DD4313"/>
    <w:rsid w:val="00DD45DC"/>
    <w:rsid w:val="00DD49D5"/>
    <w:rsid w:val="00DD4CFE"/>
    <w:rsid w:val="00DD4FC4"/>
    <w:rsid w:val="00DD52B0"/>
    <w:rsid w:val="00DD562F"/>
    <w:rsid w:val="00DD56C7"/>
    <w:rsid w:val="00DD590F"/>
    <w:rsid w:val="00DD5E42"/>
    <w:rsid w:val="00DD5F3B"/>
    <w:rsid w:val="00DD669A"/>
    <w:rsid w:val="00DD67CF"/>
    <w:rsid w:val="00DD67D7"/>
    <w:rsid w:val="00DD6E05"/>
    <w:rsid w:val="00DD7005"/>
    <w:rsid w:val="00DD71A8"/>
    <w:rsid w:val="00DD73C0"/>
    <w:rsid w:val="00DD7670"/>
    <w:rsid w:val="00DD797C"/>
    <w:rsid w:val="00DD7A27"/>
    <w:rsid w:val="00DD7AE2"/>
    <w:rsid w:val="00DD7AF8"/>
    <w:rsid w:val="00DD7FBB"/>
    <w:rsid w:val="00DE0028"/>
    <w:rsid w:val="00DE0218"/>
    <w:rsid w:val="00DE0950"/>
    <w:rsid w:val="00DE0B9B"/>
    <w:rsid w:val="00DE138E"/>
    <w:rsid w:val="00DE13D4"/>
    <w:rsid w:val="00DE13D6"/>
    <w:rsid w:val="00DE1893"/>
    <w:rsid w:val="00DE1975"/>
    <w:rsid w:val="00DE1A0B"/>
    <w:rsid w:val="00DE1BF6"/>
    <w:rsid w:val="00DE1DD6"/>
    <w:rsid w:val="00DE1E34"/>
    <w:rsid w:val="00DE224D"/>
    <w:rsid w:val="00DE23A9"/>
    <w:rsid w:val="00DE3084"/>
    <w:rsid w:val="00DE3583"/>
    <w:rsid w:val="00DE367E"/>
    <w:rsid w:val="00DE40FE"/>
    <w:rsid w:val="00DE462D"/>
    <w:rsid w:val="00DE48CA"/>
    <w:rsid w:val="00DE49AA"/>
    <w:rsid w:val="00DE4DBD"/>
    <w:rsid w:val="00DE4DF5"/>
    <w:rsid w:val="00DE5AB0"/>
    <w:rsid w:val="00DE5E2C"/>
    <w:rsid w:val="00DE65B5"/>
    <w:rsid w:val="00DE6BA3"/>
    <w:rsid w:val="00DE6D6C"/>
    <w:rsid w:val="00DE6D8B"/>
    <w:rsid w:val="00DE6E25"/>
    <w:rsid w:val="00DE7013"/>
    <w:rsid w:val="00DE7497"/>
    <w:rsid w:val="00DE7738"/>
    <w:rsid w:val="00DF0487"/>
    <w:rsid w:val="00DF0BBE"/>
    <w:rsid w:val="00DF0D7F"/>
    <w:rsid w:val="00DF1458"/>
    <w:rsid w:val="00DF2A76"/>
    <w:rsid w:val="00DF3FAC"/>
    <w:rsid w:val="00DF52FA"/>
    <w:rsid w:val="00DF5A8B"/>
    <w:rsid w:val="00DF6568"/>
    <w:rsid w:val="00DF678B"/>
    <w:rsid w:val="00DF6937"/>
    <w:rsid w:val="00DF7302"/>
    <w:rsid w:val="00DF7361"/>
    <w:rsid w:val="00DF7832"/>
    <w:rsid w:val="00DF7A0E"/>
    <w:rsid w:val="00DF7DE1"/>
    <w:rsid w:val="00E0036F"/>
    <w:rsid w:val="00E00496"/>
    <w:rsid w:val="00E009A4"/>
    <w:rsid w:val="00E00D8E"/>
    <w:rsid w:val="00E01BDC"/>
    <w:rsid w:val="00E01D43"/>
    <w:rsid w:val="00E02002"/>
    <w:rsid w:val="00E02432"/>
    <w:rsid w:val="00E02651"/>
    <w:rsid w:val="00E036E8"/>
    <w:rsid w:val="00E037D4"/>
    <w:rsid w:val="00E03D74"/>
    <w:rsid w:val="00E03DD7"/>
    <w:rsid w:val="00E04479"/>
    <w:rsid w:val="00E04BFB"/>
    <w:rsid w:val="00E04DD8"/>
    <w:rsid w:val="00E052B1"/>
    <w:rsid w:val="00E053B4"/>
    <w:rsid w:val="00E05911"/>
    <w:rsid w:val="00E05AD7"/>
    <w:rsid w:val="00E05CF4"/>
    <w:rsid w:val="00E05DFD"/>
    <w:rsid w:val="00E05E55"/>
    <w:rsid w:val="00E0617A"/>
    <w:rsid w:val="00E06266"/>
    <w:rsid w:val="00E07485"/>
    <w:rsid w:val="00E077AD"/>
    <w:rsid w:val="00E07CEC"/>
    <w:rsid w:val="00E1027F"/>
    <w:rsid w:val="00E10370"/>
    <w:rsid w:val="00E10A42"/>
    <w:rsid w:val="00E10DB1"/>
    <w:rsid w:val="00E1162E"/>
    <w:rsid w:val="00E11D98"/>
    <w:rsid w:val="00E12077"/>
    <w:rsid w:val="00E135D6"/>
    <w:rsid w:val="00E13AE8"/>
    <w:rsid w:val="00E13B14"/>
    <w:rsid w:val="00E13D8A"/>
    <w:rsid w:val="00E13EA7"/>
    <w:rsid w:val="00E14006"/>
    <w:rsid w:val="00E1496E"/>
    <w:rsid w:val="00E14EA7"/>
    <w:rsid w:val="00E15103"/>
    <w:rsid w:val="00E15BD7"/>
    <w:rsid w:val="00E15EED"/>
    <w:rsid w:val="00E160FF"/>
    <w:rsid w:val="00E161E5"/>
    <w:rsid w:val="00E162DA"/>
    <w:rsid w:val="00E17391"/>
    <w:rsid w:val="00E17BC4"/>
    <w:rsid w:val="00E17BEE"/>
    <w:rsid w:val="00E207C9"/>
    <w:rsid w:val="00E20C19"/>
    <w:rsid w:val="00E20D79"/>
    <w:rsid w:val="00E20E28"/>
    <w:rsid w:val="00E20ECB"/>
    <w:rsid w:val="00E210D1"/>
    <w:rsid w:val="00E2140F"/>
    <w:rsid w:val="00E21A3F"/>
    <w:rsid w:val="00E22036"/>
    <w:rsid w:val="00E226AE"/>
    <w:rsid w:val="00E227CC"/>
    <w:rsid w:val="00E228AF"/>
    <w:rsid w:val="00E229F7"/>
    <w:rsid w:val="00E231D5"/>
    <w:rsid w:val="00E23C6B"/>
    <w:rsid w:val="00E23CA5"/>
    <w:rsid w:val="00E23D8A"/>
    <w:rsid w:val="00E24AF3"/>
    <w:rsid w:val="00E24B56"/>
    <w:rsid w:val="00E25017"/>
    <w:rsid w:val="00E25211"/>
    <w:rsid w:val="00E25675"/>
    <w:rsid w:val="00E25774"/>
    <w:rsid w:val="00E258BC"/>
    <w:rsid w:val="00E25976"/>
    <w:rsid w:val="00E25EAA"/>
    <w:rsid w:val="00E261F5"/>
    <w:rsid w:val="00E26266"/>
    <w:rsid w:val="00E262AA"/>
    <w:rsid w:val="00E2638B"/>
    <w:rsid w:val="00E269B0"/>
    <w:rsid w:val="00E26AE6"/>
    <w:rsid w:val="00E26C4F"/>
    <w:rsid w:val="00E27390"/>
    <w:rsid w:val="00E274B4"/>
    <w:rsid w:val="00E27700"/>
    <w:rsid w:val="00E27EF6"/>
    <w:rsid w:val="00E27F35"/>
    <w:rsid w:val="00E3055E"/>
    <w:rsid w:val="00E307CC"/>
    <w:rsid w:val="00E30B72"/>
    <w:rsid w:val="00E311EF"/>
    <w:rsid w:val="00E31266"/>
    <w:rsid w:val="00E315B7"/>
    <w:rsid w:val="00E31764"/>
    <w:rsid w:val="00E31EF0"/>
    <w:rsid w:val="00E32749"/>
    <w:rsid w:val="00E328A2"/>
    <w:rsid w:val="00E32965"/>
    <w:rsid w:val="00E32CA6"/>
    <w:rsid w:val="00E32F38"/>
    <w:rsid w:val="00E33259"/>
    <w:rsid w:val="00E3348B"/>
    <w:rsid w:val="00E3365D"/>
    <w:rsid w:val="00E33A87"/>
    <w:rsid w:val="00E33BF9"/>
    <w:rsid w:val="00E33E43"/>
    <w:rsid w:val="00E34123"/>
    <w:rsid w:val="00E34BFE"/>
    <w:rsid w:val="00E3517C"/>
    <w:rsid w:val="00E353FE"/>
    <w:rsid w:val="00E35722"/>
    <w:rsid w:val="00E36349"/>
    <w:rsid w:val="00E37A3D"/>
    <w:rsid w:val="00E37C1E"/>
    <w:rsid w:val="00E37E08"/>
    <w:rsid w:val="00E37E93"/>
    <w:rsid w:val="00E4076D"/>
    <w:rsid w:val="00E40A9F"/>
    <w:rsid w:val="00E40F47"/>
    <w:rsid w:val="00E413CD"/>
    <w:rsid w:val="00E4169E"/>
    <w:rsid w:val="00E416C6"/>
    <w:rsid w:val="00E417B5"/>
    <w:rsid w:val="00E418AE"/>
    <w:rsid w:val="00E41B0A"/>
    <w:rsid w:val="00E41B63"/>
    <w:rsid w:val="00E424C7"/>
    <w:rsid w:val="00E42732"/>
    <w:rsid w:val="00E4293F"/>
    <w:rsid w:val="00E42CE2"/>
    <w:rsid w:val="00E4314D"/>
    <w:rsid w:val="00E43640"/>
    <w:rsid w:val="00E43CE5"/>
    <w:rsid w:val="00E4407E"/>
    <w:rsid w:val="00E446BC"/>
    <w:rsid w:val="00E45796"/>
    <w:rsid w:val="00E45958"/>
    <w:rsid w:val="00E460D0"/>
    <w:rsid w:val="00E46110"/>
    <w:rsid w:val="00E46B8A"/>
    <w:rsid w:val="00E46CBB"/>
    <w:rsid w:val="00E46F08"/>
    <w:rsid w:val="00E46F6F"/>
    <w:rsid w:val="00E4706E"/>
    <w:rsid w:val="00E47123"/>
    <w:rsid w:val="00E47145"/>
    <w:rsid w:val="00E47362"/>
    <w:rsid w:val="00E4768A"/>
    <w:rsid w:val="00E47FD1"/>
    <w:rsid w:val="00E500C9"/>
    <w:rsid w:val="00E506BA"/>
    <w:rsid w:val="00E51B66"/>
    <w:rsid w:val="00E51E4D"/>
    <w:rsid w:val="00E5219C"/>
    <w:rsid w:val="00E521AA"/>
    <w:rsid w:val="00E524AA"/>
    <w:rsid w:val="00E529C3"/>
    <w:rsid w:val="00E52E98"/>
    <w:rsid w:val="00E53059"/>
    <w:rsid w:val="00E53060"/>
    <w:rsid w:val="00E530E2"/>
    <w:rsid w:val="00E53DF5"/>
    <w:rsid w:val="00E5409F"/>
    <w:rsid w:val="00E540B9"/>
    <w:rsid w:val="00E54249"/>
    <w:rsid w:val="00E5464C"/>
    <w:rsid w:val="00E5490A"/>
    <w:rsid w:val="00E54A88"/>
    <w:rsid w:val="00E55099"/>
    <w:rsid w:val="00E55A64"/>
    <w:rsid w:val="00E55C6A"/>
    <w:rsid w:val="00E55FCF"/>
    <w:rsid w:val="00E5634F"/>
    <w:rsid w:val="00E5715E"/>
    <w:rsid w:val="00E5760B"/>
    <w:rsid w:val="00E579A5"/>
    <w:rsid w:val="00E606BA"/>
    <w:rsid w:val="00E6156B"/>
    <w:rsid w:val="00E61ABB"/>
    <w:rsid w:val="00E626A1"/>
    <w:rsid w:val="00E6290A"/>
    <w:rsid w:val="00E62FA9"/>
    <w:rsid w:val="00E6344A"/>
    <w:rsid w:val="00E63623"/>
    <w:rsid w:val="00E63B07"/>
    <w:rsid w:val="00E63CAD"/>
    <w:rsid w:val="00E64185"/>
    <w:rsid w:val="00E6465D"/>
    <w:rsid w:val="00E64BD9"/>
    <w:rsid w:val="00E65715"/>
    <w:rsid w:val="00E65B54"/>
    <w:rsid w:val="00E65BFC"/>
    <w:rsid w:val="00E65D0E"/>
    <w:rsid w:val="00E662B5"/>
    <w:rsid w:val="00E6633E"/>
    <w:rsid w:val="00E66BB8"/>
    <w:rsid w:val="00E674FC"/>
    <w:rsid w:val="00E676D6"/>
    <w:rsid w:val="00E676E8"/>
    <w:rsid w:val="00E678C2"/>
    <w:rsid w:val="00E679A1"/>
    <w:rsid w:val="00E67F03"/>
    <w:rsid w:val="00E7055B"/>
    <w:rsid w:val="00E7092A"/>
    <w:rsid w:val="00E7130B"/>
    <w:rsid w:val="00E71362"/>
    <w:rsid w:val="00E713CB"/>
    <w:rsid w:val="00E719AF"/>
    <w:rsid w:val="00E71D1D"/>
    <w:rsid w:val="00E71EF0"/>
    <w:rsid w:val="00E72418"/>
    <w:rsid w:val="00E72CF8"/>
    <w:rsid w:val="00E731C3"/>
    <w:rsid w:val="00E73228"/>
    <w:rsid w:val="00E7340A"/>
    <w:rsid w:val="00E740F5"/>
    <w:rsid w:val="00E740FB"/>
    <w:rsid w:val="00E74163"/>
    <w:rsid w:val="00E744D5"/>
    <w:rsid w:val="00E74B1A"/>
    <w:rsid w:val="00E7530F"/>
    <w:rsid w:val="00E7543C"/>
    <w:rsid w:val="00E75571"/>
    <w:rsid w:val="00E7569F"/>
    <w:rsid w:val="00E75747"/>
    <w:rsid w:val="00E757D3"/>
    <w:rsid w:val="00E758ED"/>
    <w:rsid w:val="00E7596F"/>
    <w:rsid w:val="00E759BE"/>
    <w:rsid w:val="00E75C38"/>
    <w:rsid w:val="00E761C5"/>
    <w:rsid w:val="00E762DF"/>
    <w:rsid w:val="00E7652E"/>
    <w:rsid w:val="00E76C30"/>
    <w:rsid w:val="00E76C5E"/>
    <w:rsid w:val="00E76D5A"/>
    <w:rsid w:val="00E770AC"/>
    <w:rsid w:val="00E77349"/>
    <w:rsid w:val="00E77B84"/>
    <w:rsid w:val="00E80B3C"/>
    <w:rsid w:val="00E80C3B"/>
    <w:rsid w:val="00E81422"/>
    <w:rsid w:val="00E816B0"/>
    <w:rsid w:val="00E81DA8"/>
    <w:rsid w:val="00E822CF"/>
    <w:rsid w:val="00E82564"/>
    <w:rsid w:val="00E82799"/>
    <w:rsid w:val="00E829C2"/>
    <w:rsid w:val="00E82A4C"/>
    <w:rsid w:val="00E831F4"/>
    <w:rsid w:val="00E8328E"/>
    <w:rsid w:val="00E8358C"/>
    <w:rsid w:val="00E8370A"/>
    <w:rsid w:val="00E8375A"/>
    <w:rsid w:val="00E8438F"/>
    <w:rsid w:val="00E8451E"/>
    <w:rsid w:val="00E84607"/>
    <w:rsid w:val="00E849DE"/>
    <w:rsid w:val="00E855FD"/>
    <w:rsid w:val="00E85BA8"/>
    <w:rsid w:val="00E85D6E"/>
    <w:rsid w:val="00E85E03"/>
    <w:rsid w:val="00E860C0"/>
    <w:rsid w:val="00E87292"/>
    <w:rsid w:val="00E87752"/>
    <w:rsid w:val="00E900C3"/>
    <w:rsid w:val="00E900C9"/>
    <w:rsid w:val="00E90146"/>
    <w:rsid w:val="00E901D2"/>
    <w:rsid w:val="00E90565"/>
    <w:rsid w:val="00E905EE"/>
    <w:rsid w:val="00E90979"/>
    <w:rsid w:val="00E90DAA"/>
    <w:rsid w:val="00E90DDC"/>
    <w:rsid w:val="00E90F67"/>
    <w:rsid w:val="00E9163B"/>
    <w:rsid w:val="00E91653"/>
    <w:rsid w:val="00E918B3"/>
    <w:rsid w:val="00E91A50"/>
    <w:rsid w:val="00E91A67"/>
    <w:rsid w:val="00E91E06"/>
    <w:rsid w:val="00E933D4"/>
    <w:rsid w:val="00E93793"/>
    <w:rsid w:val="00E94472"/>
    <w:rsid w:val="00E944D3"/>
    <w:rsid w:val="00E94586"/>
    <w:rsid w:val="00E94728"/>
    <w:rsid w:val="00E948E1"/>
    <w:rsid w:val="00E94985"/>
    <w:rsid w:val="00E94C94"/>
    <w:rsid w:val="00E94F83"/>
    <w:rsid w:val="00E951D4"/>
    <w:rsid w:val="00E95417"/>
    <w:rsid w:val="00E95AC1"/>
    <w:rsid w:val="00E96834"/>
    <w:rsid w:val="00E96A51"/>
    <w:rsid w:val="00E96A5F"/>
    <w:rsid w:val="00E96FEB"/>
    <w:rsid w:val="00E9731E"/>
    <w:rsid w:val="00E97699"/>
    <w:rsid w:val="00E9787F"/>
    <w:rsid w:val="00E97D04"/>
    <w:rsid w:val="00E97D4B"/>
    <w:rsid w:val="00EA04F9"/>
    <w:rsid w:val="00EA0558"/>
    <w:rsid w:val="00EA066A"/>
    <w:rsid w:val="00EA0843"/>
    <w:rsid w:val="00EA0B9F"/>
    <w:rsid w:val="00EA0C4C"/>
    <w:rsid w:val="00EA0E88"/>
    <w:rsid w:val="00EA1483"/>
    <w:rsid w:val="00EA19C2"/>
    <w:rsid w:val="00EA1CAC"/>
    <w:rsid w:val="00EA256D"/>
    <w:rsid w:val="00EA2777"/>
    <w:rsid w:val="00EA320D"/>
    <w:rsid w:val="00EA32BD"/>
    <w:rsid w:val="00EA33AC"/>
    <w:rsid w:val="00EA3DEF"/>
    <w:rsid w:val="00EA4096"/>
    <w:rsid w:val="00EA410B"/>
    <w:rsid w:val="00EA42F2"/>
    <w:rsid w:val="00EA47D9"/>
    <w:rsid w:val="00EA4FF5"/>
    <w:rsid w:val="00EA5792"/>
    <w:rsid w:val="00EA5BB0"/>
    <w:rsid w:val="00EA5D04"/>
    <w:rsid w:val="00EA630B"/>
    <w:rsid w:val="00EA636C"/>
    <w:rsid w:val="00EA64B5"/>
    <w:rsid w:val="00EA65B7"/>
    <w:rsid w:val="00EA6BF5"/>
    <w:rsid w:val="00EA71C9"/>
    <w:rsid w:val="00EA7A91"/>
    <w:rsid w:val="00EA7B42"/>
    <w:rsid w:val="00EA7C7B"/>
    <w:rsid w:val="00EA7D20"/>
    <w:rsid w:val="00EA7D2A"/>
    <w:rsid w:val="00EB01E7"/>
    <w:rsid w:val="00EB0404"/>
    <w:rsid w:val="00EB06CE"/>
    <w:rsid w:val="00EB0A9B"/>
    <w:rsid w:val="00EB1007"/>
    <w:rsid w:val="00EB1022"/>
    <w:rsid w:val="00EB1180"/>
    <w:rsid w:val="00EB14A6"/>
    <w:rsid w:val="00EB162E"/>
    <w:rsid w:val="00EB1716"/>
    <w:rsid w:val="00EB17B2"/>
    <w:rsid w:val="00EB18DC"/>
    <w:rsid w:val="00EB1CF1"/>
    <w:rsid w:val="00EB2460"/>
    <w:rsid w:val="00EB2542"/>
    <w:rsid w:val="00EB257B"/>
    <w:rsid w:val="00EB283B"/>
    <w:rsid w:val="00EB2AB1"/>
    <w:rsid w:val="00EB2AF6"/>
    <w:rsid w:val="00EB2D2A"/>
    <w:rsid w:val="00EB383B"/>
    <w:rsid w:val="00EB3E34"/>
    <w:rsid w:val="00EB4353"/>
    <w:rsid w:val="00EB4370"/>
    <w:rsid w:val="00EB44B6"/>
    <w:rsid w:val="00EB45DB"/>
    <w:rsid w:val="00EB463D"/>
    <w:rsid w:val="00EB4847"/>
    <w:rsid w:val="00EB48B0"/>
    <w:rsid w:val="00EB49DC"/>
    <w:rsid w:val="00EB4C16"/>
    <w:rsid w:val="00EB5126"/>
    <w:rsid w:val="00EB56E4"/>
    <w:rsid w:val="00EB5807"/>
    <w:rsid w:val="00EB5886"/>
    <w:rsid w:val="00EB5AF4"/>
    <w:rsid w:val="00EB663C"/>
    <w:rsid w:val="00EB693D"/>
    <w:rsid w:val="00EB6A68"/>
    <w:rsid w:val="00EB6C35"/>
    <w:rsid w:val="00EB716D"/>
    <w:rsid w:val="00EB7E9C"/>
    <w:rsid w:val="00EC0227"/>
    <w:rsid w:val="00EC0541"/>
    <w:rsid w:val="00EC080B"/>
    <w:rsid w:val="00EC0905"/>
    <w:rsid w:val="00EC091A"/>
    <w:rsid w:val="00EC0A11"/>
    <w:rsid w:val="00EC0A29"/>
    <w:rsid w:val="00EC0D70"/>
    <w:rsid w:val="00EC1757"/>
    <w:rsid w:val="00EC1B2C"/>
    <w:rsid w:val="00EC1BB6"/>
    <w:rsid w:val="00EC1E54"/>
    <w:rsid w:val="00EC1F70"/>
    <w:rsid w:val="00EC1FE7"/>
    <w:rsid w:val="00EC2370"/>
    <w:rsid w:val="00EC24A2"/>
    <w:rsid w:val="00EC270A"/>
    <w:rsid w:val="00EC2A74"/>
    <w:rsid w:val="00EC3235"/>
    <w:rsid w:val="00EC3309"/>
    <w:rsid w:val="00EC38EC"/>
    <w:rsid w:val="00EC3C9F"/>
    <w:rsid w:val="00EC3CBD"/>
    <w:rsid w:val="00EC41A5"/>
    <w:rsid w:val="00EC42F9"/>
    <w:rsid w:val="00EC4491"/>
    <w:rsid w:val="00EC47C0"/>
    <w:rsid w:val="00EC4911"/>
    <w:rsid w:val="00EC4A9A"/>
    <w:rsid w:val="00EC4BAD"/>
    <w:rsid w:val="00EC4D2C"/>
    <w:rsid w:val="00EC4E22"/>
    <w:rsid w:val="00EC4FC5"/>
    <w:rsid w:val="00EC4FFF"/>
    <w:rsid w:val="00EC51C2"/>
    <w:rsid w:val="00EC51C8"/>
    <w:rsid w:val="00EC57CA"/>
    <w:rsid w:val="00EC5A8A"/>
    <w:rsid w:val="00EC5AB7"/>
    <w:rsid w:val="00EC624B"/>
    <w:rsid w:val="00EC6A8A"/>
    <w:rsid w:val="00EC6C1A"/>
    <w:rsid w:val="00EC6EC2"/>
    <w:rsid w:val="00EC70F5"/>
    <w:rsid w:val="00EC72A8"/>
    <w:rsid w:val="00EC7335"/>
    <w:rsid w:val="00EC7800"/>
    <w:rsid w:val="00EC7984"/>
    <w:rsid w:val="00EC7A04"/>
    <w:rsid w:val="00EC7BEE"/>
    <w:rsid w:val="00EC7C92"/>
    <w:rsid w:val="00EC7D5A"/>
    <w:rsid w:val="00EC7DDF"/>
    <w:rsid w:val="00ED047B"/>
    <w:rsid w:val="00ED0491"/>
    <w:rsid w:val="00ED0B85"/>
    <w:rsid w:val="00ED103F"/>
    <w:rsid w:val="00ED11AA"/>
    <w:rsid w:val="00ED12B7"/>
    <w:rsid w:val="00ED17DF"/>
    <w:rsid w:val="00ED192D"/>
    <w:rsid w:val="00ED2484"/>
    <w:rsid w:val="00ED3149"/>
    <w:rsid w:val="00ED332F"/>
    <w:rsid w:val="00ED3FEB"/>
    <w:rsid w:val="00ED4068"/>
    <w:rsid w:val="00ED4384"/>
    <w:rsid w:val="00ED4D02"/>
    <w:rsid w:val="00ED5C0E"/>
    <w:rsid w:val="00ED62BE"/>
    <w:rsid w:val="00ED6320"/>
    <w:rsid w:val="00ED63A2"/>
    <w:rsid w:val="00ED6647"/>
    <w:rsid w:val="00ED6ED2"/>
    <w:rsid w:val="00ED6FD3"/>
    <w:rsid w:val="00ED7132"/>
    <w:rsid w:val="00ED7930"/>
    <w:rsid w:val="00ED7B42"/>
    <w:rsid w:val="00ED7BD3"/>
    <w:rsid w:val="00EE06EE"/>
    <w:rsid w:val="00EE09F8"/>
    <w:rsid w:val="00EE0B35"/>
    <w:rsid w:val="00EE10D2"/>
    <w:rsid w:val="00EE1825"/>
    <w:rsid w:val="00EE1A51"/>
    <w:rsid w:val="00EE1B85"/>
    <w:rsid w:val="00EE1C82"/>
    <w:rsid w:val="00EE1C92"/>
    <w:rsid w:val="00EE1FC1"/>
    <w:rsid w:val="00EE2687"/>
    <w:rsid w:val="00EE28A4"/>
    <w:rsid w:val="00EE30A5"/>
    <w:rsid w:val="00EE41BF"/>
    <w:rsid w:val="00EE466C"/>
    <w:rsid w:val="00EE48D4"/>
    <w:rsid w:val="00EE4BB2"/>
    <w:rsid w:val="00EE52AD"/>
    <w:rsid w:val="00EE5D87"/>
    <w:rsid w:val="00EE5F01"/>
    <w:rsid w:val="00EE60C5"/>
    <w:rsid w:val="00EE6147"/>
    <w:rsid w:val="00EE62D3"/>
    <w:rsid w:val="00EE63CD"/>
    <w:rsid w:val="00EE6407"/>
    <w:rsid w:val="00EE69BA"/>
    <w:rsid w:val="00EE742B"/>
    <w:rsid w:val="00EE7697"/>
    <w:rsid w:val="00EF0248"/>
    <w:rsid w:val="00EF076F"/>
    <w:rsid w:val="00EF0FE6"/>
    <w:rsid w:val="00EF12F7"/>
    <w:rsid w:val="00EF14E9"/>
    <w:rsid w:val="00EF1ED1"/>
    <w:rsid w:val="00EF3109"/>
    <w:rsid w:val="00EF31B1"/>
    <w:rsid w:val="00EF32F5"/>
    <w:rsid w:val="00EF3820"/>
    <w:rsid w:val="00EF3C8D"/>
    <w:rsid w:val="00EF3EC8"/>
    <w:rsid w:val="00EF3FB8"/>
    <w:rsid w:val="00EF409D"/>
    <w:rsid w:val="00EF4161"/>
    <w:rsid w:val="00EF4990"/>
    <w:rsid w:val="00EF4D25"/>
    <w:rsid w:val="00EF58AA"/>
    <w:rsid w:val="00EF5918"/>
    <w:rsid w:val="00EF595F"/>
    <w:rsid w:val="00EF5BE9"/>
    <w:rsid w:val="00EF6405"/>
    <w:rsid w:val="00EF66D9"/>
    <w:rsid w:val="00EF6720"/>
    <w:rsid w:val="00EF6B0F"/>
    <w:rsid w:val="00EF6C20"/>
    <w:rsid w:val="00EF735C"/>
    <w:rsid w:val="00EF775A"/>
    <w:rsid w:val="00EF77B6"/>
    <w:rsid w:val="00EF7E34"/>
    <w:rsid w:val="00F0004F"/>
    <w:rsid w:val="00F000F2"/>
    <w:rsid w:val="00F00119"/>
    <w:rsid w:val="00F004C6"/>
    <w:rsid w:val="00F0065A"/>
    <w:rsid w:val="00F00F44"/>
    <w:rsid w:val="00F0134A"/>
    <w:rsid w:val="00F01D60"/>
    <w:rsid w:val="00F01F45"/>
    <w:rsid w:val="00F0200A"/>
    <w:rsid w:val="00F0233B"/>
    <w:rsid w:val="00F024E2"/>
    <w:rsid w:val="00F02901"/>
    <w:rsid w:val="00F02FC6"/>
    <w:rsid w:val="00F03162"/>
    <w:rsid w:val="00F03739"/>
    <w:rsid w:val="00F03801"/>
    <w:rsid w:val="00F03A18"/>
    <w:rsid w:val="00F03D7C"/>
    <w:rsid w:val="00F03E04"/>
    <w:rsid w:val="00F045D0"/>
    <w:rsid w:val="00F04F0D"/>
    <w:rsid w:val="00F051EA"/>
    <w:rsid w:val="00F05444"/>
    <w:rsid w:val="00F05783"/>
    <w:rsid w:val="00F067C7"/>
    <w:rsid w:val="00F06944"/>
    <w:rsid w:val="00F06AA2"/>
    <w:rsid w:val="00F073C2"/>
    <w:rsid w:val="00F07A44"/>
    <w:rsid w:val="00F07E7B"/>
    <w:rsid w:val="00F07F0F"/>
    <w:rsid w:val="00F1047C"/>
    <w:rsid w:val="00F10639"/>
    <w:rsid w:val="00F108DF"/>
    <w:rsid w:val="00F109B9"/>
    <w:rsid w:val="00F109F0"/>
    <w:rsid w:val="00F11574"/>
    <w:rsid w:val="00F11921"/>
    <w:rsid w:val="00F11A4A"/>
    <w:rsid w:val="00F1201E"/>
    <w:rsid w:val="00F1237B"/>
    <w:rsid w:val="00F12947"/>
    <w:rsid w:val="00F12A26"/>
    <w:rsid w:val="00F12DB1"/>
    <w:rsid w:val="00F13623"/>
    <w:rsid w:val="00F13663"/>
    <w:rsid w:val="00F13735"/>
    <w:rsid w:val="00F1394C"/>
    <w:rsid w:val="00F13B10"/>
    <w:rsid w:val="00F1411A"/>
    <w:rsid w:val="00F14D79"/>
    <w:rsid w:val="00F14F7C"/>
    <w:rsid w:val="00F1544B"/>
    <w:rsid w:val="00F15451"/>
    <w:rsid w:val="00F1565C"/>
    <w:rsid w:val="00F157A9"/>
    <w:rsid w:val="00F15880"/>
    <w:rsid w:val="00F15CF4"/>
    <w:rsid w:val="00F16018"/>
    <w:rsid w:val="00F16707"/>
    <w:rsid w:val="00F16969"/>
    <w:rsid w:val="00F1718E"/>
    <w:rsid w:val="00F17190"/>
    <w:rsid w:val="00F1730B"/>
    <w:rsid w:val="00F17855"/>
    <w:rsid w:val="00F17F5B"/>
    <w:rsid w:val="00F2000C"/>
    <w:rsid w:val="00F20473"/>
    <w:rsid w:val="00F20B0B"/>
    <w:rsid w:val="00F20BA3"/>
    <w:rsid w:val="00F20D2C"/>
    <w:rsid w:val="00F2137E"/>
    <w:rsid w:val="00F21489"/>
    <w:rsid w:val="00F2180E"/>
    <w:rsid w:val="00F21F73"/>
    <w:rsid w:val="00F2226B"/>
    <w:rsid w:val="00F224AE"/>
    <w:rsid w:val="00F2266B"/>
    <w:rsid w:val="00F227BD"/>
    <w:rsid w:val="00F22F98"/>
    <w:rsid w:val="00F23050"/>
    <w:rsid w:val="00F2327A"/>
    <w:rsid w:val="00F2359E"/>
    <w:rsid w:val="00F23711"/>
    <w:rsid w:val="00F239CD"/>
    <w:rsid w:val="00F23F01"/>
    <w:rsid w:val="00F241CA"/>
    <w:rsid w:val="00F2466F"/>
    <w:rsid w:val="00F24C42"/>
    <w:rsid w:val="00F24D14"/>
    <w:rsid w:val="00F24F57"/>
    <w:rsid w:val="00F25143"/>
    <w:rsid w:val="00F25BBC"/>
    <w:rsid w:val="00F27039"/>
    <w:rsid w:val="00F27990"/>
    <w:rsid w:val="00F27CCA"/>
    <w:rsid w:val="00F27E4B"/>
    <w:rsid w:val="00F3027E"/>
    <w:rsid w:val="00F30E08"/>
    <w:rsid w:val="00F30FD9"/>
    <w:rsid w:val="00F30FDE"/>
    <w:rsid w:val="00F311EA"/>
    <w:rsid w:val="00F31FA8"/>
    <w:rsid w:val="00F3201D"/>
    <w:rsid w:val="00F32038"/>
    <w:rsid w:val="00F320A4"/>
    <w:rsid w:val="00F32280"/>
    <w:rsid w:val="00F32EF2"/>
    <w:rsid w:val="00F32FB5"/>
    <w:rsid w:val="00F33B01"/>
    <w:rsid w:val="00F33CEF"/>
    <w:rsid w:val="00F33F95"/>
    <w:rsid w:val="00F3432A"/>
    <w:rsid w:val="00F34811"/>
    <w:rsid w:val="00F348C6"/>
    <w:rsid w:val="00F359A7"/>
    <w:rsid w:val="00F360D2"/>
    <w:rsid w:val="00F3620D"/>
    <w:rsid w:val="00F3662C"/>
    <w:rsid w:val="00F36BBD"/>
    <w:rsid w:val="00F36C4E"/>
    <w:rsid w:val="00F37110"/>
    <w:rsid w:val="00F375D0"/>
    <w:rsid w:val="00F37FB0"/>
    <w:rsid w:val="00F4060B"/>
    <w:rsid w:val="00F40D22"/>
    <w:rsid w:val="00F40EBC"/>
    <w:rsid w:val="00F4100B"/>
    <w:rsid w:val="00F418F5"/>
    <w:rsid w:val="00F41E50"/>
    <w:rsid w:val="00F41F97"/>
    <w:rsid w:val="00F429E4"/>
    <w:rsid w:val="00F43122"/>
    <w:rsid w:val="00F4347A"/>
    <w:rsid w:val="00F44124"/>
    <w:rsid w:val="00F44599"/>
    <w:rsid w:val="00F4467F"/>
    <w:rsid w:val="00F44771"/>
    <w:rsid w:val="00F44828"/>
    <w:rsid w:val="00F4556D"/>
    <w:rsid w:val="00F455D7"/>
    <w:rsid w:val="00F45B58"/>
    <w:rsid w:val="00F45B84"/>
    <w:rsid w:val="00F45BF7"/>
    <w:rsid w:val="00F45C8C"/>
    <w:rsid w:val="00F45CF3"/>
    <w:rsid w:val="00F45DC4"/>
    <w:rsid w:val="00F45F8E"/>
    <w:rsid w:val="00F462C5"/>
    <w:rsid w:val="00F46509"/>
    <w:rsid w:val="00F466AE"/>
    <w:rsid w:val="00F46966"/>
    <w:rsid w:val="00F46ABB"/>
    <w:rsid w:val="00F46E71"/>
    <w:rsid w:val="00F4713A"/>
    <w:rsid w:val="00F4727E"/>
    <w:rsid w:val="00F47385"/>
    <w:rsid w:val="00F4767F"/>
    <w:rsid w:val="00F50651"/>
    <w:rsid w:val="00F508A5"/>
    <w:rsid w:val="00F512E9"/>
    <w:rsid w:val="00F512FD"/>
    <w:rsid w:val="00F51323"/>
    <w:rsid w:val="00F5140A"/>
    <w:rsid w:val="00F5153B"/>
    <w:rsid w:val="00F51DCD"/>
    <w:rsid w:val="00F51EFC"/>
    <w:rsid w:val="00F523BF"/>
    <w:rsid w:val="00F52549"/>
    <w:rsid w:val="00F5259C"/>
    <w:rsid w:val="00F5264C"/>
    <w:rsid w:val="00F52F92"/>
    <w:rsid w:val="00F537F2"/>
    <w:rsid w:val="00F5383F"/>
    <w:rsid w:val="00F54599"/>
    <w:rsid w:val="00F550BB"/>
    <w:rsid w:val="00F55592"/>
    <w:rsid w:val="00F55B2E"/>
    <w:rsid w:val="00F55EC7"/>
    <w:rsid w:val="00F56467"/>
    <w:rsid w:val="00F56588"/>
    <w:rsid w:val="00F572BF"/>
    <w:rsid w:val="00F57D71"/>
    <w:rsid w:val="00F607F8"/>
    <w:rsid w:val="00F60A7D"/>
    <w:rsid w:val="00F60E66"/>
    <w:rsid w:val="00F6193A"/>
    <w:rsid w:val="00F61A49"/>
    <w:rsid w:val="00F61F28"/>
    <w:rsid w:val="00F62147"/>
    <w:rsid w:val="00F625FD"/>
    <w:rsid w:val="00F62BF8"/>
    <w:rsid w:val="00F62ECF"/>
    <w:rsid w:val="00F63347"/>
    <w:rsid w:val="00F63580"/>
    <w:rsid w:val="00F641F9"/>
    <w:rsid w:val="00F64478"/>
    <w:rsid w:val="00F647E0"/>
    <w:rsid w:val="00F6480E"/>
    <w:rsid w:val="00F650C4"/>
    <w:rsid w:val="00F65AE8"/>
    <w:rsid w:val="00F65F91"/>
    <w:rsid w:val="00F6606A"/>
    <w:rsid w:val="00F66234"/>
    <w:rsid w:val="00F66318"/>
    <w:rsid w:val="00F66418"/>
    <w:rsid w:val="00F666E0"/>
    <w:rsid w:val="00F66E9B"/>
    <w:rsid w:val="00F67686"/>
    <w:rsid w:val="00F67EDF"/>
    <w:rsid w:val="00F702B3"/>
    <w:rsid w:val="00F705C8"/>
    <w:rsid w:val="00F71326"/>
    <w:rsid w:val="00F714BE"/>
    <w:rsid w:val="00F71BE6"/>
    <w:rsid w:val="00F71C0A"/>
    <w:rsid w:val="00F71C8D"/>
    <w:rsid w:val="00F72347"/>
    <w:rsid w:val="00F72A3D"/>
    <w:rsid w:val="00F72F8E"/>
    <w:rsid w:val="00F73062"/>
    <w:rsid w:val="00F73AF1"/>
    <w:rsid w:val="00F73B5B"/>
    <w:rsid w:val="00F74643"/>
    <w:rsid w:val="00F7496F"/>
    <w:rsid w:val="00F7522C"/>
    <w:rsid w:val="00F75BAB"/>
    <w:rsid w:val="00F763E1"/>
    <w:rsid w:val="00F765FE"/>
    <w:rsid w:val="00F769A3"/>
    <w:rsid w:val="00F770DB"/>
    <w:rsid w:val="00F7731C"/>
    <w:rsid w:val="00F7796C"/>
    <w:rsid w:val="00F779B1"/>
    <w:rsid w:val="00F77D09"/>
    <w:rsid w:val="00F77FD0"/>
    <w:rsid w:val="00F80396"/>
    <w:rsid w:val="00F80BED"/>
    <w:rsid w:val="00F80F62"/>
    <w:rsid w:val="00F811E9"/>
    <w:rsid w:val="00F813D2"/>
    <w:rsid w:val="00F8178A"/>
    <w:rsid w:val="00F817C8"/>
    <w:rsid w:val="00F81B3C"/>
    <w:rsid w:val="00F81B95"/>
    <w:rsid w:val="00F81D04"/>
    <w:rsid w:val="00F81E6F"/>
    <w:rsid w:val="00F82275"/>
    <w:rsid w:val="00F8281F"/>
    <w:rsid w:val="00F8282A"/>
    <w:rsid w:val="00F829F6"/>
    <w:rsid w:val="00F82FB6"/>
    <w:rsid w:val="00F835FE"/>
    <w:rsid w:val="00F8382E"/>
    <w:rsid w:val="00F838F5"/>
    <w:rsid w:val="00F844BB"/>
    <w:rsid w:val="00F8462A"/>
    <w:rsid w:val="00F846CF"/>
    <w:rsid w:val="00F84901"/>
    <w:rsid w:val="00F84B33"/>
    <w:rsid w:val="00F84BE0"/>
    <w:rsid w:val="00F84F9B"/>
    <w:rsid w:val="00F853C7"/>
    <w:rsid w:val="00F8553E"/>
    <w:rsid w:val="00F85674"/>
    <w:rsid w:val="00F85AA2"/>
    <w:rsid w:val="00F85C7E"/>
    <w:rsid w:val="00F868EE"/>
    <w:rsid w:val="00F86B38"/>
    <w:rsid w:val="00F87D48"/>
    <w:rsid w:val="00F906D0"/>
    <w:rsid w:val="00F908ED"/>
    <w:rsid w:val="00F9117A"/>
    <w:rsid w:val="00F91341"/>
    <w:rsid w:val="00F91ACC"/>
    <w:rsid w:val="00F91DC1"/>
    <w:rsid w:val="00F91FA4"/>
    <w:rsid w:val="00F922AB"/>
    <w:rsid w:val="00F9267B"/>
    <w:rsid w:val="00F92768"/>
    <w:rsid w:val="00F93EA0"/>
    <w:rsid w:val="00F93FE1"/>
    <w:rsid w:val="00F940A7"/>
    <w:rsid w:val="00F9469F"/>
    <w:rsid w:val="00F949D4"/>
    <w:rsid w:val="00F94EF2"/>
    <w:rsid w:val="00F9537E"/>
    <w:rsid w:val="00F95403"/>
    <w:rsid w:val="00F95576"/>
    <w:rsid w:val="00F95EFF"/>
    <w:rsid w:val="00F96019"/>
    <w:rsid w:val="00F96060"/>
    <w:rsid w:val="00F96A23"/>
    <w:rsid w:val="00F96C98"/>
    <w:rsid w:val="00F96E32"/>
    <w:rsid w:val="00F97AC7"/>
    <w:rsid w:val="00F97AC9"/>
    <w:rsid w:val="00F97DD8"/>
    <w:rsid w:val="00FA129A"/>
    <w:rsid w:val="00FA1514"/>
    <w:rsid w:val="00FA15FC"/>
    <w:rsid w:val="00FA16A3"/>
    <w:rsid w:val="00FA1C5C"/>
    <w:rsid w:val="00FA21B6"/>
    <w:rsid w:val="00FA2518"/>
    <w:rsid w:val="00FA2E1E"/>
    <w:rsid w:val="00FA3517"/>
    <w:rsid w:val="00FA3682"/>
    <w:rsid w:val="00FA3741"/>
    <w:rsid w:val="00FA4005"/>
    <w:rsid w:val="00FA4289"/>
    <w:rsid w:val="00FA45AC"/>
    <w:rsid w:val="00FA47D8"/>
    <w:rsid w:val="00FA502A"/>
    <w:rsid w:val="00FA5378"/>
    <w:rsid w:val="00FA594B"/>
    <w:rsid w:val="00FA5C55"/>
    <w:rsid w:val="00FA5D75"/>
    <w:rsid w:val="00FA5F0D"/>
    <w:rsid w:val="00FA618F"/>
    <w:rsid w:val="00FA62EE"/>
    <w:rsid w:val="00FA67D0"/>
    <w:rsid w:val="00FA6A07"/>
    <w:rsid w:val="00FA728F"/>
    <w:rsid w:val="00FA7993"/>
    <w:rsid w:val="00FA7B59"/>
    <w:rsid w:val="00FA7CFE"/>
    <w:rsid w:val="00FB1140"/>
    <w:rsid w:val="00FB12FF"/>
    <w:rsid w:val="00FB14E7"/>
    <w:rsid w:val="00FB1735"/>
    <w:rsid w:val="00FB18F7"/>
    <w:rsid w:val="00FB1B06"/>
    <w:rsid w:val="00FB23C7"/>
    <w:rsid w:val="00FB2C02"/>
    <w:rsid w:val="00FB2E7E"/>
    <w:rsid w:val="00FB2F7B"/>
    <w:rsid w:val="00FB3101"/>
    <w:rsid w:val="00FB35A4"/>
    <w:rsid w:val="00FB3CD0"/>
    <w:rsid w:val="00FB4084"/>
    <w:rsid w:val="00FB416A"/>
    <w:rsid w:val="00FB4A6B"/>
    <w:rsid w:val="00FB635B"/>
    <w:rsid w:val="00FB64AA"/>
    <w:rsid w:val="00FB6D9A"/>
    <w:rsid w:val="00FB75A6"/>
    <w:rsid w:val="00FC0078"/>
    <w:rsid w:val="00FC0C3E"/>
    <w:rsid w:val="00FC0CEA"/>
    <w:rsid w:val="00FC20C2"/>
    <w:rsid w:val="00FC263C"/>
    <w:rsid w:val="00FC266E"/>
    <w:rsid w:val="00FC29BB"/>
    <w:rsid w:val="00FC345B"/>
    <w:rsid w:val="00FC3A18"/>
    <w:rsid w:val="00FC3CA0"/>
    <w:rsid w:val="00FC4052"/>
    <w:rsid w:val="00FC4CA1"/>
    <w:rsid w:val="00FC55D6"/>
    <w:rsid w:val="00FC598E"/>
    <w:rsid w:val="00FC626E"/>
    <w:rsid w:val="00FC643A"/>
    <w:rsid w:val="00FC6549"/>
    <w:rsid w:val="00FC6790"/>
    <w:rsid w:val="00FC747C"/>
    <w:rsid w:val="00FC771A"/>
    <w:rsid w:val="00FC773C"/>
    <w:rsid w:val="00FC7A5B"/>
    <w:rsid w:val="00FC7E97"/>
    <w:rsid w:val="00FC7F3B"/>
    <w:rsid w:val="00FD005D"/>
    <w:rsid w:val="00FD071E"/>
    <w:rsid w:val="00FD08CE"/>
    <w:rsid w:val="00FD097C"/>
    <w:rsid w:val="00FD1FC0"/>
    <w:rsid w:val="00FD21CB"/>
    <w:rsid w:val="00FD2344"/>
    <w:rsid w:val="00FD270B"/>
    <w:rsid w:val="00FD3328"/>
    <w:rsid w:val="00FD3B75"/>
    <w:rsid w:val="00FD415C"/>
    <w:rsid w:val="00FD418B"/>
    <w:rsid w:val="00FD458B"/>
    <w:rsid w:val="00FD4AF6"/>
    <w:rsid w:val="00FD576B"/>
    <w:rsid w:val="00FD5F4A"/>
    <w:rsid w:val="00FD6825"/>
    <w:rsid w:val="00FD6E04"/>
    <w:rsid w:val="00FD708B"/>
    <w:rsid w:val="00FD7248"/>
    <w:rsid w:val="00FD7491"/>
    <w:rsid w:val="00FD774B"/>
    <w:rsid w:val="00FD7EE3"/>
    <w:rsid w:val="00FE0A8A"/>
    <w:rsid w:val="00FE0DBE"/>
    <w:rsid w:val="00FE1545"/>
    <w:rsid w:val="00FE1694"/>
    <w:rsid w:val="00FE1910"/>
    <w:rsid w:val="00FE1BC9"/>
    <w:rsid w:val="00FE271F"/>
    <w:rsid w:val="00FE2754"/>
    <w:rsid w:val="00FE2836"/>
    <w:rsid w:val="00FE2C8E"/>
    <w:rsid w:val="00FE31D7"/>
    <w:rsid w:val="00FE3729"/>
    <w:rsid w:val="00FE4400"/>
    <w:rsid w:val="00FE457C"/>
    <w:rsid w:val="00FE4680"/>
    <w:rsid w:val="00FE4948"/>
    <w:rsid w:val="00FE4BDE"/>
    <w:rsid w:val="00FE4C56"/>
    <w:rsid w:val="00FE4E43"/>
    <w:rsid w:val="00FE5224"/>
    <w:rsid w:val="00FE533F"/>
    <w:rsid w:val="00FE53D9"/>
    <w:rsid w:val="00FE5CA9"/>
    <w:rsid w:val="00FE5D48"/>
    <w:rsid w:val="00FE5DD5"/>
    <w:rsid w:val="00FE62D4"/>
    <w:rsid w:val="00FE6638"/>
    <w:rsid w:val="00FE6CA2"/>
    <w:rsid w:val="00FE7D97"/>
    <w:rsid w:val="00FE7FE0"/>
    <w:rsid w:val="00FF0150"/>
    <w:rsid w:val="00FF03E8"/>
    <w:rsid w:val="00FF0669"/>
    <w:rsid w:val="00FF0824"/>
    <w:rsid w:val="00FF0FBD"/>
    <w:rsid w:val="00FF1666"/>
    <w:rsid w:val="00FF19DB"/>
    <w:rsid w:val="00FF1CBF"/>
    <w:rsid w:val="00FF236F"/>
    <w:rsid w:val="00FF263E"/>
    <w:rsid w:val="00FF2E60"/>
    <w:rsid w:val="00FF319B"/>
    <w:rsid w:val="00FF33DF"/>
    <w:rsid w:val="00FF3484"/>
    <w:rsid w:val="00FF3E56"/>
    <w:rsid w:val="00FF3EB2"/>
    <w:rsid w:val="00FF442A"/>
    <w:rsid w:val="00FF4871"/>
    <w:rsid w:val="00FF4D23"/>
    <w:rsid w:val="00FF544D"/>
    <w:rsid w:val="00FF6395"/>
    <w:rsid w:val="00FF6411"/>
    <w:rsid w:val="00FF6521"/>
    <w:rsid w:val="00FF687F"/>
    <w:rsid w:val="00FF6A52"/>
    <w:rsid w:val="00FF6E6F"/>
    <w:rsid w:val="00FF7474"/>
    <w:rsid w:val="00FF76C0"/>
    <w:rsid w:val="00FF7BBC"/>
    <w:rsid w:val="00FF7E05"/>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header"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4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20">
    <w:name w:val="Pa20"/>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3">
    <w:name w:val="Pa3"/>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Times New Roman" w:eastAsiaTheme="minorHAnsi" w:hAnsi="Times New Roman"/>
      <w:sz w:val="24"/>
      <w:szCs w:val="24"/>
    </w:rPr>
  </w:style>
  <w:style w:type="paragraph" w:customStyle="1" w:styleId="Pa18">
    <w:name w:val="Pa18"/>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43">
    <w:name w:val="Pa43"/>
    <w:basedOn w:val="Normal"/>
    <w:next w:val="Normal"/>
    <w:uiPriority w:val="99"/>
    <w:rsid w:val="00194E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header"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4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20">
    <w:name w:val="Pa20"/>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3">
    <w:name w:val="Pa3"/>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Times New Roman" w:eastAsiaTheme="minorHAnsi" w:hAnsi="Times New Roman"/>
      <w:sz w:val="24"/>
      <w:szCs w:val="24"/>
    </w:rPr>
  </w:style>
  <w:style w:type="paragraph" w:customStyle="1" w:styleId="Pa18">
    <w:name w:val="Pa18"/>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43">
    <w:name w:val="Pa43"/>
    <w:basedOn w:val="Normal"/>
    <w:next w:val="Normal"/>
    <w:uiPriority w:val="99"/>
    <w:rsid w:val="00194E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6375666">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319650278">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55065-4E72-4C35-A283-56ED150CB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1</TotalTime>
  <Pages>3</Pages>
  <Words>492</Words>
  <Characters>2805</Characters>
  <Application>Microsoft Office Word</Application>
  <DocSecurity>4</DocSecurity>
  <Lines>23</Lines>
  <Paragraphs>6</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creator>tadsong_h22</dc:creator>
  <cp:lastModifiedBy>Administrator</cp:lastModifiedBy>
  <cp:revision>2</cp:revision>
  <cp:lastPrinted>2018-08-13T08:50:00Z</cp:lastPrinted>
  <dcterms:created xsi:type="dcterms:W3CDTF">2018-08-14T10:14:00Z</dcterms:created>
  <dcterms:modified xsi:type="dcterms:W3CDTF">2018-08-14T10:14:00Z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