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BE8" w:rsidRPr="000330BB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  <w:cs/>
        </w:rPr>
      </w:pPr>
    </w:p>
    <w:p w:rsidR="00264BE8" w:rsidRPr="000330BB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0330BB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0330BB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0330BB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0330BB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0330BB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60279E" w:rsidRPr="000330BB" w:rsidRDefault="0060279E" w:rsidP="0060279E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  <w:r w:rsidRPr="000330BB">
        <w:rPr>
          <w:rFonts w:ascii="Angsana New" w:hAnsi="Angsana New" w:cs="Angsana New"/>
          <w:sz w:val="52"/>
          <w:szCs w:val="52"/>
          <w:cs/>
        </w:rPr>
        <w:t>บริษัท ผลิตไฟฟ้าราชบุ</w:t>
      </w:r>
      <w:bookmarkStart w:id="0" w:name="_GoBack"/>
      <w:bookmarkEnd w:id="0"/>
      <w:r w:rsidRPr="000330BB">
        <w:rPr>
          <w:rFonts w:ascii="Angsana New" w:hAnsi="Angsana New" w:cs="Angsana New"/>
          <w:sz w:val="52"/>
          <w:szCs w:val="52"/>
          <w:cs/>
        </w:rPr>
        <w:t>รีโฮ</w:t>
      </w:r>
      <w:proofErr w:type="spellStart"/>
      <w:r w:rsidRPr="000330BB">
        <w:rPr>
          <w:rFonts w:ascii="Angsana New" w:hAnsi="Angsana New" w:cs="Angsana New"/>
          <w:sz w:val="52"/>
          <w:szCs w:val="52"/>
          <w:cs/>
        </w:rPr>
        <w:t>ลดิ้ง</w:t>
      </w:r>
      <w:proofErr w:type="spellEnd"/>
      <w:r w:rsidRPr="000330BB">
        <w:rPr>
          <w:rFonts w:ascii="Angsana New" w:hAnsi="Angsana New" w:cs="Angsana New"/>
          <w:sz w:val="52"/>
          <w:szCs w:val="52"/>
          <w:cs/>
        </w:rPr>
        <w:t xml:space="preserve"> จำกัด </w:t>
      </w:r>
      <w:r w:rsidRPr="000330BB">
        <w:rPr>
          <w:rFonts w:ascii="Angsana New" w:hAnsi="Angsana New" w:cs="Angsana New"/>
          <w:sz w:val="52"/>
          <w:szCs w:val="52"/>
        </w:rPr>
        <w:t>(</w:t>
      </w:r>
      <w:r w:rsidRPr="000330BB">
        <w:rPr>
          <w:rFonts w:ascii="Angsana New" w:hAnsi="Angsana New" w:cs="Angsana New"/>
          <w:sz w:val="52"/>
          <w:szCs w:val="52"/>
          <w:cs/>
        </w:rPr>
        <w:t>มหาชน</w:t>
      </w:r>
      <w:r w:rsidRPr="000330BB">
        <w:rPr>
          <w:rFonts w:ascii="Angsana New" w:hAnsi="Angsana New" w:cs="Angsana New"/>
          <w:sz w:val="52"/>
          <w:szCs w:val="52"/>
        </w:rPr>
        <w:t xml:space="preserve">) </w:t>
      </w:r>
      <w:r w:rsidRPr="000330BB">
        <w:rPr>
          <w:rFonts w:ascii="Angsana New" w:hAnsi="Angsana New" w:cs="Angsana New"/>
          <w:sz w:val="52"/>
          <w:szCs w:val="52"/>
          <w:cs/>
        </w:rPr>
        <w:t>และบริษัทย่อย</w:t>
      </w:r>
    </w:p>
    <w:p w:rsidR="0060279E" w:rsidRPr="000330BB" w:rsidRDefault="0060279E" w:rsidP="0060279E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:rsidR="0060279E" w:rsidRPr="000330BB" w:rsidRDefault="0060279E" w:rsidP="0060279E">
      <w:pPr>
        <w:ind w:right="2"/>
        <w:jc w:val="center"/>
        <w:rPr>
          <w:rFonts w:ascii="Angsana New" w:hAnsi="Angsana New"/>
          <w:sz w:val="32"/>
          <w:szCs w:val="32"/>
        </w:rPr>
      </w:pPr>
      <w:r w:rsidRPr="000330BB">
        <w:rPr>
          <w:rFonts w:ascii="Angsana New" w:hAnsi="Angsana New"/>
          <w:sz w:val="32"/>
          <w:szCs w:val="32"/>
          <w:cs/>
        </w:rPr>
        <w:t>งบการเงินสำหรับปีสิ้นสุดวันที่</w:t>
      </w:r>
      <w:r w:rsidRPr="000330BB">
        <w:rPr>
          <w:rFonts w:ascii="Angsana New" w:hAnsi="Angsana New"/>
          <w:sz w:val="32"/>
          <w:szCs w:val="32"/>
        </w:rPr>
        <w:t xml:space="preserve"> 31 </w:t>
      </w:r>
      <w:r w:rsidRPr="000330BB">
        <w:rPr>
          <w:rFonts w:ascii="Angsana New" w:hAnsi="Angsana New"/>
          <w:sz w:val="32"/>
          <w:szCs w:val="32"/>
          <w:cs/>
        </w:rPr>
        <w:t xml:space="preserve">ธันวาคม </w:t>
      </w:r>
      <w:r w:rsidR="000146F1" w:rsidRPr="000330BB">
        <w:rPr>
          <w:rFonts w:ascii="Angsana New" w:hAnsi="Angsana New"/>
          <w:sz w:val="32"/>
          <w:szCs w:val="32"/>
        </w:rPr>
        <w:t>2560</w:t>
      </w:r>
    </w:p>
    <w:p w:rsidR="0060279E" w:rsidRPr="000330BB" w:rsidRDefault="0060279E" w:rsidP="0060279E">
      <w:pPr>
        <w:ind w:right="2"/>
        <w:jc w:val="center"/>
        <w:rPr>
          <w:rFonts w:ascii="Angsana New" w:hAnsi="Angsana New"/>
          <w:sz w:val="32"/>
          <w:szCs w:val="32"/>
        </w:rPr>
      </w:pPr>
      <w:r w:rsidRPr="000330BB">
        <w:rPr>
          <w:rFonts w:ascii="Angsana New" w:hAnsi="Angsana New"/>
          <w:sz w:val="32"/>
          <w:szCs w:val="32"/>
          <w:cs/>
        </w:rPr>
        <w:t xml:space="preserve">และ </w:t>
      </w:r>
    </w:p>
    <w:p w:rsidR="00264BE8" w:rsidRPr="000330BB" w:rsidRDefault="0060279E" w:rsidP="00602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2"/>
        <w:jc w:val="center"/>
        <w:rPr>
          <w:rFonts w:ascii="Angsana New" w:hAnsi="Angsana New"/>
          <w:sz w:val="32"/>
          <w:szCs w:val="32"/>
        </w:rPr>
        <w:sectPr w:rsidR="00264BE8" w:rsidRPr="000330BB" w:rsidSect="00F901F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  <w:r w:rsidRPr="000330BB">
        <w:rPr>
          <w:rFonts w:ascii="Angsana New" w:hAnsi="Angsana New"/>
          <w:sz w:val="32"/>
          <w:szCs w:val="32"/>
          <w:cs/>
        </w:rPr>
        <w:t>รายงานของผู้สอบบัญชีรับอนุญาต</w:t>
      </w:r>
    </w:p>
    <w:p w:rsidR="00B93328" w:rsidRPr="000330BB" w:rsidRDefault="00B93328" w:rsidP="00B9332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0"/>
          <w:szCs w:val="30"/>
        </w:rPr>
      </w:pPr>
    </w:p>
    <w:p w:rsidR="00B93328" w:rsidRPr="000330BB" w:rsidRDefault="00B93328" w:rsidP="00B9332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0"/>
          <w:szCs w:val="30"/>
        </w:rPr>
      </w:pPr>
    </w:p>
    <w:p w:rsidR="00B93328" w:rsidRPr="000330BB" w:rsidRDefault="00B93328" w:rsidP="00B9332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B93328" w:rsidRPr="000330BB" w:rsidRDefault="00B93328" w:rsidP="00B9332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B93328" w:rsidRPr="000330BB" w:rsidRDefault="00B93328" w:rsidP="00B9332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B93328" w:rsidRPr="000330BB" w:rsidRDefault="00B93328" w:rsidP="00B9332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B93328" w:rsidRPr="000330BB" w:rsidRDefault="00B93328" w:rsidP="00B9332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0146F1" w:rsidRPr="000330BB" w:rsidRDefault="000146F1" w:rsidP="00B9332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B93328" w:rsidRPr="000330BB" w:rsidRDefault="00B93328" w:rsidP="00B9332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sz w:val="22"/>
        </w:rPr>
      </w:pPr>
      <w:r w:rsidRPr="000330BB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:rsidR="00B93328" w:rsidRPr="000330BB" w:rsidRDefault="00B93328" w:rsidP="00B93328">
      <w:pPr>
        <w:tabs>
          <w:tab w:val="clear" w:pos="3742"/>
          <w:tab w:val="left" w:pos="3735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B93328" w:rsidRPr="000330BB" w:rsidRDefault="00B93328" w:rsidP="00B93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0330BB">
        <w:rPr>
          <w:rFonts w:ascii="Angsana New" w:hAnsi="Angsana New"/>
          <w:b/>
          <w:bCs/>
          <w:sz w:val="30"/>
          <w:szCs w:val="30"/>
          <w:cs/>
        </w:rPr>
        <w:t>เสนอ ผู้ถือหุ้นบริษัท ผลิตไฟฟ้าราชบุรีโฮ</w:t>
      </w:r>
      <w:proofErr w:type="spellStart"/>
      <w:r w:rsidRPr="000330BB">
        <w:rPr>
          <w:rFonts w:ascii="Angsana New" w:hAnsi="Angsana New"/>
          <w:b/>
          <w:bCs/>
          <w:sz w:val="30"/>
          <w:szCs w:val="30"/>
          <w:cs/>
        </w:rPr>
        <w:t>ลดิ้ง</w:t>
      </w:r>
      <w:proofErr w:type="spellEnd"/>
      <w:r w:rsidRPr="000330BB">
        <w:rPr>
          <w:rFonts w:ascii="Angsana New" w:hAnsi="Angsana New"/>
          <w:b/>
          <w:bCs/>
          <w:sz w:val="30"/>
          <w:szCs w:val="30"/>
          <w:cs/>
        </w:rPr>
        <w:t xml:space="preserve"> จำกัด </w:t>
      </w:r>
      <w:r w:rsidRPr="000330BB">
        <w:rPr>
          <w:rFonts w:ascii="Angsana New" w:hAnsi="Angsana New"/>
          <w:b/>
          <w:bCs/>
          <w:sz w:val="30"/>
          <w:szCs w:val="30"/>
        </w:rPr>
        <w:t>(</w:t>
      </w:r>
      <w:r w:rsidRPr="000330BB">
        <w:rPr>
          <w:rFonts w:ascii="Angsana New" w:hAnsi="Angsana New"/>
          <w:b/>
          <w:bCs/>
          <w:sz w:val="30"/>
          <w:szCs w:val="30"/>
          <w:cs/>
        </w:rPr>
        <w:t>มหาชน</w:t>
      </w:r>
      <w:r w:rsidRPr="000330BB">
        <w:rPr>
          <w:rFonts w:ascii="Angsana New" w:hAnsi="Angsana New"/>
          <w:b/>
          <w:bCs/>
          <w:sz w:val="30"/>
          <w:szCs w:val="30"/>
        </w:rPr>
        <w:t>)</w:t>
      </w:r>
    </w:p>
    <w:p w:rsidR="00B93328" w:rsidRPr="000330BB" w:rsidRDefault="00B93328" w:rsidP="00B93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:rsidR="00B93328" w:rsidRPr="000330BB" w:rsidRDefault="00B93328" w:rsidP="008D5745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0330BB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:rsidR="00B93328" w:rsidRPr="000330BB" w:rsidRDefault="00B93328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:rsidR="00B93328" w:rsidRPr="000330BB" w:rsidRDefault="00B93328" w:rsidP="008D5745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hAnsi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ผลิตไฟฟ้าราชบุรีโฮ</w:t>
      </w:r>
      <w:proofErr w:type="spellStart"/>
      <w:r w:rsidRPr="000330BB">
        <w:rPr>
          <w:rFonts w:ascii="Angsana New" w:hAnsi="Angsana New"/>
          <w:sz w:val="30"/>
          <w:szCs w:val="30"/>
          <w:cs/>
        </w:rPr>
        <w:t>ลดิ้ง</w:t>
      </w:r>
      <w:proofErr w:type="spellEnd"/>
      <w:r w:rsidRPr="000330BB">
        <w:rPr>
          <w:rFonts w:ascii="Angsana New" w:hAnsi="Angsana New"/>
          <w:sz w:val="30"/>
          <w:szCs w:val="30"/>
          <w:cs/>
        </w:rPr>
        <w:t xml:space="preserve"> จำกัด </w:t>
      </w:r>
      <w:r w:rsidRPr="000330BB">
        <w:rPr>
          <w:rFonts w:ascii="Angsana New" w:hAnsi="Angsana New"/>
          <w:sz w:val="30"/>
          <w:szCs w:val="30"/>
        </w:rPr>
        <w:t>(</w:t>
      </w:r>
      <w:r w:rsidRPr="000330BB">
        <w:rPr>
          <w:rFonts w:ascii="Angsana New" w:hAnsi="Angsana New"/>
          <w:sz w:val="30"/>
          <w:szCs w:val="30"/>
          <w:cs/>
        </w:rPr>
        <w:t>มหาชน</w:t>
      </w:r>
      <w:r w:rsidRPr="000330BB">
        <w:rPr>
          <w:rFonts w:ascii="Angsana New" w:hAnsi="Angsana New"/>
          <w:sz w:val="30"/>
          <w:szCs w:val="30"/>
        </w:rPr>
        <w:t xml:space="preserve">) </w:t>
      </w:r>
      <w:r w:rsidRPr="000330BB">
        <w:rPr>
          <w:rFonts w:ascii="Angsana New" w:hAnsi="Angsana New"/>
          <w:sz w:val="30"/>
          <w:szCs w:val="30"/>
          <w:cs/>
        </w:rPr>
        <w:t>และบริษัทย่อย (กลุ่มบริษัท)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และของเฉพาะบริษัท ผลิตไฟฟ้าราชบุรีโฮ</w:t>
      </w:r>
      <w:proofErr w:type="spellStart"/>
      <w:r w:rsidRPr="000330BB">
        <w:rPr>
          <w:rFonts w:ascii="Angsana New" w:hAnsi="Angsana New"/>
          <w:sz w:val="30"/>
          <w:szCs w:val="30"/>
          <w:cs/>
        </w:rPr>
        <w:t>ลดิ้ง</w:t>
      </w:r>
      <w:proofErr w:type="spellEnd"/>
      <w:r w:rsidRPr="000330BB">
        <w:rPr>
          <w:rFonts w:ascii="Angsana New" w:hAnsi="Angsana New"/>
          <w:sz w:val="30"/>
          <w:szCs w:val="30"/>
          <w:cs/>
        </w:rPr>
        <w:t xml:space="preserve"> จำกัด </w:t>
      </w:r>
      <w:r w:rsidRPr="000330BB">
        <w:rPr>
          <w:rFonts w:ascii="Angsana New" w:hAnsi="Angsana New"/>
          <w:sz w:val="30"/>
          <w:szCs w:val="30"/>
        </w:rPr>
        <w:t>(</w:t>
      </w:r>
      <w:r w:rsidRPr="000330BB">
        <w:rPr>
          <w:rFonts w:ascii="Angsana New" w:hAnsi="Angsana New"/>
          <w:sz w:val="30"/>
          <w:szCs w:val="30"/>
          <w:cs/>
        </w:rPr>
        <w:t>มหาชน</w:t>
      </w:r>
      <w:r w:rsidRPr="000330BB">
        <w:rPr>
          <w:rFonts w:ascii="Angsana New" w:hAnsi="Angsana New"/>
          <w:sz w:val="30"/>
          <w:szCs w:val="30"/>
        </w:rPr>
        <w:t xml:space="preserve">) </w:t>
      </w:r>
      <w:r w:rsidRPr="000330BB">
        <w:rPr>
          <w:rFonts w:ascii="Angsana New" w:hAnsi="Angsana New"/>
          <w:sz w:val="30"/>
          <w:szCs w:val="30"/>
          <w:cs/>
        </w:rPr>
        <w:t>(บริษัท) ตามลำดับ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ซึ่งประกอบด้วยงบแสดงฐานะการเงินรวมและงบแสดงฐานะการเงินเฉพาะกิจการ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ณ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 xml:space="preserve">วันที่ </w:t>
      </w:r>
      <w:r w:rsidRPr="000330BB">
        <w:rPr>
          <w:rFonts w:ascii="Angsana New" w:hAnsi="Angsana New"/>
          <w:sz w:val="30"/>
          <w:szCs w:val="30"/>
        </w:rPr>
        <w:t xml:space="preserve">31 </w:t>
      </w:r>
      <w:r w:rsidRPr="000330BB">
        <w:rPr>
          <w:rFonts w:ascii="Angsana New" w:hAnsi="Angsana New"/>
          <w:sz w:val="30"/>
          <w:szCs w:val="30"/>
          <w:cs/>
        </w:rPr>
        <w:t>ธันวาคม</w:t>
      </w:r>
      <w:r w:rsidRPr="000330BB">
        <w:rPr>
          <w:rFonts w:ascii="Angsana New" w:hAnsi="Angsana New"/>
          <w:sz w:val="30"/>
          <w:szCs w:val="30"/>
        </w:rPr>
        <w:t xml:space="preserve"> 25</w:t>
      </w:r>
      <w:r w:rsidR="000146F1" w:rsidRPr="000330BB">
        <w:rPr>
          <w:rFonts w:ascii="Angsana New" w:hAnsi="Angsana New"/>
          <w:sz w:val="30"/>
          <w:szCs w:val="30"/>
        </w:rPr>
        <w:t>60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สำหรับปีสิ้นสุดวันเดียวกัน รวมถึง</w:t>
      </w:r>
      <w:r w:rsidRPr="000330BB">
        <w:rPr>
          <w:rFonts w:ascii="Angsana New" w:eastAsia="Calibri" w:hAnsi="Angsana New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0330BB">
        <w:rPr>
          <w:rFonts w:ascii="Angsana New" w:hAnsi="Angsana New"/>
          <w:sz w:val="30"/>
          <w:szCs w:val="30"/>
          <w:cs/>
        </w:rPr>
        <w:t>ญและเรื่องอื่นๆ</w:t>
      </w:r>
    </w:p>
    <w:p w:rsidR="00B93328" w:rsidRPr="000330BB" w:rsidRDefault="00B93328" w:rsidP="008D5745">
      <w:pPr>
        <w:jc w:val="thaiDistribute"/>
        <w:rPr>
          <w:rFonts w:ascii="Angsana New" w:hAnsi="Angsana New"/>
          <w:sz w:val="30"/>
          <w:szCs w:val="30"/>
        </w:rPr>
      </w:pPr>
    </w:p>
    <w:p w:rsidR="00B93328" w:rsidRPr="000330BB" w:rsidRDefault="00B93328" w:rsidP="008D5745">
      <w:pPr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วันที่</w:t>
      </w:r>
      <w:r w:rsidRPr="000330BB">
        <w:rPr>
          <w:rFonts w:ascii="Angsana New" w:hAnsi="Angsana New"/>
          <w:sz w:val="30"/>
          <w:szCs w:val="30"/>
        </w:rPr>
        <w:t xml:space="preserve"> 31 </w:t>
      </w:r>
      <w:r w:rsidRPr="000330B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330BB">
        <w:rPr>
          <w:rFonts w:ascii="Angsana New" w:hAnsi="Angsana New"/>
          <w:sz w:val="30"/>
          <w:szCs w:val="30"/>
        </w:rPr>
        <w:t>25</w:t>
      </w:r>
      <w:r w:rsidR="000146F1" w:rsidRPr="000330BB">
        <w:rPr>
          <w:rFonts w:ascii="Angsana New" w:hAnsi="Angsana New"/>
          <w:sz w:val="30"/>
          <w:szCs w:val="30"/>
        </w:rPr>
        <w:t>60</w:t>
      </w:r>
      <w:r w:rsidRPr="000330BB">
        <w:rPr>
          <w:rFonts w:ascii="Angsana New" w:hAnsi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:rsidR="00B93328" w:rsidRPr="000330BB" w:rsidRDefault="00B93328" w:rsidP="008D5745">
      <w:pPr>
        <w:jc w:val="thaiDistribute"/>
        <w:rPr>
          <w:rFonts w:ascii="Angsana New" w:hAnsi="Angsana New"/>
          <w:sz w:val="30"/>
          <w:szCs w:val="30"/>
        </w:rPr>
      </w:pPr>
    </w:p>
    <w:p w:rsidR="00B93328" w:rsidRPr="000330BB" w:rsidRDefault="00B93328" w:rsidP="008D5745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0330BB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:rsidR="00B93328" w:rsidRPr="000330BB" w:rsidRDefault="00B93328" w:rsidP="008D5745">
      <w:pPr>
        <w:jc w:val="thaiDistribute"/>
        <w:rPr>
          <w:rFonts w:ascii="Angsana New" w:eastAsia="Calibri" w:hAnsi="Angsana New"/>
          <w:sz w:val="30"/>
          <w:szCs w:val="30"/>
        </w:rPr>
      </w:pPr>
    </w:p>
    <w:p w:rsidR="00B93328" w:rsidRPr="000330BB" w:rsidRDefault="004437D4" w:rsidP="008D5745">
      <w:pPr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0330BB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B93328" w:rsidRPr="000330BB" w:rsidRDefault="00B93328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  <w:sectPr w:rsidR="00B93328" w:rsidRPr="000330BB" w:rsidSect="00B47E77">
          <w:headerReference w:type="default" r:id="rId13"/>
          <w:footerReference w:type="default" r:id="rId14"/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p w:rsidR="00B570FC" w:rsidRDefault="00B570FC" w:rsidP="008D5745">
      <w:pPr>
        <w:tabs>
          <w:tab w:val="clear" w:pos="3742"/>
          <w:tab w:val="left" w:pos="3735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B93328" w:rsidRPr="000330BB" w:rsidRDefault="00B93328" w:rsidP="008D5745">
      <w:pPr>
        <w:tabs>
          <w:tab w:val="clear" w:pos="3742"/>
          <w:tab w:val="left" w:pos="3735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ข้อมูลและเหตุการณ์ที่เน้น</w:t>
      </w:r>
    </w:p>
    <w:p w:rsidR="00B93328" w:rsidRPr="000330BB" w:rsidRDefault="00B93328" w:rsidP="007D7DC3">
      <w:pPr>
        <w:tabs>
          <w:tab w:val="clear" w:pos="3742"/>
          <w:tab w:val="left" w:pos="3735"/>
        </w:tabs>
        <w:jc w:val="thaiDistribute"/>
        <w:rPr>
          <w:rFonts w:ascii="Angsana New" w:eastAsia="Calibri" w:hAnsi="Angsana New"/>
          <w:sz w:val="30"/>
          <w:szCs w:val="30"/>
        </w:rPr>
      </w:pPr>
    </w:p>
    <w:p w:rsidR="007D7DC3" w:rsidRPr="000330BB" w:rsidRDefault="007D7DC3" w:rsidP="007D7DC3">
      <w:pPr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ข้าพเจ้าขอให้สังเกตหมายเหตุประกอบงบการเงินข้อ</w:t>
      </w:r>
      <w:r w:rsidRPr="000330BB">
        <w:rPr>
          <w:rFonts w:ascii="Angsana New" w:eastAsia="Calibri" w:hAnsi="Angsana New"/>
          <w:sz w:val="30"/>
          <w:szCs w:val="30"/>
        </w:rPr>
        <w:t xml:space="preserve"> 35 </w:t>
      </w:r>
      <w:r w:rsidRPr="000330BB">
        <w:rPr>
          <w:rFonts w:ascii="Angsana New" w:eastAsia="Calibri" w:hAnsi="Angsana New"/>
          <w:sz w:val="30"/>
          <w:szCs w:val="30"/>
          <w:cs/>
        </w:rPr>
        <w:t>ซึ่งเปิดเผยถึงมูลค่ายุติธรรมของสัญญาซื้อขายเงินตราต่างประเทศล่วงหน้า สัญญาแลกเปลี่ยนอัตราดอกเบี้ยและอัตราแลกเปลี่ยนสกุลเงินของบริษัทและบริษัทย่อย ทั้งนี้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ข้าพเจ้ามิได้แสดงความเห็นอย่างมีเงื่อนไขในเรื่องนี้</w:t>
      </w:r>
    </w:p>
    <w:p w:rsidR="004437D4" w:rsidRPr="000330BB" w:rsidRDefault="004437D4" w:rsidP="008D5745">
      <w:pPr>
        <w:jc w:val="thaiDistribute"/>
        <w:rPr>
          <w:rFonts w:ascii="Angsana New" w:eastAsia="Calibri" w:hAnsi="Angsana New"/>
          <w:sz w:val="30"/>
          <w:szCs w:val="30"/>
        </w:rPr>
      </w:pPr>
    </w:p>
    <w:p w:rsidR="00B93328" w:rsidRPr="000330BB" w:rsidRDefault="00B93328" w:rsidP="008D5745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:rsidR="00B93328" w:rsidRPr="000330BB" w:rsidRDefault="00B93328" w:rsidP="008D5745">
      <w:pPr>
        <w:jc w:val="thaiDistribute"/>
        <w:rPr>
          <w:rFonts w:ascii="Angsana New" w:eastAsia="Calibri" w:hAnsi="Angsana New"/>
          <w:sz w:val="30"/>
          <w:szCs w:val="30"/>
        </w:rPr>
      </w:pPr>
    </w:p>
    <w:p w:rsidR="00B93328" w:rsidRPr="000330BB" w:rsidRDefault="00B93328" w:rsidP="008D5745">
      <w:pPr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>สำหรับงวด</w:t>
      </w:r>
      <w:r w:rsidRPr="000330BB">
        <w:rPr>
          <w:rFonts w:ascii="Angsana New" w:eastAsia="Calibri" w:hAnsi="Angsana New"/>
          <w:spacing w:val="16"/>
          <w:sz w:val="30"/>
          <w:szCs w:val="30"/>
          <w:cs/>
        </w:rPr>
        <w:t>ปัจจุบัน ข้าพเจ้าได้นำเรื่องเหล่านี้มาพิจารณาในบริบทของ</w:t>
      </w:r>
      <w:r w:rsidRPr="000330BB">
        <w:rPr>
          <w:rFonts w:ascii="Angsana New" w:eastAsia="Calibri" w:hAnsi="Angsana New"/>
          <w:sz w:val="30"/>
          <w:szCs w:val="30"/>
          <w:cs/>
        </w:rPr>
        <w:t>การตรวจสอบงบการเงิน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>โดยรวมและในการแสดงความเห็นของ</w:t>
      </w:r>
      <w:r w:rsidRPr="000330BB">
        <w:rPr>
          <w:rFonts w:ascii="Angsana New" w:hAnsi="Angsana New"/>
          <w:sz w:val="30"/>
          <w:szCs w:val="30"/>
          <w:cs/>
        </w:rPr>
        <w:t>ข้าพเจ้า</w:t>
      </w:r>
      <w:r w:rsidRPr="000330BB">
        <w:rPr>
          <w:rFonts w:ascii="Angsana New" w:eastAsia="Calibri" w:hAnsi="Angsana New"/>
          <w:sz w:val="30"/>
          <w:szCs w:val="30"/>
          <w:cs/>
        </w:rPr>
        <w:t xml:space="preserve"> ทั้งนี้</w:t>
      </w:r>
      <w:r w:rsidRPr="000330BB">
        <w:rPr>
          <w:rFonts w:ascii="Angsana New" w:hAnsi="Angsana New"/>
          <w:sz w:val="30"/>
          <w:szCs w:val="30"/>
          <w:cs/>
        </w:rPr>
        <w:t>ข้าพเจ้า</w:t>
      </w:r>
      <w:r w:rsidRPr="000330BB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:rsidR="004B3D0C" w:rsidRPr="000330BB" w:rsidRDefault="004B3D0C" w:rsidP="008D5745">
      <w:pPr>
        <w:jc w:val="thaiDistribute"/>
        <w:rPr>
          <w:rFonts w:ascii="Angsana New" w:eastAsia="Calibri" w:hAnsi="Angsana New"/>
          <w:sz w:val="30"/>
          <w:szCs w:val="3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950"/>
      </w:tblGrid>
      <w:tr w:rsidR="004B3D0C" w:rsidRPr="000330BB" w:rsidTr="00414687">
        <w:tc>
          <w:tcPr>
            <w:tcW w:w="9625" w:type="dxa"/>
            <w:gridSpan w:val="2"/>
            <w:shd w:val="clear" w:color="auto" w:fill="auto"/>
          </w:tcPr>
          <w:p w:rsidR="004B3D0C" w:rsidRPr="000330BB" w:rsidRDefault="00B45870" w:rsidP="008D5745">
            <w:pPr>
              <w:pStyle w:val="BodyTex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การประเมิน</w:t>
            </w:r>
            <w:r w:rsidR="004B3D0C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การด้อยค่าของค่าความนิยม</w:t>
            </w:r>
            <w:r w:rsidR="004B3D0C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B3D0C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สิทธิในสัญญาซื้อขายไฟฟ้า</w:t>
            </w:r>
            <w:r w:rsidR="004B3D0C" w:rsidRPr="000330B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B3D0C"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ที่ดิน อาคารและอุปกรณ์ โดยเฉพาะโรงไฟฟ้าในประเทศออสเตรเลียในงบการเงินรวม และเงินลงทุนในบริษัทย่อยในงบการเงินเฉพาะกิจการ</w:t>
            </w:r>
          </w:p>
        </w:tc>
      </w:tr>
      <w:tr w:rsidR="004B3D0C" w:rsidRPr="000330BB" w:rsidTr="00414687">
        <w:tc>
          <w:tcPr>
            <w:tcW w:w="9625" w:type="dxa"/>
            <w:gridSpan w:val="2"/>
            <w:shd w:val="clear" w:color="auto" w:fill="auto"/>
          </w:tcPr>
          <w:p w:rsidR="004B3D0C" w:rsidRPr="000330BB" w:rsidRDefault="004B3D0C" w:rsidP="008D574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อ้างถึงหมายเหตุประกอบงบการเงิน</w:t>
            </w:r>
            <w:r w:rsidRPr="00DD4091">
              <w:rPr>
                <w:rFonts w:ascii="Angsana New" w:hAnsi="Angsana New"/>
                <w:sz w:val="30"/>
                <w:szCs w:val="30"/>
                <w:cs/>
              </w:rPr>
              <w:t xml:space="preserve">ข้อ </w:t>
            </w:r>
            <w:r w:rsidR="008D5745" w:rsidRPr="00DD4091">
              <w:rPr>
                <w:rFonts w:ascii="Angsana New" w:hAnsi="Angsana New"/>
                <w:sz w:val="30"/>
                <w:szCs w:val="30"/>
              </w:rPr>
              <w:t>3 11 16</w:t>
            </w:r>
            <w:r w:rsidRPr="00DD40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D4091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  <w:r w:rsidRPr="00DD4091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="008D5745" w:rsidRPr="00DD4091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4B3D0C" w:rsidRPr="000330BB" w:rsidTr="00414687">
        <w:tc>
          <w:tcPr>
            <w:tcW w:w="4675" w:type="dxa"/>
            <w:shd w:val="clear" w:color="auto" w:fill="auto"/>
          </w:tcPr>
          <w:p w:rsidR="004B3D0C" w:rsidRPr="000330BB" w:rsidRDefault="004B3D0C" w:rsidP="008D574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50" w:type="dxa"/>
            <w:shd w:val="clear" w:color="auto" w:fill="auto"/>
          </w:tcPr>
          <w:p w:rsidR="004B3D0C" w:rsidRPr="000330BB" w:rsidRDefault="004B3D0C" w:rsidP="008D574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30B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4B3D0C" w:rsidRPr="000330BB" w:rsidTr="00414687">
        <w:tc>
          <w:tcPr>
            <w:tcW w:w="4675" w:type="dxa"/>
            <w:shd w:val="clear" w:color="auto" w:fill="auto"/>
          </w:tcPr>
          <w:p w:rsidR="004B3D0C" w:rsidRPr="000330BB" w:rsidRDefault="004B3D0C" w:rsidP="008D574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กลุ่มบริษัทมีค่าความนิยม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สิทธิในสัญญาซื้อขายไฟฟ้า และที่ดิน อาคารและอุปกรณ์ ซึ่งแสดงอยู่ในงบแสดงฐานะการเงินรวมเป็นจำนวนเงินที่มีนัยสำคัญ มูลค่าตามบัญชีสุทธิของค่าความนิยมเป็นจำนวนเงิน </w:t>
            </w:r>
            <w:r w:rsidR="002F112D" w:rsidRPr="000330BB">
              <w:rPr>
                <w:rFonts w:ascii="Angsana New" w:hAnsi="Angsana New"/>
                <w:sz w:val="30"/>
                <w:szCs w:val="30"/>
              </w:rPr>
              <w:t>230.34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และมูลค่าตามบัญชีสุทธิของสิทธิในสัญญาซื้อขายไฟฟ้า ที่ดิน อาคารและอุปกรณ์ เป็นจำนวนเงินรวม </w:t>
            </w:r>
            <w:r w:rsidR="002F112D" w:rsidRPr="000330BB">
              <w:rPr>
                <w:rFonts w:ascii="Angsana New" w:hAnsi="Angsana New"/>
                <w:sz w:val="30"/>
                <w:szCs w:val="30"/>
              </w:rPr>
              <w:t>17,</w:t>
            </w:r>
            <w:r w:rsidR="001A193F" w:rsidRPr="000330BB">
              <w:rPr>
                <w:rFonts w:ascii="Angsana New" w:hAnsi="Angsana New"/>
                <w:sz w:val="30"/>
                <w:szCs w:val="30"/>
              </w:rPr>
              <w:t>903.75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ล้านบาท รวมทั้งหมดคิดเป็นร้อยละ</w:t>
            </w:r>
            <w:r w:rsidR="001A193F" w:rsidRPr="000330BB">
              <w:rPr>
                <w:rFonts w:ascii="Angsana New" w:hAnsi="Angsana New"/>
                <w:sz w:val="30"/>
                <w:szCs w:val="30"/>
              </w:rPr>
              <w:t xml:space="preserve"> 19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ของสินทรัพย์รวม ซึ่งมีความเสี่ยงเกี่ยวกับมูลค่าตามบัญชีของค่าความนิยม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สิทธิในสัญญาซื้อขายไฟฟ้า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และที่ดิน อาคารและอุปกรณ์ของกลุ่มบริษัทที่อาจสูงกว่ามูลค่าที่คาดว่าจะได้รับคืน </w:t>
            </w:r>
          </w:p>
          <w:p w:rsidR="004B3D0C" w:rsidRPr="000330BB" w:rsidRDefault="004B3D0C" w:rsidP="008D574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4B3D0C" w:rsidRPr="004C76BE" w:rsidRDefault="004B3D0C" w:rsidP="008D574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บริษัทมีเงินลงทุนใน บริษัท </w:t>
            </w:r>
            <w:proofErr w:type="spellStart"/>
            <w:r w:rsidRPr="000330BB">
              <w:rPr>
                <w:rFonts w:ascii="Angsana New" w:hAnsi="Angsana New"/>
                <w:sz w:val="30"/>
                <w:szCs w:val="30"/>
                <w:cs/>
              </w:rPr>
              <w:t>อาร์เอช</w:t>
            </w:r>
            <w:proofErr w:type="spellEnd"/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อินเตอร์</w:t>
            </w:r>
            <w:proofErr w:type="spellStart"/>
            <w:r w:rsidRPr="000330BB">
              <w:rPr>
                <w:rFonts w:ascii="Angsana New" w:hAnsi="Angsana New"/>
                <w:sz w:val="30"/>
                <w:szCs w:val="30"/>
                <w:cs/>
              </w:rPr>
              <w:t>เนชั่นแนล</w:t>
            </w:r>
            <w:proofErr w:type="spellEnd"/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proofErr w:type="spellStart"/>
            <w:r w:rsidRPr="000330BB">
              <w:rPr>
                <w:rFonts w:ascii="Angsana New" w:hAnsi="Angsana New"/>
                <w:sz w:val="30"/>
                <w:szCs w:val="30"/>
                <w:cs/>
              </w:rPr>
              <w:t>คอร์ปอเรชั่น</w:t>
            </w:r>
            <w:proofErr w:type="spellEnd"/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จำกัด (“</w:t>
            </w:r>
            <w:r w:rsidRPr="000330BB">
              <w:rPr>
                <w:rFonts w:ascii="Angsana New" w:hAnsi="Angsana New"/>
                <w:sz w:val="30"/>
                <w:szCs w:val="30"/>
              </w:rPr>
              <w:t>RHIC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”) ซึ่งเป็นบริษัทย่อยในประเทศไทย เป็นจำนวนเงิน 17,</w:t>
            </w:r>
            <w:r w:rsidRPr="000330BB">
              <w:rPr>
                <w:rFonts w:ascii="Angsana New" w:hAnsi="Angsana New"/>
                <w:sz w:val="30"/>
                <w:szCs w:val="30"/>
              </w:rPr>
              <w:t>65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0 ล้านบาท โดยถือเงินลงทุนในโครงการโรงไฟฟ้าที่ประเทศออสเตรเลียผ่านบริษัท </w:t>
            </w:r>
            <w:proofErr w:type="spellStart"/>
            <w:r w:rsidRPr="000330BB">
              <w:rPr>
                <w:rFonts w:ascii="Angsana New" w:hAnsi="Angsana New"/>
                <w:sz w:val="30"/>
                <w:szCs w:val="30"/>
                <w:cs/>
              </w:rPr>
              <w:t>อาร์เ</w:t>
            </w:r>
            <w:r w:rsidR="004C76BE">
              <w:rPr>
                <w:rFonts w:ascii="Angsana New" w:hAnsi="Angsana New"/>
                <w:sz w:val="30"/>
                <w:szCs w:val="30"/>
                <w:cs/>
              </w:rPr>
              <w:t>อช</w:t>
            </w:r>
            <w:proofErr w:type="spellEnd"/>
            <w:r w:rsidR="004C76BE">
              <w:rPr>
                <w:rFonts w:ascii="Angsana New" w:hAnsi="Angsana New"/>
                <w:sz w:val="30"/>
                <w:szCs w:val="30"/>
                <w:cs/>
              </w:rPr>
              <w:t xml:space="preserve"> อินเตอร์</w:t>
            </w:r>
            <w:proofErr w:type="spellStart"/>
            <w:r w:rsidR="004C76BE">
              <w:rPr>
                <w:rFonts w:ascii="Angsana New" w:hAnsi="Angsana New"/>
                <w:sz w:val="30"/>
                <w:szCs w:val="30"/>
                <w:cs/>
              </w:rPr>
              <w:t>เนชั่นแนล</w:t>
            </w:r>
            <w:proofErr w:type="spellEnd"/>
            <w:r w:rsidR="004C76BE">
              <w:rPr>
                <w:rFonts w:ascii="Angsana New" w:hAnsi="Angsana New"/>
                <w:sz w:val="30"/>
                <w:szCs w:val="30"/>
                <w:cs/>
              </w:rPr>
              <w:t xml:space="preserve"> (สิงคโปร์)</w:t>
            </w:r>
            <w:r w:rsidR="004C76BE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</w:t>
            </w:r>
            <w:proofErr w:type="spellStart"/>
            <w:r w:rsidRPr="000330BB">
              <w:rPr>
                <w:rFonts w:ascii="Angsana New" w:hAnsi="Angsana New"/>
                <w:sz w:val="30"/>
                <w:szCs w:val="30"/>
                <w:cs/>
              </w:rPr>
              <w:lastRenderedPageBreak/>
              <w:t>คอร์ปอเรชั่น</w:t>
            </w:r>
            <w:proofErr w:type="spellEnd"/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 จำกัด </w:t>
            </w:r>
            <w:r w:rsidRPr="000330BB">
              <w:rPr>
                <w:rFonts w:ascii="Angsana New" w:eastAsia="Arial" w:hAnsi="Angsana New"/>
                <w:sz w:val="30"/>
                <w:szCs w:val="30"/>
                <w:cs/>
              </w:rPr>
              <w:t xml:space="preserve">มูลค่าที่คาดว่าจะได้รับคืนของเงินลงทุนใน </w:t>
            </w:r>
            <w:r w:rsidRPr="000330BB">
              <w:rPr>
                <w:rFonts w:ascii="Angsana New" w:eastAsia="Arial" w:hAnsi="Angsana New"/>
                <w:sz w:val="30"/>
                <w:szCs w:val="30"/>
              </w:rPr>
              <w:t xml:space="preserve">RHIC </w:t>
            </w:r>
            <w:r w:rsidRPr="000330BB">
              <w:rPr>
                <w:rFonts w:ascii="Angsana New" w:eastAsia="Arial" w:hAnsi="Angsana New"/>
                <w:sz w:val="30"/>
                <w:szCs w:val="30"/>
                <w:cs/>
              </w:rPr>
              <w:t>ถือเป็นเรื่องสำคัญในการตรวจสอบเนื่องจากอาจมีความเสี่ยงเรื่องการด้อยค่าเกิดขึ้นสำหรับเงินลงทุนในโครงการโรงไฟฟ้าที่ประเทศออสเตรเลีย</w:t>
            </w:r>
          </w:p>
          <w:p w:rsidR="004B3D0C" w:rsidRPr="000330BB" w:rsidRDefault="004B3D0C" w:rsidP="008D5745">
            <w:pPr>
              <w:pStyle w:val="BodyTex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4B3D0C" w:rsidRPr="000330BB" w:rsidRDefault="004B3D0C" w:rsidP="008D574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ข้าพเจ้าให้ความสำคัญกับประมาณการมูลค่าจากการใช้ของหน่วยสินทรัพย์ที่ก่อให้เกิดเงินสดของการดำเนินงานในประเทศออสเตรเลีย เนื่องจากการประมาณการกระแสเงินสดในอนาคตต้องใช้ดุลยพินิจอย่างมากและขึ้นอยู่กับความไม่แน่นอนที่มีสาระสำคัญ</w:t>
            </w:r>
          </w:p>
        </w:tc>
        <w:tc>
          <w:tcPr>
            <w:tcW w:w="4950" w:type="dxa"/>
            <w:shd w:val="clear" w:color="auto" w:fill="auto"/>
          </w:tcPr>
          <w:p w:rsidR="004B3D0C" w:rsidRPr="000330BB" w:rsidRDefault="004B3D0C" w:rsidP="008D574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lastRenderedPageBreak/>
              <w:t>วิธีการตรวจสอบของข้าพเจ้าในเรื่องดังกล่าว รวมถึง</w:t>
            </w:r>
          </w:p>
          <w:p w:rsidR="004B3D0C" w:rsidRPr="00DD4091" w:rsidRDefault="004B3D0C" w:rsidP="008D5745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524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การพิจารณา</w:t>
            </w:r>
            <w:r w:rsidRPr="00DD4091">
              <w:rPr>
                <w:rFonts w:ascii="Angsana New" w:hAnsi="Angsana New"/>
                <w:sz w:val="30"/>
                <w:szCs w:val="30"/>
                <w:cs/>
              </w:rPr>
              <w:t>กระบวนการของ</w:t>
            </w:r>
            <w:r w:rsidR="00DD4091" w:rsidRPr="00DD4091">
              <w:rPr>
                <w:rFonts w:ascii="Angsana New" w:hAnsi="Angsana New"/>
                <w:sz w:val="30"/>
                <w:szCs w:val="30"/>
                <w:cs/>
              </w:rPr>
              <w:t>กลุ่ม</w:t>
            </w:r>
            <w:r w:rsidRPr="00DD4091">
              <w:rPr>
                <w:rFonts w:ascii="Angsana New" w:hAnsi="Angsana New"/>
                <w:sz w:val="30"/>
                <w:szCs w:val="30"/>
                <w:cs/>
              </w:rPr>
              <w:t>บริษัทในการระบุข้อบ่งชี้เรื่องการด้อยค่า</w:t>
            </w:r>
          </w:p>
          <w:p w:rsidR="004B3D0C" w:rsidRPr="00DD4091" w:rsidRDefault="004B3D0C" w:rsidP="008D5745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524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D4091">
              <w:rPr>
                <w:rFonts w:ascii="Angsana New" w:hAnsi="Angsana New"/>
                <w:sz w:val="30"/>
                <w:szCs w:val="30"/>
                <w:cs/>
              </w:rPr>
              <w:t>การพิจารณาการตอบสนองของ</w:t>
            </w:r>
            <w:r w:rsidR="00DD4091" w:rsidRPr="00DD4091">
              <w:rPr>
                <w:rFonts w:ascii="Angsana New" w:hAnsi="Angsana New"/>
                <w:sz w:val="30"/>
                <w:szCs w:val="30"/>
                <w:cs/>
              </w:rPr>
              <w:t>กลุ่ม</w:t>
            </w:r>
            <w:r w:rsidRPr="00DD4091">
              <w:rPr>
                <w:rFonts w:ascii="Angsana New" w:hAnsi="Angsana New"/>
                <w:sz w:val="30"/>
                <w:szCs w:val="30"/>
                <w:cs/>
              </w:rPr>
              <w:t>บริษัทเกี่ยวกับข้อบ่งชี้เรื่องการด้อยค่าที่ระบุได้</w:t>
            </w:r>
          </w:p>
          <w:p w:rsidR="004B3D0C" w:rsidRPr="00DD4091" w:rsidRDefault="004B3D0C" w:rsidP="008D5745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524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D4091">
              <w:rPr>
                <w:rFonts w:ascii="Angsana New" w:hAnsi="Angsana New"/>
                <w:sz w:val="30"/>
                <w:szCs w:val="30"/>
                <w:cs/>
              </w:rPr>
              <w:t>การทำความเข้าใจถึงกระบวนการในการประมาณการการด้อยค่า</w:t>
            </w:r>
          </w:p>
          <w:p w:rsidR="004B3D0C" w:rsidRPr="000330BB" w:rsidRDefault="004B3D0C" w:rsidP="008D5745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524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D4091">
              <w:rPr>
                <w:rFonts w:ascii="Angsana New" w:hAnsi="Angsana New"/>
                <w:sz w:val="30"/>
                <w:szCs w:val="30"/>
                <w:cs/>
              </w:rPr>
              <w:t xml:space="preserve">การให้ </w:t>
            </w:r>
            <w:r w:rsidRPr="00DD4091">
              <w:rPr>
                <w:rFonts w:ascii="Angsana New" w:hAnsi="Angsana New"/>
                <w:sz w:val="30"/>
                <w:szCs w:val="30"/>
              </w:rPr>
              <w:t xml:space="preserve">KPMG </w:t>
            </w:r>
            <w:r w:rsidRPr="00DD4091">
              <w:rPr>
                <w:rFonts w:ascii="Angsana New" w:hAnsi="Angsana New"/>
                <w:sz w:val="30"/>
                <w:szCs w:val="30"/>
                <w:cs/>
              </w:rPr>
              <w:t>ในประเทศออสเตรเลียประเมินความเหมาะสมของอัตราคิดลดที่ใช้รวมถึงการเปรียบเทียบกับอัตราถัวเฉลี่ยถ่วงน้ำหนักของเงินทุนของกลุ่มบริษัทกับค่าเฉลี่ยของอุตสาหกรรมที่กลุ่มบริษัท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ดำเนินกิจการอยู่ และประเมินความเหมาะสมของข้อสมมติของปัจจัยหลักในการคำนวณ เช่น รายได้ตามสัญญา ราคาขาย ต้นทุนจากการดำเนินงาน อัตราเงินเฟ้อ และอัตราการเติบโตระยะยาว ตลอดจนการเปรียบเทียบปัจจัยเหล่านี้กับข้อมูลที่ได้จากภายนอก รวมถึงการใช้ความรู้ของข้าพเจ้าที่มีต่อลูกค้าและ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lastRenderedPageBreak/>
              <w:t xml:space="preserve">อุตสาหกรรม นอกจากนี้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KPMG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ในประเทศออสเตรเลียได้วิเคราะห์ความอ่อนไหวโดยการประเมินผลกระทบของการลดลงที่อาจเป็นไปได้อย่างสมเหตุสมผลในอัตราการเติบโตและประมาณการกระแสเงินสด เพื่อที่จะประเมินผลกระทบต่อหน่วยสินทรัพย์ที่ก่อให้เกิดเงินสด</w:t>
            </w:r>
          </w:p>
          <w:p w:rsidR="004B3D0C" w:rsidRPr="000330BB" w:rsidRDefault="004B3D0C" w:rsidP="008D5745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524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การหารือกับผู้เชี่ยวชาญด้านการประเมินราคาของ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    </w:t>
            </w:r>
            <w:proofErr w:type="spellStart"/>
            <w:r w:rsidRPr="000330BB">
              <w:rPr>
                <w:rFonts w:ascii="Angsana New" w:hAnsi="Angsana New"/>
                <w:sz w:val="30"/>
                <w:szCs w:val="30"/>
                <w:cs/>
              </w:rPr>
              <w:t>เค</w:t>
            </w:r>
            <w:proofErr w:type="spellEnd"/>
            <w:r w:rsidRPr="000330BB">
              <w:rPr>
                <w:rFonts w:ascii="Angsana New" w:hAnsi="Angsana New"/>
                <w:sz w:val="30"/>
                <w:szCs w:val="30"/>
                <w:cs/>
              </w:rPr>
              <w:t>พี</w:t>
            </w:r>
            <w:proofErr w:type="spellStart"/>
            <w:r w:rsidRPr="000330BB">
              <w:rPr>
                <w:rFonts w:ascii="Angsana New" w:hAnsi="Angsana New"/>
                <w:sz w:val="30"/>
                <w:szCs w:val="30"/>
                <w:cs/>
              </w:rPr>
              <w:t>เอ็ม</w:t>
            </w:r>
            <w:proofErr w:type="spellEnd"/>
            <w:r w:rsidRPr="000330BB">
              <w:rPr>
                <w:rFonts w:ascii="Angsana New" w:hAnsi="Angsana New"/>
                <w:sz w:val="30"/>
                <w:szCs w:val="30"/>
                <w:cs/>
              </w:rPr>
              <w:t>จีเพื่อประเมินความเหมาะสมของอัตราคิดลดที่ใช้</w:t>
            </w:r>
          </w:p>
          <w:p w:rsidR="004B3D0C" w:rsidRPr="000330BB" w:rsidRDefault="004B3D0C" w:rsidP="008D5745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524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 xml:space="preserve">การให้ </w:t>
            </w:r>
            <w:r w:rsidRPr="000330BB">
              <w:rPr>
                <w:rFonts w:ascii="Angsana New" w:hAnsi="Angsana New"/>
                <w:sz w:val="30"/>
                <w:szCs w:val="30"/>
              </w:rPr>
              <w:t xml:space="preserve">KPMG </w:t>
            </w:r>
            <w:r w:rsidRPr="000330BB">
              <w:rPr>
                <w:rFonts w:ascii="Angsana New" w:hAnsi="Angsana New"/>
                <w:sz w:val="30"/>
                <w:szCs w:val="30"/>
                <w:cs/>
              </w:rPr>
              <w:t>ในประเทศสิงคโปร์ประเมินความเหมาะสมของข้อสมมติที่ใช้ในการประเมินมูลค่าที่คาดว่าจะได้รับคืนของเงินลงทุนในโครงการโรงไฟฟ้าที่ประเทศออสเตรเลีย และความรู้ในอุตสาหกรรมของข้าพเจ้า รวมทั้งพิจารณาความสอดคล้องของสมมติฐานกับแผนธุรกิจและประมาณการที่ใช้ในการทดสอบการด้อยค่าที่ได้อธิบายไว้ในวิธีการตรวจสอบของข้าพเจ้าข้างต้น</w:t>
            </w:r>
          </w:p>
          <w:p w:rsidR="004B3D0C" w:rsidRPr="000330BB" w:rsidRDefault="004B3D0C" w:rsidP="00DD4091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524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30BB">
              <w:rPr>
                <w:rFonts w:ascii="Angsana New" w:hAnsi="Angsana New"/>
                <w:sz w:val="30"/>
                <w:szCs w:val="30"/>
                <w:cs/>
              </w:rPr>
              <w:t>การประเมินความเพียงพอของการเปิดเผยข้อมูลในงบการเงินว่าได้จัดทำขึ้นตามมาตรฐานการรายงานทางการเงิน</w:t>
            </w:r>
          </w:p>
        </w:tc>
      </w:tr>
    </w:tbl>
    <w:p w:rsidR="00B93328" w:rsidRPr="000330BB" w:rsidRDefault="00B93328" w:rsidP="008D574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0330BB">
        <w:rPr>
          <w:rFonts w:ascii="Angsana New" w:eastAsia="Calibri" w:hAnsi="Angsana New"/>
          <w:i/>
          <w:iCs/>
          <w:sz w:val="30"/>
          <w:szCs w:val="30"/>
          <w:cs/>
        </w:rPr>
        <w:t xml:space="preserve">ข้อมูลอื่น </w:t>
      </w:r>
    </w:p>
    <w:p w:rsidR="004B3D0C" w:rsidRPr="000330BB" w:rsidRDefault="004B3D0C" w:rsidP="008D5745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</w:p>
    <w:p w:rsidR="004B3D0C" w:rsidRPr="000330BB" w:rsidRDefault="004B3D0C" w:rsidP="008D5745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แต่ไม่รวมถึงงบการเงิน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:rsidR="00B93328" w:rsidRPr="000330BB" w:rsidRDefault="00B93328" w:rsidP="008D5745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</w:p>
    <w:p w:rsidR="00B93328" w:rsidRPr="000330BB" w:rsidRDefault="00B93328" w:rsidP="008D5745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ความเห็นของข้าพเจ้าต่องบการเงิน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</w:p>
    <w:p w:rsidR="00B93328" w:rsidRPr="000330BB" w:rsidRDefault="00B93328" w:rsidP="008D5745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</w:p>
    <w:p w:rsidR="008A06C2" w:rsidRPr="000330BB" w:rsidRDefault="00B93328" w:rsidP="008D5745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0330BB">
        <w:rPr>
          <w:rFonts w:ascii="Angsana New" w:hAnsi="Angsana New"/>
          <w:sz w:val="30"/>
          <w:szCs w:val="30"/>
          <w:cs/>
        </w:rPr>
        <w:t xml:space="preserve">รวมและงบการเงินเฉพาะกิจการ </w:t>
      </w:r>
      <w:r w:rsidRPr="000330BB">
        <w:rPr>
          <w:rFonts w:ascii="Angsana New" w:eastAsia="Calibri" w:hAnsi="Angsana New"/>
          <w:sz w:val="30"/>
          <w:szCs w:val="30"/>
          <w:cs/>
        </w:rPr>
        <w:t>คือการอ่านข้อมูลอื่นตามที่ระบุข้างต้นเมื่อจัดทำแล้ว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:rsidR="004B3D0C" w:rsidRPr="000330BB" w:rsidRDefault="008A06C2" w:rsidP="008D5745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0330BB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  <w:r w:rsidR="004B3D0C" w:rsidRPr="000330BB">
        <w:rPr>
          <w:rFonts w:ascii="Angsana New" w:eastAsia="Calibri" w:hAnsi="Angsana New"/>
          <w:i/>
          <w:iCs/>
          <w:sz w:val="30"/>
          <w:szCs w:val="30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</w:t>
      </w:r>
      <w:r w:rsidR="004B3D0C" w:rsidRPr="000330BB">
        <w:rPr>
          <w:rFonts w:ascii="Angsana New" w:hAnsi="Angsana New"/>
          <w:i/>
          <w:iCs/>
          <w:sz w:val="30"/>
          <w:szCs w:val="30"/>
          <w:cs/>
        </w:rPr>
        <w:t>รวมและงบการเงินเฉพาะกิจการ</w:t>
      </w:r>
    </w:p>
    <w:p w:rsidR="004B3D0C" w:rsidRPr="000330BB" w:rsidRDefault="004B3D0C" w:rsidP="008D5745">
      <w:pPr>
        <w:jc w:val="thaiDistribute"/>
        <w:rPr>
          <w:rFonts w:ascii="Angsana New" w:eastAsia="Calibri" w:hAnsi="Angsana New"/>
          <w:sz w:val="30"/>
          <w:szCs w:val="30"/>
        </w:rPr>
      </w:pPr>
    </w:p>
    <w:p w:rsidR="004B3D0C" w:rsidRPr="000330BB" w:rsidRDefault="004B3D0C" w:rsidP="008D5745">
      <w:pPr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:rsidR="004B3D0C" w:rsidRPr="000330BB" w:rsidRDefault="004B3D0C" w:rsidP="008D5745">
      <w:pPr>
        <w:jc w:val="thaiDistribute"/>
        <w:rPr>
          <w:rFonts w:ascii="Angsana New" w:eastAsia="Calibri" w:hAnsi="Angsana New"/>
          <w:sz w:val="30"/>
          <w:szCs w:val="30"/>
        </w:rPr>
      </w:pPr>
    </w:p>
    <w:p w:rsidR="004B3D0C" w:rsidRPr="000330BB" w:rsidRDefault="004B3D0C" w:rsidP="008D5745">
      <w:pPr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ในการจัดทำงบการเงิน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</w:rPr>
        <w:t xml:space="preserve"> </w:t>
      </w:r>
      <w:r w:rsidRPr="000330BB">
        <w:rPr>
          <w:rFonts w:ascii="Angsana New" w:eastAsia="Calibri" w:hAnsi="Angsana New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:rsidR="004B3D0C" w:rsidRPr="000330BB" w:rsidRDefault="004B3D0C" w:rsidP="008D5745">
      <w:pPr>
        <w:jc w:val="thaiDistribute"/>
        <w:rPr>
          <w:rFonts w:ascii="Angsana New" w:eastAsia="Calibri" w:hAnsi="Angsana New"/>
          <w:sz w:val="30"/>
          <w:szCs w:val="30"/>
        </w:rPr>
      </w:pPr>
    </w:p>
    <w:p w:rsidR="004B3D0C" w:rsidRPr="000330BB" w:rsidRDefault="004B3D0C" w:rsidP="008D5745">
      <w:pPr>
        <w:jc w:val="thaiDistribute"/>
        <w:rPr>
          <w:rFonts w:ascii="Angsana New" w:hAnsi="Angsana New"/>
          <w:sz w:val="30"/>
          <w:szCs w:val="30"/>
          <w:cs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0330BB">
        <w:rPr>
          <w:rFonts w:ascii="Angsana New" w:hAnsi="Angsana New"/>
          <w:sz w:val="30"/>
          <w:szCs w:val="30"/>
          <w:cs/>
        </w:rPr>
        <w:t>กลุ่มบริษัทและบริษัท</w:t>
      </w:r>
    </w:p>
    <w:p w:rsidR="004B3D0C" w:rsidRPr="000330BB" w:rsidRDefault="004B3D0C" w:rsidP="008D574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0330BB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4B3D0C" w:rsidRPr="000330BB" w:rsidRDefault="004B3D0C" w:rsidP="008D574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0330BB">
        <w:rPr>
          <w:rFonts w:ascii="Angsana New" w:hAnsi="Angsana New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:rsidR="004B3D0C" w:rsidRPr="000330BB" w:rsidRDefault="004B3D0C" w:rsidP="008D5745">
      <w:pPr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jc w:val="thaiDistribute"/>
        <w:rPr>
          <w:rFonts w:ascii="Angsana New" w:eastAsia="Calibri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:rsidR="004B3D0C" w:rsidRPr="000330BB" w:rsidRDefault="004B3D0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4B3D0C" w:rsidRDefault="004B3D0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B570FC" w:rsidRDefault="00B570F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B570FC" w:rsidRPr="000330BB" w:rsidRDefault="00B570F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lastRenderedPageBreak/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0330BB">
        <w:rPr>
          <w:rFonts w:ascii="Angsana New" w:hAnsi="Angsana New"/>
          <w:sz w:val="30"/>
          <w:szCs w:val="30"/>
          <w:cs/>
        </w:rPr>
        <w:t>รวมและ</w:t>
      </w:r>
      <w:r w:rsidR="00A8414F">
        <w:rPr>
          <w:rFonts w:ascii="Angsana New" w:hAnsi="Angsana New" w:hint="cs"/>
          <w:sz w:val="30"/>
          <w:szCs w:val="30"/>
          <w:cs/>
        </w:rPr>
        <w:t xml:space="preserve">          </w:t>
      </w:r>
      <w:r w:rsidRPr="000330BB">
        <w:rPr>
          <w:rFonts w:ascii="Angsana New" w:hAnsi="Angsana New"/>
          <w:sz w:val="30"/>
          <w:szCs w:val="30"/>
          <w:cs/>
        </w:rPr>
        <w:t>งบการเงินเฉพาะกิจการ</w:t>
      </w:r>
      <w:r w:rsidRPr="000330BB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0330BB">
        <w:rPr>
          <w:rFonts w:ascii="Angsana New" w:hAnsi="Angsana New"/>
          <w:sz w:val="30"/>
          <w:szCs w:val="30"/>
          <w:cs/>
        </w:rPr>
        <w:t>ายใน</w:t>
      </w:r>
    </w:p>
    <w:p w:rsidR="004B3D0C" w:rsidRPr="000330BB" w:rsidRDefault="004B3D0C" w:rsidP="008D5745">
      <w:pPr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  <w:rtl/>
          <w:cs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0330BB">
        <w:rPr>
          <w:rFonts w:ascii="Angsana New" w:hAnsi="Angsana New"/>
          <w:sz w:val="30"/>
          <w:szCs w:val="30"/>
          <w:cs/>
        </w:rPr>
        <w:t>บริษัท</w:t>
      </w:r>
    </w:p>
    <w:p w:rsidR="004B3D0C" w:rsidRPr="000330BB" w:rsidRDefault="004B3D0C" w:rsidP="008D5745">
      <w:pPr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0330BB">
        <w:rPr>
          <w:rFonts w:ascii="Angsana New" w:hAnsi="Angsana New"/>
          <w:sz w:val="30"/>
          <w:szCs w:val="30"/>
          <w:cs/>
        </w:rPr>
        <w:t>ผยข้อมูลที่เกี่ยวข้องซึ่งจัดทำขึ้นโดยผู้บริหาร</w:t>
      </w:r>
    </w:p>
    <w:p w:rsidR="004B3D0C" w:rsidRPr="000330BB" w:rsidRDefault="004B3D0C" w:rsidP="008D5745">
      <w:pPr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</w:t>
      </w:r>
    </w:p>
    <w:p w:rsidR="004B3D0C" w:rsidRPr="000330BB" w:rsidRDefault="004B3D0C" w:rsidP="008D5745">
      <w:pPr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   </w:t>
      </w:r>
    </w:p>
    <w:p w:rsidR="004B3D0C" w:rsidRPr="000330BB" w:rsidRDefault="004B3D0C" w:rsidP="008D5745">
      <w:pPr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ข้าพเจ้ารับผิดชอบต่อการกำหนดแนวทาง การควบคุมดูแล และการปฏิบัติงานตรวจสอบกลุ่มบริษัท</w:t>
      </w:r>
      <w:r w:rsidRPr="000330BB">
        <w:rPr>
          <w:rFonts w:ascii="Angsana New" w:hAnsi="Angsana New"/>
          <w:sz w:val="30"/>
          <w:szCs w:val="30"/>
        </w:rPr>
        <w:t xml:space="preserve"> </w:t>
      </w:r>
      <w:r w:rsidRPr="000330BB">
        <w:rPr>
          <w:rFonts w:ascii="Angsana New" w:hAnsi="Angsana New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:rsidR="004B3D0C" w:rsidRPr="000330BB" w:rsidRDefault="004B3D0C" w:rsidP="008D5745">
      <w:pPr>
        <w:pStyle w:val="ListParagraph"/>
        <w:ind w:left="0"/>
        <w:jc w:val="thaiDistribute"/>
        <w:rPr>
          <w:rFonts w:ascii="Angsana New" w:eastAsia="Calibri" w:hAnsi="Angsana New"/>
          <w:sz w:val="30"/>
          <w:szCs w:val="30"/>
        </w:rPr>
      </w:pPr>
    </w:p>
    <w:p w:rsidR="004B3D0C" w:rsidRPr="000330BB" w:rsidRDefault="004B3D0C" w:rsidP="008D5745">
      <w:pPr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</w:t>
      </w:r>
      <w:r w:rsidR="00D94EE3">
        <w:rPr>
          <w:rFonts w:ascii="Angsana New" w:eastAsia="Calibri" w:hAnsi="Angsana New"/>
          <w:sz w:val="30"/>
          <w:szCs w:val="30"/>
          <w:cs/>
        </w:rPr>
        <w:t>้าที่ในการกำกับดูแลในเรื่องต่าง</w:t>
      </w:r>
      <w:r w:rsidRPr="000330BB">
        <w:rPr>
          <w:rFonts w:ascii="Angsana New" w:eastAsia="Calibri" w:hAnsi="Angsana New"/>
          <w:sz w:val="30"/>
          <w:szCs w:val="30"/>
          <w:cs/>
        </w:rPr>
        <w:t>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0330BB">
        <w:rPr>
          <w:rFonts w:ascii="Angsana New" w:hAnsi="Angsana New"/>
          <w:sz w:val="30"/>
          <w:szCs w:val="30"/>
          <w:cs/>
        </w:rPr>
        <w:t>งข้าพเจ้า</w:t>
      </w:r>
    </w:p>
    <w:p w:rsidR="004B3D0C" w:rsidRPr="000330BB" w:rsidRDefault="004B3D0C" w:rsidP="008D5745">
      <w:pPr>
        <w:pStyle w:val="ListParagraph"/>
        <w:ind w:left="0"/>
        <w:jc w:val="thaiDistribute"/>
        <w:rPr>
          <w:rFonts w:ascii="Angsana New" w:eastAsia="Calibri" w:hAnsi="Angsana New"/>
          <w:sz w:val="30"/>
          <w:szCs w:val="30"/>
        </w:rPr>
      </w:pPr>
    </w:p>
    <w:p w:rsidR="004B3D0C" w:rsidRDefault="004B3D0C" w:rsidP="008D5745">
      <w:pPr>
        <w:pStyle w:val="ListParagraph"/>
        <w:ind w:left="0"/>
        <w:jc w:val="thaiDistribute"/>
        <w:rPr>
          <w:rFonts w:ascii="Angsana New" w:eastAsia="Calibri" w:hAnsi="Angsana New"/>
          <w:sz w:val="30"/>
          <w:szCs w:val="30"/>
        </w:rPr>
      </w:pPr>
    </w:p>
    <w:p w:rsidR="00B570FC" w:rsidRPr="000330BB" w:rsidRDefault="00B570FC" w:rsidP="008D5745">
      <w:pPr>
        <w:pStyle w:val="ListParagraph"/>
        <w:ind w:left="0"/>
        <w:jc w:val="thaiDistribute"/>
        <w:rPr>
          <w:rFonts w:ascii="Angsana New" w:eastAsia="Calibri" w:hAnsi="Angsana New"/>
          <w:sz w:val="30"/>
          <w:szCs w:val="30"/>
        </w:rPr>
      </w:pPr>
    </w:p>
    <w:p w:rsidR="004B3D0C" w:rsidRPr="000330BB" w:rsidRDefault="004B3D0C" w:rsidP="008D5745">
      <w:pPr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eastAsia="Calibri" w:hAnsi="Angsana New"/>
          <w:sz w:val="30"/>
          <w:szCs w:val="30"/>
          <w:cs/>
        </w:rPr>
        <w:lastRenderedPageBreak/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Pr="000330BB">
        <w:rPr>
          <w:rFonts w:ascii="Angsana New" w:eastAsia="Calibri" w:hAnsi="Angsana New"/>
          <w:sz w:val="30"/>
          <w:szCs w:val="30"/>
        </w:rPr>
        <w:t xml:space="preserve">      </w:t>
      </w:r>
      <w:r w:rsidRPr="000330BB">
        <w:rPr>
          <w:rFonts w:ascii="Angsana New" w:eastAsia="Calibri" w:hAnsi="Angsana New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0330BB">
        <w:rPr>
          <w:rFonts w:ascii="Angsana New" w:hAnsi="Angsana New"/>
          <w:sz w:val="30"/>
          <w:szCs w:val="30"/>
          <w:cs/>
        </w:rPr>
        <w:t>อิสระ</w:t>
      </w:r>
    </w:p>
    <w:p w:rsidR="004B3D0C" w:rsidRPr="000330BB" w:rsidRDefault="004B3D0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76" w:lineRule="auto"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2D4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ข้าพเจ้าได้พิจารณาเรื่องต่างๆ ที่มีนัยสำคัญที่สุดในการตรวจสอบ</w:t>
      </w:r>
      <w:r w:rsidR="002D4594">
        <w:rPr>
          <w:rFonts w:ascii="Angsana New" w:hAnsi="Angsana New"/>
          <w:sz w:val="30"/>
          <w:szCs w:val="30"/>
          <w:cs/>
        </w:rPr>
        <w:t>ง</w:t>
      </w:r>
      <w:r w:rsidR="002D4594">
        <w:rPr>
          <w:rFonts w:ascii="Angsana New" w:hAnsi="Angsana New" w:hint="cs"/>
          <w:sz w:val="30"/>
          <w:szCs w:val="30"/>
          <w:cs/>
        </w:rPr>
        <w:t>บ</w:t>
      </w:r>
      <w:r w:rsidRPr="000330BB">
        <w:rPr>
          <w:rFonts w:ascii="Angsana New" w:hAnsi="Angsana New"/>
          <w:sz w:val="30"/>
          <w:szCs w:val="30"/>
          <w:cs/>
        </w:rPr>
        <w:t>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</w:t>
      </w:r>
      <w:r w:rsidR="002D4594">
        <w:rPr>
          <w:rFonts w:ascii="Angsana New" w:hAnsi="Angsana New"/>
          <w:sz w:val="30"/>
          <w:szCs w:val="30"/>
          <w:cs/>
        </w:rPr>
        <w:t>ณะเกี่ยวกับเรื่องดังกล่าว หรือใน</w:t>
      </w:r>
      <w:r w:rsidRPr="000330BB">
        <w:rPr>
          <w:rFonts w:ascii="Angsana New" w:hAnsi="Angsana New"/>
          <w:sz w:val="30"/>
          <w:szCs w:val="30"/>
          <w:cs/>
        </w:rPr>
        <w:t>สถานการณ์ที่ยากที่จะเกิดขึ้น ข้าพเจ้าพิจารณาว่าไม่ควรสื่อสารเรื่องดังกล่าว</w:t>
      </w:r>
      <w:r w:rsidR="002D4594">
        <w:rPr>
          <w:rFonts w:ascii="Angsana New" w:hAnsi="Angsana New"/>
          <w:sz w:val="30"/>
          <w:szCs w:val="30"/>
          <w:cs/>
        </w:rPr>
        <w:t>ในรายงานของข้าพเจ้าเพราะการกระทำ</w:t>
      </w:r>
      <w:r w:rsidRPr="000330BB">
        <w:rPr>
          <w:rFonts w:ascii="Angsana New" w:hAnsi="Angsana New"/>
          <w:sz w:val="30"/>
          <w:szCs w:val="30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:rsidR="004B3D0C" w:rsidRPr="000330BB" w:rsidRDefault="004B3D0C" w:rsidP="008D574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tabs>
          <w:tab w:val="clear" w:pos="3742"/>
          <w:tab w:val="left" w:pos="3735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B3D0C" w:rsidRPr="000330BB" w:rsidRDefault="004B3D0C" w:rsidP="008D5745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:rsidR="004B3D0C" w:rsidRPr="000330BB" w:rsidRDefault="004B3D0C" w:rsidP="008D5745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0330BB">
        <w:rPr>
          <w:rFonts w:ascii="Angsana New" w:hAnsi="Angsana New" w:cs="Angsana New"/>
          <w:cs/>
        </w:rPr>
        <w:t>(ไวโรจน์ จินดามณีพิทักษ์)</w:t>
      </w:r>
    </w:p>
    <w:p w:rsidR="004B3D0C" w:rsidRPr="000330BB" w:rsidRDefault="004B3D0C" w:rsidP="008D5745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0330BB">
        <w:rPr>
          <w:rFonts w:ascii="Angsana New" w:hAnsi="Angsana New" w:cs="Angsana New"/>
          <w:cs/>
        </w:rPr>
        <w:t>ผู้สอบบัญชีรับอนุญาต</w:t>
      </w:r>
    </w:p>
    <w:p w:rsidR="004B3D0C" w:rsidRPr="000330BB" w:rsidRDefault="004B3D0C" w:rsidP="008D5745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0330BB">
        <w:rPr>
          <w:rFonts w:ascii="Angsana New" w:hAnsi="Angsana New" w:cs="Angsana New"/>
          <w:cs/>
        </w:rPr>
        <w:t xml:space="preserve">เลขทะเบียน </w:t>
      </w:r>
      <w:r w:rsidRPr="000330BB">
        <w:rPr>
          <w:rFonts w:ascii="Angsana New" w:hAnsi="Angsana New" w:cs="Angsana New"/>
          <w:lang w:val="en-US"/>
        </w:rPr>
        <w:t>3565</w:t>
      </w:r>
    </w:p>
    <w:p w:rsidR="004B3D0C" w:rsidRPr="000330BB" w:rsidRDefault="004B3D0C" w:rsidP="008D5745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</w:p>
    <w:p w:rsidR="004B3D0C" w:rsidRPr="000330BB" w:rsidRDefault="004B3D0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 xml:space="preserve">บริษัท </w:t>
      </w:r>
      <w:proofErr w:type="spellStart"/>
      <w:r w:rsidRPr="000330BB">
        <w:rPr>
          <w:rFonts w:ascii="Angsana New" w:hAnsi="Angsana New"/>
          <w:sz w:val="30"/>
          <w:szCs w:val="30"/>
          <w:cs/>
        </w:rPr>
        <w:t>เค</w:t>
      </w:r>
      <w:proofErr w:type="spellEnd"/>
      <w:r w:rsidRPr="000330BB">
        <w:rPr>
          <w:rFonts w:ascii="Angsana New" w:hAnsi="Angsana New"/>
          <w:sz w:val="30"/>
          <w:szCs w:val="30"/>
          <w:cs/>
        </w:rPr>
        <w:t>พี</w:t>
      </w:r>
      <w:proofErr w:type="spellStart"/>
      <w:r w:rsidRPr="000330BB">
        <w:rPr>
          <w:rFonts w:ascii="Angsana New" w:hAnsi="Angsana New"/>
          <w:sz w:val="30"/>
          <w:szCs w:val="30"/>
          <w:cs/>
        </w:rPr>
        <w:t>เอ็ม</w:t>
      </w:r>
      <w:proofErr w:type="spellEnd"/>
      <w:r w:rsidRPr="000330BB">
        <w:rPr>
          <w:rFonts w:ascii="Angsana New" w:hAnsi="Angsana New"/>
          <w:sz w:val="30"/>
          <w:szCs w:val="30"/>
          <w:cs/>
        </w:rPr>
        <w:t>จี ภูมิไชย สอบบัญชี จำกัด</w:t>
      </w:r>
    </w:p>
    <w:p w:rsidR="004B3D0C" w:rsidRPr="000330BB" w:rsidRDefault="004B3D0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  <w:cs/>
        </w:rPr>
        <w:t>กรุงเทพมหานคร</w:t>
      </w:r>
    </w:p>
    <w:p w:rsidR="004B3D0C" w:rsidRPr="000330BB" w:rsidRDefault="004B3D0C" w:rsidP="008D57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0330BB">
        <w:rPr>
          <w:rFonts w:ascii="Angsana New" w:hAnsi="Angsana New"/>
          <w:sz w:val="30"/>
          <w:szCs w:val="30"/>
        </w:rPr>
        <w:t xml:space="preserve">13 </w:t>
      </w:r>
      <w:r w:rsidRPr="000330BB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0330BB">
        <w:rPr>
          <w:rFonts w:ascii="Angsana New" w:hAnsi="Angsana New"/>
          <w:sz w:val="30"/>
          <w:szCs w:val="30"/>
        </w:rPr>
        <w:t>2561</w:t>
      </w:r>
    </w:p>
    <w:p w:rsidR="008A06C2" w:rsidRPr="000330BB" w:rsidRDefault="008A06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</w:p>
    <w:p w:rsidR="004B3D0C" w:rsidRPr="000330BB" w:rsidRDefault="004B3D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30"/>
          <w:szCs w:val="30"/>
          <w:cs/>
        </w:rPr>
      </w:pPr>
    </w:p>
    <w:p w:rsidR="00B93328" w:rsidRPr="000330BB" w:rsidRDefault="00B93328" w:rsidP="0060279E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val="en-US" w:bidi="th-TH"/>
        </w:rPr>
      </w:pPr>
    </w:p>
    <w:p w:rsidR="00B93328" w:rsidRPr="000330BB" w:rsidRDefault="00B93328" w:rsidP="0060279E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:rsidR="00B93328" w:rsidRPr="000330BB" w:rsidRDefault="00B93328" w:rsidP="0060279E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:rsidR="00B04B3C" w:rsidRPr="000330BB" w:rsidRDefault="00B04B3C" w:rsidP="00B570FC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pacing w:val="2"/>
          <w:sz w:val="30"/>
          <w:szCs w:val="30"/>
        </w:rPr>
      </w:pPr>
    </w:p>
    <w:sectPr w:rsidR="00B04B3C" w:rsidRPr="000330BB" w:rsidSect="00B570FC">
      <w:footerReference w:type="default" r:id="rId15"/>
      <w:pgSz w:w="11907" w:h="16840" w:code="9"/>
      <w:pgMar w:top="691" w:right="1152" w:bottom="576" w:left="1152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946" w:rsidRDefault="00466946" w:rsidP="004956B4">
      <w:r>
        <w:separator/>
      </w:r>
    </w:p>
  </w:endnote>
  <w:endnote w:type="continuationSeparator" w:id="0">
    <w:p w:rsidR="00466946" w:rsidRDefault="00466946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30402020209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46" w:rsidRDefault="00495446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0</w:t>
    </w:r>
    <w:r>
      <w:rPr>
        <w:rStyle w:val="PageNumber"/>
      </w:rPr>
      <w:fldChar w:fldCharType="end"/>
    </w:r>
  </w:p>
  <w:p w:rsidR="00495446" w:rsidRDefault="00495446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46" w:rsidRPr="009702ED" w:rsidRDefault="00495446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18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495446" w:rsidRPr="009702ED" w:rsidRDefault="00495446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46" w:rsidRPr="00414066" w:rsidRDefault="00495446" w:rsidP="00414066">
    <w:pPr>
      <w:pStyle w:val="Footer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46" w:rsidRPr="007A6941" w:rsidRDefault="00495446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46" w:rsidRPr="00702A20" w:rsidRDefault="00495446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B570FC">
      <w:rPr>
        <w:rStyle w:val="PageNumber"/>
        <w:rFonts w:ascii="Angsana New" w:hAnsi="Angsana New"/>
        <w:noProof/>
        <w:sz w:val="30"/>
        <w:szCs w:val="30"/>
        <w:cs/>
      </w:rPr>
      <w:t>6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495446" w:rsidRPr="007A6941" w:rsidRDefault="00495446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946" w:rsidRDefault="00466946" w:rsidP="004956B4">
      <w:r>
        <w:separator/>
      </w:r>
    </w:p>
  </w:footnote>
  <w:footnote w:type="continuationSeparator" w:id="0">
    <w:p w:rsidR="00466946" w:rsidRDefault="00466946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46" w:rsidRDefault="00495446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0</w:t>
    </w:r>
    <w:r>
      <w:rPr>
        <w:rStyle w:val="PageNumber"/>
        <w:cs/>
      </w:rPr>
      <w:fldChar w:fldCharType="end"/>
    </w:r>
  </w:p>
  <w:p w:rsidR="00495446" w:rsidRDefault="00495446" w:rsidP="009702E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46" w:rsidRDefault="00495446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495446" w:rsidRDefault="00495446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495446" w:rsidRPr="004738DB" w:rsidRDefault="00495446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0FC" w:rsidRDefault="00B570FC">
    <w:pPr>
      <w:pStyle w:val="Header"/>
    </w:pPr>
  </w:p>
  <w:p w:rsidR="00B570FC" w:rsidRDefault="00B570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62D4F786"/>
    <w:lvl w:ilvl="0" w:tplc="783AEAA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3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3F21038"/>
    <w:multiLevelType w:val="hybridMultilevel"/>
    <w:tmpl w:val="BF3A86E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47E02CFE"/>
    <w:multiLevelType w:val="hybridMultilevel"/>
    <w:tmpl w:val="847E71BC"/>
    <w:lvl w:ilvl="0" w:tplc="EECED4C4">
      <w:start w:val="40"/>
      <w:numFmt w:val="bullet"/>
      <w:lvlText w:val="-"/>
      <w:lvlJc w:val="left"/>
      <w:pPr>
        <w:ind w:left="106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2" w15:restartNumberingAfterBreak="0">
    <w:nsid w:val="4EBC4927"/>
    <w:multiLevelType w:val="hybridMultilevel"/>
    <w:tmpl w:val="99EC6B84"/>
    <w:lvl w:ilvl="0" w:tplc="74E88588">
      <w:start w:val="1"/>
      <w:numFmt w:val="bullet"/>
      <w:lvlText w:val="–"/>
      <w:lvlJc w:val="left"/>
      <w:pPr>
        <w:ind w:left="702" w:hanging="360"/>
      </w:pPr>
      <w:rPr>
        <w:rFonts w:ascii="Tahoma" w:hAnsi="Tahoma" w:hint="default"/>
        <w:color w:val="auto"/>
        <w:sz w:val="22"/>
      </w:rPr>
    </w:lvl>
    <w:lvl w:ilvl="1" w:tplc="440AC8AC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B761DC6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A6F46B14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80A605DA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E6E69086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F700822C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3DD6BF42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F03A7D64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3" w15:restartNumberingAfterBreak="0">
    <w:nsid w:val="556B281A"/>
    <w:multiLevelType w:val="hybridMultilevel"/>
    <w:tmpl w:val="D242E9CE"/>
    <w:lvl w:ilvl="0" w:tplc="16E4AE52">
      <w:start w:val="1"/>
      <w:numFmt w:val="thaiLetters"/>
      <w:lvlText w:val="(%1)"/>
      <w:lvlJc w:val="left"/>
      <w:pPr>
        <w:ind w:left="720" w:hanging="360"/>
      </w:pPr>
      <w:rPr>
        <w:rFonts w:cs="Angsana New" w:hint="default"/>
        <w:b w:val="0"/>
        <w:bCs/>
        <w:i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56419"/>
    <w:multiLevelType w:val="hybridMultilevel"/>
    <w:tmpl w:val="A85A0518"/>
    <w:lvl w:ilvl="0" w:tplc="B6AC7DC0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626169A5"/>
    <w:multiLevelType w:val="hybridMultilevel"/>
    <w:tmpl w:val="51E2A212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8" w15:restartNumberingAfterBreak="0">
    <w:nsid w:val="677700CB"/>
    <w:multiLevelType w:val="multilevel"/>
    <w:tmpl w:val="58D2F3AA"/>
    <w:lvl w:ilvl="0">
      <w:start w:val="1"/>
      <w:numFmt w:val="thaiLetters"/>
      <w:lvlText w:val="(%1)"/>
      <w:lvlJc w:val="left"/>
      <w:pPr>
        <w:ind w:left="207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05370D"/>
    <w:multiLevelType w:val="hybridMultilevel"/>
    <w:tmpl w:val="201C2E62"/>
    <w:lvl w:ilvl="0" w:tplc="2AEC1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1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77506D3"/>
    <w:multiLevelType w:val="hybridMultilevel"/>
    <w:tmpl w:val="711251BE"/>
    <w:lvl w:ilvl="0" w:tplc="3ADEBF92">
      <w:start w:val="1"/>
      <w:numFmt w:val="thaiLetters"/>
      <w:lvlText w:val="(%1)"/>
      <w:lvlJc w:val="left"/>
      <w:pPr>
        <w:ind w:left="1260" w:hanging="360"/>
      </w:pPr>
      <w:rPr>
        <w:rFonts w:cs="Angsana New" w:hint="default"/>
        <w:b/>
        <w:bCs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4"/>
  </w:num>
  <w:num w:numId="13">
    <w:abstractNumId w:val="27"/>
  </w:num>
  <w:num w:numId="14">
    <w:abstractNumId w:val="15"/>
  </w:num>
  <w:num w:numId="15">
    <w:abstractNumId w:val="18"/>
  </w:num>
  <w:num w:numId="16">
    <w:abstractNumId w:val="30"/>
  </w:num>
  <w:num w:numId="17">
    <w:abstractNumId w:val="31"/>
  </w:num>
  <w:num w:numId="18">
    <w:abstractNumId w:val="20"/>
  </w:num>
  <w:num w:numId="19">
    <w:abstractNumId w:val="12"/>
  </w:num>
  <w:num w:numId="20">
    <w:abstractNumId w:val="10"/>
  </w:num>
  <w:num w:numId="21">
    <w:abstractNumId w:val="28"/>
  </w:num>
  <w:num w:numId="22">
    <w:abstractNumId w:val="16"/>
  </w:num>
  <w:num w:numId="23">
    <w:abstractNumId w:val="25"/>
  </w:num>
  <w:num w:numId="24">
    <w:abstractNumId w:val="19"/>
  </w:num>
  <w:num w:numId="25">
    <w:abstractNumId w:val="13"/>
  </w:num>
  <w:num w:numId="26">
    <w:abstractNumId w:val="11"/>
  </w:num>
  <w:num w:numId="27">
    <w:abstractNumId w:val="33"/>
  </w:num>
  <w:num w:numId="28">
    <w:abstractNumId w:val="24"/>
  </w:num>
  <w:num w:numId="29">
    <w:abstractNumId w:val="22"/>
  </w:num>
  <w:num w:numId="30">
    <w:abstractNumId w:val="21"/>
  </w:num>
  <w:num w:numId="31">
    <w:abstractNumId w:val="29"/>
  </w:num>
  <w:num w:numId="32">
    <w:abstractNumId w:val="23"/>
  </w:num>
  <w:num w:numId="33">
    <w:abstractNumId w:val="32"/>
  </w:num>
  <w:num w:numId="34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104D"/>
    <w:rsid w:val="00001260"/>
    <w:rsid w:val="000013D1"/>
    <w:rsid w:val="000017C7"/>
    <w:rsid w:val="000019C7"/>
    <w:rsid w:val="00001E81"/>
    <w:rsid w:val="00002354"/>
    <w:rsid w:val="0000240E"/>
    <w:rsid w:val="000028E0"/>
    <w:rsid w:val="00002AF0"/>
    <w:rsid w:val="000031D3"/>
    <w:rsid w:val="0000357C"/>
    <w:rsid w:val="00003A9F"/>
    <w:rsid w:val="00003ACC"/>
    <w:rsid w:val="00003C49"/>
    <w:rsid w:val="00003CF4"/>
    <w:rsid w:val="00003E88"/>
    <w:rsid w:val="00004458"/>
    <w:rsid w:val="00004D38"/>
    <w:rsid w:val="000052FD"/>
    <w:rsid w:val="00005436"/>
    <w:rsid w:val="0000544C"/>
    <w:rsid w:val="000059D5"/>
    <w:rsid w:val="00005EFE"/>
    <w:rsid w:val="000063E0"/>
    <w:rsid w:val="00006671"/>
    <w:rsid w:val="00006792"/>
    <w:rsid w:val="00006EDD"/>
    <w:rsid w:val="000075CB"/>
    <w:rsid w:val="00007766"/>
    <w:rsid w:val="00007770"/>
    <w:rsid w:val="00007DC7"/>
    <w:rsid w:val="00010665"/>
    <w:rsid w:val="0001071E"/>
    <w:rsid w:val="000107E1"/>
    <w:rsid w:val="00010D91"/>
    <w:rsid w:val="00010E08"/>
    <w:rsid w:val="00010F72"/>
    <w:rsid w:val="00011119"/>
    <w:rsid w:val="0001194A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5F4"/>
    <w:rsid w:val="00013616"/>
    <w:rsid w:val="000136AF"/>
    <w:rsid w:val="00013704"/>
    <w:rsid w:val="00013BD8"/>
    <w:rsid w:val="000142B5"/>
    <w:rsid w:val="00014395"/>
    <w:rsid w:val="0001449E"/>
    <w:rsid w:val="000146F1"/>
    <w:rsid w:val="00014B96"/>
    <w:rsid w:val="00014BBD"/>
    <w:rsid w:val="00014CD6"/>
    <w:rsid w:val="00014E5B"/>
    <w:rsid w:val="00015077"/>
    <w:rsid w:val="000150C9"/>
    <w:rsid w:val="000152C1"/>
    <w:rsid w:val="000154D2"/>
    <w:rsid w:val="0001581F"/>
    <w:rsid w:val="00015860"/>
    <w:rsid w:val="000159D7"/>
    <w:rsid w:val="00015C27"/>
    <w:rsid w:val="00015C96"/>
    <w:rsid w:val="00015E6D"/>
    <w:rsid w:val="00015F1A"/>
    <w:rsid w:val="00015FAA"/>
    <w:rsid w:val="00016256"/>
    <w:rsid w:val="0001635D"/>
    <w:rsid w:val="0001641A"/>
    <w:rsid w:val="00016742"/>
    <w:rsid w:val="000167C6"/>
    <w:rsid w:val="00016DE4"/>
    <w:rsid w:val="0001700D"/>
    <w:rsid w:val="00017844"/>
    <w:rsid w:val="0002058D"/>
    <w:rsid w:val="000208C6"/>
    <w:rsid w:val="00020955"/>
    <w:rsid w:val="00020C6D"/>
    <w:rsid w:val="000212D4"/>
    <w:rsid w:val="000213E2"/>
    <w:rsid w:val="00021566"/>
    <w:rsid w:val="00021D6B"/>
    <w:rsid w:val="00021E28"/>
    <w:rsid w:val="00021F91"/>
    <w:rsid w:val="0002277D"/>
    <w:rsid w:val="00022861"/>
    <w:rsid w:val="00022944"/>
    <w:rsid w:val="00022E65"/>
    <w:rsid w:val="0002369A"/>
    <w:rsid w:val="00023813"/>
    <w:rsid w:val="00023A7E"/>
    <w:rsid w:val="00023E11"/>
    <w:rsid w:val="00023E63"/>
    <w:rsid w:val="00023ED3"/>
    <w:rsid w:val="0002426A"/>
    <w:rsid w:val="000242C9"/>
    <w:rsid w:val="000242F0"/>
    <w:rsid w:val="0002455A"/>
    <w:rsid w:val="000246F2"/>
    <w:rsid w:val="00024960"/>
    <w:rsid w:val="00024B70"/>
    <w:rsid w:val="00024C24"/>
    <w:rsid w:val="00024E83"/>
    <w:rsid w:val="00025093"/>
    <w:rsid w:val="0002566A"/>
    <w:rsid w:val="00026143"/>
    <w:rsid w:val="000264DA"/>
    <w:rsid w:val="000265C4"/>
    <w:rsid w:val="00026923"/>
    <w:rsid w:val="000269A7"/>
    <w:rsid w:val="00026B8B"/>
    <w:rsid w:val="00026C27"/>
    <w:rsid w:val="00026CA3"/>
    <w:rsid w:val="00026E0D"/>
    <w:rsid w:val="00026F02"/>
    <w:rsid w:val="00027356"/>
    <w:rsid w:val="00027395"/>
    <w:rsid w:val="000277ED"/>
    <w:rsid w:val="00027A78"/>
    <w:rsid w:val="00027BB3"/>
    <w:rsid w:val="00027C1D"/>
    <w:rsid w:val="00027C8C"/>
    <w:rsid w:val="000301A8"/>
    <w:rsid w:val="000301F2"/>
    <w:rsid w:val="000308D0"/>
    <w:rsid w:val="000309F0"/>
    <w:rsid w:val="00030E6F"/>
    <w:rsid w:val="00030FFA"/>
    <w:rsid w:val="0003102B"/>
    <w:rsid w:val="00031110"/>
    <w:rsid w:val="00031B7A"/>
    <w:rsid w:val="00031DFB"/>
    <w:rsid w:val="00031F31"/>
    <w:rsid w:val="00032008"/>
    <w:rsid w:val="000320CD"/>
    <w:rsid w:val="000323CB"/>
    <w:rsid w:val="000324F0"/>
    <w:rsid w:val="00032675"/>
    <w:rsid w:val="000326F5"/>
    <w:rsid w:val="000330BB"/>
    <w:rsid w:val="0003353C"/>
    <w:rsid w:val="000339B8"/>
    <w:rsid w:val="000339E3"/>
    <w:rsid w:val="00033C4E"/>
    <w:rsid w:val="00033CFB"/>
    <w:rsid w:val="00033D45"/>
    <w:rsid w:val="00033F70"/>
    <w:rsid w:val="00034182"/>
    <w:rsid w:val="000342B7"/>
    <w:rsid w:val="000346A2"/>
    <w:rsid w:val="0003483C"/>
    <w:rsid w:val="000348C9"/>
    <w:rsid w:val="00034A55"/>
    <w:rsid w:val="00034BEA"/>
    <w:rsid w:val="00034DFD"/>
    <w:rsid w:val="00034F3E"/>
    <w:rsid w:val="0003501C"/>
    <w:rsid w:val="00035149"/>
    <w:rsid w:val="00035372"/>
    <w:rsid w:val="00035AA5"/>
    <w:rsid w:val="00035B81"/>
    <w:rsid w:val="00035C3E"/>
    <w:rsid w:val="000369B8"/>
    <w:rsid w:val="000369D6"/>
    <w:rsid w:val="00036C19"/>
    <w:rsid w:val="00036CA0"/>
    <w:rsid w:val="00036E08"/>
    <w:rsid w:val="00036F11"/>
    <w:rsid w:val="000375B7"/>
    <w:rsid w:val="0003782E"/>
    <w:rsid w:val="0003793F"/>
    <w:rsid w:val="00037A37"/>
    <w:rsid w:val="00037A5C"/>
    <w:rsid w:val="00037B04"/>
    <w:rsid w:val="00037CF6"/>
    <w:rsid w:val="00037F1A"/>
    <w:rsid w:val="00040077"/>
    <w:rsid w:val="0004022C"/>
    <w:rsid w:val="00040B55"/>
    <w:rsid w:val="00040BCC"/>
    <w:rsid w:val="00041159"/>
    <w:rsid w:val="0004129F"/>
    <w:rsid w:val="00041576"/>
    <w:rsid w:val="0004162C"/>
    <w:rsid w:val="00042059"/>
    <w:rsid w:val="0004263F"/>
    <w:rsid w:val="00042720"/>
    <w:rsid w:val="00042A34"/>
    <w:rsid w:val="00042FE9"/>
    <w:rsid w:val="000431BB"/>
    <w:rsid w:val="00043297"/>
    <w:rsid w:val="000437D4"/>
    <w:rsid w:val="00043B82"/>
    <w:rsid w:val="00043D94"/>
    <w:rsid w:val="00043F2F"/>
    <w:rsid w:val="00044312"/>
    <w:rsid w:val="000451FD"/>
    <w:rsid w:val="000458DE"/>
    <w:rsid w:val="00045F1F"/>
    <w:rsid w:val="00045F78"/>
    <w:rsid w:val="000466DB"/>
    <w:rsid w:val="00046CB3"/>
    <w:rsid w:val="00046D0B"/>
    <w:rsid w:val="0004702B"/>
    <w:rsid w:val="000476B3"/>
    <w:rsid w:val="0004778F"/>
    <w:rsid w:val="000479BE"/>
    <w:rsid w:val="00047C6D"/>
    <w:rsid w:val="0005032F"/>
    <w:rsid w:val="0005037F"/>
    <w:rsid w:val="00050AFE"/>
    <w:rsid w:val="00050DF0"/>
    <w:rsid w:val="000512F9"/>
    <w:rsid w:val="00051307"/>
    <w:rsid w:val="0005163C"/>
    <w:rsid w:val="000516EB"/>
    <w:rsid w:val="00051A69"/>
    <w:rsid w:val="00051F48"/>
    <w:rsid w:val="0005227E"/>
    <w:rsid w:val="00052408"/>
    <w:rsid w:val="000527C0"/>
    <w:rsid w:val="00052D76"/>
    <w:rsid w:val="00053262"/>
    <w:rsid w:val="0005326C"/>
    <w:rsid w:val="000534E7"/>
    <w:rsid w:val="00053C55"/>
    <w:rsid w:val="00053E19"/>
    <w:rsid w:val="00053ED5"/>
    <w:rsid w:val="00053F27"/>
    <w:rsid w:val="000546EE"/>
    <w:rsid w:val="00054892"/>
    <w:rsid w:val="00055234"/>
    <w:rsid w:val="00055468"/>
    <w:rsid w:val="00055482"/>
    <w:rsid w:val="00055528"/>
    <w:rsid w:val="00055960"/>
    <w:rsid w:val="00055CFD"/>
    <w:rsid w:val="00055D63"/>
    <w:rsid w:val="00056671"/>
    <w:rsid w:val="00056843"/>
    <w:rsid w:val="000568F0"/>
    <w:rsid w:val="00056906"/>
    <w:rsid w:val="00056A22"/>
    <w:rsid w:val="00056C07"/>
    <w:rsid w:val="00056E66"/>
    <w:rsid w:val="000571CF"/>
    <w:rsid w:val="000574DA"/>
    <w:rsid w:val="0005790E"/>
    <w:rsid w:val="00057C6E"/>
    <w:rsid w:val="000603B8"/>
    <w:rsid w:val="00060457"/>
    <w:rsid w:val="000609F1"/>
    <w:rsid w:val="00061335"/>
    <w:rsid w:val="00061359"/>
    <w:rsid w:val="00061415"/>
    <w:rsid w:val="00061AAE"/>
    <w:rsid w:val="00061D45"/>
    <w:rsid w:val="00061F0B"/>
    <w:rsid w:val="000622B0"/>
    <w:rsid w:val="0006264E"/>
    <w:rsid w:val="00062F6B"/>
    <w:rsid w:val="0006354B"/>
    <w:rsid w:val="00063B6D"/>
    <w:rsid w:val="00063C92"/>
    <w:rsid w:val="00063FDE"/>
    <w:rsid w:val="000640A0"/>
    <w:rsid w:val="000646A7"/>
    <w:rsid w:val="00064CAC"/>
    <w:rsid w:val="0006549F"/>
    <w:rsid w:val="000655C4"/>
    <w:rsid w:val="000656E1"/>
    <w:rsid w:val="0006573E"/>
    <w:rsid w:val="000658B2"/>
    <w:rsid w:val="00065ADE"/>
    <w:rsid w:val="00065C80"/>
    <w:rsid w:val="00065EE4"/>
    <w:rsid w:val="00065FF6"/>
    <w:rsid w:val="00066089"/>
    <w:rsid w:val="00066403"/>
    <w:rsid w:val="0006640C"/>
    <w:rsid w:val="00066538"/>
    <w:rsid w:val="00066730"/>
    <w:rsid w:val="00066A24"/>
    <w:rsid w:val="00067412"/>
    <w:rsid w:val="00067554"/>
    <w:rsid w:val="00067D22"/>
    <w:rsid w:val="00067F09"/>
    <w:rsid w:val="00070119"/>
    <w:rsid w:val="00070443"/>
    <w:rsid w:val="00070920"/>
    <w:rsid w:val="00070C1C"/>
    <w:rsid w:val="00070E4A"/>
    <w:rsid w:val="00070E9F"/>
    <w:rsid w:val="00070ED0"/>
    <w:rsid w:val="00070F50"/>
    <w:rsid w:val="0007101C"/>
    <w:rsid w:val="00071129"/>
    <w:rsid w:val="00071261"/>
    <w:rsid w:val="000712AB"/>
    <w:rsid w:val="00071670"/>
    <w:rsid w:val="00071B2A"/>
    <w:rsid w:val="00071CCD"/>
    <w:rsid w:val="00071D38"/>
    <w:rsid w:val="00071FBA"/>
    <w:rsid w:val="000722E1"/>
    <w:rsid w:val="0007232E"/>
    <w:rsid w:val="000725C1"/>
    <w:rsid w:val="0007277C"/>
    <w:rsid w:val="00072950"/>
    <w:rsid w:val="00073026"/>
    <w:rsid w:val="000730CF"/>
    <w:rsid w:val="000732BF"/>
    <w:rsid w:val="000738D8"/>
    <w:rsid w:val="00073E77"/>
    <w:rsid w:val="000744FA"/>
    <w:rsid w:val="00074D89"/>
    <w:rsid w:val="00074F5C"/>
    <w:rsid w:val="0007509B"/>
    <w:rsid w:val="000751B4"/>
    <w:rsid w:val="000754D3"/>
    <w:rsid w:val="0007557D"/>
    <w:rsid w:val="00075990"/>
    <w:rsid w:val="000759B4"/>
    <w:rsid w:val="00075A71"/>
    <w:rsid w:val="00075A8B"/>
    <w:rsid w:val="00075C9B"/>
    <w:rsid w:val="00076495"/>
    <w:rsid w:val="000766A2"/>
    <w:rsid w:val="0007679B"/>
    <w:rsid w:val="00076B13"/>
    <w:rsid w:val="00076BAB"/>
    <w:rsid w:val="0007725A"/>
    <w:rsid w:val="000772F4"/>
    <w:rsid w:val="000779C7"/>
    <w:rsid w:val="000802BD"/>
    <w:rsid w:val="000808A5"/>
    <w:rsid w:val="000808F4"/>
    <w:rsid w:val="00080972"/>
    <w:rsid w:val="00080A69"/>
    <w:rsid w:val="00080CE6"/>
    <w:rsid w:val="00081BD6"/>
    <w:rsid w:val="00081FD7"/>
    <w:rsid w:val="000824C7"/>
    <w:rsid w:val="00082523"/>
    <w:rsid w:val="00082576"/>
    <w:rsid w:val="00082BA6"/>
    <w:rsid w:val="00082F02"/>
    <w:rsid w:val="0008356D"/>
    <w:rsid w:val="000838F4"/>
    <w:rsid w:val="00083D69"/>
    <w:rsid w:val="00083F08"/>
    <w:rsid w:val="00083F7F"/>
    <w:rsid w:val="0008445F"/>
    <w:rsid w:val="00084539"/>
    <w:rsid w:val="00084563"/>
    <w:rsid w:val="00084CB7"/>
    <w:rsid w:val="000851AB"/>
    <w:rsid w:val="00085373"/>
    <w:rsid w:val="0008537C"/>
    <w:rsid w:val="00085548"/>
    <w:rsid w:val="00085726"/>
    <w:rsid w:val="00086280"/>
    <w:rsid w:val="0008635F"/>
    <w:rsid w:val="000864E3"/>
    <w:rsid w:val="00087126"/>
    <w:rsid w:val="00087576"/>
    <w:rsid w:val="000877F1"/>
    <w:rsid w:val="00087BCE"/>
    <w:rsid w:val="00087C6D"/>
    <w:rsid w:val="00087C9A"/>
    <w:rsid w:val="00087D46"/>
    <w:rsid w:val="00087F58"/>
    <w:rsid w:val="0009004B"/>
    <w:rsid w:val="000903F5"/>
    <w:rsid w:val="000905B0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1F65"/>
    <w:rsid w:val="00092641"/>
    <w:rsid w:val="000926C1"/>
    <w:rsid w:val="0009279D"/>
    <w:rsid w:val="00092E52"/>
    <w:rsid w:val="00093258"/>
    <w:rsid w:val="000932D3"/>
    <w:rsid w:val="000936D5"/>
    <w:rsid w:val="00093A25"/>
    <w:rsid w:val="00093A93"/>
    <w:rsid w:val="00093DFB"/>
    <w:rsid w:val="00094460"/>
    <w:rsid w:val="0009458D"/>
    <w:rsid w:val="00094891"/>
    <w:rsid w:val="00094A02"/>
    <w:rsid w:val="00094B35"/>
    <w:rsid w:val="00094EB9"/>
    <w:rsid w:val="0009515F"/>
    <w:rsid w:val="000957CE"/>
    <w:rsid w:val="00095847"/>
    <w:rsid w:val="000961D4"/>
    <w:rsid w:val="00096568"/>
    <w:rsid w:val="00096694"/>
    <w:rsid w:val="00096700"/>
    <w:rsid w:val="00096712"/>
    <w:rsid w:val="000968E5"/>
    <w:rsid w:val="00096A05"/>
    <w:rsid w:val="00096E14"/>
    <w:rsid w:val="00096EB5"/>
    <w:rsid w:val="0009727B"/>
    <w:rsid w:val="000973DB"/>
    <w:rsid w:val="000974F3"/>
    <w:rsid w:val="0009756E"/>
    <w:rsid w:val="0009759B"/>
    <w:rsid w:val="000977BF"/>
    <w:rsid w:val="00097BFD"/>
    <w:rsid w:val="000A0034"/>
    <w:rsid w:val="000A0369"/>
    <w:rsid w:val="000A036D"/>
    <w:rsid w:val="000A0568"/>
    <w:rsid w:val="000A0586"/>
    <w:rsid w:val="000A080A"/>
    <w:rsid w:val="000A08C3"/>
    <w:rsid w:val="000A0ACC"/>
    <w:rsid w:val="000A0C9B"/>
    <w:rsid w:val="000A0EA3"/>
    <w:rsid w:val="000A1515"/>
    <w:rsid w:val="000A1623"/>
    <w:rsid w:val="000A1719"/>
    <w:rsid w:val="000A18F8"/>
    <w:rsid w:val="000A192A"/>
    <w:rsid w:val="000A1C51"/>
    <w:rsid w:val="000A2079"/>
    <w:rsid w:val="000A249C"/>
    <w:rsid w:val="000A259D"/>
    <w:rsid w:val="000A2B4E"/>
    <w:rsid w:val="000A2CB6"/>
    <w:rsid w:val="000A2E7A"/>
    <w:rsid w:val="000A34F9"/>
    <w:rsid w:val="000A363B"/>
    <w:rsid w:val="000A38C4"/>
    <w:rsid w:val="000A3B93"/>
    <w:rsid w:val="000A3F22"/>
    <w:rsid w:val="000A43D0"/>
    <w:rsid w:val="000A47E2"/>
    <w:rsid w:val="000A4A06"/>
    <w:rsid w:val="000A4EFE"/>
    <w:rsid w:val="000A50CC"/>
    <w:rsid w:val="000A5216"/>
    <w:rsid w:val="000A54F5"/>
    <w:rsid w:val="000A5583"/>
    <w:rsid w:val="000A57BF"/>
    <w:rsid w:val="000A58A2"/>
    <w:rsid w:val="000A5AFE"/>
    <w:rsid w:val="000A5C37"/>
    <w:rsid w:val="000A608F"/>
    <w:rsid w:val="000A616D"/>
    <w:rsid w:val="000A62C5"/>
    <w:rsid w:val="000A64B4"/>
    <w:rsid w:val="000A6627"/>
    <w:rsid w:val="000A67A9"/>
    <w:rsid w:val="000A67F9"/>
    <w:rsid w:val="000A6B9E"/>
    <w:rsid w:val="000A6BE1"/>
    <w:rsid w:val="000A6C35"/>
    <w:rsid w:val="000A6D38"/>
    <w:rsid w:val="000A6FC3"/>
    <w:rsid w:val="000A71EC"/>
    <w:rsid w:val="000A71FF"/>
    <w:rsid w:val="000A7206"/>
    <w:rsid w:val="000A75BF"/>
    <w:rsid w:val="000A7D06"/>
    <w:rsid w:val="000B018B"/>
    <w:rsid w:val="000B0720"/>
    <w:rsid w:val="000B0BE6"/>
    <w:rsid w:val="000B0E74"/>
    <w:rsid w:val="000B13CC"/>
    <w:rsid w:val="000B1511"/>
    <w:rsid w:val="000B174E"/>
    <w:rsid w:val="000B184F"/>
    <w:rsid w:val="000B1B44"/>
    <w:rsid w:val="000B21DC"/>
    <w:rsid w:val="000B21FA"/>
    <w:rsid w:val="000B27A1"/>
    <w:rsid w:val="000B2A85"/>
    <w:rsid w:val="000B2D4E"/>
    <w:rsid w:val="000B2E70"/>
    <w:rsid w:val="000B2FCB"/>
    <w:rsid w:val="000B3193"/>
    <w:rsid w:val="000B3AAD"/>
    <w:rsid w:val="000B3C59"/>
    <w:rsid w:val="000B3EA5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708"/>
    <w:rsid w:val="000B6005"/>
    <w:rsid w:val="000B6777"/>
    <w:rsid w:val="000B6837"/>
    <w:rsid w:val="000B695E"/>
    <w:rsid w:val="000B6998"/>
    <w:rsid w:val="000B6AFD"/>
    <w:rsid w:val="000B6BDA"/>
    <w:rsid w:val="000B6E22"/>
    <w:rsid w:val="000B743B"/>
    <w:rsid w:val="000B777C"/>
    <w:rsid w:val="000B78AD"/>
    <w:rsid w:val="000B7A60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D2D"/>
    <w:rsid w:val="000C0ED7"/>
    <w:rsid w:val="000C1079"/>
    <w:rsid w:val="000C129B"/>
    <w:rsid w:val="000C12BC"/>
    <w:rsid w:val="000C1320"/>
    <w:rsid w:val="000C1822"/>
    <w:rsid w:val="000C19ED"/>
    <w:rsid w:val="000C1A68"/>
    <w:rsid w:val="000C1F98"/>
    <w:rsid w:val="000C2123"/>
    <w:rsid w:val="000C222A"/>
    <w:rsid w:val="000C24B8"/>
    <w:rsid w:val="000C26F3"/>
    <w:rsid w:val="000C3201"/>
    <w:rsid w:val="000C3576"/>
    <w:rsid w:val="000C35C8"/>
    <w:rsid w:val="000C4178"/>
    <w:rsid w:val="000C4231"/>
    <w:rsid w:val="000C4D02"/>
    <w:rsid w:val="000C4F26"/>
    <w:rsid w:val="000C55D7"/>
    <w:rsid w:val="000C56FF"/>
    <w:rsid w:val="000C5898"/>
    <w:rsid w:val="000C5B32"/>
    <w:rsid w:val="000C5B66"/>
    <w:rsid w:val="000C5DC6"/>
    <w:rsid w:val="000C5F42"/>
    <w:rsid w:val="000C61C9"/>
    <w:rsid w:val="000C66D7"/>
    <w:rsid w:val="000C699B"/>
    <w:rsid w:val="000C6D34"/>
    <w:rsid w:val="000C6E5B"/>
    <w:rsid w:val="000C6F1B"/>
    <w:rsid w:val="000C738F"/>
    <w:rsid w:val="000C74A7"/>
    <w:rsid w:val="000C75BD"/>
    <w:rsid w:val="000C771C"/>
    <w:rsid w:val="000C78AD"/>
    <w:rsid w:val="000C7A7D"/>
    <w:rsid w:val="000C7C75"/>
    <w:rsid w:val="000C7D2E"/>
    <w:rsid w:val="000C7F81"/>
    <w:rsid w:val="000D03D6"/>
    <w:rsid w:val="000D0517"/>
    <w:rsid w:val="000D05B1"/>
    <w:rsid w:val="000D0AC3"/>
    <w:rsid w:val="000D0B08"/>
    <w:rsid w:val="000D104A"/>
    <w:rsid w:val="000D1453"/>
    <w:rsid w:val="000D15F7"/>
    <w:rsid w:val="000D1636"/>
    <w:rsid w:val="000D17B3"/>
    <w:rsid w:val="000D191D"/>
    <w:rsid w:val="000D1AB9"/>
    <w:rsid w:val="000D1CA0"/>
    <w:rsid w:val="000D1D16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ABF"/>
    <w:rsid w:val="000D3ED5"/>
    <w:rsid w:val="000D41FB"/>
    <w:rsid w:val="000D45D4"/>
    <w:rsid w:val="000D4901"/>
    <w:rsid w:val="000D4B9B"/>
    <w:rsid w:val="000D50B1"/>
    <w:rsid w:val="000D5152"/>
    <w:rsid w:val="000D5189"/>
    <w:rsid w:val="000D535A"/>
    <w:rsid w:val="000D581D"/>
    <w:rsid w:val="000D5B22"/>
    <w:rsid w:val="000D5D6D"/>
    <w:rsid w:val="000D5E6C"/>
    <w:rsid w:val="000D5E76"/>
    <w:rsid w:val="000D5FDB"/>
    <w:rsid w:val="000D6157"/>
    <w:rsid w:val="000D6266"/>
    <w:rsid w:val="000D63C1"/>
    <w:rsid w:val="000D65FE"/>
    <w:rsid w:val="000D7143"/>
    <w:rsid w:val="000D79DC"/>
    <w:rsid w:val="000D7B69"/>
    <w:rsid w:val="000D7B7A"/>
    <w:rsid w:val="000D7D23"/>
    <w:rsid w:val="000D7E2D"/>
    <w:rsid w:val="000E01EE"/>
    <w:rsid w:val="000E0645"/>
    <w:rsid w:val="000E0809"/>
    <w:rsid w:val="000E0BDD"/>
    <w:rsid w:val="000E0D04"/>
    <w:rsid w:val="000E0DD0"/>
    <w:rsid w:val="000E0EEE"/>
    <w:rsid w:val="000E0FB3"/>
    <w:rsid w:val="000E1112"/>
    <w:rsid w:val="000E11F9"/>
    <w:rsid w:val="000E13A4"/>
    <w:rsid w:val="000E16C9"/>
    <w:rsid w:val="000E24CC"/>
    <w:rsid w:val="000E25F5"/>
    <w:rsid w:val="000E2A26"/>
    <w:rsid w:val="000E2B53"/>
    <w:rsid w:val="000E2E18"/>
    <w:rsid w:val="000E302C"/>
    <w:rsid w:val="000E33BB"/>
    <w:rsid w:val="000E38A8"/>
    <w:rsid w:val="000E38E0"/>
    <w:rsid w:val="000E3AD4"/>
    <w:rsid w:val="000E3F37"/>
    <w:rsid w:val="000E44E3"/>
    <w:rsid w:val="000E4629"/>
    <w:rsid w:val="000E49CB"/>
    <w:rsid w:val="000E5042"/>
    <w:rsid w:val="000E511E"/>
    <w:rsid w:val="000E5549"/>
    <w:rsid w:val="000E57F4"/>
    <w:rsid w:val="000E5EB1"/>
    <w:rsid w:val="000E5F8F"/>
    <w:rsid w:val="000E61CC"/>
    <w:rsid w:val="000E640C"/>
    <w:rsid w:val="000E652E"/>
    <w:rsid w:val="000E6980"/>
    <w:rsid w:val="000E6A6E"/>
    <w:rsid w:val="000E6CEA"/>
    <w:rsid w:val="000E6FD0"/>
    <w:rsid w:val="000E7073"/>
    <w:rsid w:val="000E7488"/>
    <w:rsid w:val="000E74E0"/>
    <w:rsid w:val="000E7583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872"/>
    <w:rsid w:val="000F2E5D"/>
    <w:rsid w:val="000F2E6E"/>
    <w:rsid w:val="000F3319"/>
    <w:rsid w:val="000F3365"/>
    <w:rsid w:val="000F3457"/>
    <w:rsid w:val="000F3899"/>
    <w:rsid w:val="000F3C06"/>
    <w:rsid w:val="000F3E52"/>
    <w:rsid w:val="000F480A"/>
    <w:rsid w:val="000F4C7A"/>
    <w:rsid w:val="000F4CC7"/>
    <w:rsid w:val="000F4E8F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79"/>
    <w:rsid w:val="000F6CFE"/>
    <w:rsid w:val="000F72B3"/>
    <w:rsid w:val="000F7503"/>
    <w:rsid w:val="000F7642"/>
    <w:rsid w:val="000F76CB"/>
    <w:rsid w:val="000F7B42"/>
    <w:rsid w:val="000F7CD6"/>
    <w:rsid w:val="000F7E9A"/>
    <w:rsid w:val="00100573"/>
    <w:rsid w:val="00100666"/>
    <w:rsid w:val="00100C2F"/>
    <w:rsid w:val="00100FD0"/>
    <w:rsid w:val="00100FFF"/>
    <w:rsid w:val="0010152A"/>
    <w:rsid w:val="00101600"/>
    <w:rsid w:val="00101B3F"/>
    <w:rsid w:val="00101E70"/>
    <w:rsid w:val="0010205F"/>
    <w:rsid w:val="001022EB"/>
    <w:rsid w:val="001023A6"/>
    <w:rsid w:val="00102960"/>
    <w:rsid w:val="001029A7"/>
    <w:rsid w:val="00102CAA"/>
    <w:rsid w:val="00102CD6"/>
    <w:rsid w:val="00102D69"/>
    <w:rsid w:val="001031E6"/>
    <w:rsid w:val="00103521"/>
    <w:rsid w:val="0010352B"/>
    <w:rsid w:val="001039A5"/>
    <w:rsid w:val="00103C5C"/>
    <w:rsid w:val="00103DD1"/>
    <w:rsid w:val="00103FD7"/>
    <w:rsid w:val="00104539"/>
    <w:rsid w:val="001045D0"/>
    <w:rsid w:val="001048AD"/>
    <w:rsid w:val="00104C5B"/>
    <w:rsid w:val="00104DDE"/>
    <w:rsid w:val="00104EAD"/>
    <w:rsid w:val="00105648"/>
    <w:rsid w:val="00105795"/>
    <w:rsid w:val="0010597C"/>
    <w:rsid w:val="001059DD"/>
    <w:rsid w:val="00105BA0"/>
    <w:rsid w:val="00105CB6"/>
    <w:rsid w:val="00106168"/>
    <w:rsid w:val="001063D8"/>
    <w:rsid w:val="00106514"/>
    <w:rsid w:val="0010654F"/>
    <w:rsid w:val="001066F4"/>
    <w:rsid w:val="00106986"/>
    <w:rsid w:val="00106A4B"/>
    <w:rsid w:val="00106BB0"/>
    <w:rsid w:val="00106D23"/>
    <w:rsid w:val="001071C5"/>
    <w:rsid w:val="001071D1"/>
    <w:rsid w:val="00107594"/>
    <w:rsid w:val="001077C4"/>
    <w:rsid w:val="00107886"/>
    <w:rsid w:val="00107B27"/>
    <w:rsid w:val="00107EF7"/>
    <w:rsid w:val="001102F8"/>
    <w:rsid w:val="0011053B"/>
    <w:rsid w:val="0011086B"/>
    <w:rsid w:val="00110942"/>
    <w:rsid w:val="00110CE0"/>
    <w:rsid w:val="0011137C"/>
    <w:rsid w:val="0011228A"/>
    <w:rsid w:val="0011248E"/>
    <w:rsid w:val="001125BB"/>
    <w:rsid w:val="00112819"/>
    <w:rsid w:val="0011283C"/>
    <w:rsid w:val="00112BFC"/>
    <w:rsid w:val="00112EC0"/>
    <w:rsid w:val="0011354A"/>
    <w:rsid w:val="0011378F"/>
    <w:rsid w:val="00113E1F"/>
    <w:rsid w:val="00113F6C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6F6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5A"/>
    <w:rsid w:val="00117B78"/>
    <w:rsid w:val="00117C37"/>
    <w:rsid w:val="00117CEB"/>
    <w:rsid w:val="00117D6F"/>
    <w:rsid w:val="001200B5"/>
    <w:rsid w:val="00120163"/>
    <w:rsid w:val="001202E8"/>
    <w:rsid w:val="00120302"/>
    <w:rsid w:val="001204B8"/>
    <w:rsid w:val="001204C7"/>
    <w:rsid w:val="0012070E"/>
    <w:rsid w:val="001208BB"/>
    <w:rsid w:val="00120BCF"/>
    <w:rsid w:val="00120C22"/>
    <w:rsid w:val="00121317"/>
    <w:rsid w:val="001214D5"/>
    <w:rsid w:val="001219E3"/>
    <w:rsid w:val="00121AD0"/>
    <w:rsid w:val="00121D45"/>
    <w:rsid w:val="00122873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447F"/>
    <w:rsid w:val="001245F1"/>
    <w:rsid w:val="00124623"/>
    <w:rsid w:val="00124B92"/>
    <w:rsid w:val="00124BFC"/>
    <w:rsid w:val="001257E3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B43"/>
    <w:rsid w:val="00126C10"/>
    <w:rsid w:val="0012700E"/>
    <w:rsid w:val="001270DC"/>
    <w:rsid w:val="00127299"/>
    <w:rsid w:val="001272A0"/>
    <w:rsid w:val="00127356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3"/>
    <w:rsid w:val="0013123A"/>
    <w:rsid w:val="00131345"/>
    <w:rsid w:val="00131392"/>
    <w:rsid w:val="0013142A"/>
    <w:rsid w:val="001314C0"/>
    <w:rsid w:val="0013174E"/>
    <w:rsid w:val="00131DED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2B2"/>
    <w:rsid w:val="00133335"/>
    <w:rsid w:val="00133635"/>
    <w:rsid w:val="00133844"/>
    <w:rsid w:val="00133973"/>
    <w:rsid w:val="00133B84"/>
    <w:rsid w:val="00133C37"/>
    <w:rsid w:val="00133D6A"/>
    <w:rsid w:val="00133E02"/>
    <w:rsid w:val="00133F1E"/>
    <w:rsid w:val="001341D9"/>
    <w:rsid w:val="001341DF"/>
    <w:rsid w:val="00134A35"/>
    <w:rsid w:val="00134A4C"/>
    <w:rsid w:val="0013526B"/>
    <w:rsid w:val="001352C8"/>
    <w:rsid w:val="001357DA"/>
    <w:rsid w:val="001372E4"/>
    <w:rsid w:val="00137413"/>
    <w:rsid w:val="00137494"/>
    <w:rsid w:val="00137742"/>
    <w:rsid w:val="00137780"/>
    <w:rsid w:val="00137CFC"/>
    <w:rsid w:val="00137D6E"/>
    <w:rsid w:val="001400ED"/>
    <w:rsid w:val="0014058B"/>
    <w:rsid w:val="001407B8"/>
    <w:rsid w:val="00140922"/>
    <w:rsid w:val="00140C04"/>
    <w:rsid w:val="00140C7C"/>
    <w:rsid w:val="00140FB7"/>
    <w:rsid w:val="001412CD"/>
    <w:rsid w:val="0014137F"/>
    <w:rsid w:val="00142019"/>
    <w:rsid w:val="001423D0"/>
    <w:rsid w:val="0014257A"/>
    <w:rsid w:val="001427E2"/>
    <w:rsid w:val="00142925"/>
    <w:rsid w:val="00143430"/>
    <w:rsid w:val="001434A2"/>
    <w:rsid w:val="0014359A"/>
    <w:rsid w:val="001439E9"/>
    <w:rsid w:val="00143C41"/>
    <w:rsid w:val="00143D1F"/>
    <w:rsid w:val="00144425"/>
    <w:rsid w:val="0014498D"/>
    <w:rsid w:val="00144E19"/>
    <w:rsid w:val="00144EFC"/>
    <w:rsid w:val="001453F2"/>
    <w:rsid w:val="00145673"/>
    <w:rsid w:val="001457B1"/>
    <w:rsid w:val="00145AB6"/>
    <w:rsid w:val="001462F6"/>
    <w:rsid w:val="001465D3"/>
    <w:rsid w:val="00146600"/>
    <w:rsid w:val="00146856"/>
    <w:rsid w:val="00146E02"/>
    <w:rsid w:val="00146E57"/>
    <w:rsid w:val="00146E63"/>
    <w:rsid w:val="00146E97"/>
    <w:rsid w:val="001472BD"/>
    <w:rsid w:val="001477FB"/>
    <w:rsid w:val="00147905"/>
    <w:rsid w:val="0014791F"/>
    <w:rsid w:val="00147FC5"/>
    <w:rsid w:val="0015007F"/>
    <w:rsid w:val="001502C5"/>
    <w:rsid w:val="001503B3"/>
    <w:rsid w:val="00150501"/>
    <w:rsid w:val="00150803"/>
    <w:rsid w:val="00150A2B"/>
    <w:rsid w:val="00150BCA"/>
    <w:rsid w:val="00150FD7"/>
    <w:rsid w:val="00151345"/>
    <w:rsid w:val="00151693"/>
    <w:rsid w:val="001516F0"/>
    <w:rsid w:val="00151F14"/>
    <w:rsid w:val="00152214"/>
    <w:rsid w:val="001524C3"/>
    <w:rsid w:val="0015267D"/>
    <w:rsid w:val="00152B69"/>
    <w:rsid w:val="00153203"/>
    <w:rsid w:val="0015344A"/>
    <w:rsid w:val="0015345A"/>
    <w:rsid w:val="00153470"/>
    <w:rsid w:val="00153579"/>
    <w:rsid w:val="00153C41"/>
    <w:rsid w:val="00153E32"/>
    <w:rsid w:val="001544F1"/>
    <w:rsid w:val="00154633"/>
    <w:rsid w:val="00154842"/>
    <w:rsid w:val="00154989"/>
    <w:rsid w:val="00154B0E"/>
    <w:rsid w:val="00154B3F"/>
    <w:rsid w:val="00154C40"/>
    <w:rsid w:val="00154FF0"/>
    <w:rsid w:val="00155116"/>
    <w:rsid w:val="001558D9"/>
    <w:rsid w:val="0015591C"/>
    <w:rsid w:val="001559F5"/>
    <w:rsid w:val="00155FD9"/>
    <w:rsid w:val="0015645F"/>
    <w:rsid w:val="001569D0"/>
    <w:rsid w:val="00156CF3"/>
    <w:rsid w:val="00156DB8"/>
    <w:rsid w:val="00156DE3"/>
    <w:rsid w:val="00157149"/>
    <w:rsid w:val="001571B6"/>
    <w:rsid w:val="00157857"/>
    <w:rsid w:val="00157A4E"/>
    <w:rsid w:val="00157C74"/>
    <w:rsid w:val="00157DB5"/>
    <w:rsid w:val="00157E07"/>
    <w:rsid w:val="00157FD3"/>
    <w:rsid w:val="00160214"/>
    <w:rsid w:val="0016056B"/>
    <w:rsid w:val="00160B21"/>
    <w:rsid w:val="00160FCF"/>
    <w:rsid w:val="001618C8"/>
    <w:rsid w:val="00161DBE"/>
    <w:rsid w:val="00161EA9"/>
    <w:rsid w:val="001620C9"/>
    <w:rsid w:val="001621DA"/>
    <w:rsid w:val="00162AE9"/>
    <w:rsid w:val="00162CF5"/>
    <w:rsid w:val="0016339C"/>
    <w:rsid w:val="0016383F"/>
    <w:rsid w:val="00163F0F"/>
    <w:rsid w:val="00164109"/>
    <w:rsid w:val="0016429C"/>
    <w:rsid w:val="0016432D"/>
    <w:rsid w:val="00164655"/>
    <w:rsid w:val="00164AF2"/>
    <w:rsid w:val="00165237"/>
    <w:rsid w:val="001654A6"/>
    <w:rsid w:val="0016555B"/>
    <w:rsid w:val="001667AB"/>
    <w:rsid w:val="0016711F"/>
    <w:rsid w:val="00167293"/>
    <w:rsid w:val="00167955"/>
    <w:rsid w:val="00167AC3"/>
    <w:rsid w:val="00167EE1"/>
    <w:rsid w:val="0017007F"/>
    <w:rsid w:val="00170712"/>
    <w:rsid w:val="00170913"/>
    <w:rsid w:val="00171079"/>
    <w:rsid w:val="00171478"/>
    <w:rsid w:val="00171580"/>
    <w:rsid w:val="001715C8"/>
    <w:rsid w:val="0017192F"/>
    <w:rsid w:val="00171D05"/>
    <w:rsid w:val="00171F4F"/>
    <w:rsid w:val="00172395"/>
    <w:rsid w:val="00172914"/>
    <w:rsid w:val="00172C32"/>
    <w:rsid w:val="00172F9F"/>
    <w:rsid w:val="001730B7"/>
    <w:rsid w:val="00173C0F"/>
    <w:rsid w:val="00173FA1"/>
    <w:rsid w:val="00174171"/>
    <w:rsid w:val="00174217"/>
    <w:rsid w:val="00174254"/>
    <w:rsid w:val="0017429F"/>
    <w:rsid w:val="001748A6"/>
    <w:rsid w:val="001748BB"/>
    <w:rsid w:val="00174AA4"/>
    <w:rsid w:val="00174BBF"/>
    <w:rsid w:val="00174E60"/>
    <w:rsid w:val="00174EAD"/>
    <w:rsid w:val="00175109"/>
    <w:rsid w:val="0017522D"/>
    <w:rsid w:val="00175561"/>
    <w:rsid w:val="00175C3F"/>
    <w:rsid w:val="00175C59"/>
    <w:rsid w:val="001762AD"/>
    <w:rsid w:val="001762F1"/>
    <w:rsid w:val="001766D8"/>
    <w:rsid w:val="001767A4"/>
    <w:rsid w:val="001779F4"/>
    <w:rsid w:val="00177A91"/>
    <w:rsid w:val="00177C93"/>
    <w:rsid w:val="00177EFF"/>
    <w:rsid w:val="00180187"/>
    <w:rsid w:val="001803B2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21A9"/>
    <w:rsid w:val="001827E9"/>
    <w:rsid w:val="001829C5"/>
    <w:rsid w:val="00182A2A"/>
    <w:rsid w:val="00182A6F"/>
    <w:rsid w:val="00182D72"/>
    <w:rsid w:val="00182DC4"/>
    <w:rsid w:val="00182F4C"/>
    <w:rsid w:val="00182FD4"/>
    <w:rsid w:val="0018337C"/>
    <w:rsid w:val="001833FE"/>
    <w:rsid w:val="00183941"/>
    <w:rsid w:val="00183C63"/>
    <w:rsid w:val="00183DDE"/>
    <w:rsid w:val="00184022"/>
    <w:rsid w:val="001842AB"/>
    <w:rsid w:val="001845E0"/>
    <w:rsid w:val="001846A4"/>
    <w:rsid w:val="001847A0"/>
    <w:rsid w:val="00184878"/>
    <w:rsid w:val="0018495D"/>
    <w:rsid w:val="0018497D"/>
    <w:rsid w:val="00184AB3"/>
    <w:rsid w:val="00184B55"/>
    <w:rsid w:val="00184B97"/>
    <w:rsid w:val="00184DAA"/>
    <w:rsid w:val="00184F9D"/>
    <w:rsid w:val="0018524F"/>
    <w:rsid w:val="001853F3"/>
    <w:rsid w:val="0018541F"/>
    <w:rsid w:val="00185575"/>
    <w:rsid w:val="001859C7"/>
    <w:rsid w:val="001859E7"/>
    <w:rsid w:val="00185E1F"/>
    <w:rsid w:val="00185EF5"/>
    <w:rsid w:val="001861F1"/>
    <w:rsid w:val="00186283"/>
    <w:rsid w:val="00186379"/>
    <w:rsid w:val="001868AA"/>
    <w:rsid w:val="00186EA6"/>
    <w:rsid w:val="001870E1"/>
    <w:rsid w:val="001874C6"/>
    <w:rsid w:val="00187C1D"/>
    <w:rsid w:val="00187DD6"/>
    <w:rsid w:val="00190055"/>
    <w:rsid w:val="0019009C"/>
    <w:rsid w:val="001904CA"/>
    <w:rsid w:val="00190953"/>
    <w:rsid w:val="00190B60"/>
    <w:rsid w:val="001910CB"/>
    <w:rsid w:val="001914EC"/>
    <w:rsid w:val="001915BA"/>
    <w:rsid w:val="001915BD"/>
    <w:rsid w:val="001916F0"/>
    <w:rsid w:val="00191AF3"/>
    <w:rsid w:val="00191B63"/>
    <w:rsid w:val="00191C01"/>
    <w:rsid w:val="00191D6B"/>
    <w:rsid w:val="00192018"/>
    <w:rsid w:val="001920E9"/>
    <w:rsid w:val="0019233E"/>
    <w:rsid w:val="0019241A"/>
    <w:rsid w:val="00192E65"/>
    <w:rsid w:val="00192FA5"/>
    <w:rsid w:val="00193BD8"/>
    <w:rsid w:val="00193D18"/>
    <w:rsid w:val="00193F8D"/>
    <w:rsid w:val="001947C3"/>
    <w:rsid w:val="001949E8"/>
    <w:rsid w:val="00194AC9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1AA"/>
    <w:rsid w:val="001967D1"/>
    <w:rsid w:val="001971E4"/>
    <w:rsid w:val="001971F6"/>
    <w:rsid w:val="0019727B"/>
    <w:rsid w:val="001973CF"/>
    <w:rsid w:val="00197517"/>
    <w:rsid w:val="00197A64"/>
    <w:rsid w:val="00197B50"/>
    <w:rsid w:val="00197BA8"/>
    <w:rsid w:val="00197EC9"/>
    <w:rsid w:val="001A02CC"/>
    <w:rsid w:val="001A0369"/>
    <w:rsid w:val="001A0487"/>
    <w:rsid w:val="001A1712"/>
    <w:rsid w:val="001A18BF"/>
    <w:rsid w:val="001A193F"/>
    <w:rsid w:val="001A1957"/>
    <w:rsid w:val="001A1BC8"/>
    <w:rsid w:val="001A1FAE"/>
    <w:rsid w:val="001A2627"/>
    <w:rsid w:val="001A2922"/>
    <w:rsid w:val="001A2A1C"/>
    <w:rsid w:val="001A2C21"/>
    <w:rsid w:val="001A2E51"/>
    <w:rsid w:val="001A2EB1"/>
    <w:rsid w:val="001A3358"/>
    <w:rsid w:val="001A350F"/>
    <w:rsid w:val="001A37A0"/>
    <w:rsid w:val="001A3A74"/>
    <w:rsid w:val="001A3B52"/>
    <w:rsid w:val="001A3DF2"/>
    <w:rsid w:val="001A4530"/>
    <w:rsid w:val="001A462E"/>
    <w:rsid w:val="001A4684"/>
    <w:rsid w:val="001A4C35"/>
    <w:rsid w:val="001A4C4C"/>
    <w:rsid w:val="001A4E1C"/>
    <w:rsid w:val="001A4F0F"/>
    <w:rsid w:val="001A50A1"/>
    <w:rsid w:val="001A5100"/>
    <w:rsid w:val="001A580F"/>
    <w:rsid w:val="001A5AF1"/>
    <w:rsid w:val="001A5D27"/>
    <w:rsid w:val="001A65A4"/>
    <w:rsid w:val="001A65C2"/>
    <w:rsid w:val="001A67F1"/>
    <w:rsid w:val="001A6A4A"/>
    <w:rsid w:val="001A6EBF"/>
    <w:rsid w:val="001A70EA"/>
    <w:rsid w:val="001A727D"/>
    <w:rsid w:val="001A763A"/>
    <w:rsid w:val="001A793F"/>
    <w:rsid w:val="001A7E45"/>
    <w:rsid w:val="001B018D"/>
    <w:rsid w:val="001B01A7"/>
    <w:rsid w:val="001B02BF"/>
    <w:rsid w:val="001B0889"/>
    <w:rsid w:val="001B0920"/>
    <w:rsid w:val="001B09D4"/>
    <w:rsid w:val="001B0B13"/>
    <w:rsid w:val="001B101F"/>
    <w:rsid w:val="001B103E"/>
    <w:rsid w:val="001B109E"/>
    <w:rsid w:val="001B1600"/>
    <w:rsid w:val="001B1C98"/>
    <w:rsid w:val="001B1C9D"/>
    <w:rsid w:val="001B20A9"/>
    <w:rsid w:val="001B22D2"/>
    <w:rsid w:val="001B2355"/>
    <w:rsid w:val="001B27BA"/>
    <w:rsid w:val="001B27D6"/>
    <w:rsid w:val="001B3CF9"/>
    <w:rsid w:val="001B461D"/>
    <w:rsid w:val="001B474A"/>
    <w:rsid w:val="001B4BA1"/>
    <w:rsid w:val="001B4F27"/>
    <w:rsid w:val="001B529A"/>
    <w:rsid w:val="001B535D"/>
    <w:rsid w:val="001B5569"/>
    <w:rsid w:val="001B56F5"/>
    <w:rsid w:val="001B5B39"/>
    <w:rsid w:val="001B5D0C"/>
    <w:rsid w:val="001B5D9F"/>
    <w:rsid w:val="001B5EED"/>
    <w:rsid w:val="001B5F63"/>
    <w:rsid w:val="001B6335"/>
    <w:rsid w:val="001B646D"/>
    <w:rsid w:val="001B69F0"/>
    <w:rsid w:val="001B6A80"/>
    <w:rsid w:val="001B6A8C"/>
    <w:rsid w:val="001B6B22"/>
    <w:rsid w:val="001B6B58"/>
    <w:rsid w:val="001B768B"/>
    <w:rsid w:val="001B76D1"/>
    <w:rsid w:val="001B7988"/>
    <w:rsid w:val="001B7EDF"/>
    <w:rsid w:val="001C017F"/>
    <w:rsid w:val="001C01A2"/>
    <w:rsid w:val="001C054D"/>
    <w:rsid w:val="001C058A"/>
    <w:rsid w:val="001C075D"/>
    <w:rsid w:val="001C0764"/>
    <w:rsid w:val="001C07F6"/>
    <w:rsid w:val="001C15FF"/>
    <w:rsid w:val="001C16DA"/>
    <w:rsid w:val="001C1747"/>
    <w:rsid w:val="001C1810"/>
    <w:rsid w:val="001C1F60"/>
    <w:rsid w:val="001C27E3"/>
    <w:rsid w:val="001C2A20"/>
    <w:rsid w:val="001C2A75"/>
    <w:rsid w:val="001C2CE5"/>
    <w:rsid w:val="001C2D3A"/>
    <w:rsid w:val="001C2EB2"/>
    <w:rsid w:val="001C377C"/>
    <w:rsid w:val="001C3CBD"/>
    <w:rsid w:val="001C3DB6"/>
    <w:rsid w:val="001C3EB5"/>
    <w:rsid w:val="001C3F3F"/>
    <w:rsid w:val="001C4560"/>
    <w:rsid w:val="001C4BFB"/>
    <w:rsid w:val="001C4DB6"/>
    <w:rsid w:val="001C5078"/>
    <w:rsid w:val="001C5172"/>
    <w:rsid w:val="001C52DE"/>
    <w:rsid w:val="001C5394"/>
    <w:rsid w:val="001C57B8"/>
    <w:rsid w:val="001C58AE"/>
    <w:rsid w:val="001C5A5D"/>
    <w:rsid w:val="001C5CF6"/>
    <w:rsid w:val="001C5EAE"/>
    <w:rsid w:val="001C6523"/>
    <w:rsid w:val="001C6BCF"/>
    <w:rsid w:val="001C6DCF"/>
    <w:rsid w:val="001C7885"/>
    <w:rsid w:val="001C790F"/>
    <w:rsid w:val="001C7C95"/>
    <w:rsid w:val="001C7D0D"/>
    <w:rsid w:val="001C7E14"/>
    <w:rsid w:val="001C7EC1"/>
    <w:rsid w:val="001D02D0"/>
    <w:rsid w:val="001D0A04"/>
    <w:rsid w:val="001D0AC6"/>
    <w:rsid w:val="001D116D"/>
    <w:rsid w:val="001D1694"/>
    <w:rsid w:val="001D1A0B"/>
    <w:rsid w:val="001D1B85"/>
    <w:rsid w:val="001D1BE7"/>
    <w:rsid w:val="001D1C2A"/>
    <w:rsid w:val="001D1DAD"/>
    <w:rsid w:val="001D2791"/>
    <w:rsid w:val="001D2BE1"/>
    <w:rsid w:val="001D2EB6"/>
    <w:rsid w:val="001D326A"/>
    <w:rsid w:val="001D3784"/>
    <w:rsid w:val="001D37E6"/>
    <w:rsid w:val="001D3B6C"/>
    <w:rsid w:val="001D3C2B"/>
    <w:rsid w:val="001D3EB0"/>
    <w:rsid w:val="001D4213"/>
    <w:rsid w:val="001D43E6"/>
    <w:rsid w:val="001D4987"/>
    <w:rsid w:val="001D4D81"/>
    <w:rsid w:val="001D576E"/>
    <w:rsid w:val="001D5987"/>
    <w:rsid w:val="001D6667"/>
    <w:rsid w:val="001D6801"/>
    <w:rsid w:val="001D6BEA"/>
    <w:rsid w:val="001D6EAE"/>
    <w:rsid w:val="001D7275"/>
    <w:rsid w:val="001D7310"/>
    <w:rsid w:val="001D75FE"/>
    <w:rsid w:val="001D7728"/>
    <w:rsid w:val="001D7B15"/>
    <w:rsid w:val="001D7C23"/>
    <w:rsid w:val="001D7FCB"/>
    <w:rsid w:val="001D7FEF"/>
    <w:rsid w:val="001E0310"/>
    <w:rsid w:val="001E03F6"/>
    <w:rsid w:val="001E0DC1"/>
    <w:rsid w:val="001E0F58"/>
    <w:rsid w:val="001E1BFE"/>
    <w:rsid w:val="001E1C75"/>
    <w:rsid w:val="001E288A"/>
    <w:rsid w:val="001E28DE"/>
    <w:rsid w:val="001E2A4F"/>
    <w:rsid w:val="001E2F49"/>
    <w:rsid w:val="001E3189"/>
    <w:rsid w:val="001E329B"/>
    <w:rsid w:val="001E35A0"/>
    <w:rsid w:val="001E36AA"/>
    <w:rsid w:val="001E3D8B"/>
    <w:rsid w:val="001E3DD2"/>
    <w:rsid w:val="001E40D9"/>
    <w:rsid w:val="001E415A"/>
    <w:rsid w:val="001E43A8"/>
    <w:rsid w:val="001E453A"/>
    <w:rsid w:val="001E465A"/>
    <w:rsid w:val="001E4D76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238"/>
    <w:rsid w:val="001E76A4"/>
    <w:rsid w:val="001E789C"/>
    <w:rsid w:val="001E7CA5"/>
    <w:rsid w:val="001E7E16"/>
    <w:rsid w:val="001F00C1"/>
    <w:rsid w:val="001F05AF"/>
    <w:rsid w:val="001F0898"/>
    <w:rsid w:val="001F0B05"/>
    <w:rsid w:val="001F0D57"/>
    <w:rsid w:val="001F0F18"/>
    <w:rsid w:val="001F1676"/>
    <w:rsid w:val="001F226F"/>
    <w:rsid w:val="001F22FE"/>
    <w:rsid w:val="001F257F"/>
    <w:rsid w:val="001F2B5D"/>
    <w:rsid w:val="001F2C59"/>
    <w:rsid w:val="001F2C66"/>
    <w:rsid w:val="001F33D6"/>
    <w:rsid w:val="001F3544"/>
    <w:rsid w:val="001F3857"/>
    <w:rsid w:val="001F3915"/>
    <w:rsid w:val="001F397C"/>
    <w:rsid w:val="001F3986"/>
    <w:rsid w:val="001F3D3C"/>
    <w:rsid w:val="001F3E12"/>
    <w:rsid w:val="001F41EF"/>
    <w:rsid w:val="001F493D"/>
    <w:rsid w:val="001F499D"/>
    <w:rsid w:val="001F4D4C"/>
    <w:rsid w:val="001F4DDD"/>
    <w:rsid w:val="001F4ED8"/>
    <w:rsid w:val="001F4FEA"/>
    <w:rsid w:val="001F50FD"/>
    <w:rsid w:val="001F55B6"/>
    <w:rsid w:val="001F56B3"/>
    <w:rsid w:val="001F5C62"/>
    <w:rsid w:val="001F5D57"/>
    <w:rsid w:val="001F600D"/>
    <w:rsid w:val="001F61EC"/>
    <w:rsid w:val="001F6251"/>
    <w:rsid w:val="001F65C1"/>
    <w:rsid w:val="001F67A8"/>
    <w:rsid w:val="001F746F"/>
    <w:rsid w:val="001F74F5"/>
    <w:rsid w:val="001F7667"/>
    <w:rsid w:val="001F7B2A"/>
    <w:rsid w:val="002001AB"/>
    <w:rsid w:val="002002CE"/>
    <w:rsid w:val="00200408"/>
    <w:rsid w:val="002006A9"/>
    <w:rsid w:val="002010A8"/>
    <w:rsid w:val="0020128F"/>
    <w:rsid w:val="00201504"/>
    <w:rsid w:val="0020178D"/>
    <w:rsid w:val="00202292"/>
    <w:rsid w:val="00202860"/>
    <w:rsid w:val="00202AEC"/>
    <w:rsid w:val="00202D63"/>
    <w:rsid w:val="002035DE"/>
    <w:rsid w:val="002039F5"/>
    <w:rsid w:val="00203DB0"/>
    <w:rsid w:val="00203DF7"/>
    <w:rsid w:val="0020440B"/>
    <w:rsid w:val="00204744"/>
    <w:rsid w:val="002047CB"/>
    <w:rsid w:val="00204B6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79D"/>
    <w:rsid w:val="00206CBD"/>
    <w:rsid w:val="00206EFC"/>
    <w:rsid w:val="002071DC"/>
    <w:rsid w:val="00207AEC"/>
    <w:rsid w:val="00207C55"/>
    <w:rsid w:val="002101BC"/>
    <w:rsid w:val="0021056F"/>
    <w:rsid w:val="00210791"/>
    <w:rsid w:val="00210822"/>
    <w:rsid w:val="00210900"/>
    <w:rsid w:val="00210B6C"/>
    <w:rsid w:val="002112FB"/>
    <w:rsid w:val="00211394"/>
    <w:rsid w:val="00211857"/>
    <w:rsid w:val="00211981"/>
    <w:rsid w:val="00211CD0"/>
    <w:rsid w:val="00212112"/>
    <w:rsid w:val="00212115"/>
    <w:rsid w:val="0021308C"/>
    <w:rsid w:val="00213435"/>
    <w:rsid w:val="002134D3"/>
    <w:rsid w:val="00213749"/>
    <w:rsid w:val="00213E26"/>
    <w:rsid w:val="00213EC2"/>
    <w:rsid w:val="00214001"/>
    <w:rsid w:val="00214201"/>
    <w:rsid w:val="002143B1"/>
    <w:rsid w:val="002143BE"/>
    <w:rsid w:val="002146A0"/>
    <w:rsid w:val="002146F5"/>
    <w:rsid w:val="00214AD9"/>
    <w:rsid w:val="00214FF6"/>
    <w:rsid w:val="00215008"/>
    <w:rsid w:val="00215153"/>
    <w:rsid w:val="002151E8"/>
    <w:rsid w:val="00215368"/>
    <w:rsid w:val="00215546"/>
    <w:rsid w:val="00215667"/>
    <w:rsid w:val="00215838"/>
    <w:rsid w:val="00215B43"/>
    <w:rsid w:val="00215C91"/>
    <w:rsid w:val="00215D05"/>
    <w:rsid w:val="00215E40"/>
    <w:rsid w:val="00215F32"/>
    <w:rsid w:val="0021634C"/>
    <w:rsid w:val="0021671D"/>
    <w:rsid w:val="00216C6B"/>
    <w:rsid w:val="00216F1B"/>
    <w:rsid w:val="00217088"/>
    <w:rsid w:val="0021719C"/>
    <w:rsid w:val="00217E88"/>
    <w:rsid w:val="00217FE8"/>
    <w:rsid w:val="00220154"/>
    <w:rsid w:val="00220226"/>
    <w:rsid w:val="00220290"/>
    <w:rsid w:val="0022078B"/>
    <w:rsid w:val="002207A2"/>
    <w:rsid w:val="0022086F"/>
    <w:rsid w:val="0022107A"/>
    <w:rsid w:val="0022151E"/>
    <w:rsid w:val="002217A5"/>
    <w:rsid w:val="00221929"/>
    <w:rsid w:val="00221EE6"/>
    <w:rsid w:val="00222122"/>
    <w:rsid w:val="00222144"/>
    <w:rsid w:val="002224A5"/>
    <w:rsid w:val="0022349F"/>
    <w:rsid w:val="0022370C"/>
    <w:rsid w:val="0022416C"/>
    <w:rsid w:val="002242B3"/>
    <w:rsid w:val="002243CB"/>
    <w:rsid w:val="00224795"/>
    <w:rsid w:val="002248FE"/>
    <w:rsid w:val="00224C4D"/>
    <w:rsid w:val="0022516B"/>
    <w:rsid w:val="00225A77"/>
    <w:rsid w:val="00225D3D"/>
    <w:rsid w:val="00225DF2"/>
    <w:rsid w:val="002264FA"/>
    <w:rsid w:val="00226840"/>
    <w:rsid w:val="002268BB"/>
    <w:rsid w:val="00226B6B"/>
    <w:rsid w:val="002270F5"/>
    <w:rsid w:val="002274F8"/>
    <w:rsid w:val="00227595"/>
    <w:rsid w:val="002277BE"/>
    <w:rsid w:val="0022789B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C"/>
    <w:rsid w:val="002312FD"/>
    <w:rsid w:val="00231696"/>
    <w:rsid w:val="0023194E"/>
    <w:rsid w:val="00231E9A"/>
    <w:rsid w:val="002321E8"/>
    <w:rsid w:val="00232294"/>
    <w:rsid w:val="0023232F"/>
    <w:rsid w:val="00232755"/>
    <w:rsid w:val="00232760"/>
    <w:rsid w:val="002327D7"/>
    <w:rsid w:val="002331D7"/>
    <w:rsid w:val="002331F4"/>
    <w:rsid w:val="002338E8"/>
    <w:rsid w:val="002338EA"/>
    <w:rsid w:val="002338FA"/>
    <w:rsid w:val="00233E43"/>
    <w:rsid w:val="00233F1A"/>
    <w:rsid w:val="00233F73"/>
    <w:rsid w:val="0023412E"/>
    <w:rsid w:val="00234193"/>
    <w:rsid w:val="002342C0"/>
    <w:rsid w:val="0023430C"/>
    <w:rsid w:val="002343D2"/>
    <w:rsid w:val="00234405"/>
    <w:rsid w:val="00234485"/>
    <w:rsid w:val="00234B19"/>
    <w:rsid w:val="00234B7F"/>
    <w:rsid w:val="002350CC"/>
    <w:rsid w:val="002350F8"/>
    <w:rsid w:val="00235302"/>
    <w:rsid w:val="002354CB"/>
    <w:rsid w:val="00235CB8"/>
    <w:rsid w:val="00236017"/>
    <w:rsid w:val="00236082"/>
    <w:rsid w:val="00236844"/>
    <w:rsid w:val="002373D1"/>
    <w:rsid w:val="002374BB"/>
    <w:rsid w:val="00237B69"/>
    <w:rsid w:val="002400BF"/>
    <w:rsid w:val="002401A9"/>
    <w:rsid w:val="002401BF"/>
    <w:rsid w:val="002401CA"/>
    <w:rsid w:val="00240217"/>
    <w:rsid w:val="002405CE"/>
    <w:rsid w:val="00240816"/>
    <w:rsid w:val="002409C8"/>
    <w:rsid w:val="002411B8"/>
    <w:rsid w:val="002415E3"/>
    <w:rsid w:val="00241682"/>
    <w:rsid w:val="002417F3"/>
    <w:rsid w:val="00241AF8"/>
    <w:rsid w:val="00241C75"/>
    <w:rsid w:val="00242298"/>
    <w:rsid w:val="00242E01"/>
    <w:rsid w:val="00242FC0"/>
    <w:rsid w:val="0024306E"/>
    <w:rsid w:val="00243250"/>
    <w:rsid w:val="0024333B"/>
    <w:rsid w:val="0024348E"/>
    <w:rsid w:val="0024377A"/>
    <w:rsid w:val="002438DD"/>
    <w:rsid w:val="002439CB"/>
    <w:rsid w:val="00243D71"/>
    <w:rsid w:val="00243D8D"/>
    <w:rsid w:val="00243DA6"/>
    <w:rsid w:val="00243EBF"/>
    <w:rsid w:val="00243FA9"/>
    <w:rsid w:val="00243FAE"/>
    <w:rsid w:val="00244127"/>
    <w:rsid w:val="0024430A"/>
    <w:rsid w:val="0024449E"/>
    <w:rsid w:val="00244919"/>
    <w:rsid w:val="00244CAE"/>
    <w:rsid w:val="00244F4E"/>
    <w:rsid w:val="0024514C"/>
    <w:rsid w:val="0024524F"/>
    <w:rsid w:val="002453F8"/>
    <w:rsid w:val="00245CA1"/>
    <w:rsid w:val="00245FAA"/>
    <w:rsid w:val="00245FDB"/>
    <w:rsid w:val="00246025"/>
    <w:rsid w:val="002462BC"/>
    <w:rsid w:val="00246630"/>
    <w:rsid w:val="002468CC"/>
    <w:rsid w:val="00246CCB"/>
    <w:rsid w:val="00246D3E"/>
    <w:rsid w:val="00246D7B"/>
    <w:rsid w:val="002470EB"/>
    <w:rsid w:val="00247173"/>
    <w:rsid w:val="0024759F"/>
    <w:rsid w:val="00247C20"/>
    <w:rsid w:val="00247FAA"/>
    <w:rsid w:val="00250164"/>
    <w:rsid w:val="00250699"/>
    <w:rsid w:val="002507CE"/>
    <w:rsid w:val="00250AC6"/>
    <w:rsid w:val="00250FAB"/>
    <w:rsid w:val="002510A2"/>
    <w:rsid w:val="00251274"/>
    <w:rsid w:val="00251690"/>
    <w:rsid w:val="00251C6C"/>
    <w:rsid w:val="00252301"/>
    <w:rsid w:val="002527F3"/>
    <w:rsid w:val="00253042"/>
    <w:rsid w:val="00253535"/>
    <w:rsid w:val="002535D9"/>
    <w:rsid w:val="00253671"/>
    <w:rsid w:val="002538E6"/>
    <w:rsid w:val="00253A2F"/>
    <w:rsid w:val="00253B35"/>
    <w:rsid w:val="002542B7"/>
    <w:rsid w:val="002542FE"/>
    <w:rsid w:val="00254A78"/>
    <w:rsid w:val="00254AFC"/>
    <w:rsid w:val="00255371"/>
    <w:rsid w:val="00255613"/>
    <w:rsid w:val="00255B1C"/>
    <w:rsid w:val="00255FE7"/>
    <w:rsid w:val="00256055"/>
    <w:rsid w:val="00256163"/>
    <w:rsid w:val="002564C9"/>
    <w:rsid w:val="002565CA"/>
    <w:rsid w:val="002565EE"/>
    <w:rsid w:val="002565FE"/>
    <w:rsid w:val="00256701"/>
    <w:rsid w:val="00256A9C"/>
    <w:rsid w:val="00256DE8"/>
    <w:rsid w:val="00256EAE"/>
    <w:rsid w:val="00257121"/>
    <w:rsid w:val="0025733D"/>
    <w:rsid w:val="00257BF5"/>
    <w:rsid w:val="00257C82"/>
    <w:rsid w:val="00257C99"/>
    <w:rsid w:val="00257E2F"/>
    <w:rsid w:val="0026078E"/>
    <w:rsid w:val="00260B1B"/>
    <w:rsid w:val="00260CCF"/>
    <w:rsid w:val="00261F1B"/>
    <w:rsid w:val="002620AE"/>
    <w:rsid w:val="002622DA"/>
    <w:rsid w:val="002625A6"/>
    <w:rsid w:val="00262D7A"/>
    <w:rsid w:val="00262EFE"/>
    <w:rsid w:val="00263365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7EC"/>
    <w:rsid w:val="00265A63"/>
    <w:rsid w:val="00265DE1"/>
    <w:rsid w:val="00265F4B"/>
    <w:rsid w:val="00265FFB"/>
    <w:rsid w:val="00266364"/>
    <w:rsid w:val="002666D0"/>
    <w:rsid w:val="002669ED"/>
    <w:rsid w:val="00266D6B"/>
    <w:rsid w:val="00266F06"/>
    <w:rsid w:val="00267100"/>
    <w:rsid w:val="002672EC"/>
    <w:rsid w:val="002674E6"/>
    <w:rsid w:val="00267800"/>
    <w:rsid w:val="00267C54"/>
    <w:rsid w:val="00267EA8"/>
    <w:rsid w:val="00267F7D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240A"/>
    <w:rsid w:val="00272ADC"/>
    <w:rsid w:val="00272B15"/>
    <w:rsid w:val="00272F76"/>
    <w:rsid w:val="00273443"/>
    <w:rsid w:val="002734E9"/>
    <w:rsid w:val="002736A6"/>
    <w:rsid w:val="002736F8"/>
    <w:rsid w:val="00273A78"/>
    <w:rsid w:val="00273EF5"/>
    <w:rsid w:val="00274314"/>
    <w:rsid w:val="0027437E"/>
    <w:rsid w:val="0027478F"/>
    <w:rsid w:val="00274AD7"/>
    <w:rsid w:val="00274E70"/>
    <w:rsid w:val="00274F1F"/>
    <w:rsid w:val="00275011"/>
    <w:rsid w:val="002750B7"/>
    <w:rsid w:val="00275713"/>
    <w:rsid w:val="00275C99"/>
    <w:rsid w:val="00275E5D"/>
    <w:rsid w:val="00275F65"/>
    <w:rsid w:val="00276092"/>
    <w:rsid w:val="0027656E"/>
    <w:rsid w:val="00276874"/>
    <w:rsid w:val="00276B17"/>
    <w:rsid w:val="00276BC9"/>
    <w:rsid w:val="00276CBD"/>
    <w:rsid w:val="00276D51"/>
    <w:rsid w:val="002770A2"/>
    <w:rsid w:val="002770D5"/>
    <w:rsid w:val="00277394"/>
    <w:rsid w:val="00277402"/>
    <w:rsid w:val="00277740"/>
    <w:rsid w:val="00277885"/>
    <w:rsid w:val="00277AA4"/>
    <w:rsid w:val="00277AD8"/>
    <w:rsid w:val="00277C63"/>
    <w:rsid w:val="00277CB8"/>
    <w:rsid w:val="00277D10"/>
    <w:rsid w:val="00277D46"/>
    <w:rsid w:val="00277EF7"/>
    <w:rsid w:val="002802EC"/>
    <w:rsid w:val="00280495"/>
    <w:rsid w:val="002804F6"/>
    <w:rsid w:val="002806E8"/>
    <w:rsid w:val="00280798"/>
    <w:rsid w:val="002807A5"/>
    <w:rsid w:val="00280B65"/>
    <w:rsid w:val="00281237"/>
    <w:rsid w:val="0028127E"/>
    <w:rsid w:val="00281B7A"/>
    <w:rsid w:val="00281DDA"/>
    <w:rsid w:val="00281F6D"/>
    <w:rsid w:val="00282243"/>
    <w:rsid w:val="002823FE"/>
    <w:rsid w:val="00282570"/>
    <w:rsid w:val="002828E5"/>
    <w:rsid w:val="00282A55"/>
    <w:rsid w:val="00282FE5"/>
    <w:rsid w:val="00283109"/>
    <w:rsid w:val="00283549"/>
    <w:rsid w:val="00283608"/>
    <w:rsid w:val="00283626"/>
    <w:rsid w:val="00283640"/>
    <w:rsid w:val="00283668"/>
    <w:rsid w:val="00283880"/>
    <w:rsid w:val="00283BA5"/>
    <w:rsid w:val="00283EEF"/>
    <w:rsid w:val="00284072"/>
    <w:rsid w:val="002840F0"/>
    <w:rsid w:val="00284582"/>
    <w:rsid w:val="00284692"/>
    <w:rsid w:val="002848A4"/>
    <w:rsid w:val="002853D9"/>
    <w:rsid w:val="00285885"/>
    <w:rsid w:val="00285D52"/>
    <w:rsid w:val="00286003"/>
    <w:rsid w:val="00286513"/>
    <w:rsid w:val="00286BA0"/>
    <w:rsid w:val="00286C09"/>
    <w:rsid w:val="00286F09"/>
    <w:rsid w:val="0028771E"/>
    <w:rsid w:val="00287924"/>
    <w:rsid w:val="00287EE4"/>
    <w:rsid w:val="00290074"/>
    <w:rsid w:val="002901F6"/>
    <w:rsid w:val="0029055A"/>
    <w:rsid w:val="00290851"/>
    <w:rsid w:val="00291176"/>
    <w:rsid w:val="002913B6"/>
    <w:rsid w:val="002914AC"/>
    <w:rsid w:val="00291546"/>
    <w:rsid w:val="002917F3"/>
    <w:rsid w:val="00291A93"/>
    <w:rsid w:val="00291C63"/>
    <w:rsid w:val="00291DCF"/>
    <w:rsid w:val="00292100"/>
    <w:rsid w:val="002922E6"/>
    <w:rsid w:val="002923BD"/>
    <w:rsid w:val="00292441"/>
    <w:rsid w:val="0029248F"/>
    <w:rsid w:val="002924DC"/>
    <w:rsid w:val="00292C73"/>
    <w:rsid w:val="00292D57"/>
    <w:rsid w:val="00292DF4"/>
    <w:rsid w:val="00293708"/>
    <w:rsid w:val="00293792"/>
    <w:rsid w:val="00293CE1"/>
    <w:rsid w:val="0029401A"/>
    <w:rsid w:val="002942A6"/>
    <w:rsid w:val="00294BB1"/>
    <w:rsid w:val="00294F1D"/>
    <w:rsid w:val="00295B46"/>
    <w:rsid w:val="00295F30"/>
    <w:rsid w:val="00296391"/>
    <w:rsid w:val="002963BC"/>
    <w:rsid w:val="00296552"/>
    <w:rsid w:val="00296EA0"/>
    <w:rsid w:val="002972D5"/>
    <w:rsid w:val="0029740E"/>
    <w:rsid w:val="0029752E"/>
    <w:rsid w:val="002976EE"/>
    <w:rsid w:val="002977EE"/>
    <w:rsid w:val="002979EE"/>
    <w:rsid w:val="002A0481"/>
    <w:rsid w:val="002A0BD8"/>
    <w:rsid w:val="002A0E89"/>
    <w:rsid w:val="002A0F20"/>
    <w:rsid w:val="002A1120"/>
    <w:rsid w:val="002A11D7"/>
    <w:rsid w:val="002A1295"/>
    <w:rsid w:val="002A13CB"/>
    <w:rsid w:val="002A15DF"/>
    <w:rsid w:val="002A19C1"/>
    <w:rsid w:val="002A1DF4"/>
    <w:rsid w:val="002A1F5A"/>
    <w:rsid w:val="002A26BE"/>
    <w:rsid w:val="002A2A6D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43F"/>
    <w:rsid w:val="002A44C6"/>
    <w:rsid w:val="002A4D48"/>
    <w:rsid w:val="002A4D8B"/>
    <w:rsid w:val="002A4E81"/>
    <w:rsid w:val="002A4F72"/>
    <w:rsid w:val="002A5303"/>
    <w:rsid w:val="002A5763"/>
    <w:rsid w:val="002A5EA5"/>
    <w:rsid w:val="002A6208"/>
    <w:rsid w:val="002A62E2"/>
    <w:rsid w:val="002A6570"/>
    <w:rsid w:val="002A65CD"/>
    <w:rsid w:val="002A6C6A"/>
    <w:rsid w:val="002A7324"/>
    <w:rsid w:val="002A748E"/>
    <w:rsid w:val="002A76FB"/>
    <w:rsid w:val="002A7C1F"/>
    <w:rsid w:val="002A7CC9"/>
    <w:rsid w:val="002A7F7E"/>
    <w:rsid w:val="002B01CA"/>
    <w:rsid w:val="002B0254"/>
    <w:rsid w:val="002B02E9"/>
    <w:rsid w:val="002B04F0"/>
    <w:rsid w:val="002B068B"/>
    <w:rsid w:val="002B0757"/>
    <w:rsid w:val="002B090D"/>
    <w:rsid w:val="002B0C8D"/>
    <w:rsid w:val="002B0D30"/>
    <w:rsid w:val="002B13EC"/>
    <w:rsid w:val="002B1A11"/>
    <w:rsid w:val="002B1D75"/>
    <w:rsid w:val="002B1E6B"/>
    <w:rsid w:val="002B2365"/>
    <w:rsid w:val="002B26A7"/>
    <w:rsid w:val="002B30E0"/>
    <w:rsid w:val="002B373D"/>
    <w:rsid w:val="002B47B2"/>
    <w:rsid w:val="002B47F2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C5C"/>
    <w:rsid w:val="002B5D2D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B7E62"/>
    <w:rsid w:val="002C039A"/>
    <w:rsid w:val="002C03E0"/>
    <w:rsid w:val="002C0476"/>
    <w:rsid w:val="002C06CF"/>
    <w:rsid w:val="002C0890"/>
    <w:rsid w:val="002C0C87"/>
    <w:rsid w:val="002C0F85"/>
    <w:rsid w:val="002C1318"/>
    <w:rsid w:val="002C13BE"/>
    <w:rsid w:val="002C15C1"/>
    <w:rsid w:val="002C1698"/>
    <w:rsid w:val="002C1759"/>
    <w:rsid w:val="002C1A18"/>
    <w:rsid w:val="002C1D2B"/>
    <w:rsid w:val="002C1D2F"/>
    <w:rsid w:val="002C1E96"/>
    <w:rsid w:val="002C1F0D"/>
    <w:rsid w:val="002C201E"/>
    <w:rsid w:val="002C2511"/>
    <w:rsid w:val="002C26B3"/>
    <w:rsid w:val="002C28EF"/>
    <w:rsid w:val="002C2977"/>
    <w:rsid w:val="002C2A75"/>
    <w:rsid w:val="002C2C15"/>
    <w:rsid w:val="002C2CD0"/>
    <w:rsid w:val="002C2FFC"/>
    <w:rsid w:val="002C3133"/>
    <w:rsid w:val="002C358B"/>
    <w:rsid w:val="002C368C"/>
    <w:rsid w:val="002C3D36"/>
    <w:rsid w:val="002C3D92"/>
    <w:rsid w:val="002C3E41"/>
    <w:rsid w:val="002C40ED"/>
    <w:rsid w:val="002C420D"/>
    <w:rsid w:val="002C452B"/>
    <w:rsid w:val="002C4CC5"/>
    <w:rsid w:val="002C4EA7"/>
    <w:rsid w:val="002C4F62"/>
    <w:rsid w:val="002C5460"/>
    <w:rsid w:val="002C5465"/>
    <w:rsid w:val="002C558E"/>
    <w:rsid w:val="002C56D8"/>
    <w:rsid w:val="002C5728"/>
    <w:rsid w:val="002C57BD"/>
    <w:rsid w:val="002C5A05"/>
    <w:rsid w:val="002C5C17"/>
    <w:rsid w:val="002C5C74"/>
    <w:rsid w:val="002C6009"/>
    <w:rsid w:val="002C6320"/>
    <w:rsid w:val="002C653B"/>
    <w:rsid w:val="002C67CA"/>
    <w:rsid w:val="002C6A38"/>
    <w:rsid w:val="002C70EA"/>
    <w:rsid w:val="002C72E6"/>
    <w:rsid w:val="002C7351"/>
    <w:rsid w:val="002C751A"/>
    <w:rsid w:val="002C7747"/>
    <w:rsid w:val="002C796E"/>
    <w:rsid w:val="002C7DC7"/>
    <w:rsid w:val="002C7FC6"/>
    <w:rsid w:val="002D000E"/>
    <w:rsid w:val="002D00D2"/>
    <w:rsid w:val="002D024A"/>
    <w:rsid w:val="002D045B"/>
    <w:rsid w:val="002D0A49"/>
    <w:rsid w:val="002D16F2"/>
    <w:rsid w:val="002D1927"/>
    <w:rsid w:val="002D1A6F"/>
    <w:rsid w:val="002D23D2"/>
    <w:rsid w:val="002D24C5"/>
    <w:rsid w:val="002D2511"/>
    <w:rsid w:val="002D27D7"/>
    <w:rsid w:val="002D296A"/>
    <w:rsid w:val="002D3006"/>
    <w:rsid w:val="002D3278"/>
    <w:rsid w:val="002D339B"/>
    <w:rsid w:val="002D34DF"/>
    <w:rsid w:val="002D3540"/>
    <w:rsid w:val="002D38BA"/>
    <w:rsid w:val="002D3BF6"/>
    <w:rsid w:val="002D3E3C"/>
    <w:rsid w:val="002D41B9"/>
    <w:rsid w:val="002D437F"/>
    <w:rsid w:val="002D4565"/>
    <w:rsid w:val="002D4594"/>
    <w:rsid w:val="002D463B"/>
    <w:rsid w:val="002D51C9"/>
    <w:rsid w:val="002D5229"/>
    <w:rsid w:val="002D559C"/>
    <w:rsid w:val="002D599F"/>
    <w:rsid w:val="002D5B0A"/>
    <w:rsid w:val="002D5F76"/>
    <w:rsid w:val="002D6119"/>
    <w:rsid w:val="002D612A"/>
    <w:rsid w:val="002D642B"/>
    <w:rsid w:val="002D66EF"/>
    <w:rsid w:val="002D68ED"/>
    <w:rsid w:val="002D6AD6"/>
    <w:rsid w:val="002D6EAA"/>
    <w:rsid w:val="002D6EAD"/>
    <w:rsid w:val="002D706F"/>
    <w:rsid w:val="002D7817"/>
    <w:rsid w:val="002D7F6A"/>
    <w:rsid w:val="002E0630"/>
    <w:rsid w:val="002E0631"/>
    <w:rsid w:val="002E0821"/>
    <w:rsid w:val="002E0C1D"/>
    <w:rsid w:val="002E0C7B"/>
    <w:rsid w:val="002E0F92"/>
    <w:rsid w:val="002E10D2"/>
    <w:rsid w:val="002E188D"/>
    <w:rsid w:val="002E1C93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3C5B"/>
    <w:rsid w:val="002E4090"/>
    <w:rsid w:val="002E4179"/>
    <w:rsid w:val="002E4350"/>
    <w:rsid w:val="002E57BD"/>
    <w:rsid w:val="002E595B"/>
    <w:rsid w:val="002E6094"/>
    <w:rsid w:val="002E60AF"/>
    <w:rsid w:val="002E61E4"/>
    <w:rsid w:val="002E62F9"/>
    <w:rsid w:val="002E6346"/>
    <w:rsid w:val="002E6483"/>
    <w:rsid w:val="002E65A3"/>
    <w:rsid w:val="002E6781"/>
    <w:rsid w:val="002E6B5E"/>
    <w:rsid w:val="002E6EA4"/>
    <w:rsid w:val="002E6FD9"/>
    <w:rsid w:val="002E765B"/>
    <w:rsid w:val="002E7884"/>
    <w:rsid w:val="002E7983"/>
    <w:rsid w:val="002F0015"/>
    <w:rsid w:val="002F0133"/>
    <w:rsid w:val="002F01AC"/>
    <w:rsid w:val="002F030B"/>
    <w:rsid w:val="002F0425"/>
    <w:rsid w:val="002F0572"/>
    <w:rsid w:val="002F06C8"/>
    <w:rsid w:val="002F06D6"/>
    <w:rsid w:val="002F0887"/>
    <w:rsid w:val="002F09E7"/>
    <w:rsid w:val="002F0CFE"/>
    <w:rsid w:val="002F0F2C"/>
    <w:rsid w:val="002F112D"/>
    <w:rsid w:val="002F137E"/>
    <w:rsid w:val="002F13DF"/>
    <w:rsid w:val="002F1BB2"/>
    <w:rsid w:val="002F1C7E"/>
    <w:rsid w:val="002F1CD1"/>
    <w:rsid w:val="002F1CF0"/>
    <w:rsid w:val="002F1CFF"/>
    <w:rsid w:val="002F1F99"/>
    <w:rsid w:val="002F20BA"/>
    <w:rsid w:val="002F222A"/>
    <w:rsid w:val="002F25CF"/>
    <w:rsid w:val="002F2638"/>
    <w:rsid w:val="002F283C"/>
    <w:rsid w:val="002F29E0"/>
    <w:rsid w:val="002F2C7D"/>
    <w:rsid w:val="002F2EB3"/>
    <w:rsid w:val="002F2EBD"/>
    <w:rsid w:val="002F33B5"/>
    <w:rsid w:val="002F3D01"/>
    <w:rsid w:val="002F414D"/>
    <w:rsid w:val="002F42AE"/>
    <w:rsid w:val="002F4602"/>
    <w:rsid w:val="002F4DE8"/>
    <w:rsid w:val="002F4DFF"/>
    <w:rsid w:val="002F53BB"/>
    <w:rsid w:val="002F549B"/>
    <w:rsid w:val="002F556A"/>
    <w:rsid w:val="002F5AFD"/>
    <w:rsid w:val="002F5D32"/>
    <w:rsid w:val="002F60B1"/>
    <w:rsid w:val="002F62A0"/>
    <w:rsid w:val="002F649C"/>
    <w:rsid w:val="002F6EC0"/>
    <w:rsid w:val="002F7529"/>
    <w:rsid w:val="002F7943"/>
    <w:rsid w:val="002F7AB4"/>
    <w:rsid w:val="003000CD"/>
    <w:rsid w:val="00300121"/>
    <w:rsid w:val="003002E3"/>
    <w:rsid w:val="003004E1"/>
    <w:rsid w:val="003007FC"/>
    <w:rsid w:val="00300BFF"/>
    <w:rsid w:val="00300EB9"/>
    <w:rsid w:val="00301B7C"/>
    <w:rsid w:val="00302038"/>
    <w:rsid w:val="0030208F"/>
    <w:rsid w:val="00302291"/>
    <w:rsid w:val="0030235C"/>
    <w:rsid w:val="003023F6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5033"/>
    <w:rsid w:val="00305126"/>
    <w:rsid w:val="00305228"/>
    <w:rsid w:val="003057D6"/>
    <w:rsid w:val="00305961"/>
    <w:rsid w:val="00305AA6"/>
    <w:rsid w:val="00305E7B"/>
    <w:rsid w:val="0030612B"/>
    <w:rsid w:val="0030624F"/>
    <w:rsid w:val="00306591"/>
    <w:rsid w:val="003066A6"/>
    <w:rsid w:val="0030671B"/>
    <w:rsid w:val="00306750"/>
    <w:rsid w:val="00306A6E"/>
    <w:rsid w:val="00306B04"/>
    <w:rsid w:val="00306CFA"/>
    <w:rsid w:val="0030724E"/>
    <w:rsid w:val="0030728F"/>
    <w:rsid w:val="003073D1"/>
    <w:rsid w:val="00307D09"/>
    <w:rsid w:val="00307DCA"/>
    <w:rsid w:val="003102B5"/>
    <w:rsid w:val="00310731"/>
    <w:rsid w:val="003107B6"/>
    <w:rsid w:val="00310D5A"/>
    <w:rsid w:val="00310FA7"/>
    <w:rsid w:val="003110C8"/>
    <w:rsid w:val="0031141D"/>
    <w:rsid w:val="00311790"/>
    <w:rsid w:val="00311BDD"/>
    <w:rsid w:val="00311E87"/>
    <w:rsid w:val="00312162"/>
    <w:rsid w:val="00312239"/>
    <w:rsid w:val="0031296F"/>
    <w:rsid w:val="00312AC5"/>
    <w:rsid w:val="00312B77"/>
    <w:rsid w:val="00312BD1"/>
    <w:rsid w:val="00313076"/>
    <w:rsid w:val="003130D3"/>
    <w:rsid w:val="00313651"/>
    <w:rsid w:val="00313C10"/>
    <w:rsid w:val="00314390"/>
    <w:rsid w:val="00314781"/>
    <w:rsid w:val="003148D5"/>
    <w:rsid w:val="00314BDD"/>
    <w:rsid w:val="00314E14"/>
    <w:rsid w:val="00314E9D"/>
    <w:rsid w:val="00314FD3"/>
    <w:rsid w:val="00314FF2"/>
    <w:rsid w:val="00315572"/>
    <w:rsid w:val="00315674"/>
    <w:rsid w:val="00315999"/>
    <w:rsid w:val="00315CEE"/>
    <w:rsid w:val="00315EB0"/>
    <w:rsid w:val="00316054"/>
    <w:rsid w:val="003162A2"/>
    <w:rsid w:val="00316456"/>
    <w:rsid w:val="003166A3"/>
    <w:rsid w:val="003167AD"/>
    <w:rsid w:val="00316B2E"/>
    <w:rsid w:val="00316C2F"/>
    <w:rsid w:val="00316F2F"/>
    <w:rsid w:val="00316F61"/>
    <w:rsid w:val="00317668"/>
    <w:rsid w:val="003178C0"/>
    <w:rsid w:val="00317A8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120F"/>
    <w:rsid w:val="003212C1"/>
    <w:rsid w:val="003214BD"/>
    <w:rsid w:val="00321ADE"/>
    <w:rsid w:val="00321CA9"/>
    <w:rsid w:val="00323069"/>
    <w:rsid w:val="00323094"/>
    <w:rsid w:val="003234DE"/>
    <w:rsid w:val="0032374C"/>
    <w:rsid w:val="003238FC"/>
    <w:rsid w:val="00323CC9"/>
    <w:rsid w:val="00323E38"/>
    <w:rsid w:val="0032418B"/>
    <w:rsid w:val="00324255"/>
    <w:rsid w:val="00324B77"/>
    <w:rsid w:val="00324CC3"/>
    <w:rsid w:val="00324E58"/>
    <w:rsid w:val="00324E8B"/>
    <w:rsid w:val="003250D5"/>
    <w:rsid w:val="003251F6"/>
    <w:rsid w:val="0032525C"/>
    <w:rsid w:val="00325261"/>
    <w:rsid w:val="00325298"/>
    <w:rsid w:val="00325502"/>
    <w:rsid w:val="00325ADD"/>
    <w:rsid w:val="00325CC4"/>
    <w:rsid w:val="0032609C"/>
    <w:rsid w:val="003261D5"/>
    <w:rsid w:val="003262FC"/>
    <w:rsid w:val="0032679C"/>
    <w:rsid w:val="0032685F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AE6"/>
    <w:rsid w:val="00327CE9"/>
    <w:rsid w:val="00327F6A"/>
    <w:rsid w:val="003301FA"/>
    <w:rsid w:val="00330227"/>
    <w:rsid w:val="00330940"/>
    <w:rsid w:val="00330F7A"/>
    <w:rsid w:val="00331274"/>
    <w:rsid w:val="00331301"/>
    <w:rsid w:val="00331418"/>
    <w:rsid w:val="00331A74"/>
    <w:rsid w:val="00331BFC"/>
    <w:rsid w:val="00331CC2"/>
    <w:rsid w:val="003324FE"/>
    <w:rsid w:val="0033279F"/>
    <w:rsid w:val="003327D1"/>
    <w:rsid w:val="00332A36"/>
    <w:rsid w:val="00332BF6"/>
    <w:rsid w:val="00332D2F"/>
    <w:rsid w:val="00332D55"/>
    <w:rsid w:val="00332E43"/>
    <w:rsid w:val="00333273"/>
    <w:rsid w:val="003333AA"/>
    <w:rsid w:val="00333BF0"/>
    <w:rsid w:val="00333C8C"/>
    <w:rsid w:val="00333D31"/>
    <w:rsid w:val="003347A2"/>
    <w:rsid w:val="003349F2"/>
    <w:rsid w:val="00334ED6"/>
    <w:rsid w:val="003351CA"/>
    <w:rsid w:val="003357B1"/>
    <w:rsid w:val="0033593F"/>
    <w:rsid w:val="00335980"/>
    <w:rsid w:val="00336218"/>
    <w:rsid w:val="003368FD"/>
    <w:rsid w:val="00336915"/>
    <w:rsid w:val="003369C6"/>
    <w:rsid w:val="00336F91"/>
    <w:rsid w:val="00336FD9"/>
    <w:rsid w:val="003371DD"/>
    <w:rsid w:val="003373C6"/>
    <w:rsid w:val="00337586"/>
    <w:rsid w:val="003377B5"/>
    <w:rsid w:val="00340642"/>
    <w:rsid w:val="003407E9"/>
    <w:rsid w:val="00340AC2"/>
    <w:rsid w:val="003412CB"/>
    <w:rsid w:val="003413AF"/>
    <w:rsid w:val="0034172B"/>
    <w:rsid w:val="0034204B"/>
    <w:rsid w:val="00342270"/>
    <w:rsid w:val="003424D2"/>
    <w:rsid w:val="00342649"/>
    <w:rsid w:val="00342B13"/>
    <w:rsid w:val="00342DDC"/>
    <w:rsid w:val="003430F2"/>
    <w:rsid w:val="003431C1"/>
    <w:rsid w:val="00343274"/>
    <w:rsid w:val="0034336E"/>
    <w:rsid w:val="003433CC"/>
    <w:rsid w:val="003435F3"/>
    <w:rsid w:val="00343A3F"/>
    <w:rsid w:val="00343AA5"/>
    <w:rsid w:val="00343B33"/>
    <w:rsid w:val="00343D74"/>
    <w:rsid w:val="00343DD0"/>
    <w:rsid w:val="0034431D"/>
    <w:rsid w:val="00344533"/>
    <w:rsid w:val="00344735"/>
    <w:rsid w:val="003447CA"/>
    <w:rsid w:val="003449B7"/>
    <w:rsid w:val="00344E34"/>
    <w:rsid w:val="003452E9"/>
    <w:rsid w:val="003452F2"/>
    <w:rsid w:val="00345CBA"/>
    <w:rsid w:val="00346308"/>
    <w:rsid w:val="00346317"/>
    <w:rsid w:val="0034634A"/>
    <w:rsid w:val="00346616"/>
    <w:rsid w:val="003471E8"/>
    <w:rsid w:val="00347477"/>
    <w:rsid w:val="0034761E"/>
    <w:rsid w:val="00347B5A"/>
    <w:rsid w:val="00347D38"/>
    <w:rsid w:val="00347D4F"/>
    <w:rsid w:val="00347EC9"/>
    <w:rsid w:val="00350783"/>
    <w:rsid w:val="003513F2"/>
    <w:rsid w:val="0035153C"/>
    <w:rsid w:val="003516A5"/>
    <w:rsid w:val="00351711"/>
    <w:rsid w:val="0035173D"/>
    <w:rsid w:val="003517B5"/>
    <w:rsid w:val="00351874"/>
    <w:rsid w:val="0035270E"/>
    <w:rsid w:val="003528FC"/>
    <w:rsid w:val="00352D9F"/>
    <w:rsid w:val="0035348C"/>
    <w:rsid w:val="003534CE"/>
    <w:rsid w:val="003535C4"/>
    <w:rsid w:val="00353789"/>
    <w:rsid w:val="003539F8"/>
    <w:rsid w:val="00353BDD"/>
    <w:rsid w:val="00354CED"/>
    <w:rsid w:val="00354D6D"/>
    <w:rsid w:val="00354F31"/>
    <w:rsid w:val="00355252"/>
    <w:rsid w:val="00355787"/>
    <w:rsid w:val="0035585D"/>
    <w:rsid w:val="00355870"/>
    <w:rsid w:val="00355D76"/>
    <w:rsid w:val="0035604B"/>
    <w:rsid w:val="003560D1"/>
    <w:rsid w:val="0035615A"/>
    <w:rsid w:val="003569B5"/>
    <w:rsid w:val="00356A46"/>
    <w:rsid w:val="003574C4"/>
    <w:rsid w:val="003575A7"/>
    <w:rsid w:val="00357670"/>
    <w:rsid w:val="0035779C"/>
    <w:rsid w:val="00357975"/>
    <w:rsid w:val="0035798A"/>
    <w:rsid w:val="003579AA"/>
    <w:rsid w:val="00357A4F"/>
    <w:rsid w:val="00357B33"/>
    <w:rsid w:val="00357BCB"/>
    <w:rsid w:val="00357C07"/>
    <w:rsid w:val="00357E55"/>
    <w:rsid w:val="00357F40"/>
    <w:rsid w:val="00357F41"/>
    <w:rsid w:val="003600DF"/>
    <w:rsid w:val="003602EE"/>
    <w:rsid w:val="0036071C"/>
    <w:rsid w:val="0036077E"/>
    <w:rsid w:val="003608CF"/>
    <w:rsid w:val="003608E6"/>
    <w:rsid w:val="00360958"/>
    <w:rsid w:val="00360BE0"/>
    <w:rsid w:val="00361440"/>
    <w:rsid w:val="00361980"/>
    <w:rsid w:val="003625CB"/>
    <w:rsid w:val="00362892"/>
    <w:rsid w:val="00363080"/>
    <w:rsid w:val="003632F5"/>
    <w:rsid w:val="00363367"/>
    <w:rsid w:val="00363693"/>
    <w:rsid w:val="00363A91"/>
    <w:rsid w:val="00363DEB"/>
    <w:rsid w:val="00364123"/>
    <w:rsid w:val="0036422D"/>
    <w:rsid w:val="0036438C"/>
    <w:rsid w:val="00364513"/>
    <w:rsid w:val="0036452A"/>
    <w:rsid w:val="00364724"/>
    <w:rsid w:val="00364805"/>
    <w:rsid w:val="0036484E"/>
    <w:rsid w:val="00364CD0"/>
    <w:rsid w:val="00364ED8"/>
    <w:rsid w:val="00365113"/>
    <w:rsid w:val="00365F2D"/>
    <w:rsid w:val="00365FC5"/>
    <w:rsid w:val="003664F2"/>
    <w:rsid w:val="003679F1"/>
    <w:rsid w:val="003679FD"/>
    <w:rsid w:val="00367BDA"/>
    <w:rsid w:val="00367C3C"/>
    <w:rsid w:val="00367D11"/>
    <w:rsid w:val="00367E27"/>
    <w:rsid w:val="00370007"/>
    <w:rsid w:val="003703EC"/>
    <w:rsid w:val="00370641"/>
    <w:rsid w:val="00370E95"/>
    <w:rsid w:val="003714B6"/>
    <w:rsid w:val="00371890"/>
    <w:rsid w:val="00371904"/>
    <w:rsid w:val="0037198E"/>
    <w:rsid w:val="003720E6"/>
    <w:rsid w:val="003721E4"/>
    <w:rsid w:val="003721F4"/>
    <w:rsid w:val="00372276"/>
    <w:rsid w:val="00372278"/>
    <w:rsid w:val="00372626"/>
    <w:rsid w:val="00372733"/>
    <w:rsid w:val="003727E6"/>
    <w:rsid w:val="00372EE0"/>
    <w:rsid w:val="00372FAB"/>
    <w:rsid w:val="0037389C"/>
    <w:rsid w:val="00373A47"/>
    <w:rsid w:val="00373B1B"/>
    <w:rsid w:val="00373DCC"/>
    <w:rsid w:val="00373DD8"/>
    <w:rsid w:val="0037435E"/>
    <w:rsid w:val="003744EF"/>
    <w:rsid w:val="003745A1"/>
    <w:rsid w:val="003745E9"/>
    <w:rsid w:val="0037466F"/>
    <w:rsid w:val="003746D7"/>
    <w:rsid w:val="00374939"/>
    <w:rsid w:val="00374A94"/>
    <w:rsid w:val="00374A96"/>
    <w:rsid w:val="00374AFA"/>
    <w:rsid w:val="00374DC9"/>
    <w:rsid w:val="00374E56"/>
    <w:rsid w:val="00374F7F"/>
    <w:rsid w:val="00375300"/>
    <w:rsid w:val="003758E3"/>
    <w:rsid w:val="00375C14"/>
    <w:rsid w:val="00375F0D"/>
    <w:rsid w:val="00375F5C"/>
    <w:rsid w:val="00376245"/>
    <w:rsid w:val="00376302"/>
    <w:rsid w:val="003764A9"/>
    <w:rsid w:val="0037668F"/>
    <w:rsid w:val="003766F4"/>
    <w:rsid w:val="00376805"/>
    <w:rsid w:val="00376D42"/>
    <w:rsid w:val="00376D49"/>
    <w:rsid w:val="00376F88"/>
    <w:rsid w:val="00377080"/>
    <w:rsid w:val="00377356"/>
    <w:rsid w:val="00377A8B"/>
    <w:rsid w:val="00380078"/>
    <w:rsid w:val="0038030A"/>
    <w:rsid w:val="00380749"/>
    <w:rsid w:val="00380A0E"/>
    <w:rsid w:val="00380B1E"/>
    <w:rsid w:val="00380EF3"/>
    <w:rsid w:val="00381154"/>
    <w:rsid w:val="00381226"/>
    <w:rsid w:val="003812E8"/>
    <w:rsid w:val="003813F6"/>
    <w:rsid w:val="00381505"/>
    <w:rsid w:val="0038156F"/>
    <w:rsid w:val="00381ABB"/>
    <w:rsid w:val="00382141"/>
    <w:rsid w:val="003821BA"/>
    <w:rsid w:val="003821C1"/>
    <w:rsid w:val="0038239F"/>
    <w:rsid w:val="003825B9"/>
    <w:rsid w:val="00382794"/>
    <w:rsid w:val="0038284D"/>
    <w:rsid w:val="0038285C"/>
    <w:rsid w:val="00382F2C"/>
    <w:rsid w:val="00383036"/>
    <w:rsid w:val="00383061"/>
    <w:rsid w:val="003832C4"/>
    <w:rsid w:val="003834A6"/>
    <w:rsid w:val="00383835"/>
    <w:rsid w:val="0038398B"/>
    <w:rsid w:val="00383E06"/>
    <w:rsid w:val="00383E7C"/>
    <w:rsid w:val="00383E9C"/>
    <w:rsid w:val="00384057"/>
    <w:rsid w:val="00384411"/>
    <w:rsid w:val="003844F4"/>
    <w:rsid w:val="00384851"/>
    <w:rsid w:val="00384CAC"/>
    <w:rsid w:val="00385477"/>
    <w:rsid w:val="0038576B"/>
    <w:rsid w:val="00385967"/>
    <w:rsid w:val="00385E3D"/>
    <w:rsid w:val="003867A6"/>
    <w:rsid w:val="003869F1"/>
    <w:rsid w:val="00386B05"/>
    <w:rsid w:val="00386B4D"/>
    <w:rsid w:val="00386B94"/>
    <w:rsid w:val="00386F9A"/>
    <w:rsid w:val="00386FA1"/>
    <w:rsid w:val="003870AD"/>
    <w:rsid w:val="003874D5"/>
    <w:rsid w:val="00387848"/>
    <w:rsid w:val="00387B04"/>
    <w:rsid w:val="00387CA6"/>
    <w:rsid w:val="00387E3D"/>
    <w:rsid w:val="003900F6"/>
    <w:rsid w:val="00390613"/>
    <w:rsid w:val="00390A92"/>
    <w:rsid w:val="00390CAD"/>
    <w:rsid w:val="00390CB0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381"/>
    <w:rsid w:val="00392B4D"/>
    <w:rsid w:val="00392B8B"/>
    <w:rsid w:val="00392F8B"/>
    <w:rsid w:val="0039323E"/>
    <w:rsid w:val="003933A2"/>
    <w:rsid w:val="0039412D"/>
    <w:rsid w:val="003944CF"/>
    <w:rsid w:val="00394C32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D70"/>
    <w:rsid w:val="003974D1"/>
    <w:rsid w:val="00397B54"/>
    <w:rsid w:val="00397B61"/>
    <w:rsid w:val="00397D8F"/>
    <w:rsid w:val="00397F91"/>
    <w:rsid w:val="003A0184"/>
    <w:rsid w:val="003A04D5"/>
    <w:rsid w:val="003A0C7D"/>
    <w:rsid w:val="003A0C8E"/>
    <w:rsid w:val="003A129E"/>
    <w:rsid w:val="003A131C"/>
    <w:rsid w:val="003A18CF"/>
    <w:rsid w:val="003A1CFC"/>
    <w:rsid w:val="003A1E61"/>
    <w:rsid w:val="003A1EF3"/>
    <w:rsid w:val="003A1EFF"/>
    <w:rsid w:val="003A2141"/>
    <w:rsid w:val="003A23A3"/>
    <w:rsid w:val="003A2501"/>
    <w:rsid w:val="003A277C"/>
    <w:rsid w:val="003A299D"/>
    <w:rsid w:val="003A2BC8"/>
    <w:rsid w:val="003A2D1B"/>
    <w:rsid w:val="003A3154"/>
    <w:rsid w:val="003A3B8E"/>
    <w:rsid w:val="003A3C9A"/>
    <w:rsid w:val="003A3E24"/>
    <w:rsid w:val="003A3F23"/>
    <w:rsid w:val="003A40FA"/>
    <w:rsid w:val="003A42A5"/>
    <w:rsid w:val="003A442E"/>
    <w:rsid w:val="003A46C1"/>
    <w:rsid w:val="003A4FD8"/>
    <w:rsid w:val="003A51AC"/>
    <w:rsid w:val="003A529B"/>
    <w:rsid w:val="003A57EA"/>
    <w:rsid w:val="003A5992"/>
    <w:rsid w:val="003A5EC9"/>
    <w:rsid w:val="003A634E"/>
    <w:rsid w:val="003A6455"/>
    <w:rsid w:val="003A6854"/>
    <w:rsid w:val="003A68EC"/>
    <w:rsid w:val="003A6A92"/>
    <w:rsid w:val="003A6D57"/>
    <w:rsid w:val="003A6F0C"/>
    <w:rsid w:val="003A7034"/>
    <w:rsid w:val="003A7298"/>
    <w:rsid w:val="003A76C1"/>
    <w:rsid w:val="003A7BE9"/>
    <w:rsid w:val="003B0644"/>
    <w:rsid w:val="003B07E1"/>
    <w:rsid w:val="003B09E5"/>
    <w:rsid w:val="003B0A65"/>
    <w:rsid w:val="003B102F"/>
    <w:rsid w:val="003B107C"/>
    <w:rsid w:val="003B14DE"/>
    <w:rsid w:val="003B1805"/>
    <w:rsid w:val="003B1B10"/>
    <w:rsid w:val="003B1CE1"/>
    <w:rsid w:val="003B2059"/>
    <w:rsid w:val="003B225D"/>
    <w:rsid w:val="003B22FF"/>
    <w:rsid w:val="003B2342"/>
    <w:rsid w:val="003B2A2C"/>
    <w:rsid w:val="003B2A86"/>
    <w:rsid w:val="003B2B1B"/>
    <w:rsid w:val="003B2BE5"/>
    <w:rsid w:val="003B2CE7"/>
    <w:rsid w:val="003B31A7"/>
    <w:rsid w:val="003B3397"/>
    <w:rsid w:val="003B3B33"/>
    <w:rsid w:val="003B4125"/>
    <w:rsid w:val="003B4161"/>
    <w:rsid w:val="003B4964"/>
    <w:rsid w:val="003B4D02"/>
    <w:rsid w:val="003B4E8C"/>
    <w:rsid w:val="003B4ED9"/>
    <w:rsid w:val="003B50D4"/>
    <w:rsid w:val="003B515F"/>
    <w:rsid w:val="003B5588"/>
    <w:rsid w:val="003B59E8"/>
    <w:rsid w:val="003B5AFE"/>
    <w:rsid w:val="003B5BAC"/>
    <w:rsid w:val="003B601A"/>
    <w:rsid w:val="003B609D"/>
    <w:rsid w:val="003B610E"/>
    <w:rsid w:val="003B61FC"/>
    <w:rsid w:val="003B6D1F"/>
    <w:rsid w:val="003B6D2E"/>
    <w:rsid w:val="003B6D63"/>
    <w:rsid w:val="003B6D7B"/>
    <w:rsid w:val="003B6E78"/>
    <w:rsid w:val="003B728F"/>
    <w:rsid w:val="003B7514"/>
    <w:rsid w:val="003B7B67"/>
    <w:rsid w:val="003B7C12"/>
    <w:rsid w:val="003B7E6F"/>
    <w:rsid w:val="003C001C"/>
    <w:rsid w:val="003C01C4"/>
    <w:rsid w:val="003C037C"/>
    <w:rsid w:val="003C03C7"/>
    <w:rsid w:val="003C043E"/>
    <w:rsid w:val="003C0C5C"/>
    <w:rsid w:val="003C0E17"/>
    <w:rsid w:val="003C0EF5"/>
    <w:rsid w:val="003C10DE"/>
    <w:rsid w:val="003C1588"/>
    <w:rsid w:val="003C1D04"/>
    <w:rsid w:val="003C1E73"/>
    <w:rsid w:val="003C2437"/>
    <w:rsid w:val="003C27BB"/>
    <w:rsid w:val="003C27D1"/>
    <w:rsid w:val="003C294E"/>
    <w:rsid w:val="003C2AB3"/>
    <w:rsid w:val="003C2C34"/>
    <w:rsid w:val="003C2C66"/>
    <w:rsid w:val="003C3759"/>
    <w:rsid w:val="003C380E"/>
    <w:rsid w:val="003C3A28"/>
    <w:rsid w:val="003C3DBF"/>
    <w:rsid w:val="003C3EFF"/>
    <w:rsid w:val="003C3FE8"/>
    <w:rsid w:val="003C40A6"/>
    <w:rsid w:val="003C43FC"/>
    <w:rsid w:val="003C4732"/>
    <w:rsid w:val="003C48C4"/>
    <w:rsid w:val="003C4906"/>
    <w:rsid w:val="003C4B27"/>
    <w:rsid w:val="003C4C23"/>
    <w:rsid w:val="003C4CD3"/>
    <w:rsid w:val="003C4EA2"/>
    <w:rsid w:val="003C4F1D"/>
    <w:rsid w:val="003C50B0"/>
    <w:rsid w:val="003C5296"/>
    <w:rsid w:val="003C5377"/>
    <w:rsid w:val="003C5689"/>
    <w:rsid w:val="003C6034"/>
    <w:rsid w:val="003C6696"/>
    <w:rsid w:val="003C6935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254"/>
    <w:rsid w:val="003C763B"/>
    <w:rsid w:val="003C79AD"/>
    <w:rsid w:val="003C7B4C"/>
    <w:rsid w:val="003C7B93"/>
    <w:rsid w:val="003D0569"/>
    <w:rsid w:val="003D0745"/>
    <w:rsid w:val="003D08CC"/>
    <w:rsid w:val="003D0DA9"/>
    <w:rsid w:val="003D117B"/>
    <w:rsid w:val="003D139B"/>
    <w:rsid w:val="003D19AB"/>
    <w:rsid w:val="003D1B0D"/>
    <w:rsid w:val="003D1FA7"/>
    <w:rsid w:val="003D2369"/>
    <w:rsid w:val="003D3251"/>
    <w:rsid w:val="003D325C"/>
    <w:rsid w:val="003D33B1"/>
    <w:rsid w:val="003D33EE"/>
    <w:rsid w:val="003D383A"/>
    <w:rsid w:val="003D3C48"/>
    <w:rsid w:val="003D3D0C"/>
    <w:rsid w:val="003D4101"/>
    <w:rsid w:val="003D4414"/>
    <w:rsid w:val="003D4879"/>
    <w:rsid w:val="003D4A18"/>
    <w:rsid w:val="003D4CC7"/>
    <w:rsid w:val="003D4D3E"/>
    <w:rsid w:val="003D554D"/>
    <w:rsid w:val="003D55C3"/>
    <w:rsid w:val="003D5740"/>
    <w:rsid w:val="003D6504"/>
    <w:rsid w:val="003D6630"/>
    <w:rsid w:val="003D6A17"/>
    <w:rsid w:val="003D6CDC"/>
    <w:rsid w:val="003D76EC"/>
    <w:rsid w:val="003D77EA"/>
    <w:rsid w:val="003D7865"/>
    <w:rsid w:val="003D7B52"/>
    <w:rsid w:val="003D7BAF"/>
    <w:rsid w:val="003D7D4A"/>
    <w:rsid w:val="003D7F9F"/>
    <w:rsid w:val="003E0706"/>
    <w:rsid w:val="003E082C"/>
    <w:rsid w:val="003E0B8C"/>
    <w:rsid w:val="003E0C0F"/>
    <w:rsid w:val="003E1300"/>
    <w:rsid w:val="003E171F"/>
    <w:rsid w:val="003E1949"/>
    <w:rsid w:val="003E1A75"/>
    <w:rsid w:val="003E1E8E"/>
    <w:rsid w:val="003E1EA4"/>
    <w:rsid w:val="003E2000"/>
    <w:rsid w:val="003E2202"/>
    <w:rsid w:val="003E2473"/>
    <w:rsid w:val="003E2931"/>
    <w:rsid w:val="003E2A16"/>
    <w:rsid w:val="003E2CD0"/>
    <w:rsid w:val="003E301A"/>
    <w:rsid w:val="003E30B4"/>
    <w:rsid w:val="003E3501"/>
    <w:rsid w:val="003E35B8"/>
    <w:rsid w:val="003E3A08"/>
    <w:rsid w:val="003E3B48"/>
    <w:rsid w:val="003E40B0"/>
    <w:rsid w:val="003E433A"/>
    <w:rsid w:val="003E44AA"/>
    <w:rsid w:val="003E49A4"/>
    <w:rsid w:val="003E4DD8"/>
    <w:rsid w:val="003E4E2A"/>
    <w:rsid w:val="003E5033"/>
    <w:rsid w:val="003E525B"/>
    <w:rsid w:val="003E5429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6EF0"/>
    <w:rsid w:val="003E710D"/>
    <w:rsid w:val="003E71C0"/>
    <w:rsid w:val="003E7563"/>
    <w:rsid w:val="003E7AD5"/>
    <w:rsid w:val="003E7C31"/>
    <w:rsid w:val="003E7E70"/>
    <w:rsid w:val="003E7F58"/>
    <w:rsid w:val="003F0685"/>
    <w:rsid w:val="003F07A1"/>
    <w:rsid w:val="003F0852"/>
    <w:rsid w:val="003F0B40"/>
    <w:rsid w:val="003F0E8E"/>
    <w:rsid w:val="003F111F"/>
    <w:rsid w:val="003F15C2"/>
    <w:rsid w:val="003F1704"/>
    <w:rsid w:val="003F18FF"/>
    <w:rsid w:val="003F1C99"/>
    <w:rsid w:val="003F1D17"/>
    <w:rsid w:val="003F1DCE"/>
    <w:rsid w:val="003F1F20"/>
    <w:rsid w:val="003F210B"/>
    <w:rsid w:val="003F2371"/>
    <w:rsid w:val="003F257A"/>
    <w:rsid w:val="003F25AF"/>
    <w:rsid w:val="003F273E"/>
    <w:rsid w:val="003F288C"/>
    <w:rsid w:val="003F2D02"/>
    <w:rsid w:val="003F31C1"/>
    <w:rsid w:val="003F3206"/>
    <w:rsid w:val="003F3280"/>
    <w:rsid w:val="003F3647"/>
    <w:rsid w:val="003F36AA"/>
    <w:rsid w:val="003F3740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FD"/>
    <w:rsid w:val="003F6E8D"/>
    <w:rsid w:val="003F6FF0"/>
    <w:rsid w:val="003F70A9"/>
    <w:rsid w:val="003F747D"/>
    <w:rsid w:val="003F7853"/>
    <w:rsid w:val="004002F2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DAA"/>
    <w:rsid w:val="00401EE8"/>
    <w:rsid w:val="0040209A"/>
    <w:rsid w:val="004023B1"/>
    <w:rsid w:val="00402F25"/>
    <w:rsid w:val="0040318F"/>
    <w:rsid w:val="0040329B"/>
    <w:rsid w:val="0040353F"/>
    <w:rsid w:val="00403980"/>
    <w:rsid w:val="00403B3C"/>
    <w:rsid w:val="00403CFE"/>
    <w:rsid w:val="00403E00"/>
    <w:rsid w:val="004041DB"/>
    <w:rsid w:val="00404431"/>
    <w:rsid w:val="00404D25"/>
    <w:rsid w:val="00404EFF"/>
    <w:rsid w:val="004058F7"/>
    <w:rsid w:val="00405C12"/>
    <w:rsid w:val="00405D00"/>
    <w:rsid w:val="00406177"/>
    <w:rsid w:val="004063A3"/>
    <w:rsid w:val="0040667D"/>
    <w:rsid w:val="00406854"/>
    <w:rsid w:val="00406EF4"/>
    <w:rsid w:val="00406F7D"/>
    <w:rsid w:val="004076FF"/>
    <w:rsid w:val="0040772E"/>
    <w:rsid w:val="00407985"/>
    <w:rsid w:val="00407BCA"/>
    <w:rsid w:val="00407EDE"/>
    <w:rsid w:val="00407FAC"/>
    <w:rsid w:val="0041022B"/>
    <w:rsid w:val="00410272"/>
    <w:rsid w:val="004104C8"/>
    <w:rsid w:val="00410BB7"/>
    <w:rsid w:val="00410F11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41"/>
    <w:rsid w:val="00412079"/>
    <w:rsid w:val="00412BE4"/>
    <w:rsid w:val="00412C9B"/>
    <w:rsid w:val="0041300E"/>
    <w:rsid w:val="0041305F"/>
    <w:rsid w:val="004130C9"/>
    <w:rsid w:val="0041361C"/>
    <w:rsid w:val="0041364C"/>
    <w:rsid w:val="00413C85"/>
    <w:rsid w:val="00413C94"/>
    <w:rsid w:val="00413EA7"/>
    <w:rsid w:val="00414066"/>
    <w:rsid w:val="00414080"/>
    <w:rsid w:val="004141B3"/>
    <w:rsid w:val="004141FB"/>
    <w:rsid w:val="00414249"/>
    <w:rsid w:val="00414687"/>
    <w:rsid w:val="004146D6"/>
    <w:rsid w:val="00414946"/>
    <w:rsid w:val="00414C00"/>
    <w:rsid w:val="00414F71"/>
    <w:rsid w:val="004152F2"/>
    <w:rsid w:val="0041542C"/>
    <w:rsid w:val="00415619"/>
    <w:rsid w:val="0041567B"/>
    <w:rsid w:val="004157EA"/>
    <w:rsid w:val="00415855"/>
    <w:rsid w:val="004159D5"/>
    <w:rsid w:val="00415DF4"/>
    <w:rsid w:val="0041630A"/>
    <w:rsid w:val="00416832"/>
    <w:rsid w:val="00416C19"/>
    <w:rsid w:val="00416CB6"/>
    <w:rsid w:val="0041755E"/>
    <w:rsid w:val="00417BC9"/>
    <w:rsid w:val="00417E15"/>
    <w:rsid w:val="004201BE"/>
    <w:rsid w:val="004201D7"/>
    <w:rsid w:val="00420321"/>
    <w:rsid w:val="004204E8"/>
    <w:rsid w:val="004205F3"/>
    <w:rsid w:val="004206CD"/>
    <w:rsid w:val="00420741"/>
    <w:rsid w:val="00420AFE"/>
    <w:rsid w:val="00420F63"/>
    <w:rsid w:val="00420FAE"/>
    <w:rsid w:val="00420FBF"/>
    <w:rsid w:val="004212D5"/>
    <w:rsid w:val="00421934"/>
    <w:rsid w:val="00422147"/>
    <w:rsid w:val="004223B0"/>
    <w:rsid w:val="0042253F"/>
    <w:rsid w:val="00423290"/>
    <w:rsid w:val="004233A2"/>
    <w:rsid w:val="0042343D"/>
    <w:rsid w:val="0042348F"/>
    <w:rsid w:val="00423661"/>
    <w:rsid w:val="004237E5"/>
    <w:rsid w:val="00423C3D"/>
    <w:rsid w:val="00424203"/>
    <w:rsid w:val="00424359"/>
    <w:rsid w:val="0042436F"/>
    <w:rsid w:val="00424C80"/>
    <w:rsid w:val="00425227"/>
    <w:rsid w:val="00425A17"/>
    <w:rsid w:val="00425CC4"/>
    <w:rsid w:val="00425EB0"/>
    <w:rsid w:val="00425F74"/>
    <w:rsid w:val="0042628D"/>
    <w:rsid w:val="00426540"/>
    <w:rsid w:val="004268E6"/>
    <w:rsid w:val="00426983"/>
    <w:rsid w:val="00426F43"/>
    <w:rsid w:val="00427184"/>
    <w:rsid w:val="0042745F"/>
    <w:rsid w:val="004276A0"/>
    <w:rsid w:val="00427AF8"/>
    <w:rsid w:val="00427EEA"/>
    <w:rsid w:val="00430BC2"/>
    <w:rsid w:val="00430E22"/>
    <w:rsid w:val="00430E48"/>
    <w:rsid w:val="0043117C"/>
    <w:rsid w:val="00431224"/>
    <w:rsid w:val="004312AD"/>
    <w:rsid w:val="00431463"/>
    <w:rsid w:val="004317A7"/>
    <w:rsid w:val="00431DC8"/>
    <w:rsid w:val="00432175"/>
    <w:rsid w:val="00432539"/>
    <w:rsid w:val="00432F95"/>
    <w:rsid w:val="004332ED"/>
    <w:rsid w:val="0043335C"/>
    <w:rsid w:val="004337C6"/>
    <w:rsid w:val="00433BC1"/>
    <w:rsid w:val="00433C61"/>
    <w:rsid w:val="00433FB7"/>
    <w:rsid w:val="00434582"/>
    <w:rsid w:val="00434670"/>
    <w:rsid w:val="00434C0D"/>
    <w:rsid w:val="00434D35"/>
    <w:rsid w:val="0043503F"/>
    <w:rsid w:val="00435E61"/>
    <w:rsid w:val="004360E1"/>
    <w:rsid w:val="00436159"/>
    <w:rsid w:val="004364B6"/>
    <w:rsid w:val="00436999"/>
    <w:rsid w:val="00436A95"/>
    <w:rsid w:val="00436EED"/>
    <w:rsid w:val="00437224"/>
    <w:rsid w:val="0043732D"/>
    <w:rsid w:val="00437929"/>
    <w:rsid w:val="00437B65"/>
    <w:rsid w:val="00440244"/>
    <w:rsid w:val="0044032D"/>
    <w:rsid w:val="0044056B"/>
    <w:rsid w:val="004407D8"/>
    <w:rsid w:val="0044081C"/>
    <w:rsid w:val="00440873"/>
    <w:rsid w:val="004408CC"/>
    <w:rsid w:val="00440CE4"/>
    <w:rsid w:val="00440CE6"/>
    <w:rsid w:val="00441659"/>
    <w:rsid w:val="0044169B"/>
    <w:rsid w:val="0044184A"/>
    <w:rsid w:val="00441FDD"/>
    <w:rsid w:val="00442101"/>
    <w:rsid w:val="00442187"/>
    <w:rsid w:val="004425EB"/>
    <w:rsid w:val="00442769"/>
    <w:rsid w:val="00442C3A"/>
    <w:rsid w:val="00442E60"/>
    <w:rsid w:val="0044312A"/>
    <w:rsid w:val="00443405"/>
    <w:rsid w:val="004437D4"/>
    <w:rsid w:val="00443AC1"/>
    <w:rsid w:val="00443C49"/>
    <w:rsid w:val="00443CB6"/>
    <w:rsid w:val="00443F11"/>
    <w:rsid w:val="00444068"/>
    <w:rsid w:val="0044478A"/>
    <w:rsid w:val="00444ECA"/>
    <w:rsid w:val="00444FDA"/>
    <w:rsid w:val="004456A5"/>
    <w:rsid w:val="00445870"/>
    <w:rsid w:val="00445B4F"/>
    <w:rsid w:val="00445CDC"/>
    <w:rsid w:val="004462C7"/>
    <w:rsid w:val="00446619"/>
    <w:rsid w:val="004466D3"/>
    <w:rsid w:val="00446AE0"/>
    <w:rsid w:val="00446ED4"/>
    <w:rsid w:val="00446FAC"/>
    <w:rsid w:val="004470C4"/>
    <w:rsid w:val="00447163"/>
    <w:rsid w:val="004471B4"/>
    <w:rsid w:val="004474AC"/>
    <w:rsid w:val="00447725"/>
    <w:rsid w:val="00447A5A"/>
    <w:rsid w:val="00447C38"/>
    <w:rsid w:val="00447DF1"/>
    <w:rsid w:val="00450089"/>
    <w:rsid w:val="004500CB"/>
    <w:rsid w:val="0045010C"/>
    <w:rsid w:val="00450574"/>
    <w:rsid w:val="004508D1"/>
    <w:rsid w:val="00450A34"/>
    <w:rsid w:val="00450B03"/>
    <w:rsid w:val="00450B9D"/>
    <w:rsid w:val="00450CAF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BDD"/>
    <w:rsid w:val="00454C6D"/>
    <w:rsid w:val="00454D0F"/>
    <w:rsid w:val="00454D42"/>
    <w:rsid w:val="00454D44"/>
    <w:rsid w:val="004552A2"/>
    <w:rsid w:val="0045536C"/>
    <w:rsid w:val="0045553B"/>
    <w:rsid w:val="004558BF"/>
    <w:rsid w:val="004558EE"/>
    <w:rsid w:val="00455CF3"/>
    <w:rsid w:val="00455E26"/>
    <w:rsid w:val="00456A9F"/>
    <w:rsid w:val="00456ABB"/>
    <w:rsid w:val="00456D9C"/>
    <w:rsid w:val="00456E25"/>
    <w:rsid w:val="00457120"/>
    <w:rsid w:val="004575C8"/>
    <w:rsid w:val="004576D7"/>
    <w:rsid w:val="004576F3"/>
    <w:rsid w:val="00457F9F"/>
    <w:rsid w:val="004600CF"/>
    <w:rsid w:val="00460816"/>
    <w:rsid w:val="0046082C"/>
    <w:rsid w:val="00460F76"/>
    <w:rsid w:val="00461375"/>
    <w:rsid w:val="0046190A"/>
    <w:rsid w:val="00461A72"/>
    <w:rsid w:val="0046213D"/>
    <w:rsid w:val="00462282"/>
    <w:rsid w:val="004625A1"/>
    <w:rsid w:val="00462A68"/>
    <w:rsid w:val="004635DA"/>
    <w:rsid w:val="00463899"/>
    <w:rsid w:val="00463E50"/>
    <w:rsid w:val="004642F9"/>
    <w:rsid w:val="004644B5"/>
    <w:rsid w:val="0046469E"/>
    <w:rsid w:val="0046486F"/>
    <w:rsid w:val="00464A14"/>
    <w:rsid w:val="00465258"/>
    <w:rsid w:val="0046539B"/>
    <w:rsid w:val="00465C8B"/>
    <w:rsid w:val="00466448"/>
    <w:rsid w:val="00466470"/>
    <w:rsid w:val="004666EC"/>
    <w:rsid w:val="00466946"/>
    <w:rsid w:val="00466A5B"/>
    <w:rsid w:val="00466AD8"/>
    <w:rsid w:val="00466BE0"/>
    <w:rsid w:val="00466FDD"/>
    <w:rsid w:val="0046745A"/>
    <w:rsid w:val="004675D8"/>
    <w:rsid w:val="004675E1"/>
    <w:rsid w:val="0046769A"/>
    <w:rsid w:val="00467E66"/>
    <w:rsid w:val="0047001F"/>
    <w:rsid w:val="004700EE"/>
    <w:rsid w:val="00470228"/>
    <w:rsid w:val="0047060E"/>
    <w:rsid w:val="0047124D"/>
    <w:rsid w:val="00471691"/>
    <w:rsid w:val="004723C9"/>
    <w:rsid w:val="004725B8"/>
    <w:rsid w:val="0047260B"/>
    <w:rsid w:val="00472939"/>
    <w:rsid w:val="004733BA"/>
    <w:rsid w:val="00473665"/>
    <w:rsid w:val="004736A8"/>
    <w:rsid w:val="00473707"/>
    <w:rsid w:val="004738DB"/>
    <w:rsid w:val="00473961"/>
    <w:rsid w:val="004742A3"/>
    <w:rsid w:val="004747A6"/>
    <w:rsid w:val="00474AC8"/>
    <w:rsid w:val="00474B36"/>
    <w:rsid w:val="0047539A"/>
    <w:rsid w:val="00475C84"/>
    <w:rsid w:val="00475E1E"/>
    <w:rsid w:val="00476067"/>
    <w:rsid w:val="00476279"/>
    <w:rsid w:val="004763AB"/>
    <w:rsid w:val="00476438"/>
    <w:rsid w:val="0047668F"/>
    <w:rsid w:val="00476859"/>
    <w:rsid w:val="004768D4"/>
    <w:rsid w:val="00476AE5"/>
    <w:rsid w:val="00476FD9"/>
    <w:rsid w:val="0047714F"/>
    <w:rsid w:val="0047726D"/>
    <w:rsid w:val="00477696"/>
    <w:rsid w:val="00477742"/>
    <w:rsid w:val="00477AB0"/>
    <w:rsid w:val="00477B20"/>
    <w:rsid w:val="00477C32"/>
    <w:rsid w:val="00477CAD"/>
    <w:rsid w:val="00480011"/>
    <w:rsid w:val="004801DB"/>
    <w:rsid w:val="004804CB"/>
    <w:rsid w:val="00480507"/>
    <w:rsid w:val="00480665"/>
    <w:rsid w:val="004809A6"/>
    <w:rsid w:val="00480E51"/>
    <w:rsid w:val="00481BCD"/>
    <w:rsid w:val="00482075"/>
    <w:rsid w:val="004827C1"/>
    <w:rsid w:val="00482D28"/>
    <w:rsid w:val="004833F3"/>
    <w:rsid w:val="0048399E"/>
    <w:rsid w:val="00484009"/>
    <w:rsid w:val="004846C8"/>
    <w:rsid w:val="00484841"/>
    <w:rsid w:val="00484D0B"/>
    <w:rsid w:val="00484F54"/>
    <w:rsid w:val="00486357"/>
    <w:rsid w:val="004864AE"/>
    <w:rsid w:val="00486564"/>
    <w:rsid w:val="004867EF"/>
    <w:rsid w:val="00487035"/>
    <w:rsid w:val="0048707F"/>
    <w:rsid w:val="00487176"/>
    <w:rsid w:val="0048757D"/>
    <w:rsid w:val="0049021F"/>
    <w:rsid w:val="004903B5"/>
    <w:rsid w:val="0049068A"/>
    <w:rsid w:val="004906F0"/>
    <w:rsid w:val="0049096E"/>
    <w:rsid w:val="00490C39"/>
    <w:rsid w:val="00490ECE"/>
    <w:rsid w:val="004912CE"/>
    <w:rsid w:val="00491F5E"/>
    <w:rsid w:val="00492174"/>
    <w:rsid w:val="0049223D"/>
    <w:rsid w:val="004924C0"/>
    <w:rsid w:val="004925FD"/>
    <w:rsid w:val="0049281E"/>
    <w:rsid w:val="00492967"/>
    <w:rsid w:val="004929D2"/>
    <w:rsid w:val="00492BAF"/>
    <w:rsid w:val="00492BF1"/>
    <w:rsid w:val="00493129"/>
    <w:rsid w:val="0049342E"/>
    <w:rsid w:val="004939B2"/>
    <w:rsid w:val="004939FA"/>
    <w:rsid w:val="00493BBB"/>
    <w:rsid w:val="00493E23"/>
    <w:rsid w:val="00493EEC"/>
    <w:rsid w:val="004945FD"/>
    <w:rsid w:val="0049471E"/>
    <w:rsid w:val="0049489B"/>
    <w:rsid w:val="00494971"/>
    <w:rsid w:val="004950DF"/>
    <w:rsid w:val="004951A8"/>
    <w:rsid w:val="00495286"/>
    <w:rsid w:val="00495446"/>
    <w:rsid w:val="0049544A"/>
    <w:rsid w:val="004955AA"/>
    <w:rsid w:val="004956B4"/>
    <w:rsid w:val="00495901"/>
    <w:rsid w:val="00495B07"/>
    <w:rsid w:val="00495B7B"/>
    <w:rsid w:val="00495CC1"/>
    <w:rsid w:val="00496192"/>
    <w:rsid w:val="004962C2"/>
    <w:rsid w:val="004966E1"/>
    <w:rsid w:val="00496876"/>
    <w:rsid w:val="00496B31"/>
    <w:rsid w:val="00496DEC"/>
    <w:rsid w:val="00497007"/>
    <w:rsid w:val="00497146"/>
    <w:rsid w:val="00497265"/>
    <w:rsid w:val="00497510"/>
    <w:rsid w:val="00497517"/>
    <w:rsid w:val="0049766C"/>
    <w:rsid w:val="00497EB1"/>
    <w:rsid w:val="004A010F"/>
    <w:rsid w:val="004A052C"/>
    <w:rsid w:val="004A0576"/>
    <w:rsid w:val="004A0859"/>
    <w:rsid w:val="004A0B01"/>
    <w:rsid w:val="004A0B56"/>
    <w:rsid w:val="004A0C6B"/>
    <w:rsid w:val="004A11D9"/>
    <w:rsid w:val="004A13F9"/>
    <w:rsid w:val="004A15B3"/>
    <w:rsid w:val="004A16D8"/>
    <w:rsid w:val="004A192C"/>
    <w:rsid w:val="004A19AE"/>
    <w:rsid w:val="004A1A28"/>
    <w:rsid w:val="004A2126"/>
    <w:rsid w:val="004A21BF"/>
    <w:rsid w:val="004A2309"/>
    <w:rsid w:val="004A2734"/>
    <w:rsid w:val="004A27F7"/>
    <w:rsid w:val="004A2865"/>
    <w:rsid w:val="004A2933"/>
    <w:rsid w:val="004A29DD"/>
    <w:rsid w:val="004A2D89"/>
    <w:rsid w:val="004A2DC6"/>
    <w:rsid w:val="004A3085"/>
    <w:rsid w:val="004A38AE"/>
    <w:rsid w:val="004A3B8B"/>
    <w:rsid w:val="004A3C22"/>
    <w:rsid w:val="004A4701"/>
    <w:rsid w:val="004A4878"/>
    <w:rsid w:val="004A54AB"/>
    <w:rsid w:val="004A55DE"/>
    <w:rsid w:val="004A5723"/>
    <w:rsid w:val="004A58EC"/>
    <w:rsid w:val="004A5C3E"/>
    <w:rsid w:val="004A5FA9"/>
    <w:rsid w:val="004A6736"/>
    <w:rsid w:val="004A68CE"/>
    <w:rsid w:val="004A6931"/>
    <w:rsid w:val="004A69E8"/>
    <w:rsid w:val="004A6A7D"/>
    <w:rsid w:val="004A6E47"/>
    <w:rsid w:val="004A6E8F"/>
    <w:rsid w:val="004A7194"/>
    <w:rsid w:val="004A72A8"/>
    <w:rsid w:val="004A7422"/>
    <w:rsid w:val="004A74B7"/>
    <w:rsid w:val="004A7CF6"/>
    <w:rsid w:val="004A7FFA"/>
    <w:rsid w:val="004B05E3"/>
    <w:rsid w:val="004B073F"/>
    <w:rsid w:val="004B07AD"/>
    <w:rsid w:val="004B089E"/>
    <w:rsid w:val="004B08A7"/>
    <w:rsid w:val="004B0AD0"/>
    <w:rsid w:val="004B0AE5"/>
    <w:rsid w:val="004B0CB5"/>
    <w:rsid w:val="004B1069"/>
    <w:rsid w:val="004B12C0"/>
    <w:rsid w:val="004B137D"/>
    <w:rsid w:val="004B206E"/>
    <w:rsid w:val="004B2159"/>
    <w:rsid w:val="004B2352"/>
    <w:rsid w:val="004B239A"/>
    <w:rsid w:val="004B2648"/>
    <w:rsid w:val="004B2FF5"/>
    <w:rsid w:val="004B3069"/>
    <w:rsid w:val="004B31A6"/>
    <w:rsid w:val="004B3460"/>
    <w:rsid w:val="004B3BD9"/>
    <w:rsid w:val="004B3D0C"/>
    <w:rsid w:val="004B439F"/>
    <w:rsid w:val="004B499E"/>
    <w:rsid w:val="004B4E64"/>
    <w:rsid w:val="004B4EFE"/>
    <w:rsid w:val="004B4FA2"/>
    <w:rsid w:val="004B541B"/>
    <w:rsid w:val="004B567B"/>
    <w:rsid w:val="004B5682"/>
    <w:rsid w:val="004B591B"/>
    <w:rsid w:val="004B5BEC"/>
    <w:rsid w:val="004B6BD0"/>
    <w:rsid w:val="004B6C0C"/>
    <w:rsid w:val="004B6C28"/>
    <w:rsid w:val="004B7A2E"/>
    <w:rsid w:val="004B7CD2"/>
    <w:rsid w:val="004B7D95"/>
    <w:rsid w:val="004C008D"/>
    <w:rsid w:val="004C0A80"/>
    <w:rsid w:val="004C0EB7"/>
    <w:rsid w:val="004C111A"/>
    <w:rsid w:val="004C1937"/>
    <w:rsid w:val="004C1A67"/>
    <w:rsid w:val="004C1CC3"/>
    <w:rsid w:val="004C1DB5"/>
    <w:rsid w:val="004C1EBD"/>
    <w:rsid w:val="004C210B"/>
    <w:rsid w:val="004C22C3"/>
    <w:rsid w:val="004C2528"/>
    <w:rsid w:val="004C2937"/>
    <w:rsid w:val="004C2D60"/>
    <w:rsid w:val="004C31AC"/>
    <w:rsid w:val="004C3378"/>
    <w:rsid w:val="004C33FD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8BD"/>
    <w:rsid w:val="004C49F9"/>
    <w:rsid w:val="004C4B32"/>
    <w:rsid w:val="004C4BC0"/>
    <w:rsid w:val="004C4D22"/>
    <w:rsid w:val="004C4D62"/>
    <w:rsid w:val="004C4E6C"/>
    <w:rsid w:val="004C5118"/>
    <w:rsid w:val="004C529F"/>
    <w:rsid w:val="004C579E"/>
    <w:rsid w:val="004C5BD2"/>
    <w:rsid w:val="004C5D3B"/>
    <w:rsid w:val="004C5E97"/>
    <w:rsid w:val="004C6646"/>
    <w:rsid w:val="004C677F"/>
    <w:rsid w:val="004C67F2"/>
    <w:rsid w:val="004C689E"/>
    <w:rsid w:val="004C68A5"/>
    <w:rsid w:val="004C6F0A"/>
    <w:rsid w:val="004C76BE"/>
    <w:rsid w:val="004C776C"/>
    <w:rsid w:val="004C779A"/>
    <w:rsid w:val="004C77C2"/>
    <w:rsid w:val="004C7AAA"/>
    <w:rsid w:val="004C7B92"/>
    <w:rsid w:val="004D0024"/>
    <w:rsid w:val="004D026B"/>
    <w:rsid w:val="004D037F"/>
    <w:rsid w:val="004D03B6"/>
    <w:rsid w:val="004D0526"/>
    <w:rsid w:val="004D0936"/>
    <w:rsid w:val="004D0996"/>
    <w:rsid w:val="004D0FF0"/>
    <w:rsid w:val="004D11F3"/>
    <w:rsid w:val="004D1856"/>
    <w:rsid w:val="004D19CC"/>
    <w:rsid w:val="004D1F05"/>
    <w:rsid w:val="004D1F4E"/>
    <w:rsid w:val="004D22CB"/>
    <w:rsid w:val="004D2405"/>
    <w:rsid w:val="004D24DA"/>
    <w:rsid w:val="004D25B0"/>
    <w:rsid w:val="004D2A4F"/>
    <w:rsid w:val="004D2C53"/>
    <w:rsid w:val="004D2C80"/>
    <w:rsid w:val="004D2E7E"/>
    <w:rsid w:val="004D2F54"/>
    <w:rsid w:val="004D3201"/>
    <w:rsid w:val="004D379B"/>
    <w:rsid w:val="004D3955"/>
    <w:rsid w:val="004D3B30"/>
    <w:rsid w:val="004D3C34"/>
    <w:rsid w:val="004D4003"/>
    <w:rsid w:val="004D46E0"/>
    <w:rsid w:val="004D4741"/>
    <w:rsid w:val="004D48C8"/>
    <w:rsid w:val="004D4B67"/>
    <w:rsid w:val="004D4BE3"/>
    <w:rsid w:val="004D4D25"/>
    <w:rsid w:val="004D4E59"/>
    <w:rsid w:val="004D4EEF"/>
    <w:rsid w:val="004D4F01"/>
    <w:rsid w:val="004D5169"/>
    <w:rsid w:val="004D5482"/>
    <w:rsid w:val="004D54D0"/>
    <w:rsid w:val="004D563A"/>
    <w:rsid w:val="004D56EB"/>
    <w:rsid w:val="004D5A9A"/>
    <w:rsid w:val="004D5D40"/>
    <w:rsid w:val="004D5E4A"/>
    <w:rsid w:val="004D5E6D"/>
    <w:rsid w:val="004D6666"/>
    <w:rsid w:val="004D676A"/>
    <w:rsid w:val="004D6C41"/>
    <w:rsid w:val="004D6E16"/>
    <w:rsid w:val="004D6F95"/>
    <w:rsid w:val="004D71BC"/>
    <w:rsid w:val="004D766E"/>
    <w:rsid w:val="004D7D55"/>
    <w:rsid w:val="004D7F51"/>
    <w:rsid w:val="004E03A0"/>
    <w:rsid w:val="004E03DC"/>
    <w:rsid w:val="004E0527"/>
    <w:rsid w:val="004E0AC7"/>
    <w:rsid w:val="004E0B8A"/>
    <w:rsid w:val="004E0F89"/>
    <w:rsid w:val="004E1191"/>
    <w:rsid w:val="004E14D4"/>
    <w:rsid w:val="004E1685"/>
    <w:rsid w:val="004E16B7"/>
    <w:rsid w:val="004E16F1"/>
    <w:rsid w:val="004E176F"/>
    <w:rsid w:val="004E1EDD"/>
    <w:rsid w:val="004E1EE7"/>
    <w:rsid w:val="004E26E1"/>
    <w:rsid w:val="004E27FA"/>
    <w:rsid w:val="004E282E"/>
    <w:rsid w:val="004E336C"/>
    <w:rsid w:val="004E35FA"/>
    <w:rsid w:val="004E3674"/>
    <w:rsid w:val="004E36FE"/>
    <w:rsid w:val="004E3958"/>
    <w:rsid w:val="004E3A1B"/>
    <w:rsid w:val="004E3BCB"/>
    <w:rsid w:val="004E3D6A"/>
    <w:rsid w:val="004E42F9"/>
    <w:rsid w:val="004E45D4"/>
    <w:rsid w:val="004E4AE8"/>
    <w:rsid w:val="004E4C8F"/>
    <w:rsid w:val="004E4F85"/>
    <w:rsid w:val="004E4FD8"/>
    <w:rsid w:val="004E4FE7"/>
    <w:rsid w:val="004E541C"/>
    <w:rsid w:val="004E5443"/>
    <w:rsid w:val="004E555B"/>
    <w:rsid w:val="004E593B"/>
    <w:rsid w:val="004E5950"/>
    <w:rsid w:val="004E5AE2"/>
    <w:rsid w:val="004E5E67"/>
    <w:rsid w:val="004E62D8"/>
    <w:rsid w:val="004E6A70"/>
    <w:rsid w:val="004E6BC9"/>
    <w:rsid w:val="004E7076"/>
    <w:rsid w:val="004E7398"/>
    <w:rsid w:val="004E764E"/>
    <w:rsid w:val="004E777E"/>
    <w:rsid w:val="004E7C5C"/>
    <w:rsid w:val="004E7D99"/>
    <w:rsid w:val="004E7FBD"/>
    <w:rsid w:val="004F0160"/>
    <w:rsid w:val="004F04F0"/>
    <w:rsid w:val="004F0815"/>
    <w:rsid w:val="004F0871"/>
    <w:rsid w:val="004F104F"/>
    <w:rsid w:val="004F23A8"/>
    <w:rsid w:val="004F26ED"/>
    <w:rsid w:val="004F26F9"/>
    <w:rsid w:val="004F2861"/>
    <w:rsid w:val="004F2A88"/>
    <w:rsid w:val="004F2ED7"/>
    <w:rsid w:val="004F3348"/>
    <w:rsid w:val="004F35EC"/>
    <w:rsid w:val="004F36D9"/>
    <w:rsid w:val="004F3A98"/>
    <w:rsid w:val="004F3CFE"/>
    <w:rsid w:val="004F4060"/>
    <w:rsid w:val="004F41FD"/>
    <w:rsid w:val="004F41FF"/>
    <w:rsid w:val="004F42D4"/>
    <w:rsid w:val="004F44EB"/>
    <w:rsid w:val="004F4656"/>
    <w:rsid w:val="004F484D"/>
    <w:rsid w:val="004F48FB"/>
    <w:rsid w:val="004F4D81"/>
    <w:rsid w:val="004F4DB8"/>
    <w:rsid w:val="004F4E83"/>
    <w:rsid w:val="004F4E87"/>
    <w:rsid w:val="004F5098"/>
    <w:rsid w:val="004F50A5"/>
    <w:rsid w:val="004F5337"/>
    <w:rsid w:val="004F553E"/>
    <w:rsid w:val="004F55C1"/>
    <w:rsid w:val="004F5603"/>
    <w:rsid w:val="004F56E0"/>
    <w:rsid w:val="004F590F"/>
    <w:rsid w:val="004F59D5"/>
    <w:rsid w:val="004F5AE3"/>
    <w:rsid w:val="004F5BE6"/>
    <w:rsid w:val="004F5D23"/>
    <w:rsid w:val="004F5D90"/>
    <w:rsid w:val="004F658B"/>
    <w:rsid w:val="004F680A"/>
    <w:rsid w:val="004F6B8A"/>
    <w:rsid w:val="004F706A"/>
    <w:rsid w:val="004F7404"/>
    <w:rsid w:val="004F744C"/>
    <w:rsid w:val="004F778F"/>
    <w:rsid w:val="004F79F3"/>
    <w:rsid w:val="004F7A39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16D3"/>
    <w:rsid w:val="00501BE1"/>
    <w:rsid w:val="005021E6"/>
    <w:rsid w:val="0050237F"/>
    <w:rsid w:val="00502605"/>
    <w:rsid w:val="0050279F"/>
    <w:rsid w:val="005029E3"/>
    <w:rsid w:val="00502E4F"/>
    <w:rsid w:val="00502F3D"/>
    <w:rsid w:val="00503088"/>
    <w:rsid w:val="00503415"/>
    <w:rsid w:val="0050382F"/>
    <w:rsid w:val="005038FD"/>
    <w:rsid w:val="00503955"/>
    <w:rsid w:val="00503A58"/>
    <w:rsid w:val="00503C4D"/>
    <w:rsid w:val="00503CAC"/>
    <w:rsid w:val="00503DAA"/>
    <w:rsid w:val="0050440C"/>
    <w:rsid w:val="0050442A"/>
    <w:rsid w:val="00504435"/>
    <w:rsid w:val="005050C7"/>
    <w:rsid w:val="0050561D"/>
    <w:rsid w:val="005056A7"/>
    <w:rsid w:val="00505CFB"/>
    <w:rsid w:val="00505DCC"/>
    <w:rsid w:val="00506035"/>
    <w:rsid w:val="0050615E"/>
    <w:rsid w:val="005062B3"/>
    <w:rsid w:val="00506349"/>
    <w:rsid w:val="00506407"/>
    <w:rsid w:val="00506699"/>
    <w:rsid w:val="00506B19"/>
    <w:rsid w:val="00506B47"/>
    <w:rsid w:val="00506D67"/>
    <w:rsid w:val="00506E7B"/>
    <w:rsid w:val="00506EF5"/>
    <w:rsid w:val="005074B2"/>
    <w:rsid w:val="00507677"/>
    <w:rsid w:val="005079CE"/>
    <w:rsid w:val="00507A9E"/>
    <w:rsid w:val="00510602"/>
    <w:rsid w:val="00510E75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5CB"/>
    <w:rsid w:val="00513AA3"/>
    <w:rsid w:val="00513AA9"/>
    <w:rsid w:val="00513EE9"/>
    <w:rsid w:val="00514106"/>
    <w:rsid w:val="00514776"/>
    <w:rsid w:val="0051486C"/>
    <w:rsid w:val="00515604"/>
    <w:rsid w:val="00515745"/>
    <w:rsid w:val="00515797"/>
    <w:rsid w:val="0051579B"/>
    <w:rsid w:val="00515D1D"/>
    <w:rsid w:val="00515DBD"/>
    <w:rsid w:val="005161CE"/>
    <w:rsid w:val="00516C9E"/>
    <w:rsid w:val="00516F5D"/>
    <w:rsid w:val="00517100"/>
    <w:rsid w:val="005173FF"/>
    <w:rsid w:val="00517521"/>
    <w:rsid w:val="00517613"/>
    <w:rsid w:val="00517942"/>
    <w:rsid w:val="00520466"/>
    <w:rsid w:val="0052063C"/>
    <w:rsid w:val="00520EA0"/>
    <w:rsid w:val="00520F7E"/>
    <w:rsid w:val="00520FBE"/>
    <w:rsid w:val="00520FD4"/>
    <w:rsid w:val="005211B9"/>
    <w:rsid w:val="00521258"/>
    <w:rsid w:val="0052172D"/>
    <w:rsid w:val="00521874"/>
    <w:rsid w:val="00521A64"/>
    <w:rsid w:val="00521D45"/>
    <w:rsid w:val="00521FF2"/>
    <w:rsid w:val="005221FC"/>
    <w:rsid w:val="00522840"/>
    <w:rsid w:val="0052287F"/>
    <w:rsid w:val="00522989"/>
    <w:rsid w:val="00522BB0"/>
    <w:rsid w:val="00522C3A"/>
    <w:rsid w:val="00522FA9"/>
    <w:rsid w:val="00523483"/>
    <w:rsid w:val="0052389F"/>
    <w:rsid w:val="0052393E"/>
    <w:rsid w:val="00523C97"/>
    <w:rsid w:val="00523FA6"/>
    <w:rsid w:val="00524006"/>
    <w:rsid w:val="00524123"/>
    <w:rsid w:val="00524220"/>
    <w:rsid w:val="005245F6"/>
    <w:rsid w:val="005247AF"/>
    <w:rsid w:val="005248C9"/>
    <w:rsid w:val="00524C7D"/>
    <w:rsid w:val="00524D54"/>
    <w:rsid w:val="00525148"/>
    <w:rsid w:val="005255D3"/>
    <w:rsid w:val="00525CD8"/>
    <w:rsid w:val="00525F57"/>
    <w:rsid w:val="00526873"/>
    <w:rsid w:val="00526952"/>
    <w:rsid w:val="00526F64"/>
    <w:rsid w:val="005271F4"/>
    <w:rsid w:val="005272C9"/>
    <w:rsid w:val="005273CE"/>
    <w:rsid w:val="005273F2"/>
    <w:rsid w:val="005274DA"/>
    <w:rsid w:val="00527B8C"/>
    <w:rsid w:val="00527D50"/>
    <w:rsid w:val="00527E63"/>
    <w:rsid w:val="00530010"/>
    <w:rsid w:val="00530127"/>
    <w:rsid w:val="005304CD"/>
    <w:rsid w:val="00530547"/>
    <w:rsid w:val="005307E2"/>
    <w:rsid w:val="00530852"/>
    <w:rsid w:val="00530886"/>
    <w:rsid w:val="00530ADB"/>
    <w:rsid w:val="00530ADE"/>
    <w:rsid w:val="00530D8B"/>
    <w:rsid w:val="00530FA9"/>
    <w:rsid w:val="0053191F"/>
    <w:rsid w:val="00531CED"/>
    <w:rsid w:val="00531F39"/>
    <w:rsid w:val="00532393"/>
    <w:rsid w:val="005323F9"/>
    <w:rsid w:val="005329C5"/>
    <w:rsid w:val="005339EA"/>
    <w:rsid w:val="00533A13"/>
    <w:rsid w:val="00533E05"/>
    <w:rsid w:val="00533E28"/>
    <w:rsid w:val="005340F2"/>
    <w:rsid w:val="005345F4"/>
    <w:rsid w:val="005347C5"/>
    <w:rsid w:val="00534871"/>
    <w:rsid w:val="00534ABD"/>
    <w:rsid w:val="00534E8C"/>
    <w:rsid w:val="00534F27"/>
    <w:rsid w:val="00535296"/>
    <w:rsid w:val="005352D4"/>
    <w:rsid w:val="005353B1"/>
    <w:rsid w:val="00535561"/>
    <w:rsid w:val="005357E9"/>
    <w:rsid w:val="00535A9D"/>
    <w:rsid w:val="005362A9"/>
    <w:rsid w:val="0053640B"/>
    <w:rsid w:val="00536437"/>
    <w:rsid w:val="005367DA"/>
    <w:rsid w:val="00536C96"/>
    <w:rsid w:val="00536CA3"/>
    <w:rsid w:val="00536D35"/>
    <w:rsid w:val="00537720"/>
    <w:rsid w:val="00537BEC"/>
    <w:rsid w:val="00537DAF"/>
    <w:rsid w:val="00537F5F"/>
    <w:rsid w:val="005408E0"/>
    <w:rsid w:val="00540ADB"/>
    <w:rsid w:val="0054143F"/>
    <w:rsid w:val="005414B5"/>
    <w:rsid w:val="0054189E"/>
    <w:rsid w:val="00541F9A"/>
    <w:rsid w:val="00541FBC"/>
    <w:rsid w:val="005422EE"/>
    <w:rsid w:val="005424DB"/>
    <w:rsid w:val="005425F4"/>
    <w:rsid w:val="00542D89"/>
    <w:rsid w:val="00542DFA"/>
    <w:rsid w:val="00542E45"/>
    <w:rsid w:val="00542F53"/>
    <w:rsid w:val="0054306B"/>
    <w:rsid w:val="00543485"/>
    <w:rsid w:val="00544373"/>
    <w:rsid w:val="00544460"/>
    <w:rsid w:val="005446FB"/>
    <w:rsid w:val="005447A6"/>
    <w:rsid w:val="00544909"/>
    <w:rsid w:val="00544B1A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9E"/>
    <w:rsid w:val="005460FB"/>
    <w:rsid w:val="005461B2"/>
    <w:rsid w:val="005462A4"/>
    <w:rsid w:val="0054642E"/>
    <w:rsid w:val="005466DB"/>
    <w:rsid w:val="0054676B"/>
    <w:rsid w:val="00546789"/>
    <w:rsid w:val="00546847"/>
    <w:rsid w:val="005469E7"/>
    <w:rsid w:val="00546A05"/>
    <w:rsid w:val="00546A8D"/>
    <w:rsid w:val="00546B27"/>
    <w:rsid w:val="00546BE3"/>
    <w:rsid w:val="00546E44"/>
    <w:rsid w:val="00546F31"/>
    <w:rsid w:val="00546F96"/>
    <w:rsid w:val="00547421"/>
    <w:rsid w:val="00547478"/>
    <w:rsid w:val="00547687"/>
    <w:rsid w:val="005476D3"/>
    <w:rsid w:val="005477C4"/>
    <w:rsid w:val="00547D03"/>
    <w:rsid w:val="00547D99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482"/>
    <w:rsid w:val="005515BA"/>
    <w:rsid w:val="005516AA"/>
    <w:rsid w:val="00551AF5"/>
    <w:rsid w:val="00551C3C"/>
    <w:rsid w:val="00551CF0"/>
    <w:rsid w:val="00551F00"/>
    <w:rsid w:val="00552139"/>
    <w:rsid w:val="0055216B"/>
    <w:rsid w:val="00552196"/>
    <w:rsid w:val="005521C5"/>
    <w:rsid w:val="00552855"/>
    <w:rsid w:val="00552B02"/>
    <w:rsid w:val="00552BD7"/>
    <w:rsid w:val="00552C5F"/>
    <w:rsid w:val="00552E15"/>
    <w:rsid w:val="00553025"/>
    <w:rsid w:val="0055307B"/>
    <w:rsid w:val="00553149"/>
    <w:rsid w:val="005538CE"/>
    <w:rsid w:val="00553B1A"/>
    <w:rsid w:val="00553C95"/>
    <w:rsid w:val="00553D54"/>
    <w:rsid w:val="00553E01"/>
    <w:rsid w:val="00554500"/>
    <w:rsid w:val="005549A0"/>
    <w:rsid w:val="00554A42"/>
    <w:rsid w:val="00554E05"/>
    <w:rsid w:val="00554F04"/>
    <w:rsid w:val="0055505A"/>
    <w:rsid w:val="00555961"/>
    <w:rsid w:val="00555B09"/>
    <w:rsid w:val="0055622A"/>
    <w:rsid w:val="005563EF"/>
    <w:rsid w:val="00556402"/>
    <w:rsid w:val="00556A97"/>
    <w:rsid w:val="00556CD2"/>
    <w:rsid w:val="00556EA1"/>
    <w:rsid w:val="00557086"/>
    <w:rsid w:val="00557228"/>
    <w:rsid w:val="00557438"/>
    <w:rsid w:val="00557975"/>
    <w:rsid w:val="005604FC"/>
    <w:rsid w:val="00560559"/>
    <w:rsid w:val="00560726"/>
    <w:rsid w:val="00560D10"/>
    <w:rsid w:val="00560DD0"/>
    <w:rsid w:val="005619FA"/>
    <w:rsid w:val="00561EAD"/>
    <w:rsid w:val="00561F51"/>
    <w:rsid w:val="00562161"/>
    <w:rsid w:val="0056219D"/>
    <w:rsid w:val="00562377"/>
    <w:rsid w:val="005623E6"/>
    <w:rsid w:val="0056243F"/>
    <w:rsid w:val="005629B8"/>
    <w:rsid w:val="00562A6E"/>
    <w:rsid w:val="00562AE2"/>
    <w:rsid w:val="00562EB4"/>
    <w:rsid w:val="00562FBB"/>
    <w:rsid w:val="005630A8"/>
    <w:rsid w:val="0056352D"/>
    <w:rsid w:val="005635D9"/>
    <w:rsid w:val="005637E5"/>
    <w:rsid w:val="0056392D"/>
    <w:rsid w:val="00563DFD"/>
    <w:rsid w:val="005642C1"/>
    <w:rsid w:val="005644F3"/>
    <w:rsid w:val="005647EE"/>
    <w:rsid w:val="005657E8"/>
    <w:rsid w:val="005658C9"/>
    <w:rsid w:val="005663B1"/>
    <w:rsid w:val="005667B7"/>
    <w:rsid w:val="00566898"/>
    <w:rsid w:val="00566909"/>
    <w:rsid w:val="00566922"/>
    <w:rsid w:val="00566D2A"/>
    <w:rsid w:val="005670D6"/>
    <w:rsid w:val="00567108"/>
    <w:rsid w:val="00567567"/>
    <w:rsid w:val="00567610"/>
    <w:rsid w:val="00567BDC"/>
    <w:rsid w:val="00567C66"/>
    <w:rsid w:val="0057029F"/>
    <w:rsid w:val="005705AD"/>
    <w:rsid w:val="005705B9"/>
    <w:rsid w:val="00570741"/>
    <w:rsid w:val="00570AB5"/>
    <w:rsid w:val="00570FE8"/>
    <w:rsid w:val="00571095"/>
    <w:rsid w:val="00571177"/>
    <w:rsid w:val="00571570"/>
    <w:rsid w:val="00571DB0"/>
    <w:rsid w:val="00572062"/>
    <w:rsid w:val="0057212A"/>
    <w:rsid w:val="0057216B"/>
    <w:rsid w:val="005722B4"/>
    <w:rsid w:val="00572BA3"/>
    <w:rsid w:val="005733F9"/>
    <w:rsid w:val="00573641"/>
    <w:rsid w:val="00573814"/>
    <w:rsid w:val="00573841"/>
    <w:rsid w:val="00573BAC"/>
    <w:rsid w:val="00573BBF"/>
    <w:rsid w:val="0057431B"/>
    <w:rsid w:val="005744F6"/>
    <w:rsid w:val="00574660"/>
    <w:rsid w:val="005747F1"/>
    <w:rsid w:val="00574816"/>
    <w:rsid w:val="00574DEF"/>
    <w:rsid w:val="00574F13"/>
    <w:rsid w:val="00574F88"/>
    <w:rsid w:val="00575107"/>
    <w:rsid w:val="005756D1"/>
    <w:rsid w:val="00575714"/>
    <w:rsid w:val="00575918"/>
    <w:rsid w:val="00575A90"/>
    <w:rsid w:val="00575D67"/>
    <w:rsid w:val="00575E53"/>
    <w:rsid w:val="005762BF"/>
    <w:rsid w:val="005764A1"/>
    <w:rsid w:val="0057672C"/>
    <w:rsid w:val="005768F3"/>
    <w:rsid w:val="00576978"/>
    <w:rsid w:val="00576CF7"/>
    <w:rsid w:val="00576EC9"/>
    <w:rsid w:val="0057783E"/>
    <w:rsid w:val="00577CF5"/>
    <w:rsid w:val="0058000D"/>
    <w:rsid w:val="00580474"/>
    <w:rsid w:val="00580777"/>
    <w:rsid w:val="00580979"/>
    <w:rsid w:val="00580A3A"/>
    <w:rsid w:val="00580F65"/>
    <w:rsid w:val="00581024"/>
    <w:rsid w:val="00581142"/>
    <w:rsid w:val="00581464"/>
    <w:rsid w:val="00581A06"/>
    <w:rsid w:val="00581BA5"/>
    <w:rsid w:val="005821C2"/>
    <w:rsid w:val="00582910"/>
    <w:rsid w:val="00582E0B"/>
    <w:rsid w:val="00582FA5"/>
    <w:rsid w:val="00582FDB"/>
    <w:rsid w:val="005830E7"/>
    <w:rsid w:val="005830FD"/>
    <w:rsid w:val="0058311F"/>
    <w:rsid w:val="00583212"/>
    <w:rsid w:val="005832B1"/>
    <w:rsid w:val="00583338"/>
    <w:rsid w:val="00583413"/>
    <w:rsid w:val="00583681"/>
    <w:rsid w:val="00583ACD"/>
    <w:rsid w:val="00584099"/>
    <w:rsid w:val="005840D4"/>
    <w:rsid w:val="00584C12"/>
    <w:rsid w:val="00584D9B"/>
    <w:rsid w:val="005852FA"/>
    <w:rsid w:val="0058598F"/>
    <w:rsid w:val="00585B63"/>
    <w:rsid w:val="00586762"/>
    <w:rsid w:val="00586BAB"/>
    <w:rsid w:val="00586D75"/>
    <w:rsid w:val="00586E03"/>
    <w:rsid w:val="00586E7D"/>
    <w:rsid w:val="00587310"/>
    <w:rsid w:val="00587419"/>
    <w:rsid w:val="00590718"/>
    <w:rsid w:val="0059084D"/>
    <w:rsid w:val="00591359"/>
    <w:rsid w:val="005914AF"/>
    <w:rsid w:val="00591B55"/>
    <w:rsid w:val="00591BCC"/>
    <w:rsid w:val="00591D0F"/>
    <w:rsid w:val="005923AE"/>
    <w:rsid w:val="005925D9"/>
    <w:rsid w:val="00592B06"/>
    <w:rsid w:val="00592B25"/>
    <w:rsid w:val="00592BAC"/>
    <w:rsid w:val="00592F63"/>
    <w:rsid w:val="0059339A"/>
    <w:rsid w:val="005933D9"/>
    <w:rsid w:val="005935DA"/>
    <w:rsid w:val="0059362D"/>
    <w:rsid w:val="005936A1"/>
    <w:rsid w:val="005936AF"/>
    <w:rsid w:val="00593788"/>
    <w:rsid w:val="00593BB7"/>
    <w:rsid w:val="00593EFA"/>
    <w:rsid w:val="0059428F"/>
    <w:rsid w:val="00594683"/>
    <w:rsid w:val="005948C1"/>
    <w:rsid w:val="00594D5B"/>
    <w:rsid w:val="00595A16"/>
    <w:rsid w:val="005962EE"/>
    <w:rsid w:val="0059653B"/>
    <w:rsid w:val="00596845"/>
    <w:rsid w:val="00596992"/>
    <w:rsid w:val="00596E8A"/>
    <w:rsid w:val="00596F38"/>
    <w:rsid w:val="005972AC"/>
    <w:rsid w:val="005976B5"/>
    <w:rsid w:val="0059788F"/>
    <w:rsid w:val="00597A50"/>
    <w:rsid w:val="00597B6B"/>
    <w:rsid w:val="00597CBB"/>
    <w:rsid w:val="005A00BD"/>
    <w:rsid w:val="005A0184"/>
    <w:rsid w:val="005A05C0"/>
    <w:rsid w:val="005A05F4"/>
    <w:rsid w:val="005A093C"/>
    <w:rsid w:val="005A0965"/>
    <w:rsid w:val="005A0CE1"/>
    <w:rsid w:val="005A0D81"/>
    <w:rsid w:val="005A0D83"/>
    <w:rsid w:val="005A105B"/>
    <w:rsid w:val="005A1C58"/>
    <w:rsid w:val="005A201E"/>
    <w:rsid w:val="005A211D"/>
    <w:rsid w:val="005A2963"/>
    <w:rsid w:val="005A2AC6"/>
    <w:rsid w:val="005A2D07"/>
    <w:rsid w:val="005A2DB4"/>
    <w:rsid w:val="005A2E49"/>
    <w:rsid w:val="005A3612"/>
    <w:rsid w:val="005A394F"/>
    <w:rsid w:val="005A3A79"/>
    <w:rsid w:val="005A3CAC"/>
    <w:rsid w:val="005A3D69"/>
    <w:rsid w:val="005A3EDF"/>
    <w:rsid w:val="005A3F14"/>
    <w:rsid w:val="005A40E2"/>
    <w:rsid w:val="005A447D"/>
    <w:rsid w:val="005A45E5"/>
    <w:rsid w:val="005A4A12"/>
    <w:rsid w:val="005A4D61"/>
    <w:rsid w:val="005A5289"/>
    <w:rsid w:val="005A53F4"/>
    <w:rsid w:val="005A5965"/>
    <w:rsid w:val="005A5A42"/>
    <w:rsid w:val="005A5CA4"/>
    <w:rsid w:val="005A6124"/>
    <w:rsid w:val="005A624E"/>
    <w:rsid w:val="005A6364"/>
    <w:rsid w:val="005A6457"/>
    <w:rsid w:val="005A689D"/>
    <w:rsid w:val="005A6AA4"/>
    <w:rsid w:val="005A6AF6"/>
    <w:rsid w:val="005A6FC4"/>
    <w:rsid w:val="005A7351"/>
    <w:rsid w:val="005A769C"/>
    <w:rsid w:val="005A76F3"/>
    <w:rsid w:val="005A77B7"/>
    <w:rsid w:val="005A78EE"/>
    <w:rsid w:val="005A7A3E"/>
    <w:rsid w:val="005A7CC6"/>
    <w:rsid w:val="005A7E64"/>
    <w:rsid w:val="005A7ED2"/>
    <w:rsid w:val="005B020E"/>
    <w:rsid w:val="005B029C"/>
    <w:rsid w:val="005B031C"/>
    <w:rsid w:val="005B04FF"/>
    <w:rsid w:val="005B0871"/>
    <w:rsid w:val="005B0A74"/>
    <w:rsid w:val="005B1303"/>
    <w:rsid w:val="005B17E1"/>
    <w:rsid w:val="005B1803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D16"/>
    <w:rsid w:val="005B4087"/>
    <w:rsid w:val="005B43C2"/>
    <w:rsid w:val="005B4648"/>
    <w:rsid w:val="005B47DF"/>
    <w:rsid w:val="005B4E99"/>
    <w:rsid w:val="005B515E"/>
    <w:rsid w:val="005B5302"/>
    <w:rsid w:val="005B57B3"/>
    <w:rsid w:val="005B5AAD"/>
    <w:rsid w:val="005B5B38"/>
    <w:rsid w:val="005B5BB7"/>
    <w:rsid w:val="005B5DF6"/>
    <w:rsid w:val="005B6036"/>
    <w:rsid w:val="005B62BF"/>
    <w:rsid w:val="005B6398"/>
    <w:rsid w:val="005B63F0"/>
    <w:rsid w:val="005B6726"/>
    <w:rsid w:val="005B68A8"/>
    <w:rsid w:val="005B6A5A"/>
    <w:rsid w:val="005B6B05"/>
    <w:rsid w:val="005B6B0A"/>
    <w:rsid w:val="005B71E2"/>
    <w:rsid w:val="005B7A08"/>
    <w:rsid w:val="005B7AF7"/>
    <w:rsid w:val="005B7BB7"/>
    <w:rsid w:val="005B7C07"/>
    <w:rsid w:val="005C06ED"/>
    <w:rsid w:val="005C0A5A"/>
    <w:rsid w:val="005C0CCF"/>
    <w:rsid w:val="005C1258"/>
    <w:rsid w:val="005C15DE"/>
    <w:rsid w:val="005C19BF"/>
    <w:rsid w:val="005C1A58"/>
    <w:rsid w:val="005C1CA7"/>
    <w:rsid w:val="005C1E7B"/>
    <w:rsid w:val="005C215A"/>
    <w:rsid w:val="005C21A8"/>
    <w:rsid w:val="005C21AE"/>
    <w:rsid w:val="005C224B"/>
    <w:rsid w:val="005C26D9"/>
    <w:rsid w:val="005C2A34"/>
    <w:rsid w:val="005C31B6"/>
    <w:rsid w:val="005C31FB"/>
    <w:rsid w:val="005C32D0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6AA"/>
    <w:rsid w:val="005C46E4"/>
    <w:rsid w:val="005C471F"/>
    <w:rsid w:val="005C47B4"/>
    <w:rsid w:val="005C4A89"/>
    <w:rsid w:val="005C4EAC"/>
    <w:rsid w:val="005C595C"/>
    <w:rsid w:val="005C59EE"/>
    <w:rsid w:val="005C5BF2"/>
    <w:rsid w:val="005C60B8"/>
    <w:rsid w:val="005C6139"/>
    <w:rsid w:val="005C65E1"/>
    <w:rsid w:val="005C66D3"/>
    <w:rsid w:val="005C694F"/>
    <w:rsid w:val="005C6BEC"/>
    <w:rsid w:val="005C6C05"/>
    <w:rsid w:val="005C6D86"/>
    <w:rsid w:val="005C7280"/>
    <w:rsid w:val="005C7500"/>
    <w:rsid w:val="005C7687"/>
    <w:rsid w:val="005C777E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6EF"/>
    <w:rsid w:val="005D1749"/>
    <w:rsid w:val="005D1A3C"/>
    <w:rsid w:val="005D1CB2"/>
    <w:rsid w:val="005D2017"/>
    <w:rsid w:val="005D25C8"/>
    <w:rsid w:val="005D2BFE"/>
    <w:rsid w:val="005D2E3B"/>
    <w:rsid w:val="005D3133"/>
    <w:rsid w:val="005D327D"/>
    <w:rsid w:val="005D349F"/>
    <w:rsid w:val="005D3689"/>
    <w:rsid w:val="005D3753"/>
    <w:rsid w:val="005D3781"/>
    <w:rsid w:val="005D40ED"/>
    <w:rsid w:val="005D4336"/>
    <w:rsid w:val="005D45BB"/>
    <w:rsid w:val="005D4644"/>
    <w:rsid w:val="005D4E89"/>
    <w:rsid w:val="005D4EC5"/>
    <w:rsid w:val="005D5031"/>
    <w:rsid w:val="005D5846"/>
    <w:rsid w:val="005D5862"/>
    <w:rsid w:val="005D5AE8"/>
    <w:rsid w:val="005D5C02"/>
    <w:rsid w:val="005D5DCD"/>
    <w:rsid w:val="005D5EE6"/>
    <w:rsid w:val="005D5FD6"/>
    <w:rsid w:val="005D61CF"/>
    <w:rsid w:val="005D6311"/>
    <w:rsid w:val="005D699A"/>
    <w:rsid w:val="005D6C9C"/>
    <w:rsid w:val="005D70FB"/>
    <w:rsid w:val="005D7252"/>
    <w:rsid w:val="005D73B9"/>
    <w:rsid w:val="005D7625"/>
    <w:rsid w:val="005D7837"/>
    <w:rsid w:val="005D794B"/>
    <w:rsid w:val="005D79B8"/>
    <w:rsid w:val="005D7B16"/>
    <w:rsid w:val="005D7D28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1F3B"/>
    <w:rsid w:val="005E22D7"/>
    <w:rsid w:val="005E2619"/>
    <w:rsid w:val="005E2A86"/>
    <w:rsid w:val="005E2B43"/>
    <w:rsid w:val="005E2B6F"/>
    <w:rsid w:val="005E2F87"/>
    <w:rsid w:val="005E329B"/>
    <w:rsid w:val="005E348E"/>
    <w:rsid w:val="005E36D6"/>
    <w:rsid w:val="005E3750"/>
    <w:rsid w:val="005E378D"/>
    <w:rsid w:val="005E3881"/>
    <w:rsid w:val="005E3A37"/>
    <w:rsid w:val="005E3F8D"/>
    <w:rsid w:val="005E40CB"/>
    <w:rsid w:val="005E44C6"/>
    <w:rsid w:val="005E45DC"/>
    <w:rsid w:val="005E4ADB"/>
    <w:rsid w:val="005E4E8A"/>
    <w:rsid w:val="005E52D7"/>
    <w:rsid w:val="005E5792"/>
    <w:rsid w:val="005E5ACE"/>
    <w:rsid w:val="005E5C03"/>
    <w:rsid w:val="005E5DD2"/>
    <w:rsid w:val="005E633A"/>
    <w:rsid w:val="005E6406"/>
    <w:rsid w:val="005E64AD"/>
    <w:rsid w:val="005E6775"/>
    <w:rsid w:val="005E68AF"/>
    <w:rsid w:val="005E6D18"/>
    <w:rsid w:val="005E711F"/>
    <w:rsid w:val="005E776F"/>
    <w:rsid w:val="005E7C1D"/>
    <w:rsid w:val="005E7C6B"/>
    <w:rsid w:val="005F025E"/>
    <w:rsid w:val="005F0433"/>
    <w:rsid w:val="005F08FA"/>
    <w:rsid w:val="005F0D9C"/>
    <w:rsid w:val="005F0E9E"/>
    <w:rsid w:val="005F0EBD"/>
    <w:rsid w:val="005F1580"/>
    <w:rsid w:val="005F1C33"/>
    <w:rsid w:val="005F1C5E"/>
    <w:rsid w:val="005F1C85"/>
    <w:rsid w:val="005F2012"/>
    <w:rsid w:val="005F22D0"/>
    <w:rsid w:val="005F2C7A"/>
    <w:rsid w:val="005F2D78"/>
    <w:rsid w:val="005F2FFF"/>
    <w:rsid w:val="005F300E"/>
    <w:rsid w:val="005F3207"/>
    <w:rsid w:val="005F369A"/>
    <w:rsid w:val="005F3818"/>
    <w:rsid w:val="005F396F"/>
    <w:rsid w:val="005F3AFE"/>
    <w:rsid w:val="005F3B1F"/>
    <w:rsid w:val="005F3E54"/>
    <w:rsid w:val="005F3FD3"/>
    <w:rsid w:val="005F45CB"/>
    <w:rsid w:val="005F4751"/>
    <w:rsid w:val="005F4B3B"/>
    <w:rsid w:val="005F4C33"/>
    <w:rsid w:val="005F4D09"/>
    <w:rsid w:val="005F4EB9"/>
    <w:rsid w:val="005F4F9D"/>
    <w:rsid w:val="005F5657"/>
    <w:rsid w:val="005F58BA"/>
    <w:rsid w:val="005F5FF8"/>
    <w:rsid w:val="005F6382"/>
    <w:rsid w:val="005F6445"/>
    <w:rsid w:val="005F6554"/>
    <w:rsid w:val="005F6707"/>
    <w:rsid w:val="005F673A"/>
    <w:rsid w:val="005F702A"/>
    <w:rsid w:val="005F7495"/>
    <w:rsid w:val="005F791A"/>
    <w:rsid w:val="005F7EBC"/>
    <w:rsid w:val="0060006B"/>
    <w:rsid w:val="00600225"/>
    <w:rsid w:val="006004D7"/>
    <w:rsid w:val="006005EB"/>
    <w:rsid w:val="00600864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FD"/>
    <w:rsid w:val="00602714"/>
    <w:rsid w:val="00602766"/>
    <w:rsid w:val="0060279E"/>
    <w:rsid w:val="00602AA1"/>
    <w:rsid w:val="00602C21"/>
    <w:rsid w:val="00602D3F"/>
    <w:rsid w:val="00602DA6"/>
    <w:rsid w:val="006030D0"/>
    <w:rsid w:val="0060318A"/>
    <w:rsid w:val="006038B5"/>
    <w:rsid w:val="00603BAC"/>
    <w:rsid w:val="00603BDE"/>
    <w:rsid w:val="00603D5C"/>
    <w:rsid w:val="00603E0A"/>
    <w:rsid w:val="00604088"/>
    <w:rsid w:val="00604120"/>
    <w:rsid w:val="0060433A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4A"/>
    <w:rsid w:val="00605CE5"/>
    <w:rsid w:val="00606987"/>
    <w:rsid w:val="00606AF6"/>
    <w:rsid w:val="00606D97"/>
    <w:rsid w:val="00606E47"/>
    <w:rsid w:val="0060740F"/>
    <w:rsid w:val="00607688"/>
    <w:rsid w:val="00607BB2"/>
    <w:rsid w:val="00610565"/>
    <w:rsid w:val="00610654"/>
    <w:rsid w:val="00610B8B"/>
    <w:rsid w:val="00610C74"/>
    <w:rsid w:val="00610D6F"/>
    <w:rsid w:val="00610E1C"/>
    <w:rsid w:val="006111FE"/>
    <w:rsid w:val="00611262"/>
    <w:rsid w:val="00611500"/>
    <w:rsid w:val="006118E4"/>
    <w:rsid w:val="00611972"/>
    <w:rsid w:val="00611DE1"/>
    <w:rsid w:val="00612086"/>
    <w:rsid w:val="0061222C"/>
    <w:rsid w:val="006125CD"/>
    <w:rsid w:val="0061269A"/>
    <w:rsid w:val="00612A3C"/>
    <w:rsid w:val="00612BC8"/>
    <w:rsid w:val="00612BD2"/>
    <w:rsid w:val="00612DFE"/>
    <w:rsid w:val="00612EE2"/>
    <w:rsid w:val="00612F25"/>
    <w:rsid w:val="006135D7"/>
    <w:rsid w:val="00613A30"/>
    <w:rsid w:val="00614361"/>
    <w:rsid w:val="006144BB"/>
    <w:rsid w:val="00614587"/>
    <w:rsid w:val="006145CB"/>
    <w:rsid w:val="0061460A"/>
    <w:rsid w:val="00614802"/>
    <w:rsid w:val="00614B00"/>
    <w:rsid w:val="00614C52"/>
    <w:rsid w:val="00614D6A"/>
    <w:rsid w:val="00614E45"/>
    <w:rsid w:val="00614F92"/>
    <w:rsid w:val="00615929"/>
    <w:rsid w:val="0061593A"/>
    <w:rsid w:val="00615B8A"/>
    <w:rsid w:val="00615FE0"/>
    <w:rsid w:val="006160B7"/>
    <w:rsid w:val="00616649"/>
    <w:rsid w:val="00616656"/>
    <w:rsid w:val="00616737"/>
    <w:rsid w:val="00616A47"/>
    <w:rsid w:val="006175D8"/>
    <w:rsid w:val="006175DE"/>
    <w:rsid w:val="00617728"/>
    <w:rsid w:val="00617AF7"/>
    <w:rsid w:val="00617CAB"/>
    <w:rsid w:val="00617F9F"/>
    <w:rsid w:val="00620195"/>
    <w:rsid w:val="00620510"/>
    <w:rsid w:val="00620A41"/>
    <w:rsid w:val="00620BA1"/>
    <w:rsid w:val="00621174"/>
    <w:rsid w:val="0062159F"/>
    <w:rsid w:val="006216FA"/>
    <w:rsid w:val="0062197A"/>
    <w:rsid w:val="0062229E"/>
    <w:rsid w:val="0062244F"/>
    <w:rsid w:val="006227A2"/>
    <w:rsid w:val="00622F8C"/>
    <w:rsid w:val="0062314F"/>
    <w:rsid w:val="006233F9"/>
    <w:rsid w:val="006234DD"/>
    <w:rsid w:val="00623A3B"/>
    <w:rsid w:val="006242E6"/>
    <w:rsid w:val="0062499C"/>
    <w:rsid w:val="00624CB3"/>
    <w:rsid w:val="00624EA0"/>
    <w:rsid w:val="0062505D"/>
    <w:rsid w:val="00625D45"/>
    <w:rsid w:val="00625DCB"/>
    <w:rsid w:val="0062608B"/>
    <w:rsid w:val="00626217"/>
    <w:rsid w:val="006263A0"/>
    <w:rsid w:val="006266CB"/>
    <w:rsid w:val="0062671F"/>
    <w:rsid w:val="00626B71"/>
    <w:rsid w:val="00626BB6"/>
    <w:rsid w:val="00626C51"/>
    <w:rsid w:val="00626D64"/>
    <w:rsid w:val="00626EB3"/>
    <w:rsid w:val="00627B2D"/>
    <w:rsid w:val="00627E75"/>
    <w:rsid w:val="00630157"/>
    <w:rsid w:val="0063060A"/>
    <w:rsid w:val="006307E6"/>
    <w:rsid w:val="0063082B"/>
    <w:rsid w:val="00631089"/>
    <w:rsid w:val="006311B7"/>
    <w:rsid w:val="00631247"/>
    <w:rsid w:val="006317AF"/>
    <w:rsid w:val="00631998"/>
    <w:rsid w:val="00631E7B"/>
    <w:rsid w:val="00631FEE"/>
    <w:rsid w:val="00632100"/>
    <w:rsid w:val="00632331"/>
    <w:rsid w:val="0063249E"/>
    <w:rsid w:val="00632725"/>
    <w:rsid w:val="00632C17"/>
    <w:rsid w:val="00632D46"/>
    <w:rsid w:val="00632F30"/>
    <w:rsid w:val="006332D5"/>
    <w:rsid w:val="006334A3"/>
    <w:rsid w:val="006338A3"/>
    <w:rsid w:val="00633AB0"/>
    <w:rsid w:val="00633ADF"/>
    <w:rsid w:val="00633E1D"/>
    <w:rsid w:val="00633EEA"/>
    <w:rsid w:val="006348BF"/>
    <w:rsid w:val="00634AB0"/>
    <w:rsid w:val="0063572F"/>
    <w:rsid w:val="00635ACB"/>
    <w:rsid w:val="00635E61"/>
    <w:rsid w:val="00635F68"/>
    <w:rsid w:val="006361A7"/>
    <w:rsid w:val="006368F1"/>
    <w:rsid w:val="00636988"/>
    <w:rsid w:val="00636989"/>
    <w:rsid w:val="00636A55"/>
    <w:rsid w:val="00636B1D"/>
    <w:rsid w:val="00636B54"/>
    <w:rsid w:val="00636CCA"/>
    <w:rsid w:val="00636D08"/>
    <w:rsid w:val="00636F05"/>
    <w:rsid w:val="0063737D"/>
    <w:rsid w:val="006377BB"/>
    <w:rsid w:val="00637B47"/>
    <w:rsid w:val="00637BF0"/>
    <w:rsid w:val="00637CD6"/>
    <w:rsid w:val="00637DEF"/>
    <w:rsid w:val="00637FCD"/>
    <w:rsid w:val="0064008B"/>
    <w:rsid w:val="00640383"/>
    <w:rsid w:val="00640502"/>
    <w:rsid w:val="0064068C"/>
    <w:rsid w:val="00640737"/>
    <w:rsid w:val="0064087B"/>
    <w:rsid w:val="00640D5A"/>
    <w:rsid w:val="00640DC9"/>
    <w:rsid w:val="00640E08"/>
    <w:rsid w:val="00640F0C"/>
    <w:rsid w:val="00641206"/>
    <w:rsid w:val="00641429"/>
    <w:rsid w:val="00641796"/>
    <w:rsid w:val="00641B46"/>
    <w:rsid w:val="00641B76"/>
    <w:rsid w:val="00641BE3"/>
    <w:rsid w:val="00641D33"/>
    <w:rsid w:val="006422A5"/>
    <w:rsid w:val="00642319"/>
    <w:rsid w:val="00642851"/>
    <w:rsid w:val="00642A7B"/>
    <w:rsid w:val="00642EC6"/>
    <w:rsid w:val="0064318D"/>
    <w:rsid w:val="00643378"/>
    <w:rsid w:val="00643AD1"/>
    <w:rsid w:val="00643ADA"/>
    <w:rsid w:val="00643B92"/>
    <w:rsid w:val="00643FB4"/>
    <w:rsid w:val="006441DC"/>
    <w:rsid w:val="006445E0"/>
    <w:rsid w:val="00644D26"/>
    <w:rsid w:val="00644F38"/>
    <w:rsid w:val="00644FF3"/>
    <w:rsid w:val="006453C6"/>
    <w:rsid w:val="0064540E"/>
    <w:rsid w:val="006458AC"/>
    <w:rsid w:val="00645E03"/>
    <w:rsid w:val="00645F8F"/>
    <w:rsid w:val="00646011"/>
    <w:rsid w:val="0064625B"/>
    <w:rsid w:val="006466A1"/>
    <w:rsid w:val="006467ED"/>
    <w:rsid w:val="00646AA6"/>
    <w:rsid w:val="00646CBF"/>
    <w:rsid w:val="00646D51"/>
    <w:rsid w:val="00647431"/>
    <w:rsid w:val="006474E9"/>
    <w:rsid w:val="0064750F"/>
    <w:rsid w:val="0064763D"/>
    <w:rsid w:val="00647869"/>
    <w:rsid w:val="00647D26"/>
    <w:rsid w:val="006502BF"/>
    <w:rsid w:val="006504A8"/>
    <w:rsid w:val="00650658"/>
    <w:rsid w:val="0065085C"/>
    <w:rsid w:val="006508CE"/>
    <w:rsid w:val="00650A31"/>
    <w:rsid w:val="00650C44"/>
    <w:rsid w:val="00650E59"/>
    <w:rsid w:val="0065123D"/>
    <w:rsid w:val="00651367"/>
    <w:rsid w:val="00651626"/>
    <w:rsid w:val="00651AF1"/>
    <w:rsid w:val="00651D7C"/>
    <w:rsid w:val="006526D2"/>
    <w:rsid w:val="0065297D"/>
    <w:rsid w:val="006529A2"/>
    <w:rsid w:val="00652C88"/>
    <w:rsid w:val="00653435"/>
    <w:rsid w:val="0065407E"/>
    <w:rsid w:val="00654762"/>
    <w:rsid w:val="00654816"/>
    <w:rsid w:val="00654AE6"/>
    <w:rsid w:val="00654B76"/>
    <w:rsid w:val="00654BE3"/>
    <w:rsid w:val="00654C3C"/>
    <w:rsid w:val="00654C61"/>
    <w:rsid w:val="00654D0D"/>
    <w:rsid w:val="00654E88"/>
    <w:rsid w:val="00655261"/>
    <w:rsid w:val="006552CF"/>
    <w:rsid w:val="00655422"/>
    <w:rsid w:val="00655C11"/>
    <w:rsid w:val="00655CC7"/>
    <w:rsid w:val="00655DC0"/>
    <w:rsid w:val="00655E0E"/>
    <w:rsid w:val="00656276"/>
    <w:rsid w:val="006562AD"/>
    <w:rsid w:val="0065641D"/>
    <w:rsid w:val="0065662A"/>
    <w:rsid w:val="0065663A"/>
    <w:rsid w:val="00656698"/>
    <w:rsid w:val="006567EC"/>
    <w:rsid w:val="006569C7"/>
    <w:rsid w:val="00656CB9"/>
    <w:rsid w:val="00656DE1"/>
    <w:rsid w:val="00656E8B"/>
    <w:rsid w:val="00656F16"/>
    <w:rsid w:val="00657298"/>
    <w:rsid w:val="006573B1"/>
    <w:rsid w:val="006573DA"/>
    <w:rsid w:val="00657780"/>
    <w:rsid w:val="00657982"/>
    <w:rsid w:val="00657F16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25C7"/>
    <w:rsid w:val="006629D4"/>
    <w:rsid w:val="00662A56"/>
    <w:rsid w:val="00662AA1"/>
    <w:rsid w:val="00662C0C"/>
    <w:rsid w:val="00662E28"/>
    <w:rsid w:val="00662E61"/>
    <w:rsid w:val="006631D6"/>
    <w:rsid w:val="006632BC"/>
    <w:rsid w:val="006633CE"/>
    <w:rsid w:val="0066389F"/>
    <w:rsid w:val="00663AE1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33A"/>
    <w:rsid w:val="00665E6E"/>
    <w:rsid w:val="00666479"/>
    <w:rsid w:val="0066676B"/>
    <w:rsid w:val="00666848"/>
    <w:rsid w:val="00666BDA"/>
    <w:rsid w:val="00666D6B"/>
    <w:rsid w:val="006670FC"/>
    <w:rsid w:val="00667E5D"/>
    <w:rsid w:val="006700D4"/>
    <w:rsid w:val="006702DE"/>
    <w:rsid w:val="006704E3"/>
    <w:rsid w:val="006705C4"/>
    <w:rsid w:val="0067060A"/>
    <w:rsid w:val="00670819"/>
    <w:rsid w:val="006708E3"/>
    <w:rsid w:val="00670A05"/>
    <w:rsid w:val="00670B1B"/>
    <w:rsid w:val="00671066"/>
    <w:rsid w:val="0067150F"/>
    <w:rsid w:val="006716B8"/>
    <w:rsid w:val="00671DF7"/>
    <w:rsid w:val="00671E7D"/>
    <w:rsid w:val="00672A4D"/>
    <w:rsid w:val="00672A7B"/>
    <w:rsid w:val="006730B7"/>
    <w:rsid w:val="0067374C"/>
    <w:rsid w:val="0067375B"/>
    <w:rsid w:val="00673A50"/>
    <w:rsid w:val="00673C86"/>
    <w:rsid w:val="00674337"/>
    <w:rsid w:val="00674932"/>
    <w:rsid w:val="00674E4C"/>
    <w:rsid w:val="00675231"/>
    <w:rsid w:val="00675538"/>
    <w:rsid w:val="00675DEA"/>
    <w:rsid w:val="0067635E"/>
    <w:rsid w:val="00676523"/>
    <w:rsid w:val="006768DD"/>
    <w:rsid w:val="00676B55"/>
    <w:rsid w:val="00676B6A"/>
    <w:rsid w:val="00676D9D"/>
    <w:rsid w:val="00676DED"/>
    <w:rsid w:val="00677112"/>
    <w:rsid w:val="006771FB"/>
    <w:rsid w:val="00677F1C"/>
    <w:rsid w:val="00677FA6"/>
    <w:rsid w:val="00677FD1"/>
    <w:rsid w:val="0068003D"/>
    <w:rsid w:val="00680202"/>
    <w:rsid w:val="006804F6"/>
    <w:rsid w:val="00680629"/>
    <w:rsid w:val="00680826"/>
    <w:rsid w:val="00680836"/>
    <w:rsid w:val="00680996"/>
    <w:rsid w:val="00680B77"/>
    <w:rsid w:val="00680E2E"/>
    <w:rsid w:val="00680F79"/>
    <w:rsid w:val="00680F95"/>
    <w:rsid w:val="00681516"/>
    <w:rsid w:val="006816C0"/>
    <w:rsid w:val="006817C0"/>
    <w:rsid w:val="00681813"/>
    <w:rsid w:val="006818EE"/>
    <w:rsid w:val="00681A91"/>
    <w:rsid w:val="006820B7"/>
    <w:rsid w:val="00682645"/>
    <w:rsid w:val="006826BF"/>
    <w:rsid w:val="00682796"/>
    <w:rsid w:val="00682CDF"/>
    <w:rsid w:val="00683058"/>
    <w:rsid w:val="00683416"/>
    <w:rsid w:val="006836CC"/>
    <w:rsid w:val="006837B2"/>
    <w:rsid w:val="00683818"/>
    <w:rsid w:val="00683AC0"/>
    <w:rsid w:val="00683E00"/>
    <w:rsid w:val="00683E10"/>
    <w:rsid w:val="00683EF4"/>
    <w:rsid w:val="00684237"/>
    <w:rsid w:val="006844C1"/>
    <w:rsid w:val="00684561"/>
    <w:rsid w:val="006847AA"/>
    <w:rsid w:val="00684BD2"/>
    <w:rsid w:val="00684C84"/>
    <w:rsid w:val="00684CF6"/>
    <w:rsid w:val="00684F23"/>
    <w:rsid w:val="0068526B"/>
    <w:rsid w:val="00685444"/>
    <w:rsid w:val="00685638"/>
    <w:rsid w:val="006858F9"/>
    <w:rsid w:val="00685B96"/>
    <w:rsid w:val="00686044"/>
    <w:rsid w:val="00686249"/>
    <w:rsid w:val="00686A7A"/>
    <w:rsid w:val="00686FB7"/>
    <w:rsid w:val="006872A5"/>
    <w:rsid w:val="006877A0"/>
    <w:rsid w:val="0069011E"/>
    <w:rsid w:val="00690124"/>
    <w:rsid w:val="00690248"/>
    <w:rsid w:val="0069029B"/>
    <w:rsid w:val="00690468"/>
    <w:rsid w:val="00690544"/>
    <w:rsid w:val="00690859"/>
    <w:rsid w:val="00690A54"/>
    <w:rsid w:val="00690E14"/>
    <w:rsid w:val="00691341"/>
    <w:rsid w:val="00691646"/>
    <w:rsid w:val="00691892"/>
    <w:rsid w:val="006918FA"/>
    <w:rsid w:val="00691947"/>
    <w:rsid w:val="006919C0"/>
    <w:rsid w:val="00691AAE"/>
    <w:rsid w:val="00691E6D"/>
    <w:rsid w:val="006926DC"/>
    <w:rsid w:val="00692A13"/>
    <w:rsid w:val="00692B6A"/>
    <w:rsid w:val="00692C73"/>
    <w:rsid w:val="00692D27"/>
    <w:rsid w:val="00692EAB"/>
    <w:rsid w:val="00692EEF"/>
    <w:rsid w:val="00692F95"/>
    <w:rsid w:val="00693560"/>
    <w:rsid w:val="00693899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5D4"/>
    <w:rsid w:val="0069593E"/>
    <w:rsid w:val="00695B9B"/>
    <w:rsid w:val="00695C32"/>
    <w:rsid w:val="00696034"/>
    <w:rsid w:val="00696264"/>
    <w:rsid w:val="0069626A"/>
    <w:rsid w:val="00696896"/>
    <w:rsid w:val="00696EDA"/>
    <w:rsid w:val="0069767E"/>
    <w:rsid w:val="006976D9"/>
    <w:rsid w:val="00697C7C"/>
    <w:rsid w:val="00697E72"/>
    <w:rsid w:val="006A076C"/>
    <w:rsid w:val="006A07CA"/>
    <w:rsid w:val="006A09A9"/>
    <w:rsid w:val="006A09B4"/>
    <w:rsid w:val="006A0AC0"/>
    <w:rsid w:val="006A0E67"/>
    <w:rsid w:val="006A0F6C"/>
    <w:rsid w:val="006A102F"/>
    <w:rsid w:val="006A11BA"/>
    <w:rsid w:val="006A1750"/>
    <w:rsid w:val="006A1839"/>
    <w:rsid w:val="006A1907"/>
    <w:rsid w:val="006A1DBB"/>
    <w:rsid w:val="006A2009"/>
    <w:rsid w:val="006A21C2"/>
    <w:rsid w:val="006A2271"/>
    <w:rsid w:val="006A23D5"/>
    <w:rsid w:val="006A27C3"/>
    <w:rsid w:val="006A2BD6"/>
    <w:rsid w:val="006A2CF7"/>
    <w:rsid w:val="006A2FD9"/>
    <w:rsid w:val="006A3033"/>
    <w:rsid w:val="006A3267"/>
    <w:rsid w:val="006A36E0"/>
    <w:rsid w:val="006A38A1"/>
    <w:rsid w:val="006A38A7"/>
    <w:rsid w:val="006A3935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3F"/>
    <w:rsid w:val="006A7AB9"/>
    <w:rsid w:val="006A7C0B"/>
    <w:rsid w:val="006B06F7"/>
    <w:rsid w:val="006B0886"/>
    <w:rsid w:val="006B0991"/>
    <w:rsid w:val="006B09B1"/>
    <w:rsid w:val="006B0C23"/>
    <w:rsid w:val="006B0CA3"/>
    <w:rsid w:val="006B0EFB"/>
    <w:rsid w:val="006B1158"/>
    <w:rsid w:val="006B12D5"/>
    <w:rsid w:val="006B1384"/>
    <w:rsid w:val="006B19C0"/>
    <w:rsid w:val="006B19EC"/>
    <w:rsid w:val="006B1A39"/>
    <w:rsid w:val="006B1FA9"/>
    <w:rsid w:val="006B2043"/>
    <w:rsid w:val="006B2065"/>
    <w:rsid w:val="006B2581"/>
    <w:rsid w:val="006B2B83"/>
    <w:rsid w:val="006B3489"/>
    <w:rsid w:val="006B357E"/>
    <w:rsid w:val="006B3DBD"/>
    <w:rsid w:val="006B3F69"/>
    <w:rsid w:val="006B4014"/>
    <w:rsid w:val="006B440F"/>
    <w:rsid w:val="006B465E"/>
    <w:rsid w:val="006B4794"/>
    <w:rsid w:val="006B4DD4"/>
    <w:rsid w:val="006B50F5"/>
    <w:rsid w:val="006B51A3"/>
    <w:rsid w:val="006B5207"/>
    <w:rsid w:val="006B53F6"/>
    <w:rsid w:val="006B5460"/>
    <w:rsid w:val="006B55F4"/>
    <w:rsid w:val="006B5840"/>
    <w:rsid w:val="006B5E84"/>
    <w:rsid w:val="006B6118"/>
    <w:rsid w:val="006B61E2"/>
    <w:rsid w:val="006B62A6"/>
    <w:rsid w:val="006B646D"/>
    <w:rsid w:val="006B694F"/>
    <w:rsid w:val="006B6AC1"/>
    <w:rsid w:val="006B6B43"/>
    <w:rsid w:val="006B6D51"/>
    <w:rsid w:val="006B6E0B"/>
    <w:rsid w:val="006B6F5E"/>
    <w:rsid w:val="006B7203"/>
    <w:rsid w:val="006B7395"/>
    <w:rsid w:val="006B7675"/>
    <w:rsid w:val="006B78C7"/>
    <w:rsid w:val="006B79BE"/>
    <w:rsid w:val="006B7C24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21E"/>
    <w:rsid w:val="006C2314"/>
    <w:rsid w:val="006C23E1"/>
    <w:rsid w:val="006C24D9"/>
    <w:rsid w:val="006C24FD"/>
    <w:rsid w:val="006C2562"/>
    <w:rsid w:val="006C27F1"/>
    <w:rsid w:val="006C2A0F"/>
    <w:rsid w:val="006C2CBC"/>
    <w:rsid w:val="006C30BF"/>
    <w:rsid w:val="006C30D8"/>
    <w:rsid w:val="006C30F8"/>
    <w:rsid w:val="006C3295"/>
    <w:rsid w:val="006C3444"/>
    <w:rsid w:val="006C3643"/>
    <w:rsid w:val="006C39DC"/>
    <w:rsid w:val="006C3CFD"/>
    <w:rsid w:val="006C3E60"/>
    <w:rsid w:val="006C478D"/>
    <w:rsid w:val="006C4850"/>
    <w:rsid w:val="006C4902"/>
    <w:rsid w:val="006C4B30"/>
    <w:rsid w:val="006C4B9F"/>
    <w:rsid w:val="006C4CD4"/>
    <w:rsid w:val="006C517D"/>
    <w:rsid w:val="006C53C8"/>
    <w:rsid w:val="006C54C2"/>
    <w:rsid w:val="006C570E"/>
    <w:rsid w:val="006C58AD"/>
    <w:rsid w:val="006C5B17"/>
    <w:rsid w:val="006C5C0D"/>
    <w:rsid w:val="006C66CB"/>
    <w:rsid w:val="006C67DA"/>
    <w:rsid w:val="006C695E"/>
    <w:rsid w:val="006C6A8F"/>
    <w:rsid w:val="006C6AD7"/>
    <w:rsid w:val="006C6C6D"/>
    <w:rsid w:val="006C6F28"/>
    <w:rsid w:val="006C6F4E"/>
    <w:rsid w:val="006C7552"/>
    <w:rsid w:val="006C761C"/>
    <w:rsid w:val="006C7945"/>
    <w:rsid w:val="006C7A3A"/>
    <w:rsid w:val="006C7BF7"/>
    <w:rsid w:val="006C7C45"/>
    <w:rsid w:val="006C7CE6"/>
    <w:rsid w:val="006D04ED"/>
    <w:rsid w:val="006D05B8"/>
    <w:rsid w:val="006D0691"/>
    <w:rsid w:val="006D0733"/>
    <w:rsid w:val="006D07E1"/>
    <w:rsid w:val="006D08BF"/>
    <w:rsid w:val="006D0C83"/>
    <w:rsid w:val="006D0D65"/>
    <w:rsid w:val="006D10CE"/>
    <w:rsid w:val="006D12BA"/>
    <w:rsid w:val="006D25BE"/>
    <w:rsid w:val="006D2933"/>
    <w:rsid w:val="006D2A16"/>
    <w:rsid w:val="006D2A48"/>
    <w:rsid w:val="006D2B0E"/>
    <w:rsid w:val="006D3553"/>
    <w:rsid w:val="006D3D91"/>
    <w:rsid w:val="006D424F"/>
    <w:rsid w:val="006D45DF"/>
    <w:rsid w:val="006D4921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BF5"/>
    <w:rsid w:val="006D5C60"/>
    <w:rsid w:val="006D630F"/>
    <w:rsid w:val="006D637A"/>
    <w:rsid w:val="006D68B1"/>
    <w:rsid w:val="006D6B14"/>
    <w:rsid w:val="006D6B2A"/>
    <w:rsid w:val="006D6CB7"/>
    <w:rsid w:val="006D6D16"/>
    <w:rsid w:val="006D6E4B"/>
    <w:rsid w:val="006D6FD2"/>
    <w:rsid w:val="006D702B"/>
    <w:rsid w:val="006D7262"/>
    <w:rsid w:val="006D75B8"/>
    <w:rsid w:val="006D7610"/>
    <w:rsid w:val="006D778C"/>
    <w:rsid w:val="006D782B"/>
    <w:rsid w:val="006D7989"/>
    <w:rsid w:val="006D7CED"/>
    <w:rsid w:val="006D7F0F"/>
    <w:rsid w:val="006E0223"/>
    <w:rsid w:val="006E0806"/>
    <w:rsid w:val="006E0862"/>
    <w:rsid w:val="006E086E"/>
    <w:rsid w:val="006E09E1"/>
    <w:rsid w:val="006E0E5A"/>
    <w:rsid w:val="006E0F60"/>
    <w:rsid w:val="006E1216"/>
    <w:rsid w:val="006E1A7A"/>
    <w:rsid w:val="006E1B7F"/>
    <w:rsid w:val="006E25B8"/>
    <w:rsid w:val="006E2675"/>
    <w:rsid w:val="006E29BC"/>
    <w:rsid w:val="006E2A6A"/>
    <w:rsid w:val="006E2BB9"/>
    <w:rsid w:val="006E2FC4"/>
    <w:rsid w:val="006E340F"/>
    <w:rsid w:val="006E350F"/>
    <w:rsid w:val="006E3ABB"/>
    <w:rsid w:val="006E3BDC"/>
    <w:rsid w:val="006E3CEE"/>
    <w:rsid w:val="006E3E30"/>
    <w:rsid w:val="006E413B"/>
    <w:rsid w:val="006E47DB"/>
    <w:rsid w:val="006E4814"/>
    <w:rsid w:val="006E4CE3"/>
    <w:rsid w:val="006E4D2B"/>
    <w:rsid w:val="006E4E2E"/>
    <w:rsid w:val="006E4FE6"/>
    <w:rsid w:val="006E53EE"/>
    <w:rsid w:val="006E5901"/>
    <w:rsid w:val="006E6070"/>
    <w:rsid w:val="006E6528"/>
    <w:rsid w:val="006E68B6"/>
    <w:rsid w:val="006E68D6"/>
    <w:rsid w:val="006E6A8F"/>
    <w:rsid w:val="006E6ABC"/>
    <w:rsid w:val="006E6C89"/>
    <w:rsid w:val="006E6F8A"/>
    <w:rsid w:val="006E78E1"/>
    <w:rsid w:val="006E79C7"/>
    <w:rsid w:val="006E7A22"/>
    <w:rsid w:val="006E7D34"/>
    <w:rsid w:val="006E7F37"/>
    <w:rsid w:val="006F0271"/>
    <w:rsid w:val="006F0607"/>
    <w:rsid w:val="006F0758"/>
    <w:rsid w:val="006F09B3"/>
    <w:rsid w:val="006F0FE9"/>
    <w:rsid w:val="006F102F"/>
    <w:rsid w:val="006F16DE"/>
    <w:rsid w:val="006F1938"/>
    <w:rsid w:val="006F19C6"/>
    <w:rsid w:val="006F1ADC"/>
    <w:rsid w:val="006F1D8A"/>
    <w:rsid w:val="006F20A5"/>
    <w:rsid w:val="006F2385"/>
    <w:rsid w:val="006F23CF"/>
    <w:rsid w:val="006F26CD"/>
    <w:rsid w:val="006F295A"/>
    <w:rsid w:val="006F2BB5"/>
    <w:rsid w:val="006F3288"/>
    <w:rsid w:val="006F3458"/>
    <w:rsid w:val="006F372F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431"/>
    <w:rsid w:val="006F55CF"/>
    <w:rsid w:val="006F569D"/>
    <w:rsid w:val="006F56AF"/>
    <w:rsid w:val="006F573E"/>
    <w:rsid w:val="006F57A5"/>
    <w:rsid w:val="006F5CB1"/>
    <w:rsid w:val="006F5F48"/>
    <w:rsid w:val="006F613C"/>
    <w:rsid w:val="006F62B3"/>
    <w:rsid w:val="006F6693"/>
    <w:rsid w:val="006F67F0"/>
    <w:rsid w:val="006F6885"/>
    <w:rsid w:val="006F6BEE"/>
    <w:rsid w:val="006F6E36"/>
    <w:rsid w:val="006F6EEB"/>
    <w:rsid w:val="006F70C0"/>
    <w:rsid w:val="006F7336"/>
    <w:rsid w:val="006F7B62"/>
    <w:rsid w:val="006F7D8C"/>
    <w:rsid w:val="006F7DC0"/>
    <w:rsid w:val="00700009"/>
    <w:rsid w:val="00700120"/>
    <w:rsid w:val="00700253"/>
    <w:rsid w:val="0070073E"/>
    <w:rsid w:val="00700CB4"/>
    <w:rsid w:val="00700E36"/>
    <w:rsid w:val="00700E7A"/>
    <w:rsid w:val="00700EA7"/>
    <w:rsid w:val="0070134C"/>
    <w:rsid w:val="007014B4"/>
    <w:rsid w:val="007016A9"/>
    <w:rsid w:val="00701783"/>
    <w:rsid w:val="00701965"/>
    <w:rsid w:val="007019C0"/>
    <w:rsid w:val="00701D27"/>
    <w:rsid w:val="007020B0"/>
    <w:rsid w:val="00702119"/>
    <w:rsid w:val="007024E1"/>
    <w:rsid w:val="007025A2"/>
    <w:rsid w:val="00702A20"/>
    <w:rsid w:val="007030E6"/>
    <w:rsid w:val="0070328B"/>
    <w:rsid w:val="00703366"/>
    <w:rsid w:val="00703583"/>
    <w:rsid w:val="00703C81"/>
    <w:rsid w:val="00703F66"/>
    <w:rsid w:val="00704161"/>
    <w:rsid w:val="00704274"/>
    <w:rsid w:val="0070493C"/>
    <w:rsid w:val="00704E9E"/>
    <w:rsid w:val="0070520F"/>
    <w:rsid w:val="0070549A"/>
    <w:rsid w:val="0070562B"/>
    <w:rsid w:val="00705CC1"/>
    <w:rsid w:val="00705EDA"/>
    <w:rsid w:val="0070604A"/>
    <w:rsid w:val="00706261"/>
    <w:rsid w:val="00706858"/>
    <w:rsid w:val="007070B9"/>
    <w:rsid w:val="00707698"/>
    <w:rsid w:val="00707D68"/>
    <w:rsid w:val="00707EA0"/>
    <w:rsid w:val="00707F53"/>
    <w:rsid w:val="00707FAB"/>
    <w:rsid w:val="007105E4"/>
    <w:rsid w:val="007109AD"/>
    <w:rsid w:val="00710EAC"/>
    <w:rsid w:val="007116D0"/>
    <w:rsid w:val="00711A18"/>
    <w:rsid w:val="00711F23"/>
    <w:rsid w:val="00712008"/>
    <w:rsid w:val="0071205B"/>
    <w:rsid w:val="0071247B"/>
    <w:rsid w:val="007126F5"/>
    <w:rsid w:val="00712910"/>
    <w:rsid w:val="00712AA0"/>
    <w:rsid w:val="00712F28"/>
    <w:rsid w:val="00712F2B"/>
    <w:rsid w:val="00713112"/>
    <w:rsid w:val="00713430"/>
    <w:rsid w:val="00713A43"/>
    <w:rsid w:val="00713A70"/>
    <w:rsid w:val="00713AB7"/>
    <w:rsid w:val="00713C0C"/>
    <w:rsid w:val="007142C7"/>
    <w:rsid w:val="007147F9"/>
    <w:rsid w:val="007149AC"/>
    <w:rsid w:val="007149CF"/>
    <w:rsid w:val="00714C64"/>
    <w:rsid w:val="00714E9B"/>
    <w:rsid w:val="00714E9C"/>
    <w:rsid w:val="007154A2"/>
    <w:rsid w:val="0071555E"/>
    <w:rsid w:val="00715984"/>
    <w:rsid w:val="007159DF"/>
    <w:rsid w:val="00715CD8"/>
    <w:rsid w:val="00715D91"/>
    <w:rsid w:val="007161D2"/>
    <w:rsid w:val="007162C6"/>
    <w:rsid w:val="00716947"/>
    <w:rsid w:val="00716983"/>
    <w:rsid w:val="00716C9B"/>
    <w:rsid w:val="00716CBF"/>
    <w:rsid w:val="00716D52"/>
    <w:rsid w:val="00717295"/>
    <w:rsid w:val="00717878"/>
    <w:rsid w:val="00717895"/>
    <w:rsid w:val="00717BD1"/>
    <w:rsid w:val="00717D3A"/>
    <w:rsid w:val="00717E58"/>
    <w:rsid w:val="00720526"/>
    <w:rsid w:val="007205D0"/>
    <w:rsid w:val="007206CE"/>
    <w:rsid w:val="0072076D"/>
    <w:rsid w:val="007207F0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FF8"/>
    <w:rsid w:val="00722073"/>
    <w:rsid w:val="007225DE"/>
    <w:rsid w:val="00723524"/>
    <w:rsid w:val="00723C92"/>
    <w:rsid w:val="00723CDD"/>
    <w:rsid w:val="00723D5C"/>
    <w:rsid w:val="007240F5"/>
    <w:rsid w:val="007241E0"/>
    <w:rsid w:val="00724E68"/>
    <w:rsid w:val="00724FFB"/>
    <w:rsid w:val="007252E4"/>
    <w:rsid w:val="00725350"/>
    <w:rsid w:val="0072551E"/>
    <w:rsid w:val="00725591"/>
    <w:rsid w:val="007255E7"/>
    <w:rsid w:val="00725A0B"/>
    <w:rsid w:val="00725C95"/>
    <w:rsid w:val="00725D94"/>
    <w:rsid w:val="00726146"/>
    <w:rsid w:val="00726190"/>
    <w:rsid w:val="0072678D"/>
    <w:rsid w:val="00726EAA"/>
    <w:rsid w:val="0072705A"/>
    <w:rsid w:val="00727132"/>
    <w:rsid w:val="007274D8"/>
    <w:rsid w:val="00727620"/>
    <w:rsid w:val="00727852"/>
    <w:rsid w:val="00727863"/>
    <w:rsid w:val="00727B5D"/>
    <w:rsid w:val="00727CFF"/>
    <w:rsid w:val="00727F21"/>
    <w:rsid w:val="0073009F"/>
    <w:rsid w:val="0073020F"/>
    <w:rsid w:val="0073029D"/>
    <w:rsid w:val="00730838"/>
    <w:rsid w:val="00730B67"/>
    <w:rsid w:val="00730C8E"/>
    <w:rsid w:val="00730DC2"/>
    <w:rsid w:val="00731180"/>
    <w:rsid w:val="007315D3"/>
    <w:rsid w:val="00731673"/>
    <w:rsid w:val="007318D3"/>
    <w:rsid w:val="00731954"/>
    <w:rsid w:val="00731D02"/>
    <w:rsid w:val="0073232E"/>
    <w:rsid w:val="007328AB"/>
    <w:rsid w:val="0073332F"/>
    <w:rsid w:val="00733CA3"/>
    <w:rsid w:val="00733E7B"/>
    <w:rsid w:val="00733F4C"/>
    <w:rsid w:val="00734128"/>
    <w:rsid w:val="0073451B"/>
    <w:rsid w:val="0073456B"/>
    <w:rsid w:val="00734BA7"/>
    <w:rsid w:val="00734F12"/>
    <w:rsid w:val="0073506D"/>
    <w:rsid w:val="007354CE"/>
    <w:rsid w:val="0073562C"/>
    <w:rsid w:val="00735875"/>
    <w:rsid w:val="00735987"/>
    <w:rsid w:val="007359AD"/>
    <w:rsid w:val="00735B08"/>
    <w:rsid w:val="00735B4B"/>
    <w:rsid w:val="00735C37"/>
    <w:rsid w:val="00735FE3"/>
    <w:rsid w:val="00736203"/>
    <w:rsid w:val="007362B2"/>
    <w:rsid w:val="00736628"/>
    <w:rsid w:val="00736850"/>
    <w:rsid w:val="00736EC4"/>
    <w:rsid w:val="00736FFA"/>
    <w:rsid w:val="0073719D"/>
    <w:rsid w:val="007376F4"/>
    <w:rsid w:val="00737AE1"/>
    <w:rsid w:val="00737CE0"/>
    <w:rsid w:val="007400E4"/>
    <w:rsid w:val="007401BB"/>
    <w:rsid w:val="00740272"/>
    <w:rsid w:val="00740BF1"/>
    <w:rsid w:val="00740DC6"/>
    <w:rsid w:val="007410C1"/>
    <w:rsid w:val="007411FD"/>
    <w:rsid w:val="0074136C"/>
    <w:rsid w:val="00741400"/>
    <w:rsid w:val="00741783"/>
    <w:rsid w:val="007417FA"/>
    <w:rsid w:val="00741D5E"/>
    <w:rsid w:val="00742197"/>
    <w:rsid w:val="0074263E"/>
    <w:rsid w:val="007428A2"/>
    <w:rsid w:val="007428FE"/>
    <w:rsid w:val="00742B88"/>
    <w:rsid w:val="00742F51"/>
    <w:rsid w:val="0074305A"/>
    <w:rsid w:val="00743332"/>
    <w:rsid w:val="007436AD"/>
    <w:rsid w:val="007439FD"/>
    <w:rsid w:val="00743E7F"/>
    <w:rsid w:val="0074411F"/>
    <w:rsid w:val="0074434B"/>
    <w:rsid w:val="0074457F"/>
    <w:rsid w:val="007445A6"/>
    <w:rsid w:val="00744679"/>
    <w:rsid w:val="00744762"/>
    <w:rsid w:val="0074495F"/>
    <w:rsid w:val="00744A01"/>
    <w:rsid w:val="007454B5"/>
    <w:rsid w:val="00745654"/>
    <w:rsid w:val="00745C03"/>
    <w:rsid w:val="00745D39"/>
    <w:rsid w:val="007463EE"/>
    <w:rsid w:val="00746779"/>
    <w:rsid w:val="007468D6"/>
    <w:rsid w:val="007468D7"/>
    <w:rsid w:val="0074733C"/>
    <w:rsid w:val="007473D9"/>
    <w:rsid w:val="007476D7"/>
    <w:rsid w:val="00747791"/>
    <w:rsid w:val="00747FFD"/>
    <w:rsid w:val="00750201"/>
    <w:rsid w:val="00750F5A"/>
    <w:rsid w:val="0075126B"/>
    <w:rsid w:val="007515F8"/>
    <w:rsid w:val="0075169C"/>
    <w:rsid w:val="00751B49"/>
    <w:rsid w:val="00751DA5"/>
    <w:rsid w:val="007521CC"/>
    <w:rsid w:val="0075267C"/>
    <w:rsid w:val="007527BB"/>
    <w:rsid w:val="00752960"/>
    <w:rsid w:val="00752B6A"/>
    <w:rsid w:val="00752C0D"/>
    <w:rsid w:val="00752F78"/>
    <w:rsid w:val="007532B1"/>
    <w:rsid w:val="00753439"/>
    <w:rsid w:val="0075349A"/>
    <w:rsid w:val="007539ED"/>
    <w:rsid w:val="00753AC1"/>
    <w:rsid w:val="007540FB"/>
    <w:rsid w:val="00755034"/>
    <w:rsid w:val="0075532F"/>
    <w:rsid w:val="007553D2"/>
    <w:rsid w:val="007554EE"/>
    <w:rsid w:val="0075553F"/>
    <w:rsid w:val="00755E4C"/>
    <w:rsid w:val="007563F9"/>
    <w:rsid w:val="00756622"/>
    <w:rsid w:val="00756665"/>
    <w:rsid w:val="00756A3C"/>
    <w:rsid w:val="00756A46"/>
    <w:rsid w:val="0075744C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2F3"/>
    <w:rsid w:val="007614FB"/>
    <w:rsid w:val="0076186B"/>
    <w:rsid w:val="00761A57"/>
    <w:rsid w:val="00761AE4"/>
    <w:rsid w:val="00761EE2"/>
    <w:rsid w:val="007621E7"/>
    <w:rsid w:val="007624D9"/>
    <w:rsid w:val="00762785"/>
    <w:rsid w:val="0076283E"/>
    <w:rsid w:val="0076289E"/>
    <w:rsid w:val="00762CE4"/>
    <w:rsid w:val="00762D87"/>
    <w:rsid w:val="00762FDB"/>
    <w:rsid w:val="00763382"/>
    <w:rsid w:val="0076376E"/>
    <w:rsid w:val="00763829"/>
    <w:rsid w:val="00763935"/>
    <w:rsid w:val="0076404C"/>
    <w:rsid w:val="0076437B"/>
    <w:rsid w:val="00764BFF"/>
    <w:rsid w:val="00764F71"/>
    <w:rsid w:val="00765292"/>
    <w:rsid w:val="00765507"/>
    <w:rsid w:val="00765B34"/>
    <w:rsid w:val="00765BBC"/>
    <w:rsid w:val="00765CF2"/>
    <w:rsid w:val="00765F06"/>
    <w:rsid w:val="0076606A"/>
    <w:rsid w:val="007660BB"/>
    <w:rsid w:val="007663EF"/>
    <w:rsid w:val="007664B1"/>
    <w:rsid w:val="007665B8"/>
    <w:rsid w:val="00766D26"/>
    <w:rsid w:val="007673D7"/>
    <w:rsid w:val="007675B5"/>
    <w:rsid w:val="00767838"/>
    <w:rsid w:val="00767E44"/>
    <w:rsid w:val="007703AA"/>
    <w:rsid w:val="00770422"/>
    <w:rsid w:val="00770566"/>
    <w:rsid w:val="007706EB"/>
    <w:rsid w:val="0077073F"/>
    <w:rsid w:val="00770970"/>
    <w:rsid w:val="00770B08"/>
    <w:rsid w:val="00770CF9"/>
    <w:rsid w:val="00770DE5"/>
    <w:rsid w:val="0077127E"/>
    <w:rsid w:val="007712E1"/>
    <w:rsid w:val="00771C2E"/>
    <w:rsid w:val="00771FD9"/>
    <w:rsid w:val="007722B0"/>
    <w:rsid w:val="007723F0"/>
    <w:rsid w:val="007725BF"/>
    <w:rsid w:val="007726DC"/>
    <w:rsid w:val="00772827"/>
    <w:rsid w:val="007728C5"/>
    <w:rsid w:val="00772BD9"/>
    <w:rsid w:val="00772F13"/>
    <w:rsid w:val="00772F68"/>
    <w:rsid w:val="00773114"/>
    <w:rsid w:val="007737F9"/>
    <w:rsid w:val="00773D1E"/>
    <w:rsid w:val="00774326"/>
    <w:rsid w:val="007743DF"/>
    <w:rsid w:val="007746F5"/>
    <w:rsid w:val="007751D9"/>
    <w:rsid w:val="00775287"/>
    <w:rsid w:val="00775903"/>
    <w:rsid w:val="00775B9C"/>
    <w:rsid w:val="00775BA3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70B"/>
    <w:rsid w:val="007777E0"/>
    <w:rsid w:val="00777A69"/>
    <w:rsid w:val="00777E8E"/>
    <w:rsid w:val="00777FE3"/>
    <w:rsid w:val="00780142"/>
    <w:rsid w:val="007802F6"/>
    <w:rsid w:val="0078092C"/>
    <w:rsid w:val="0078095E"/>
    <w:rsid w:val="00780DE8"/>
    <w:rsid w:val="00780F23"/>
    <w:rsid w:val="0078146E"/>
    <w:rsid w:val="00781FEA"/>
    <w:rsid w:val="007822C7"/>
    <w:rsid w:val="00782346"/>
    <w:rsid w:val="00782616"/>
    <w:rsid w:val="007828DE"/>
    <w:rsid w:val="00782AD9"/>
    <w:rsid w:val="00783567"/>
    <w:rsid w:val="007836AF"/>
    <w:rsid w:val="00783752"/>
    <w:rsid w:val="00783B1E"/>
    <w:rsid w:val="00783C46"/>
    <w:rsid w:val="00783F90"/>
    <w:rsid w:val="00783F97"/>
    <w:rsid w:val="007842E0"/>
    <w:rsid w:val="0078493D"/>
    <w:rsid w:val="007853C3"/>
    <w:rsid w:val="00785474"/>
    <w:rsid w:val="007858EF"/>
    <w:rsid w:val="00785A90"/>
    <w:rsid w:val="00785FC3"/>
    <w:rsid w:val="00785FCE"/>
    <w:rsid w:val="00785FDE"/>
    <w:rsid w:val="007864AC"/>
    <w:rsid w:val="007868FF"/>
    <w:rsid w:val="00786BC0"/>
    <w:rsid w:val="007871F7"/>
    <w:rsid w:val="00787390"/>
    <w:rsid w:val="00787477"/>
    <w:rsid w:val="00787579"/>
    <w:rsid w:val="00787617"/>
    <w:rsid w:val="00787683"/>
    <w:rsid w:val="00787B56"/>
    <w:rsid w:val="00787B65"/>
    <w:rsid w:val="007907AB"/>
    <w:rsid w:val="00790BC3"/>
    <w:rsid w:val="00790C3F"/>
    <w:rsid w:val="00790DBF"/>
    <w:rsid w:val="0079107F"/>
    <w:rsid w:val="0079129C"/>
    <w:rsid w:val="0079137A"/>
    <w:rsid w:val="007914D1"/>
    <w:rsid w:val="007915C9"/>
    <w:rsid w:val="00791B11"/>
    <w:rsid w:val="00791BBA"/>
    <w:rsid w:val="00791DD7"/>
    <w:rsid w:val="00791E8C"/>
    <w:rsid w:val="00792053"/>
    <w:rsid w:val="0079205D"/>
    <w:rsid w:val="007925AD"/>
    <w:rsid w:val="007925B8"/>
    <w:rsid w:val="00792662"/>
    <w:rsid w:val="007928E7"/>
    <w:rsid w:val="007930BA"/>
    <w:rsid w:val="00793200"/>
    <w:rsid w:val="00793293"/>
    <w:rsid w:val="007937CD"/>
    <w:rsid w:val="00793902"/>
    <w:rsid w:val="0079394E"/>
    <w:rsid w:val="00793C1D"/>
    <w:rsid w:val="00793DF3"/>
    <w:rsid w:val="00793FE2"/>
    <w:rsid w:val="00794025"/>
    <w:rsid w:val="0079415A"/>
    <w:rsid w:val="0079444A"/>
    <w:rsid w:val="0079463E"/>
    <w:rsid w:val="007948AF"/>
    <w:rsid w:val="0079533E"/>
    <w:rsid w:val="00795810"/>
    <w:rsid w:val="00795920"/>
    <w:rsid w:val="00795ABC"/>
    <w:rsid w:val="00796042"/>
    <w:rsid w:val="00796898"/>
    <w:rsid w:val="007969A2"/>
    <w:rsid w:val="00796C1E"/>
    <w:rsid w:val="00796FA5"/>
    <w:rsid w:val="00797063"/>
    <w:rsid w:val="007973A7"/>
    <w:rsid w:val="00797AD6"/>
    <w:rsid w:val="00797BE6"/>
    <w:rsid w:val="00797CF6"/>
    <w:rsid w:val="007A029A"/>
    <w:rsid w:val="007A06A3"/>
    <w:rsid w:val="007A07F5"/>
    <w:rsid w:val="007A0863"/>
    <w:rsid w:val="007A090B"/>
    <w:rsid w:val="007A0CD1"/>
    <w:rsid w:val="007A0E65"/>
    <w:rsid w:val="007A1238"/>
    <w:rsid w:val="007A14AB"/>
    <w:rsid w:val="007A1564"/>
    <w:rsid w:val="007A1A18"/>
    <w:rsid w:val="007A1AFE"/>
    <w:rsid w:val="007A1B27"/>
    <w:rsid w:val="007A232F"/>
    <w:rsid w:val="007A24CF"/>
    <w:rsid w:val="007A2546"/>
    <w:rsid w:val="007A281A"/>
    <w:rsid w:val="007A2871"/>
    <w:rsid w:val="007A29B6"/>
    <w:rsid w:val="007A2B6B"/>
    <w:rsid w:val="007A32AE"/>
    <w:rsid w:val="007A3341"/>
    <w:rsid w:val="007A3345"/>
    <w:rsid w:val="007A3407"/>
    <w:rsid w:val="007A374A"/>
    <w:rsid w:val="007A38F1"/>
    <w:rsid w:val="007A3A8C"/>
    <w:rsid w:val="007A3B34"/>
    <w:rsid w:val="007A3DB7"/>
    <w:rsid w:val="007A3E40"/>
    <w:rsid w:val="007A41D2"/>
    <w:rsid w:val="007A451C"/>
    <w:rsid w:val="007A4790"/>
    <w:rsid w:val="007A49F5"/>
    <w:rsid w:val="007A4B77"/>
    <w:rsid w:val="007A4D9A"/>
    <w:rsid w:val="007A4E00"/>
    <w:rsid w:val="007A50E1"/>
    <w:rsid w:val="007A532B"/>
    <w:rsid w:val="007A5397"/>
    <w:rsid w:val="007A53FE"/>
    <w:rsid w:val="007A56E8"/>
    <w:rsid w:val="007A57B0"/>
    <w:rsid w:val="007A5823"/>
    <w:rsid w:val="007A5B4B"/>
    <w:rsid w:val="007A5C12"/>
    <w:rsid w:val="007A63B1"/>
    <w:rsid w:val="007A6448"/>
    <w:rsid w:val="007A6593"/>
    <w:rsid w:val="007A6941"/>
    <w:rsid w:val="007A71DD"/>
    <w:rsid w:val="007A7452"/>
    <w:rsid w:val="007A7562"/>
    <w:rsid w:val="007A7980"/>
    <w:rsid w:val="007A7CA8"/>
    <w:rsid w:val="007B0009"/>
    <w:rsid w:val="007B0928"/>
    <w:rsid w:val="007B09EE"/>
    <w:rsid w:val="007B0AC0"/>
    <w:rsid w:val="007B0D48"/>
    <w:rsid w:val="007B100A"/>
    <w:rsid w:val="007B1271"/>
    <w:rsid w:val="007B13CB"/>
    <w:rsid w:val="007B1693"/>
    <w:rsid w:val="007B1BBE"/>
    <w:rsid w:val="007B2389"/>
    <w:rsid w:val="007B23E6"/>
    <w:rsid w:val="007B29C9"/>
    <w:rsid w:val="007B3D56"/>
    <w:rsid w:val="007B3ED9"/>
    <w:rsid w:val="007B3EEA"/>
    <w:rsid w:val="007B449B"/>
    <w:rsid w:val="007B46AF"/>
    <w:rsid w:val="007B48AA"/>
    <w:rsid w:val="007B4B8D"/>
    <w:rsid w:val="007B4E7F"/>
    <w:rsid w:val="007B50DE"/>
    <w:rsid w:val="007B5123"/>
    <w:rsid w:val="007B54A3"/>
    <w:rsid w:val="007B5C40"/>
    <w:rsid w:val="007B6064"/>
    <w:rsid w:val="007B6258"/>
    <w:rsid w:val="007B62DA"/>
    <w:rsid w:val="007B63CF"/>
    <w:rsid w:val="007B64D7"/>
    <w:rsid w:val="007B6673"/>
    <w:rsid w:val="007B7506"/>
    <w:rsid w:val="007B760D"/>
    <w:rsid w:val="007B7628"/>
    <w:rsid w:val="007B7749"/>
    <w:rsid w:val="007C04AB"/>
    <w:rsid w:val="007C089C"/>
    <w:rsid w:val="007C095B"/>
    <w:rsid w:val="007C0A84"/>
    <w:rsid w:val="007C0BCB"/>
    <w:rsid w:val="007C0FEE"/>
    <w:rsid w:val="007C135E"/>
    <w:rsid w:val="007C154B"/>
    <w:rsid w:val="007C15DD"/>
    <w:rsid w:val="007C1A7A"/>
    <w:rsid w:val="007C1E98"/>
    <w:rsid w:val="007C20A3"/>
    <w:rsid w:val="007C2233"/>
    <w:rsid w:val="007C223F"/>
    <w:rsid w:val="007C2642"/>
    <w:rsid w:val="007C29AF"/>
    <w:rsid w:val="007C2AFD"/>
    <w:rsid w:val="007C2FAA"/>
    <w:rsid w:val="007C30FD"/>
    <w:rsid w:val="007C3439"/>
    <w:rsid w:val="007C350E"/>
    <w:rsid w:val="007C3FDE"/>
    <w:rsid w:val="007C4352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52"/>
    <w:rsid w:val="007C5CD0"/>
    <w:rsid w:val="007C60A2"/>
    <w:rsid w:val="007C61B2"/>
    <w:rsid w:val="007C6311"/>
    <w:rsid w:val="007C6494"/>
    <w:rsid w:val="007C64E8"/>
    <w:rsid w:val="007C6651"/>
    <w:rsid w:val="007C6956"/>
    <w:rsid w:val="007C6C0F"/>
    <w:rsid w:val="007C70B7"/>
    <w:rsid w:val="007C72E8"/>
    <w:rsid w:val="007C7680"/>
    <w:rsid w:val="007C774E"/>
    <w:rsid w:val="007C7B50"/>
    <w:rsid w:val="007D042C"/>
    <w:rsid w:val="007D0518"/>
    <w:rsid w:val="007D0668"/>
    <w:rsid w:val="007D0799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024"/>
    <w:rsid w:val="007D23FA"/>
    <w:rsid w:val="007D2415"/>
    <w:rsid w:val="007D2549"/>
    <w:rsid w:val="007D26F1"/>
    <w:rsid w:val="007D2E96"/>
    <w:rsid w:val="007D325C"/>
    <w:rsid w:val="007D3287"/>
    <w:rsid w:val="007D337C"/>
    <w:rsid w:val="007D39D1"/>
    <w:rsid w:val="007D3B09"/>
    <w:rsid w:val="007D3E25"/>
    <w:rsid w:val="007D4985"/>
    <w:rsid w:val="007D4B2E"/>
    <w:rsid w:val="007D4E56"/>
    <w:rsid w:val="007D52AE"/>
    <w:rsid w:val="007D5694"/>
    <w:rsid w:val="007D5DD4"/>
    <w:rsid w:val="007D5E00"/>
    <w:rsid w:val="007D628D"/>
    <w:rsid w:val="007D6428"/>
    <w:rsid w:val="007D6447"/>
    <w:rsid w:val="007D6B0A"/>
    <w:rsid w:val="007D6B73"/>
    <w:rsid w:val="007D6BFE"/>
    <w:rsid w:val="007D74B0"/>
    <w:rsid w:val="007D778A"/>
    <w:rsid w:val="007D7D56"/>
    <w:rsid w:val="007D7DC3"/>
    <w:rsid w:val="007E00F5"/>
    <w:rsid w:val="007E0233"/>
    <w:rsid w:val="007E0325"/>
    <w:rsid w:val="007E0331"/>
    <w:rsid w:val="007E03B5"/>
    <w:rsid w:val="007E03C1"/>
    <w:rsid w:val="007E04A2"/>
    <w:rsid w:val="007E0D0B"/>
    <w:rsid w:val="007E0DC0"/>
    <w:rsid w:val="007E13A0"/>
    <w:rsid w:val="007E14C2"/>
    <w:rsid w:val="007E1687"/>
    <w:rsid w:val="007E16CF"/>
    <w:rsid w:val="007E1907"/>
    <w:rsid w:val="007E1959"/>
    <w:rsid w:val="007E1D7E"/>
    <w:rsid w:val="007E1F7B"/>
    <w:rsid w:val="007E2632"/>
    <w:rsid w:val="007E2AB2"/>
    <w:rsid w:val="007E2C69"/>
    <w:rsid w:val="007E2F2E"/>
    <w:rsid w:val="007E31BD"/>
    <w:rsid w:val="007E3616"/>
    <w:rsid w:val="007E3668"/>
    <w:rsid w:val="007E3A85"/>
    <w:rsid w:val="007E3F03"/>
    <w:rsid w:val="007E4357"/>
    <w:rsid w:val="007E4398"/>
    <w:rsid w:val="007E4C8A"/>
    <w:rsid w:val="007E4D11"/>
    <w:rsid w:val="007E5126"/>
    <w:rsid w:val="007E5226"/>
    <w:rsid w:val="007E58BF"/>
    <w:rsid w:val="007E6184"/>
    <w:rsid w:val="007E64C8"/>
    <w:rsid w:val="007E6744"/>
    <w:rsid w:val="007E67F2"/>
    <w:rsid w:val="007E683B"/>
    <w:rsid w:val="007E6A1F"/>
    <w:rsid w:val="007E6D01"/>
    <w:rsid w:val="007E709E"/>
    <w:rsid w:val="007E7107"/>
    <w:rsid w:val="007E711C"/>
    <w:rsid w:val="007E72B5"/>
    <w:rsid w:val="007E752E"/>
    <w:rsid w:val="007E76B1"/>
    <w:rsid w:val="007E77A4"/>
    <w:rsid w:val="007E7ED3"/>
    <w:rsid w:val="007E7F62"/>
    <w:rsid w:val="007F0631"/>
    <w:rsid w:val="007F086C"/>
    <w:rsid w:val="007F0906"/>
    <w:rsid w:val="007F094C"/>
    <w:rsid w:val="007F0B60"/>
    <w:rsid w:val="007F0CDD"/>
    <w:rsid w:val="007F0EF2"/>
    <w:rsid w:val="007F0F19"/>
    <w:rsid w:val="007F18A6"/>
    <w:rsid w:val="007F1912"/>
    <w:rsid w:val="007F1CEE"/>
    <w:rsid w:val="007F1D1C"/>
    <w:rsid w:val="007F1E00"/>
    <w:rsid w:val="007F1EFC"/>
    <w:rsid w:val="007F217C"/>
    <w:rsid w:val="007F2271"/>
    <w:rsid w:val="007F2470"/>
    <w:rsid w:val="007F2B5B"/>
    <w:rsid w:val="007F322A"/>
    <w:rsid w:val="007F32A0"/>
    <w:rsid w:val="007F3377"/>
    <w:rsid w:val="007F3395"/>
    <w:rsid w:val="007F3615"/>
    <w:rsid w:val="007F3DBE"/>
    <w:rsid w:val="007F3F72"/>
    <w:rsid w:val="007F4112"/>
    <w:rsid w:val="007F41B4"/>
    <w:rsid w:val="007F48E4"/>
    <w:rsid w:val="007F4A34"/>
    <w:rsid w:val="007F511F"/>
    <w:rsid w:val="007F51AF"/>
    <w:rsid w:val="007F5351"/>
    <w:rsid w:val="007F5BF5"/>
    <w:rsid w:val="007F5CD3"/>
    <w:rsid w:val="007F60AD"/>
    <w:rsid w:val="007F63C7"/>
    <w:rsid w:val="007F63D7"/>
    <w:rsid w:val="007F6582"/>
    <w:rsid w:val="007F65D2"/>
    <w:rsid w:val="007F6796"/>
    <w:rsid w:val="007F6938"/>
    <w:rsid w:val="007F73DF"/>
    <w:rsid w:val="007F7747"/>
    <w:rsid w:val="007F7B97"/>
    <w:rsid w:val="007F7BA7"/>
    <w:rsid w:val="007F7E79"/>
    <w:rsid w:val="008001AE"/>
    <w:rsid w:val="0080026A"/>
    <w:rsid w:val="008005B6"/>
    <w:rsid w:val="00800A5D"/>
    <w:rsid w:val="00801027"/>
    <w:rsid w:val="008015B4"/>
    <w:rsid w:val="00801CC9"/>
    <w:rsid w:val="00801F90"/>
    <w:rsid w:val="00802614"/>
    <w:rsid w:val="00802A03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F53"/>
    <w:rsid w:val="0080522B"/>
    <w:rsid w:val="00805589"/>
    <w:rsid w:val="00805C91"/>
    <w:rsid w:val="00805E6A"/>
    <w:rsid w:val="00805E6E"/>
    <w:rsid w:val="008061AB"/>
    <w:rsid w:val="008062CB"/>
    <w:rsid w:val="008064F1"/>
    <w:rsid w:val="008067CF"/>
    <w:rsid w:val="00806A92"/>
    <w:rsid w:val="00806AD9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6A1"/>
    <w:rsid w:val="0081178E"/>
    <w:rsid w:val="00811A54"/>
    <w:rsid w:val="00811AEE"/>
    <w:rsid w:val="00811DA4"/>
    <w:rsid w:val="00812104"/>
    <w:rsid w:val="0081274E"/>
    <w:rsid w:val="0081289C"/>
    <w:rsid w:val="00812C8B"/>
    <w:rsid w:val="00812D46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881"/>
    <w:rsid w:val="008149FD"/>
    <w:rsid w:val="00814AB9"/>
    <w:rsid w:val="00814E95"/>
    <w:rsid w:val="008151C9"/>
    <w:rsid w:val="00815286"/>
    <w:rsid w:val="0081534E"/>
    <w:rsid w:val="0081575A"/>
    <w:rsid w:val="00815A03"/>
    <w:rsid w:val="00815A65"/>
    <w:rsid w:val="00816497"/>
    <w:rsid w:val="008167DA"/>
    <w:rsid w:val="008168B8"/>
    <w:rsid w:val="00816A08"/>
    <w:rsid w:val="00816C45"/>
    <w:rsid w:val="00816EDF"/>
    <w:rsid w:val="0081706B"/>
    <w:rsid w:val="00817333"/>
    <w:rsid w:val="00817A8F"/>
    <w:rsid w:val="00817B2E"/>
    <w:rsid w:val="00817F6B"/>
    <w:rsid w:val="00820007"/>
    <w:rsid w:val="00820360"/>
    <w:rsid w:val="00820505"/>
    <w:rsid w:val="0082059D"/>
    <w:rsid w:val="00820761"/>
    <w:rsid w:val="00820A65"/>
    <w:rsid w:val="008210F6"/>
    <w:rsid w:val="008210FD"/>
    <w:rsid w:val="008212F0"/>
    <w:rsid w:val="008218EA"/>
    <w:rsid w:val="00821C70"/>
    <w:rsid w:val="00821D5D"/>
    <w:rsid w:val="00821EEE"/>
    <w:rsid w:val="00821F39"/>
    <w:rsid w:val="00822119"/>
    <w:rsid w:val="00822126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5E9"/>
    <w:rsid w:val="008245E9"/>
    <w:rsid w:val="008247AA"/>
    <w:rsid w:val="00824FC8"/>
    <w:rsid w:val="008254B1"/>
    <w:rsid w:val="008255D8"/>
    <w:rsid w:val="00825AF8"/>
    <w:rsid w:val="00825CD2"/>
    <w:rsid w:val="008262A6"/>
    <w:rsid w:val="0082630F"/>
    <w:rsid w:val="008265DC"/>
    <w:rsid w:val="00826883"/>
    <w:rsid w:val="00826B84"/>
    <w:rsid w:val="00827130"/>
    <w:rsid w:val="008271CF"/>
    <w:rsid w:val="008275F8"/>
    <w:rsid w:val="0082792B"/>
    <w:rsid w:val="00827BAF"/>
    <w:rsid w:val="00827E53"/>
    <w:rsid w:val="008300A4"/>
    <w:rsid w:val="00830922"/>
    <w:rsid w:val="00830A34"/>
    <w:rsid w:val="00830CB0"/>
    <w:rsid w:val="00831089"/>
    <w:rsid w:val="00831A72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30B7"/>
    <w:rsid w:val="0083325D"/>
    <w:rsid w:val="00833358"/>
    <w:rsid w:val="0083365C"/>
    <w:rsid w:val="00833A94"/>
    <w:rsid w:val="00833C38"/>
    <w:rsid w:val="00833DEA"/>
    <w:rsid w:val="00833E43"/>
    <w:rsid w:val="00833EEF"/>
    <w:rsid w:val="00834076"/>
    <w:rsid w:val="00834205"/>
    <w:rsid w:val="008342BA"/>
    <w:rsid w:val="0083452A"/>
    <w:rsid w:val="00834532"/>
    <w:rsid w:val="0083461B"/>
    <w:rsid w:val="0083495C"/>
    <w:rsid w:val="00834991"/>
    <w:rsid w:val="008349E8"/>
    <w:rsid w:val="00834B2D"/>
    <w:rsid w:val="00834F23"/>
    <w:rsid w:val="00834F52"/>
    <w:rsid w:val="008356FC"/>
    <w:rsid w:val="0083572A"/>
    <w:rsid w:val="00835ABC"/>
    <w:rsid w:val="00835ACB"/>
    <w:rsid w:val="008360FE"/>
    <w:rsid w:val="0083610F"/>
    <w:rsid w:val="0083635A"/>
    <w:rsid w:val="00836708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163"/>
    <w:rsid w:val="00841200"/>
    <w:rsid w:val="00841619"/>
    <w:rsid w:val="00841731"/>
    <w:rsid w:val="00841817"/>
    <w:rsid w:val="0084186D"/>
    <w:rsid w:val="00841A0F"/>
    <w:rsid w:val="00841DE3"/>
    <w:rsid w:val="00841FB3"/>
    <w:rsid w:val="0084234F"/>
    <w:rsid w:val="00842CFF"/>
    <w:rsid w:val="008431A5"/>
    <w:rsid w:val="00843264"/>
    <w:rsid w:val="008432EB"/>
    <w:rsid w:val="00843314"/>
    <w:rsid w:val="00843724"/>
    <w:rsid w:val="00843885"/>
    <w:rsid w:val="008438BB"/>
    <w:rsid w:val="00843C45"/>
    <w:rsid w:val="00843F5B"/>
    <w:rsid w:val="0084483B"/>
    <w:rsid w:val="008449EB"/>
    <w:rsid w:val="0084512F"/>
    <w:rsid w:val="008455E8"/>
    <w:rsid w:val="008456A5"/>
    <w:rsid w:val="0084583D"/>
    <w:rsid w:val="0084616D"/>
    <w:rsid w:val="008467A2"/>
    <w:rsid w:val="00846B4D"/>
    <w:rsid w:val="00846CC8"/>
    <w:rsid w:val="00846F14"/>
    <w:rsid w:val="008473D3"/>
    <w:rsid w:val="008473F2"/>
    <w:rsid w:val="0084743F"/>
    <w:rsid w:val="0084773D"/>
    <w:rsid w:val="008479BD"/>
    <w:rsid w:val="00847BA9"/>
    <w:rsid w:val="008501D2"/>
    <w:rsid w:val="0085070C"/>
    <w:rsid w:val="00850CC8"/>
    <w:rsid w:val="00851A2B"/>
    <w:rsid w:val="00852794"/>
    <w:rsid w:val="008527EA"/>
    <w:rsid w:val="00852E4E"/>
    <w:rsid w:val="0085354A"/>
    <w:rsid w:val="0085395A"/>
    <w:rsid w:val="008539F8"/>
    <w:rsid w:val="00853EEE"/>
    <w:rsid w:val="0085439B"/>
    <w:rsid w:val="00854543"/>
    <w:rsid w:val="0085460D"/>
    <w:rsid w:val="00854CC9"/>
    <w:rsid w:val="00855172"/>
    <w:rsid w:val="008551F8"/>
    <w:rsid w:val="00855459"/>
    <w:rsid w:val="008554A0"/>
    <w:rsid w:val="0085567F"/>
    <w:rsid w:val="00855FF5"/>
    <w:rsid w:val="00856151"/>
    <w:rsid w:val="00856272"/>
    <w:rsid w:val="00856B60"/>
    <w:rsid w:val="00856BE5"/>
    <w:rsid w:val="00856F53"/>
    <w:rsid w:val="008573BB"/>
    <w:rsid w:val="0085746D"/>
    <w:rsid w:val="008576B1"/>
    <w:rsid w:val="008578A2"/>
    <w:rsid w:val="00857C42"/>
    <w:rsid w:val="00857D72"/>
    <w:rsid w:val="00857E55"/>
    <w:rsid w:val="00857EDF"/>
    <w:rsid w:val="00860098"/>
    <w:rsid w:val="008608C4"/>
    <w:rsid w:val="008608E9"/>
    <w:rsid w:val="00860C37"/>
    <w:rsid w:val="00860D74"/>
    <w:rsid w:val="0086148E"/>
    <w:rsid w:val="00861553"/>
    <w:rsid w:val="00861DD4"/>
    <w:rsid w:val="008624E5"/>
    <w:rsid w:val="0086270E"/>
    <w:rsid w:val="00862840"/>
    <w:rsid w:val="008629A9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C7B"/>
    <w:rsid w:val="00864E7E"/>
    <w:rsid w:val="0086551B"/>
    <w:rsid w:val="00865554"/>
    <w:rsid w:val="00865DF8"/>
    <w:rsid w:val="008664EA"/>
    <w:rsid w:val="00866EF8"/>
    <w:rsid w:val="00867423"/>
    <w:rsid w:val="00867D96"/>
    <w:rsid w:val="00870485"/>
    <w:rsid w:val="00870523"/>
    <w:rsid w:val="008706D8"/>
    <w:rsid w:val="008709B9"/>
    <w:rsid w:val="008709F5"/>
    <w:rsid w:val="0087116F"/>
    <w:rsid w:val="00871301"/>
    <w:rsid w:val="00871751"/>
    <w:rsid w:val="00871B88"/>
    <w:rsid w:val="00871E22"/>
    <w:rsid w:val="00871FDA"/>
    <w:rsid w:val="00872027"/>
    <w:rsid w:val="008721A7"/>
    <w:rsid w:val="008728BD"/>
    <w:rsid w:val="00872D4F"/>
    <w:rsid w:val="00872E67"/>
    <w:rsid w:val="00873524"/>
    <w:rsid w:val="00873621"/>
    <w:rsid w:val="00873A56"/>
    <w:rsid w:val="00873B0A"/>
    <w:rsid w:val="00873D92"/>
    <w:rsid w:val="008744F1"/>
    <w:rsid w:val="00874963"/>
    <w:rsid w:val="00874BE1"/>
    <w:rsid w:val="00874D3B"/>
    <w:rsid w:val="00875229"/>
    <w:rsid w:val="00875273"/>
    <w:rsid w:val="008753E8"/>
    <w:rsid w:val="00875876"/>
    <w:rsid w:val="00875B60"/>
    <w:rsid w:val="00875D99"/>
    <w:rsid w:val="00876121"/>
    <w:rsid w:val="00876426"/>
    <w:rsid w:val="00876859"/>
    <w:rsid w:val="008768DF"/>
    <w:rsid w:val="008776BB"/>
    <w:rsid w:val="00877768"/>
    <w:rsid w:val="00877780"/>
    <w:rsid w:val="00877BE7"/>
    <w:rsid w:val="00877BFF"/>
    <w:rsid w:val="00877D7B"/>
    <w:rsid w:val="00877E27"/>
    <w:rsid w:val="00877F82"/>
    <w:rsid w:val="00880048"/>
    <w:rsid w:val="00880097"/>
    <w:rsid w:val="00880486"/>
    <w:rsid w:val="008804A1"/>
    <w:rsid w:val="008804B8"/>
    <w:rsid w:val="0088059D"/>
    <w:rsid w:val="00880F1E"/>
    <w:rsid w:val="0088104F"/>
    <w:rsid w:val="00881097"/>
    <w:rsid w:val="00881361"/>
    <w:rsid w:val="0088136D"/>
    <w:rsid w:val="0088186F"/>
    <w:rsid w:val="008818DB"/>
    <w:rsid w:val="00881923"/>
    <w:rsid w:val="00881D09"/>
    <w:rsid w:val="00881D0C"/>
    <w:rsid w:val="00881E27"/>
    <w:rsid w:val="0088287D"/>
    <w:rsid w:val="00882A1C"/>
    <w:rsid w:val="00882AB7"/>
    <w:rsid w:val="00882C92"/>
    <w:rsid w:val="00882CE3"/>
    <w:rsid w:val="00882DE4"/>
    <w:rsid w:val="00882FB4"/>
    <w:rsid w:val="0088349D"/>
    <w:rsid w:val="00883BB2"/>
    <w:rsid w:val="00883EB0"/>
    <w:rsid w:val="00883F38"/>
    <w:rsid w:val="0088439D"/>
    <w:rsid w:val="00884759"/>
    <w:rsid w:val="008848D4"/>
    <w:rsid w:val="00884A5C"/>
    <w:rsid w:val="00884A68"/>
    <w:rsid w:val="00884B39"/>
    <w:rsid w:val="00884FCB"/>
    <w:rsid w:val="008853C9"/>
    <w:rsid w:val="008853F6"/>
    <w:rsid w:val="0088564B"/>
    <w:rsid w:val="008859FF"/>
    <w:rsid w:val="008867FC"/>
    <w:rsid w:val="00886E0B"/>
    <w:rsid w:val="00886EC3"/>
    <w:rsid w:val="00887508"/>
    <w:rsid w:val="00887AFD"/>
    <w:rsid w:val="00887FE0"/>
    <w:rsid w:val="00890077"/>
    <w:rsid w:val="008905BA"/>
    <w:rsid w:val="008907E6"/>
    <w:rsid w:val="008909E6"/>
    <w:rsid w:val="00890FA6"/>
    <w:rsid w:val="00891136"/>
    <w:rsid w:val="0089129A"/>
    <w:rsid w:val="00891426"/>
    <w:rsid w:val="00891947"/>
    <w:rsid w:val="00891E92"/>
    <w:rsid w:val="00892038"/>
    <w:rsid w:val="008927A7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8A4"/>
    <w:rsid w:val="0089395B"/>
    <w:rsid w:val="008940EF"/>
    <w:rsid w:val="008942AE"/>
    <w:rsid w:val="00894516"/>
    <w:rsid w:val="0089459F"/>
    <w:rsid w:val="0089480C"/>
    <w:rsid w:val="008949DB"/>
    <w:rsid w:val="00895543"/>
    <w:rsid w:val="0089566F"/>
    <w:rsid w:val="008956F4"/>
    <w:rsid w:val="00895715"/>
    <w:rsid w:val="00895CAA"/>
    <w:rsid w:val="00895DBA"/>
    <w:rsid w:val="00895E31"/>
    <w:rsid w:val="00895FE1"/>
    <w:rsid w:val="008960D2"/>
    <w:rsid w:val="00896379"/>
    <w:rsid w:val="008965EA"/>
    <w:rsid w:val="00896BC9"/>
    <w:rsid w:val="00896CE4"/>
    <w:rsid w:val="008970AB"/>
    <w:rsid w:val="008970E0"/>
    <w:rsid w:val="00897564"/>
    <w:rsid w:val="008979C6"/>
    <w:rsid w:val="00897D1C"/>
    <w:rsid w:val="00897E85"/>
    <w:rsid w:val="00897ED1"/>
    <w:rsid w:val="00897F8A"/>
    <w:rsid w:val="008A0031"/>
    <w:rsid w:val="008A027B"/>
    <w:rsid w:val="008A03EF"/>
    <w:rsid w:val="008A06C2"/>
    <w:rsid w:val="008A06C6"/>
    <w:rsid w:val="008A093C"/>
    <w:rsid w:val="008A0E1A"/>
    <w:rsid w:val="008A1193"/>
    <w:rsid w:val="008A11B5"/>
    <w:rsid w:val="008A1635"/>
    <w:rsid w:val="008A1A2D"/>
    <w:rsid w:val="008A1B02"/>
    <w:rsid w:val="008A1CE6"/>
    <w:rsid w:val="008A227F"/>
    <w:rsid w:val="008A2886"/>
    <w:rsid w:val="008A2B0A"/>
    <w:rsid w:val="008A2C52"/>
    <w:rsid w:val="008A2EF5"/>
    <w:rsid w:val="008A2F07"/>
    <w:rsid w:val="008A320C"/>
    <w:rsid w:val="008A464E"/>
    <w:rsid w:val="008A4D8F"/>
    <w:rsid w:val="008A4D97"/>
    <w:rsid w:val="008A500E"/>
    <w:rsid w:val="008A51AA"/>
    <w:rsid w:val="008A51B7"/>
    <w:rsid w:val="008A5D16"/>
    <w:rsid w:val="008A5E12"/>
    <w:rsid w:val="008A5F3E"/>
    <w:rsid w:val="008A5F7F"/>
    <w:rsid w:val="008A62CD"/>
    <w:rsid w:val="008A6E07"/>
    <w:rsid w:val="008A7A84"/>
    <w:rsid w:val="008A7B71"/>
    <w:rsid w:val="008A7CFF"/>
    <w:rsid w:val="008A7E1F"/>
    <w:rsid w:val="008B0506"/>
    <w:rsid w:val="008B0AB1"/>
    <w:rsid w:val="008B0DF7"/>
    <w:rsid w:val="008B1740"/>
    <w:rsid w:val="008B1A65"/>
    <w:rsid w:val="008B1EB2"/>
    <w:rsid w:val="008B233C"/>
    <w:rsid w:val="008B291A"/>
    <w:rsid w:val="008B29E8"/>
    <w:rsid w:val="008B2F64"/>
    <w:rsid w:val="008B2FC9"/>
    <w:rsid w:val="008B33A9"/>
    <w:rsid w:val="008B3746"/>
    <w:rsid w:val="008B3C3B"/>
    <w:rsid w:val="008B3D84"/>
    <w:rsid w:val="008B3F46"/>
    <w:rsid w:val="008B3F6C"/>
    <w:rsid w:val="008B4279"/>
    <w:rsid w:val="008B4590"/>
    <w:rsid w:val="008B48B6"/>
    <w:rsid w:val="008B4BEE"/>
    <w:rsid w:val="008B4CDC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5EDA"/>
    <w:rsid w:val="008B6872"/>
    <w:rsid w:val="008B6916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9F2"/>
    <w:rsid w:val="008C0E72"/>
    <w:rsid w:val="008C0F1B"/>
    <w:rsid w:val="008C157B"/>
    <w:rsid w:val="008C18E9"/>
    <w:rsid w:val="008C19C1"/>
    <w:rsid w:val="008C1A65"/>
    <w:rsid w:val="008C1C6A"/>
    <w:rsid w:val="008C1D8F"/>
    <w:rsid w:val="008C1FA8"/>
    <w:rsid w:val="008C23B6"/>
    <w:rsid w:val="008C2507"/>
    <w:rsid w:val="008C2847"/>
    <w:rsid w:val="008C2A30"/>
    <w:rsid w:val="008C30EE"/>
    <w:rsid w:val="008C355A"/>
    <w:rsid w:val="008C35AA"/>
    <w:rsid w:val="008C368F"/>
    <w:rsid w:val="008C3ADB"/>
    <w:rsid w:val="008C435C"/>
    <w:rsid w:val="008C45BC"/>
    <w:rsid w:val="008C4818"/>
    <w:rsid w:val="008C4B71"/>
    <w:rsid w:val="008C4B91"/>
    <w:rsid w:val="008C4BD5"/>
    <w:rsid w:val="008C4CAE"/>
    <w:rsid w:val="008C4E0E"/>
    <w:rsid w:val="008C50AE"/>
    <w:rsid w:val="008C50E9"/>
    <w:rsid w:val="008C55BA"/>
    <w:rsid w:val="008C5884"/>
    <w:rsid w:val="008C5FB3"/>
    <w:rsid w:val="008C6497"/>
    <w:rsid w:val="008C6582"/>
    <w:rsid w:val="008C6646"/>
    <w:rsid w:val="008C6865"/>
    <w:rsid w:val="008C69C0"/>
    <w:rsid w:val="008C6BE2"/>
    <w:rsid w:val="008C6CB4"/>
    <w:rsid w:val="008C6DDD"/>
    <w:rsid w:val="008C6E8A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9C"/>
    <w:rsid w:val="008D039A"/>
    <w:rsid w:val="008D04D9"/>
    <w:rsid w:val="008D0759"/>
    <w:rsid w:val="008D07A3"/>
    <w:rsid w:val="008D08EF"/>
    <w:rsid w:val="008D0DA9"/>
    <w:rsid w:val="008D0E93"/>
    <w:rsid w:val="008D1187"/>
    <w:rsid w:val="008D11BB"/>
    <w:rsid w:val="008D1242"/>
    <w:rsid w:val="008D13AB"/>
    <w:rsid w:val="008D1710"/>
    <w:rsid w:val="008D2342"/>
    <w:rsid w:val="008D2549"/>
    <w:rsid w:val="008D25FD"/>
    <w:rsid w:val="008D295F"/>
    <w:rsid w:val="008D2AEB"/>
    <w:rsid w:val="008D2B5B"/>
    <w:rsid w:val="008D2CCC"/>
    <w:rsid w:val="008D2E1C"/>
    <w:rsid w:val="008D2F88"/>
    <w:rsid w:val="008D336F"/>
    <w:rsid w:val="008D3692"/>
    <w:rsid w:val="008D3706"/>
    <w:rsid w:val="008D383C"/>
    <w:rsid w:val="008D3AA4"/>
    <w:rsid w:val="008D53D9"/>
    <w:rsid w:val="008D5407"/>
    <w:rsid w:val="008D55B0"/>
    <w:rsid w:val="008D568D"/>
    <w:rsid w:val="008D5745"/>
    <w:rsid w:val="008D599A"/>
    <w:rsid w:val="008D5C01"/>
    <w:rsid w:val="008D5C70"/>
    <w:rsid w:val="008D5DC2"/>
    <w:rsid w:val="008D5F59"/>
    <w:rsid w:val="008D631A"/>
    <w:rsid w:val="008D6632"/>
    <w:rsid w:val="008D679C"/>
    <w:rsid w:val="008D6893"/>
    <w:rsid w:val="008D6AE0"/>
    <w:rsid w:val="008D6C7E"/>
    <w:rsid w:val="008D6EC9"/>
    <w:rsid w:val="008D708E"/>
    <w:rsid w:val="008D71DB"/>
    <w:rsid w:val="008D723D"/>
    <w:rsid w:val="008D763F"/>
    <w:rsid w:val="008D76F3"/>
    <w:rsid w:val="008D7BC9"/>
    <w:rsid w:val="008D7FDE"/>
    <w:rsid w:val="008E0115"/>
    <w:rsid w:val="008E0214"/>
    <w:rsid w:val="008E08C5"/>
    <w:rsid w:val="008E0A85"/>
    <w:rsid w:val="008E0E1B"/>
    <w:rsid w:val="008E1009"/>
    <w:rsid w:val="008E1296"/>
    <w:rsid w:val="008E1781"/>
    <w:rsid w:val="008E19C5"/>
    <w:rsid w:val="008E19F4"/>
    <w:rsid w:val="008E1D3C"/>
    <w:rsid w:val="008E1F60"/>
    <w:rsid w:val="008E1F80"/>
    <w:rsid w:val="008E1F86"/>
    <w:rsid w:val="008E234C"/>
    <w:rsid w:val="008E2650"/>
    <w:rsid w:val="008E26E5"/>
    <w:rsid w:val="008E2846"/>
    <w:rsid w:val="008E2C8B"/>
    <w:rsid w:val="008E2D4E"/>
    <w:rsid w:val="008E2E6B"/>
    <w:rsid w:val="008E2F2C"/>
    <w:rsid w:val="008E31F1"/>
    <w:rsid w:val="008E3669"/>
    <w:rsid w:val="008E3932"/>
    <w:rsid w:val="008E3D64"/>
    <w:rsid w:val="008E3E7D"/>
    <w:rsid w:val="008E457D"/>
    <w:rsid w:val="008E49D4"/>
    <w:rsid w:val="008E5005"/>
    <w:rsid w:val="008E5556"/>
    <w:rsid w:val="008E5558"/>
    <w:rsid w:val="008E5CD4"/>
    <w:rsid w:val="008E6001"/>
    <w:rsid w:val="008E60AD"/>
    <w:rsid w:val="008E616E"/>
    <w:rsid w:val="008E6218"/>
    <w:rsid w:val="008E62C5"/>
    <w:rsid w:val="008E6F17"/>
    <w:rsid w:val="008E757D"/>
    <w:rsid w:val="008E7659"/>
    <w:rsid w:val="008E7666"/>
    <w:rsid w:val="008E77B4"/>
    <w:rsid w:val="008E7B7C"/>
    <w:rsid w:val="008E7BC5"/>
    <w:rsid w:val="008E7BF7"/>
    <w:rsid w:val="008E7DE5"/>
    <w:rsid w:val="008F07A2"/>
    <w:rsid w:val="008F0A06"/>
    <w:rsid w:val="008F0BAB"/>
    <w:rsid w:val="008F150E"/>
    <w:rsid w:val="008F1B85"/>
    <w:rsid w:val="008F1C18"/>
    <w:rsid w:val="008F1CF6"/>
    <w:rsid w:val="008F1D15"/>
    <w:rsid w:val="008F2138"/>
    <w:rsid w:val="008F226B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4098"/>
    <w:rsid w:val="008F409A"/>
    <w:rsid w:val="008F46FC"/>
    <w:rsid w:val="008F50E2"/>
    <w:rsid w:val="008F53A5"/>
    <w:rsid w:val="008F5B86"/>
    <w:rsid w:val="008F5E93"/>
    <w:rsid w:val="008F5F3E"/>
    <w:rsid w:val="008F6064"/>
    <w:rsid w:val="008F60CC"/>
    <w:rsid w:val="008F60E3"/>
    <w:rsid w:val="008F616A"/>
    <w:rsid w:val="008F63C9"/>
    <w:rsid w:val="008F6545"/>
    <w:rsid w:val="008F6562"/>
    <w:rsid w:val="008F6647"/>
    <w:rsid w:val="008F69ED"/>
    <w:rsid w:val="008F6C5D"/>
    <w:rsid w:val="008F6D01"/>
    <w:rsid w:val="008F705C"/>
    <w:rsid w:val="008F731A"/>
    <w:rsid w:val="008F749E"/>
    <w:rsid w:val="008F75A7"/>
    <w:rsid w:val="008F769E"/>
    <w:rsid w:val="008F7B11"/>
    <w:rsid w:val="008F7C18"/>
    <w:rsid w:val="008F7DD0"/>
    <w:rsid w:val="008F7E55"/>
    <w:rsid w:val="00900232"/>
    <w:rsid w:val="00900434"/>
    <w:rsid w:val="00900613"/>
    <w:rsid w:val="009006E7"/>
    <w:rsid w:val="00900ADA"/>
    <w:rsid w:val="00900C15"/>
    <w:rsid w:val="00900E8C"/>
    <w:rsid w:val="00900F3B"/>
    <w:rsid w:val="00901409"/>
    <w:rsid w:val="00901449"/>
    <w:rsid w:val="0090168F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C36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F67"/>
    <w:rsid w:val="00905012"/>
    <w:rsid w:val="00905357"/>
    <w:rsid w:val="0090537B"/>
    <w:rsid w:val="00906208"/>
    <w:rsid w:val="00906722"/>
    <w:rsid w:val="00906B20"/>
    <w:rsid w:val="00907038"/>
    <w:rsid w:val="00907998"/>
    <w:rsid w:val="009079C6"/>
    <w:rsid w:val="009100A0"/>
    <w:rsid w:val="009100F6"/>
    <w:rsid w:val="009100F8"/>
    <w:rsid w:val="00910113"/>
    <w:rsid w:val="00910BAA"/>
    <w:rsid w:val="0091155A"/>
    <w:rsid w:val="00911950"/>
    <w:rsid w:val="009119E8"/>
    <w:rsid w:val="00912170"/>
    <w:rsid w:val="00912650"/>
    <w:rsid w:val="009127FF"/>
    <w:rsid w:val="00912863"/>
    <w:rsid w:val="00912D11"/>
    <w:rsid w:val="00912E66"/>
    <w:rsid w:val="00913A74"/>
    <w:rsid w:val="009141ED"/>
    <w:rsid w:val="00914607"/>
    <w:rsid w:val="0091464F"/>
    <w:rsid w:val="0091475A"/>
    <w:rsid w:val="009147D9"/>
    <w:rsid w:val="00914FC1"/>
    <w:rsid w:val="00914FCC"/>
    <w:rsid w:val="00915447"/>
    <w:rsid w:val="0091554F"/>
    <w:rsid w:val="00915770"/>
    <w:rsid w:val="00915D73"/>
    <w:rsid w:val="0091621D"/>
    <w:rsid w:val="00916A1D"/>
    <w:rsid w:val="00916AA3"/>
    <w:rsid w:val="0091701E"/>
    <w:rsid w:val="0091741D"/>
    <w:rsid w:val="00917C3F"/>
    <w:rsid w:val="00920767"/>
    <w:rsid w:val="00920A08"/>
    <w:rsid w:val="00920DD9"/>
    <w:rsid w:val="00920EF6"/>
    <w:rsid w:val="00920F45"/>
    <w:rsid w:val="0092128B"/>
    <w:rsid w:val="00921341"/>
    <w:rsid w:val="00921539"/>
    <w:rsid w:val="00921710"/>
    <w:rsid w:val="00921B62"/>
    <w:rsid w:val="00922328"/>
    <w:rsid w:val="00922338"/>
    <w:rsid w:val="009223D9"/>
    <w:rsid w:val="00922FCB"/>
    <w:rsid w:val="00923452"/>
    <w:rsid w:val="0092359E"/>
    <w:rsid w:val="00923B91"/>
    <w:rsid w:val="00923E5A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6D5"/>
    <w:rsid w:val="00925882"/>
    <w:rsid w:val="00925A32"/>
    <w:rsid w:val="00925A68"/>
    <w:rsid w:val="00925C75"/>
    <w:rsid w:val="00926724"/>
    <w:rsid w:val="00926735"/>
    <w:rsid w:val="0092689C"/>
    <w:rsid w:val="00926B72"/>
    <w:rsid w:val="00926F56"/>
    <w:rsid w:val="0092721B"/>
    <w:rsid w:val="0092748E"/>
    <w:rsid w:val="0092777E"/>
    <w:rsid w:val="0092783D"/>
    <w:rsid w:val="00927D29"/>
    <w:rsid w:val="00927D67"/>
    <w:rsid w:val="0093012D"/>
    <w:rsid w:val="009301ED"/>
    <w:rsid w:val="009304CD"/>
    <w:rsid w:val="00930A83"/>
    <w:rsid w:val="00930A84"/>
    <w:rsid w:val="00930EC9"/>
    <w:rsid w:val="00930FBA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4C3"/>
    <w:rsid w:val="00932566"/>
    <w:rsid w:val="009329BC"/>
    <w:rsid w:val="00932A06"/>
    <w:rsid w:val="00932C81"/>
    <w:rsid w:val="00932C97"/>
    <w:rsid w:val="00932CC1"/>
    <w:rsid w:val="009333D1"/>
    <w:rsid w:val="00933407"/>
    <w:rsid w:val="00933661"/>
    <w:rsid w:val="009337C8"/>
    <w:rsid w:val="0093409B"/>
    <w:rsid w:val="009340D7"/>
    <w:rsid w:val="009343B7"/>
    <w:rsid w:val="00934B10"/>
    <w:rsid w:val="00935145"/>
    <w:rsid w:val="0093519D"/>
    <w:rsid w:val="0093545B"/>
    <w:rsid w:val="009355CA"/>
    <w:rsid w:val="0093569F"/>
    <w:rsid w:val="00935F3F"/>
    <w:rsid w:val="0093607D"/>
    <w:rsid w:val="0093639F"/>
    <w:rsid w:val="009365D3"/>
    <w:rsid w:val="009368AA"/>
    <w:rsid w:val="00936D9E"/>
    <w:rsid w:val="0093745A"/>
    <w:rsid w:val="00937E16"/>
    <w:rsid w:val="00937F63"/>
    <w:rsid w:val="009400B3"/>
    <w:rsid w:val="00940207"/>
    <w:rsid w:val="009403A9"/>
    <w:rsid w:val="00940698"/>
    <w:rsid w:val="00940E41"/>
    <w:rsid w:val="009410B0"/>
    <w:rsid w:val="009411BE"/>
    <w:rsid w:val="00941ACC"/>
    <w:rsid w:val="00941AFF"/>
    <w:rsid w:val="00941BB8"/>
    <w:rsid w:val="00941C26"/>
    <w:rsid w:val="00942320"/>
    <w:rsid w:val="009423A1"/>
    <w:rsid w:val="00942587"/>
    <w:rsid w:val="00942973"/>
    <w:rsid w:val="009429F6"/>
    <w:rsid w:val="00942DC2"/>
    <w:rsid w:val="0094306B"/>
    <w:rsid w:val="0094348D"/>
    <w:rsid w:val="009434AD"/>
    <w:rsid w:val="00943916"/>
    <w:rsid w:val="00943920"/>
    <w:rsid w:val="00943FC5"/>
    <w:rsid w:val="00944294"/>
    <w:rsid w:val="009445AF"/>
    <w:rsid w:val="0094468D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3C2"/>
    <w:rsid w:val="00945466"/>
    <w:rsid w:val="0094568F"/>
    <w:rsid w:val="00945C99"/>
    <w:rsid w:val="00945EE5"/>
    <w:rsid w:val="00946233"/>
    <w:rsid w:val="00946686"/>
    <w:rsid w:val="009466D1"/>
    <w:rsid w:val="009467BB"/>
    <w:rsid w:val="00946A98"/>
    <w:rsid w:val="009472D2"/>
    <w:rsid w:val="0094776C"/>
    <w:rsid w:val="00947775"/>
    <w:rsid w:val="0095013F"/>
    <w:rsid w:val="0095036E"/>
    <w:rsid w:val="009509B5"/>
    <w:rsid w:val="00950A70"/>
    <w:rsid w:val="009512FA"/>
    <w:rsid w:val="00951769"/>
    <w:rsid w:val="009517CA"/>
    <w:rsid w:val="00951A5B"/>
    <w:rsid w:val="00951A91"/>
    <w:rsid w:val="00951C77"/>
    <w:rsid w:val="0095223F"/>
    <w:rsid w:val="009522A4"/>
    <w:rsid w:val="00952853"/>
    <w:rsid w:val="00952933"/>
    <w:rsid w:val="009529F1"/>
    <w:rsid w:val="00952CC6"/>
    <w:rsid w:val="0095302C"/>
    <w:rsid w:val="00953791"/>
    <w:rsid w:val="00953C0E"/>
    <w:rsid w:val="00953C62"/>
    <w:rsid w:val="00953E21"/>
    <w:rsid w:val="0095405B"/>
    <w:rsid w:val="009540AC"/>
    <w:rsid w:val="009540FD"/>
    <w:rsid w:val="00954381"/>
    <w:rsid w:val="00954808"/>
    <w:rsid w:val="0095497B"/>
    <w:rsid w:val="00954AB5"/>
    <w:rsid w:val="00954CC4"/>
    <w:rsid w:val="0095537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543"/>
    <w:rsid w:val="00956CF2"/>
    <w:rsid w:val="00957308"/>
    <w:rsid w:val="009578F3"/>
    <w:rsid w:val="00957E3C"/>
    <w:rsid w:val="0096019C"/>
    <w:rsid w:val="00960767"/>
    <w:rsid w:val="00960AE4"/>
    <w:rsid w:val="00961027"/>
    <w:rsid w:val="00961249"/>
    <w:rsid w:val="00961382"/>
    <w:rsid w:val="0096150B"/>
    <w:rsid w:val="0096158B"/>
    <w:rsid w:val="00961762"/>
    <w:rsid w:val="00961BB8"/>
    <w:rsid w:val="00961CC0"/>
    <w:rsid w:val="00961CE0"/>
    <w:rsid w:val="00961D52"/>
    <w:rsid w:val="00962833"/>
    <w:rsid w:val="00962DC7"/>
    <w:rsid w:val="00962E56"/>
    <w:rsid w:val="00962ECF"/>
    <w:rsid w:val="0096304D"/>
    <w:rsid w:val="0096344A"/>
    <w:rsid w:val="009635C5"/>
    <w:rsid w:val="0096370C"/>
    <w:rsid w:val="009637A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70A"/>
    <w:rsid w:val="00965D1B"/>
    <w:rsid w:val="00965D63"/>
    <w:rsid w:val="00966746"/>
    <w:rsid w:val="00966815"/>
    <w:rsid w:val="00966988"/>
    <w:rsid w:val="00966BC4"/>
    <w:rsid w:val="00966FF5"/>
    <w:rsid w:val="009675C9"/>
    <w:rsid w:val="009678D7"/>
    <w:rsid w:val="00967B16"/>
    <w:rsid w:val="00967B35"/>
    <w:rsid w:val="00967DF3"/>
    <w:rsid w:val="009702ED"/>
    <w:rsid w:val="0097047E"/>
    <w:rsid w:val="0097059C"/>
    <w:rsid w:val="00970637"/>
    <w:rsid w:val="00970711"/>
    <w:rsid w:val="009709DB"/>
    <w:rsid w:val="00970B0A"/>
    <w:rsid w:val="00970DEA"/>
    <w:rsid w:val="0097144B"/>
    <w:rsid w:val="00971DED"/>
    <w:rsid w:val="009726B3"/>
    <w:rsid w:val="009727AE"/>
    <w:rsid w:val="00972952"/>
    <w:rsid w:val="00972ACA"/>
    <w:rsid w:val="00972D8F"/>
    <w:rsid w:val="00972E44"/>
    <w:rsid w:val="00973401"/>
    <w:rsid w:val="00973619"/>
    <w:rsid w:val="00973DBA"/>
    <w:rsid w:val="00974020"/>
    <w:rsid w:val="0097458D"/>
    <w:rsid w:val="00974AEA"/>
    <w:rsid w:val="00974E4A"/>
    <w:rsid w:val="00974F1B"/>
    <w:rsid w:val="00974FC5"/>
    <w:rsid w:val="00975827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D3"/>
    <w:rsid w:val="009779F7"/>
    <w:rsid w:val="0098038D"/>
    <w:rsid w:val="0098064E"/>
    <w:rsid w:val="00980737"/>
    <w:rsid w:val="00980CD0"/>
    <w:rsid w:val="00980DFB"/>
    <w:rsid w:val="00980E8A"/>
    <w:rsid w:val="00980ED5"/>
    <w:rsid w:val="00981171"/>
    <w:rsid w:val="009813DB"/>
    <w:rsid w:val="0098158B"/>
    <w:rsid w:val="0098178C"/>
    <w:rsid w:val="00981852"/>
    <w:rsid w:val="00982404"/>
    <w:rsid w:val="0098260C"/>
    <w:rsid w:val="00982E15"/>
    <w:rsid w:val="00982F6F"/>
    <w:rsid w:val="00982FB5"/>
    <w:rsid w:val="009831CC"/>
    <w:rsid w:val="009832CD"/>
    <w:rsid w:val="009832D0"/>
    <w:rsid w:val="00983442"/>
    <w:rsid w:val="00983479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EDC"/>
    <w:rsid w:val="0098571E"/>
    <w:rsid w:val="00985FBA"/>
    <w:rsid w:val="009862BD"/>
    <w:rsid w:val="00986771"/>
    <w:rsid w:val="009868FA"/>
    <w:rsid w:val="00986947"/>
    <w:rsid w:val="00986D71"/>
    <w:rsid w:val="00986E10"/>
    <w:rsid w:val="00986F54"/>
    <w:rsid w:val="009873F3"/>
    <w:rsid w:val="00987468"/>
    <w:rsid w:val="00987AF3"/>
    <w:rsid w:val="0099042B"/>
    <w:rsid w:val="009906E0"/>
    <w:rsid w:val="0099077D"/>
    <w:rsid w:val="009909E3"/>
    <w:rsid w:val="00990D08"/>
    <w:rsid w:val="00990E8B"/>
    <w:rsid w:val="00990EB1"/>
    <w:rsid w:val="00991D9E"/>
    <w:rsid w:val="00992320"/>
    <w:rsid w:val="00992866"/>
    <w:rsid w:val="00993800"/>
    <w:rsid w:val="00993A03"/>
    <w:rsid w:val="00993E24"/>
    <w:rsid w:val="009940FF"/>
    <w:rsid w:val="009941CC"/>
    <w:rsid w:val="00994815"/>
    <w:rsid w:val="00994B83"/>
    <w:rsid w:val="00994CAC"/>
    <w:rsid w:val="00994F23"/>
    <w:rsid w:val="0099507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B67"/>
    <w:rsid w:val="00996D52"/>
    <w:rsid w:val="00996F68"/>
    <w:rsid w:val="00997280"/>
    <w:rsid w:val="00997289"/>
    <w:rsid w:val="0099737A"/>
    <w:rsid w:val="009973FB"/>
    <w:rsid w:val="00997B57"/>
    <w:rsid w:val="009A011B"/>
    <w:rsid w:val="009A0355"/>
    <w:rsid w:val="009A036E"/>
    <w:rsid w:val="009A07A7"/>
    <w:rsid w:val="009A0EB6"/>
    <w:rsid w:val="009A10A7"/>
    <w:rsid w:val="009A10FA"/>
    <w:rsid w:val="009A17FE"/>
    <w:rsid w:val="009A1AA2"/>
    <w:rsid w:val="009A1DB4"/>
    <w:rsid w:val="009A1ED0"/>
    <w:rsid w:val="009A1F98"/>
    <w:rsid w:val="009A2879"/>
    <w:rsid w:val="009A2A6C"/>
    <w:rsid w:val="009A2B02"/>
    <w:rsid w:val="009A2B93"/>
    <w:rsid w:val="009A3386"/>
    <w:rsid w:val="009A35CD"/>
    <w:rsid w:val="009A3642"/>
    <w:rsid w:val="009A3AFE"/>
    <w:rsid w:val="009A3BB3"/>
    <w:rsid w:val="009A3CB8"/>
    <w:rsid w:val="009A4005"/>
    <w:rsid w:val="009A40DD"/>
    <w:rsid w:val="009A426B"/>
    <w:rsid w:val="009A4385"/>
    <w:rsid w:val="009A46CA"/>
    <w:rsid w:val="009A4835"/>
    <w:rsid w:val="009A4B48"/>
    <w:rsid w:val="009A4D72"/>
    <w:rsid w:val="009A4D9B"/>
    <w:rsid w:val="009A5179"/>
    <w:rsid w:val="009A5229"/>
    <w:rsid w:val="009A5281"/>
    <w:rsid w:val="009A5393"/>
    <w:rsid w:val="009A5432"/>
    <w:rsid w:val="009A5495"/>
    <w:rsid w:val="009A5771"/>
    <w:rsid w:val="009A57EA"/>
    <w:rsid w:val="009A58F6"/>
    <w:rsid w:val="009A5CA9"/>
    <w:rsid w:val="009A5CC1"/>
    <w:rsid w:val="009A62AA"/>
    <w:rsid w:val="009A68D2"/>
    <w:rsid w:val="009A6ABD"/>
    <w:rsid w:val="009A6B5A"/>
    <w:rsid w:val="009A6B99"/>
    <w:rsid w:val="009A6C34"/>
    <w:rsid w:val="009A6E65"/>
    <w:rsid w:val="009A77F5"/>
    <w:rsid w:val="009A7CE2"/>
    <w:rsid w:val="009A7E6F"/>
    <w:rsid w:val="009B02B1"/>
    <w:rsid w:val="009B0594"/>
    <w:rsid w:val="009B080E"/>
    <w:rsid w:val="009B0AA5"/>
    <w:rsid w:val="009B0C45"/>
    <w:rsid w:val="009B171C"/>
    <w:rsid w:val="009B1B56"/>
    <w:rsid w:val="009B1C74"/>
    <w:rsid w:val="009B1E12"/>
    <w:rsid w:val="009B1ECF"/>
    <w:rsid w:val="009B210F"/>
    <w:rsid w:val="009B2149"/>
    <w:rsid w:val="009B2482"/>
    <w:rsid w:val="009B2657"/>
    <w:rsid w:val="009B2658"/>
    <w:rsid w:val="009B2B1B"/>
    <w:rsid w:val="009B2BEB"/>
    <w:rsid w:val="009B2C3B"/>
    <w:rsid w:val="009B2C46"/>
    <w:rsid w:val="009B2DB8"/>
    <w:rsid w:val="009B2E3B"/>
    <w:rsid w:val="009B2E6F"/>
    <w:rsid w:val="009B2F03"/>
    <w:rsid w:val="009B3195"/>
    <w:rsid w:val="009B342B"/>
    <w:rsid w:val="009B3670"/>
    <w:rsid w:val="009B44FF"/>
    <w:rsid w:val="009B468F"/>
    <w:rsid w:val="009B471B"/>
    <w:rsid w:val="009B4D48"/>
    <w:rsid w:val="009B51ED"/>
    <w:rsid w:val="009B5396"/>
    <w:rsid w:val="009B5F40"/>
    <w:rsid w:val="009B65C8"/>
    <w:rsid w:val="009B65D6"/>
    <w:rsid w:val="009B6E9C"/>
    <w:rsid w:val="009B6F2C"/>
    <w:rsid w:val="009B7183"/>
    <w:rsid w:val="009B72D7"/>
    <w:rsid w:val="009B7681"/>
    <w:rsid w:val="009B7A47"/>
    <w:rsid w:val="009B7C91"/>
    <w:rsid w:val="009B7F06"/>
    <w:rsid w:val="009C021E"/>
    <w:rsid w:val="009C03A5"/>
    <w:rsid w:val="009C067C"/>
    <w:rsid w:val="009C0899"/>
    <w:rsid w:val="009C0BAB"/>
    <w:rsid w:val="009C1021"/>
    <w:rsid w:val="009C10A4"/>
    <w:rsid w:val="009C110B"/>
    <w:rsid w:val="009C1381"/>
    <w:rsid w:val="009C13EB"/>
    <w:rsid w:val="009C14D8"/>
    <w:rsid w:val="009C1740"/>
    <w:rsid w:val="009C198C"/>
    <w:rsid w:val="009C1B92"/>
    <w:rsid w:val="009C2130"/>
    <w:rsid w:val="009C23AF"/>
    <w:rsid w:val="009C2419"/>
    <w:rsid w:val="009C29AD"/>
    <w:rsid w:val="009C2BDE"/>
    <w:rsid w:val="009C2CE9"/>
    <w:rsid w:val="009C2F24"/>
    <w:rsid w:val="009C30AE"/>
    <w:rsid w:val="009C3181"/>
    <w:rsid w:val="009C32F1"/>
    <w:rsid w:val="009C34AB"/>
    <w:rsid w:val="009C3727"/>
    <w:rsid w:val="009C3A8F"/>
    <w:rsid w:val="009C3A97"/>
    <w:rsid w:val="009C3C9D"/>
    <w:rsid w:val="009C418F"/>
    <w:rsid w:val="009C4372"/>
    <w:rsid w:val="009C45DD"/>
    <w:rsid w:val="009C47CA"/>
    <w:rsid w:val="009C5059"/>
    <w:rsid w:val="009C5AF0"/>
    <w:rsid w:val="009C5BD5"/>
    <w:rsid w:val="009C5C62"/>
    <w:rsid w:val="009C606D"/>
    <w:rsid w:val="009C61B3"/>
    <w:rsid w:val="009C6B02"/>
    <w:rsid w:val="009C6C07"/>
    <w:rsid w:val="009C6D27"/>
    <w:rsid w:val="009C707E"/>
    <w:rsid w:val="009C7369"/>
    <w:rsid w:val="009C73F3"/>
    <w:rsid w:val="009C7921"/>
    <w:rsid w:val="009D025B"/>
    <w:rsid w:val="009D062C"/>
    <w:rsid w:val="009D1049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B20"/>
    <w:rsid w:val="009D2C11"/>
    <w:rsid w:val="009D328F"/>
    <w:rsid w:val="009D357B"/>
    <w:rsid w:val="009D36FD"/>
    <w:rsid w:val="009D37B8"/>
    <w:rsid w:val="009D3A19"/>
    <w:rsid w:val="009D3C64"/>
    <w:rsid w:val="009D3D83"/>
    <w:rsid w:val="009D40BE"/>
    <w:rsid w:val="009D48E9"/>
    <w:rsid w:val="009D494E"/>
    <w:rsid w:val="009D4C8A"/>
    <w:rsid w:val="009D50CF"/>
    <w:rsid w:val="009D5206"/>
    <w:rsid w:val="009D5890"/>
    <w:rsid w:val="009D58AD"/>
    <w:rsid w:val="009D5C85"/>
    <w:rsid w:val="009D6092"/>
    <w:rsid w:val="009D61E5"/>
    <w:rsid w:val="009D631D"/>
    <w:rsid w:val="009D64A9"/>
    <w:rsid w:val="009D6836"/>
    <w:rsid w:val="009D6B50"/>
    <w:rsid w:val="009D71DA"/>
    <w:rsid w:val="009D7574"/>
    <w:rsid w:val="009D783A"/>
    <w:rsid w:val="009D7D4E"/>
    <w:rsid w:val="009D7D9F"/>
    <w:rsid w:val="009D7DA8"/>
    <w:rsid w:val="009E033C"/>
    <w:rsid w:val="009E0579"/>
    <w:rsid w:val="009E07A7"/>
    <w:rsid w:val="009E105A"/>
    <w:rsid w:val="009E10EB"/>
    <w:rsid w:val="009E1556"/>
    <w:rsid w:val="009E17B6"/>
    <w:rsid w:val="009E227C"/>
    <w:rsid w:val="009E2831"/>
    <w:rsid w:val="009E2B87"/>
    <w:rsid w:val="009E35FE"/>
    <w:rsid w:val="009E3635"/>
    <w:rsid w:val="009E3A1C"/>
    <w:rsid w:val="009E4043"/>
    <w:rsid w:val="009E4156"/>
    <w:rsid w:val="009E43F3"/>
    <w:rsid w:val="009E471A"/>
    <w:rsid w:val="009E47FA"/>
    <w:rsid w:val="009E4870"/>
    <w:rsid w:val="009E4ADC"/>
    <w:rsid w:val="009E4E44"/>
    <w:rsid w:val="009E4EA3"/>
    <w:rsid w:val="009E51D1"/>
    <w:rsid w:val="009E535D"/>
    <w:rsid w:val="009E58F1"/>
    <w:rsid w:val="009E5B0D"/>
    <w:rsid w:val="009E5CF0"/>
    <w:rsid w:val="009E5E1E"/>
    <w:rsid w:val="009E62D4"/>
    <w:rsid w:val="009E64CA"/>
    <w:rsid w:val="009E6724"/>
    <w:rsid w:val="009E6894"/>
    <w:rsid w:val="009E6B00"/>
    <w:rsid w:val="009E6B52"/>
    <w:rsid w:val="009E7A4B"/>
    <w:rsid w:val="009E7AB8"/>
    <w:rsid w:val="009E7D00"/>
    <w:rsid w:val="009E7F9F"/>
    <w:rsid w:val="009F063C"/>
    <w:rsid w:val="009F06A2"/>
    <w:rsid w:val="009F0828"/>
    <w:rsid w:val="009F0A98"/>
    <w:rsid w:val="009F0AAB"/>
    <w:rsid w:val="009F13DF"/>
    <w:rsid w:val="009F1533"/>
    <w:rsid w:val="009F163D"/>
    <w:rsid w:val="009F1905"/>
    <w:rsid w:val="009F1C89"/>
    <w:rsid w:val="009F1EB3"/>
    <w:rsid w:val="009F1F22"/>
    <w:rsid w:val="009F2616"/>
    <w:rsid w:val="009F2887"/>
    <w:rsid w:val="009F290E"/>
    <w:rsid w:val="009F2ABB"/>
    <w:rsid w:val="009F2D16"/>
    <w:rsid w:val="009F2D1E"/>
    <w:rsid w:val="009F30BC"/>
    <w:rsid w:val="009F315E"/>
    <w:rsid w:val="009F3428"/>
    <w:rsid w:val="009F3551"/>
    <w:rsid w:val="009F35F9"/>
    <w:rsid w:val="009F3718"/>
    <w:rsid w:val="009F3A05"/>
    <w:rsid w:val="009F3CFE"/>
    <w:rsid w:val="009F4BF0"/>
    <w:rsid w:val="009F4C7D"/>
    <w:rsid w:val="009F4CF7"/>
    <w:rsid w:val="009F5797"/>
    <w:rsid w:val="009F5B93"/>
    <w:rsid w:val="009F5D4D"/>
    <w:rsid w:val="009F5DD9"/>
    <w:rsid w:val="009F60F5"/>
    <w:rsid w:val="009F62F3"/>
    <w:rsid w:val="009F63FE"/>
    <w:rsid w:val="009F67B7"/>
    <w:rsid w:val="009F6942"/>
    <w:rsid w:val="009F6EAD"/>
    <w:rsid w:val="009F7344"/>
    <w:rsid w:val="009F735D"/>
    <w:rsid w:val="009F747A"/>
    <w:rsid w:val="00A001EC"/>
    <w:rsid w:val="00A0044E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583"/>
    <w:rsid w:val="00A0300F"/>
    <w:rsid w:val="00A03123"/>
    <w:rsid w:val="00A031CA"/>
    <w:rsid w:val="00A0338D"/>
    <w:rsid w:val="00A036FC"/>
    <w:rsid w:val="00A03849"/>
    <w:rsid w:val="00A03EBD"/>
    <w:rsid w:val="00A04081"/>
    <w:rsid w:val="00A04094"/>
    <w:rsid w:val="00A04433"/>
    <w:rsid w:val="00A04BC4"/>
    <w:rsid w:val="00A04C55"/>
    <w:rsid w:val="00A055C3"/>
    <w:rsid w:val="00A05686"/>
    <w:rsid w:val="00A05AB4"/>
    <w:rsid w:val="00A05B23"/>
    <w:rsid w:val="00A05B60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103BF"/>
    <w:rsid w:val="00A108E3"/>
    <w:rsid w:val="00A10BC4"/>
    <w:rsid w:val="00A11792"/>
    <w:rsid w:val="00A11947"/>
    <w:rsid w:val="00A11D06"/>
    <w:rsid w:val="00A11DEE"/>
    <w:rsid w:val="00A11F03"/>
    <w:rsid w:val="00A12087"/>
    <w:rsid w:val="00A12370"/>
    <w:rsid w:val="00A1251D"/>
    <w:rsid w:val="00A12AB4"/>
    <w:rsid w:val="00A12D3C"/>
    <w:rsid w:val="00A12D9F"/>
    <w:rsid w:val="00A12FD6"/>
    <w:rsid w:val="00A12FDA"/>
    <w:rsid w:val="00A1341F"/>
    <w:rsid w:val="00A13B1A"/>
    <w:rsid w:val="00A13C6E"/>
    <w:rsid w:val="00A14554"/>
    <w:rsid w:val="00A14712"/>
    <w:rsid w:val="00A14768"/>
    <w:rsid w:val="00A1489E"/>
    <w:rsid w:val="00A14C78"/>
    <w:rsid w:val="00A14DB1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709"/>
    <w:rsid w:val="00A168AC"/>
    <w:rsid w:val="00A16B40"/>
    <w:rsid w:val="00A16DBB"/>
    <w:rsid w:val="00A170D6"/>
    <w:rsid w:val="00A17506"/>
    <w:rsid w:val="00A179C1"/>
    <w:rsid w:val="00A17C99"/>
    <w:rsid w:val="00A17EA9"/>
    <w:rsid w:val="00A20347"/>
    <w:rsid w:val="00A205A5"/>
    <w:rsid w:val="00A20CDE"/>
    <w:rsid w:val="00A20D41"/>
    <w:rsid w:val="00A20E25"/>
    <w:rsid w:val="00A20E6A"/>
    <w:rsid w:val="00A211E5"/>
    <w:rsid w:val="00A212DF"/>
    <w:rsid w:val="00A22110"/>
    <w:rsid w:val="00A22761"/>
    <w:rsid w:val="00A22860"/>
    <w:rsid w:val="00A22929"/>
    <w:rsid w:val="00A22CD2"/>
    <w:rsid w:val="00A22D61"/>
    <w:rsid w:val="00A22FC5"/>
    <w:rsid w:val="00A23169"/>
    <w:rsid w:val="00A23A4B"/>
    <w:rsid w:val="00A23B9A"/>
    <w:rsid w:val="00A2414B"/>
    <w:rsid w:val="00A243CD"/>
    <w:rsid w:val="00A2445C"/>
    <w:rsid w:val="00A248CB"/>
    <w:rsid w:val="00A25650"/>
    <w:rsid w:val="00A2589B"/>
    <w:rsid w:val="00A25C11"/>
    <w:rsid w:val="00A25EC5"/>
    <w:rsid w:val="00A260B4"/>
    <w:rsid w:val="00A26458"/>
    <w:rsid w:val="00A268B8"/>
    <w:rsid w:val="00A26983"/>
    <w:rsid w:val="00A26D14"/>
    <w:rsid w:val="00A27081"/>
    <w:rsid w:val="00A270A1"/>
    <w:rsid w:val="00A27252"/>
    <w:rsid w:val="00A27268"/>
    <w:rsid w:val="00A27607"/>
    <w:rsid w:val="00A27739"/>
    <w:rsid w:val="00A30384"/>
    <w:rsid w:val="00A30581"/>
    <w:rsid w:val="00A306F6"/>
    <w:rsid w:val="00A309FE"/>
    <w:rsid w:val="00A30EC1"/>
    <w:rsid w:val="00A30FCC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3472"/>
    <w:rsid w:val="00A33914"/>
    <w:rsid w:val="00A33A58"/>
    <w:rsid w:val="00A33DD6"/>
    <w:rsid w:val="00A34142"/>
    <w:rsid w:val="00A34378"/>
    <w:rsid w:val="00A34691"/>
    <w:rsid w:val="00A34695"/>
    <w:rsid w:val="00A346C8"/>
    <w:rsid w:val="00A34A4A"/>
    <w:rsid w:val="00A34A52"/>
    <w:rsid w:val="00A34C14"/>
    <w:rsid w:val="00A34D75"/>
    <w:rsid w:val="00A352E2"/>
    <w:rsid w:val="00A355E2"/>
    <w:rsid w:val="00A35630"/>
    <w:rsid w:val="00A35763"/>
    <w:rsid w:val="00A35992"/>
    <w:rsid w:val="00A35998"/>
    <w:rsid w:val="00A35CCE"/>
    <w:rsid w:val="00A35F68"/>
    <w:rsid w:val="00A3602E"/>
    <w:rsid w:val="00A362F3"/>
    <w:rsid w:val="00A3637E"/>
    <w:rsid w:val="00A363E9"/>
    <w:rsid w:val="00A36433"/>
    <w:rsid w:val="00A365AB"/>
    <w:rsid w:val="00A36850"/>
    <w:rsid w:val="00A3686C"/>
    <w:rsid w:val="00A36B14"/>
    <w:rsid w:val="00A36C9B"/>
    <w:rsid w:val="00A36E00"/>
    <w:rsid w:val="00A36F0B"/>
    <w:rsid w:val="00A36FEE"/>
    <w:rsid w:val="00A3712C"/>
    <w:rsid w:val="00A3729F"/>
    <w:rsid w:val="00A37519"/>
    <w:rsid w:val="00A376AA"/>
    <w:rsid w:val="00A376B2"/>
    <w:rsid w:val="00A37778"/>
    <w:rsid w:val="00A37791"/>
    <w:rsid w:val="00A37B96"/>
    <w:rsid w:val="00A37C3B"/>
    <w:rsid w:val="00A37C40"/>
    <w:rsid w:val="00A37CE6"/>
    <w:rsid w:val="00A37EEB"/>
    <w:rsid w:val="00A40036"/>
    <w:rsid w:val="00A40329"/>
    <w:rsid w:val="00A40553"/>
    <w:rsid w:val="00A4071E"/>
    <w:rsid w:val="00A40A78"/>
    <w:rsid w:val="00A40AFE"/>
    <w:rsid w:val="00A411C7"/>
    <w:rsid w:val="00A41273"/>
    <w:rsid w:val="00A413CF"/>
    <w:rsid w:val="00A418BC"/>
    <w:rsid w:val="00A41F28"/>
    <w:rsid w:val="00A41F4A"/>
    <w:rsid w:val="00A41F6B"/>
    <w:rsid w:val="00A42138"/>
    <w:rsid w:val="00A42152"/>
    <w:rsid w:val="00A428CB"/>
    <w:rsid w:val="00A429A7"/>
    <w:rsid w:val="00A42BE8"/>
    <w:rsid w:val="00A430BB"/>
    <w:rsid w:val="00A43885"/>
    <w:rsid w:val="00A43A54"/>
    <w:rsid w:val="00A43AD1"/>
    <w:rsid w:val="00A43B27"/>
    <w:rsid w:val="00A43CAF"/>
    <w:rsid w:val="00A43CEB"/>
    <w:rsid w:val="00A43D65"/>
    <w:rsid w:val="00A4408A"/>
    <w:rsid w:val="00A4463D"/>
    <w:rsid w:val="00A44791"/>
    <w:rsid w:val="00A44883"/>
    <w:rsid w:val="00A44973"/>
    <w:rsid w:val="00A44ADD"/>
    <w:rsid w:val="00A44D2C"/>
    <w:rsid w:val="00A44F62"/>
    <w:rsid w:val="00A44FA2"/>
    <w:rsid w:val="00A45518"/>
    <w:rsid w:val="00A4557E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727"/>
    <w:rsid w:val="00A47AE3"/>
    <w:rsid w:val="00A47BEE"/>
    <w:rsid w:val="00A5040D"/>
    <w:rsid w:val="00A50473"/>
    <w:rsid w:val="00A50A94"/>
    <w:rsid w:val="00A51160"/>
    <w:rsid w:val="00A51641"/>
    <w:rsid w:val="00A5173C"/>
    <w:rsid w:val="00A51FD7"/>
    <w:rsid w:val="00A5286C"/>
    <w:rsid w:val="00A52C31"/>
    <w:rsid w:val="00A5322A"/>
    <w:rsid w:val="00A53333"/>
    <w:rsid w:val="00A53A83"/>
    <w:rsid w:val="00A53BF4"/>
    <w:rsid w:val="00A54103"/>
    <w:rsid w:val="00A5417C"/>
    <w:rsid w:val="00A548D2"/>
    <w:rsid w:val="00A54AD7"/>
    <w:rsid w:val="00A54CD3"/>
    <w:rsid w:val="00A54E34"/>
    <w:rsid w:val="00A54F20"/>
    <w:rsid w:val="00A54FBA"/>
    <w:rsid w:val="00A55714"/>
    <w:rsid w:val="00A56583"/>
    <w:rsid w:val="00A56617"/>
    <w:rsid w:val="00A56D4C"/>
    <w:rsid w:val="00A56DB3"/>
    <w:rsid w:val="00A5704E"/>
    <w:rsid w:val="00A572B2"/>
    <w:rsid w:val="00A5738C"/>
    <w:rsid w:val="00A577FB"/>
    <w:rsid w:val="00A57806"/>
    <w:rsid w:val="00A57C4F"/>
    <w:rsid w:val="00A57DC4"/>
    <w:rsid w:val="00A57E84"/>
    <w:rsid w:val="00A57F66"/>
    <w:rsid w:val="00A601B5"/>
    <w:rsid w:val="00A606DB"/>
    <w:rsid w:val="00A60821"/>
    <w:rsid w:val="00A60FFF"/>
    <w:rsid w:val="00A61318"/>
    <w:rsid w:val="00A61460"/>
    <w:rsid w:val="00A61B95"/>
    <w:rsid w:val="00A61D68"/>
    <w:rsid w:val="00A62114"/>
    <w:rsid w:val="00A62567"/>
    <w:rsid w:val="00A62994"/>
    <w:rsid w:val="00A62A33"/>
    <w:rsid w:val="00A62AFC"/>
    <w:rsid w:val="00A62DDB"/>
    <w:rsid w:val="00A634B4"/>
    <w:rsid w:val="00A63845"/>
    <w:rsid w:val="00A63C2A"/>
    <w:rsid w:val="00A64291"/>
    <w:rsid w:val="00A64461"/>
    <w:rsid w:val="00A64599"/>
    <w:rsid w:val="00A648C4"/>
    <w:rsid w:val="00A64997"/>
    <w:rsid w:val="00A6524B"/>
    <w:rsid w:val="00A652F6"/>
    <w:rsid w:val="00A6537B"/>
    <w:rsid w:val="00A65AEE"/>
    <w:rsid w:val="00A65BED"/>
    <w:rsid w:val="00A65CC1"/>
    <w:rsid w:val="00A65DCD"/>
    <w:rsid w:val="00A65E01"/>
    <w:rsid w:val="00A65E76"/>
    <w:rsid w:val="00A66474"/>
    <w:rsid w:val="00A664F6"/>
    <w:rsid w:val="00A665BC"/>
    <w:rsid w:val="00A665D0"/>
    <w:rsid w:val="00A6661A"/>
    <w:rsid w:val="00A666CE"/>
    <w:rsid w:val="00A668CC"/>
    <w:rsid w:val="00A669E5"/>
    <w:rsid w:val="00A66B45"/>
    <w:rsid w:val="00A66D85"/>
    <w:rsid w:val="00A67216"/>
    <w:rsid w:val="00A672A4"/>
    <w:rsid w:val="00A672D2"/>
    <w:rsid w:val="00A6748D"/>
    <w:rsid w:val="00A67508"/>
    <w:rsid w:val="00A675AE"/>
    <w:rsid w:val="00A67634"/>
    <w:rsid w:val="00A67B66"/>
    <w:rsid w:val="00A67BA6"/>
    <w:rsid w:val="00A67F64"/>
    <w:rsid w:val="00A7000F"/>
    <w:rsid w:val="00A70415"/>
    <w:rsid w:val="00A70459"/>
    <w:rsid w:val="00A706E7"/>
    <w:rsid w:val="00A70894"/>
    <w:rsid w:val="00A708DA"/>
    <w:rsid w:val="00A70E09"/>
    <w:rsid w:val="00A71237"/>
    <w:rsid w:val="00A713B8"/>
    <w:rsid w:val="00A718FB"/>
    <w:rsid w:val="00A71928"/>
    <w:rsid w:val="00A719FB"/>
    <w:rsid w:val="00A71BA4"/>
    <w:rsid w:val="00A71E73"/>
    <w:rsid w:val="00A72961"/>
    <w:rsid w:val="00A72C18"/>
    <w:rsid w:val="00A730DD"/>
    <w:rsid w:val="00A73214"/>
    <w:rsid w:val="00A735F8"/>
    <w:rsid w:val="00A73CA4"/>
    <w:rsid w:val="00A744BD"/>
    <w:rsid w:val="00A746EC"/>
    <w:rsid w:val="00A748F6"/>
    <w:rsid w:val="00A750A0"/>
    <w:rsid w:val="00A7535A"/>
    <w:rsid w:val="00A7567F"/>
    <w:rsid w:val="00A75687"/>
    <w:rsid w:val="00A75E24"/>
    <w:rsid w:val="00A76565"/>
    <w:rsid w:val="00A76913"/>
    <w:rsid w:val="00A76955"/>
    <w:rsid w:val="00A76AB9"/>
    <w:rsid w:val="00A76CAA"/>
    <w:rsid w:val="00A76D71"/>
    <w:rsid w:val="00A76ED0"/>
    <w:rsid w:val="00A77409"/>
    <w:rsid w:val="00A77573"/>
    <w:rsid w:val="00A77BF8"/>
    <w:rsid w:val="00A77F40"/>
    <w:rsid w:val="00A801F7"/>
    <w:rsid w:val="00A8074C"/>
    <w:rsid w:val="00A80813"/>
    <w:rsid w:val="00A8088C"/>
    <w:rsid w:val="00A80A6A"/>
    <w:rsid w:val="00A80AEF"/>
    <w:rsid w:val="00A80D48"/>
    <w:rsid w:val="00A80F01"/>
    <w:rsid w:val="00A81016"/>
    <w:rsid w:val="00A8105F"/>
    <w:rsid w:val="00A81726"/>
    <w:rsid w:val="00A81E76"/>
    <w:rsid w:val="00A81EC9"/>
    <w:rsid w:val="00A82926"/>
    <w:rsid w:val="00A82E61"/>
    <w:rsid w:val="00A82F20"/>
    <w:rsid w:val="00A82F28"/>
    <w:rsid w:val="00A8374F"/>
    <w:rsid w:val="00A838DC"/>
    <w:rsid w:val="00A83E3F"/>
    <w:rsid w:val="00A8414F"/>
    <w:rsid w:val="00A841BD"/>
    <w:rsid w:val="00A8433C"/>
    <w:rsid w:val="00A848B8"/>
    <w:rsid w:val="00A84AAE"/>
    <w:rsid w:val="00A84CE3"/>
    <w:rsid w:val="00A851E1"/>
    <w:rsid w:val="00A85426"/>
    <w:rsid w:val="00A854AE"/>
    <w:rsid w:val="00A86207"/>
    <w:rsid w:val="00A86526"/>
    <w:rsid w:val="00A86A14"/>
    <w:rsid w:val="00A86AA8"/>
    <w:rsid w:val="00A86BB2"/>
    <w:rsid w:val="00A86D20"/>
    <w:rsid w:val="00A86FBC"/>
    <w:rsid w:val="00A8728C"/>
    <w:rsid w:val="00A872A9"/>
    <w:rsid w:val="00A872B2"/>
    <w:rsid w:val="00A87B93"/>
    <w:rsid w:val="00A87E46"/>
    <w:rsid w:val="00A90145"/>
    <w:rsid w:val="00A901FA"/>
    <w:rsid w:val="00A90562"/>
    <w:rsid w:val="00A90AE7"/>
    <w:rsid w:val="00A90C7C"/>
    <w:rsid w:val="00A90DE6"/>
    <w:rsid w:val="00A90DEB"/>
    <w:rsid w:val="00A90FAB"/>
    <w:rsid w:val="00A912EF"/>
    <w:rsid w:val="00A913D6"/>
    <w:rsid w:val="00A916C6"/>
    <w:rsid w:val="00A91984"/>
    <w:rsid w:val="00A91B40"/>
    <w:rsid w:val="00A91CD6"/>
    <w:rsid w:val="00A91DFA"/>
    <w:rsid w:val="00A9223C"/>
    <w:rsid w:val="00A92497"/>
    <w:rsid w:val="00A92949"/>
    <w:rsid w:val="00A92DF5"/>
    <w:rsid w:val="00A92E94"/>
    <w:rsid w:val="00A933A5"/>
    <w:rsid w:val="00A934B3"/>
    <w:rsid w:val="00A934B7"/>
    <w:rsid w:val="00A938DF"/>
    <w:rsid w:val="00A94750"/>
    <w:rsid w:val="00A95201"/>
    <w:rsid w:val="00A95202"/>
    <w:rsid w:val="00A95880"/>
    <w:rsid w:val="00A95B5F"/>
    <w:rsid w:val="00A961D4"/>
    <w:rsid w:val="00A96486"/>
    <w:rsid w:val="00A966A4"/>
    <w:rsid w:val="00A96731"/>
    <w:rsid w:val="00A96896"/>
    <w:rsid w:val="00A96B80"/>
    <w:rsid w:val="00A96FF9"/>
    <w:rsid w:val="00A970F6"/>
    <w:rsid w:val="00A971F1"/>
    <w:rsid w:val="00A972DE"/>
    <w:rsid w:val="00A975E9"/>
    <w:rsid w:val="00A97F3C"/>
    <w:rsid w:val="00AA013E"/>
    <w:rsid w:val="00AA028B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0EF"/>
    <w:rsid w:val="00AA226E"/>
    <w:rsid w:val="00AA228E"/>
    <w:rsid w:val="00AA2295"/>
    <w:rsid w:val="00AA2612"/>
    <w:rsid w:val="00AA283A"/>
    <w:rsid w:val="00AA2900"/>
    <w:rsid w:val="00AA2FED"/>
    <w:rsid w:val="00AA33AC"/>
    <w:rsid w:val="00AA364F"/>
    <w:rsid w:val="00AA367F"/>
    <w:rsid w:val="00AA37B0"/>
    <w:rsid w:val="00AA40A7"/>
    <w:rsid w:val="00AA4500"/>
    <w:rsid w:val="00AA4657"/>
    <w:rsid w:val="00AA4742"/>
    <w:rsid w:val="00AA4879"/>
    <w:rsid w:val="00AA4E7A"/>
    <w:rsid w:val="00AA509D"/>
    <w:rsid w:val="00AA50DC"/>
    <w:rsid w:val="00AA550A"/>
    <w:rsid w:val="00AA5DAE"/>
    <w:rsid w:val="00AA5DD4"/>
    <w:rsid w:val="00AA5E1A"/>
    <w:rsid w:val="00AA6046"/>
    <w:rsid w:val="00AA6106"/>
    <w:rsid w:val="00AA62AF"/>
    <w:rsid w:val="00AA6636"/>
    <w:rsid w:val="00AA6A37"/>
    <w:rsid w:val="00AA6AEE"/>
    <w:rsid w:val="00AA6DDA"/>
    <w:rsid w:val="00AA6E92"/>
    <w:rsid w:val="00AA6EF5"/>
    <w:rsid w:val="00AA6F82"/>
    <w:rsid w:val="00AA72EF"/>
    <w:rsid w:val="00AA7303"/>
    <w:rsid w:val="00AA7A57"/>
    <w:rsid w:val="00AA7C62"/>
    <w:rsid w:val="00AA7E42"/>
    <w:rsid w:val="00AA7F28"/>
    <w:rsid w:val="00AB037F"/>
    <w:rsid w:val="00AB05FF"/>
    <w:rsid w:val="00AB0B86"/>
    <w:rsid w:val="00AB12F6"/>
    <w:rsid w:val="00AB13D7"/>
    <w:rsid w:val="00AB171D"/>
    <w:rsid w:val="00AB1CC2"/>
    <w:rsid w:val="00AB1EF0"/>
    <w:rsid w:val="00AB215B"/>
    <w:rsid w:val="00AB2311"/>
    <w:rsid w:val="00AB26BB"/>
    <w:rsid w:val="00AB28DF"/>
    <w:rsid w:val="00AB2A68"/>
    <w:rsid w:val="00AB2CAA"/>
    <w:rsid w:val="00AB2D1C"/>
    <w:rsid w:val="00AB2DBF"/>
    <w:rsid w:val="00AB30BD"/>
    <w:rsid w:val="00AB3142"/>
    <w:rsid w:val="00AB334D"/>
    <w:rsid w:val="00AB33F2"/>
    <w:rsid w:val="00AB385F"/>
    <w:rsid w:val="00AB3A8E"/>
    <w:rsid w:val="00AB3E6D"/>
    <w:rsid w:val="00AB3F18"/>
    <w:rsid w:val="00AB4229"/>
    <w:rsid w:val="00AB47B2"/>
    <w:rsid w:val="00AB4C0E"/>
    <w:rsid w:val="00AB5253"/>
    <w:rsid w:val="00AB55B9"/>
    <w:rsid w:val="00AB56FD"/>
    <w:rsid w:val="00AB575C"/>
    <w:rsid w:val="00AB57DB"/>
    <w:rsid w:val="00AB5DB6"/>
    <w:rsid w:val="00AB62DC"/>
    <w:rsid w:val="00AB64E2"/>
    <w:rsid w:val="00AB66CC"/>
    <w:rsid w:val="00AB67AD"/>
    <w:rsid w:val="00AB6C62"/>
    <w:rsid w:val="00AB6CAE"/>
    <w:rsid w:val="00AB713D"/>
    <w:rsid w:val="00AB7BDC"/>
    <w:rsid w:val="00AB7F18"/>
    <w:rsid w:val="00AC0266"/>
    <w:rsid w:val="00AC0337"/>
    <w:rsid w:val="00AC0392"/>
    <w:rsid w:val="00AC1301"/>
    <w:rsid w:val="00AC1439"/>
    <w:rsid w:val="00AC15F2"/>
    <w:rsid w:val="00AC163E"/>
    <w:rsid w:val="00AC16C9"/>
    <w:rsid w:val="00AC1868"/>
    <w:rsid w:val="00AC18F1"/>
    <w:rsid w:val="00AC1BD3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422D"/>
    <w:rsid w:val="00AC489C"/>
    <w:rsid w:val="00AC4DC0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563"/>
    <w:rsid w:val="00AC759F"/>
    <w:rsid w:val="00AC7942"/>
    <w:rsid w:val="00AC79F9"/>
    <w:rsid w:val="00AC7A3D"/>
    <w:rsid w:val="00AD0227"/>
    <w:rsid w:val="00AD0526"/>
    <w:rsid w:val="00AD0BC5"/>
    <w:rsid w:val="00AD11C2"/>
    <w:rsid w:val="00AD1328"/>
    <w:rsid w:val="00AD1A6F"/>
    <w:rsid w:val="00AD1B91"/>
    <w:rsid w:val="00AD1CC0"/>
    <w:rsid w:val="00AD1CCB"/>
    <w:rsid w:val="00AD1D41"/>
    <w:rsid w:val="00AD1F38"/>
    <w:rsid w:val="00AD1F55"/>
    <w:rsid w:val="00AD2160"/>
    <w:rsid w:val="00AD22F6"/>
    <w:rsid w:val="00AD2406"/>
    <w:rsid w:val="00AD2411"/>
    <w:rsid w:val="00AD2439"/>
    <w:rsid w:val="00AD27D2"/>
    <w:rsid w:val="00AD28CC"/>
    <w:rsid w:val="00AD304A"/>
    <w:rsid w:val="00AD3451"/>
    <w:rsid w:val="00AD3526"/>
    <w:rsid w:val="00AD3538"/>
    <w:rsid w:val="00AD3765"/>
    <w:rsid w:val="00AD38CE"/>
    <w:rsid w:val="00AD42AC"/>
    <w:rsid w:val="00AD48A5"/>
    <w:rsid w:val="00AD4955"/>
    <w:rsid w:val="00AD4BE5"/>
    <w:rsid w:val="00AD5112"/>
    <w:rsid w:val="00AD51F4"/>
    <w:rsid w:val="00AD5B4D"/>
    <w:rsid w:val="00AD6295"/>
    <w:rsid w:val="00AD62AC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99A"/>
    <w:rsid w:val="00AE1C1F"/>
    <w:rsid w:val="00AE228F"/>
    <w:rsid w:val="00AE26A2"/>
    <w:rsid w:val="00AE2983"/>
    <w:rsid w:val="00AE2C5F"/>
    <w:rsid w:val="00AE4000"/>
    <w:rsid w:val="00AE4402"/>
    <w:rsid w:val="00AE463A"/>
    <w:rsid w:val="00AE4A30"/>
    <w:rsid w:val="00AE4A36"/>
    <w:rsid w:val="00AE4D87"/>
    <w:rsid w:val="00AE5046"/>
    <w:rsid w:val="00AE513D"/>
    <w:rsid w:val="00AE51EA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5B9"/>
    <w:rsid w:val="00AE6892"/>
    <w:rsid w:val="00AE700B"/>
    <w:rsid w:val="00AE74F8"/>
    <w:rsid w:val="00AE7785"/>
    <w:rsid w:val="00AE787E"/>
    <w:rsid w:val="00AE7A33"/>
    <w:rsid w:val="00AE7A76"/>
    <w:rsid w:val="00AE7E71"/>
    <w:rsid w:val="00AF019A"/>
    <w:rsid w:val="00AF022B"/>
    <w:rsid w:val="00AF0366"/>
    <w:rsid w:val="00AF055E"/>
    <w:rsid w:val="00AF0EAD"/>
    <w:rsid w:val="00AF1068"/>
    <w:rsid w:val="00AF16AE"/>
    <w:rsid w:val="00AF188C"/>
    <w:rsid w:val="00AF19B2"/>
    <w:rsid w:val="00AF1A55"/>
    <w:rsid w:val="00AF1C5D"/>
    <w:rsid w:val="00AF1CAE"/>
    <w:rsid w:val="00AF1E77"/>
    <w:rsid w:val="00AF1FB3"/>
    <w:rsid w:val="00AF22CB"/>
    <w:rsid w:val="00AF23E7"/>
    <w:rsid w:val="00AF2513"/>
    <w:rsid w:val="00AF2EBC"/>
    <w:rsid w:val="00AF3065"/>
    <w:rsid w:val="00AF30E0"/>
    <w:rsid w:val="00AF32CA"/>
    <w:rsid w:val="00AF3593"/>
    <w:rsid w:val="00AF38FD"/>
    <w:rsid w:val="00AF3AC2"/>
    <w:rsid w:val="00AF478C"/>
    <w:rsid w:val="00AF48BA"/>
    <w:rsid w:val="00AF4DEA"/>
    <w:rsid w:val="00AF539E"/>
    <w:rsid w:val="00AF550E"/>
    <w:rsid w:val="00AF5FAD"/>
    <w:rsid w:val="00AF5FF0"/>
    <w:rsid w:val="00AF622A"/>
    <w:rsid w:val="00AF6404"/>
    <w:rsid w:val="00AF668E"/>
    <w:rsid w:val="00AF68B1"/>
    <w:rsid w:val="00AF699C"/>
    <w:rsid w:val="00AF6A8B"/>
    <w:rsid w:val="00AF6AC2"/>
    <w:rsid w:val="00AF6EE2"/>
    <w:rsid w:val="00AF705B"/>
    <w:rsid w:val="00AF7243"/>
    <w:rsid w:val="00AF74CF"/>
    <w:rsid w:val="00AF74FB"/>
    <w:rsid w:val="00AF75B6"/>
    <w:rsid w:val="00AF7FF0"/>
    <w:rsid w:val="00B0038C"/>
    <w:rsid w:val="00B01188"/>
    <w:rsid w:val="00B01426"/>
    <w:rsid w:val="00B01639"/>
    <w:rsid w:val="00B01671"/>
    <w:rsid w:val="00B019E5"/>
    <w:rsid w:val="00B01CBB"/>
    <w:rsid w:val="00B01CD6"/>
    <w:rsid w:val="00B01F26"/>
    <w:rsid w:val="00B01F9E"/>
    <w:rsid w:val="00B0207B"/>
    <w:rsid w:val="00B0211C"/>
    <w:rsid w:val="00B02183"/>
    <w:rsid w:val="00B02B0A"/>
    <w:rsid w:val="00B03188"/>
    <w:rsid w:val="00B032EF"/>
    <w:rsid w:val="00B03387"/>
    <w:rsid w:val="00B03A78"/>
    <w:rsid w:val="00B03C82"/>
    <w:rsid w:val="00B03D51"/>
    <w:rsid w:val="00B03E01"/>
    <w:rsid w:val="00B03F47"/>
    <w:rsid w:val="00B0410D"/>
    <w:rsid w:val="00B046BA"/>
    <w:rsid w:val="00B047E5"/>
    <w:rsid w:val="00B04B3C"/>
    <w:rsid w:val="00B04B58"/>
    <w:rsid w:val="00B04E8D"/>
    <w:rsid w:val="00B05060"/>
    <w:rsid w:val="00B05111"/>
    <w:rsid w:val="00B051FF"/>
    <w:rsid w:val="00B05684"/>
    <w:rsid w:val="00B05E4E"/>
    <w:rsid w:val="00B05F37"/>
    <w:rsid w:val="00B05FF7"/>
    <w:rsid w:val="00B060F6"/>
    <w:rsid w:val="00B06463"/>
    <w:rsid w:val="00B064E3"/>
    <w:rsid w:val="00B06610"/>
    <w:rsid w:val="00B0678E"/>
    <w:rsid w:val="00B06A75"/>
    <w:rsid w:val="00B06F85"/>
    <w:rsid w:val="00B072D5"/>
    <w:rsid w:val="00B075A2"/>
    <w:rsid w:val="00B07603"/>
    <w:rsid w:val="00B1056E"/>
    <w:rsid w:val="00B10631"/>
    <w:rsid w:val="00B109E8"/>
    <w:rsid w:val="00B10C44"/>
    <w:rsid w:val="00B11041"/>
    <w:rsid w:val="00B11305"/>
    <w:rsid w:val="00B113E1"/>
    <w:rsid w:val="00B114C1"/>
    <w:rsid w:val="00B119F1"/>
    <w:rsid w:val="00B11AF0"/>
    <w:rsid w:val="00B11E8D"/>
    <w:rsid w:val="00B11F56"/>
    <w:rsid w:val="00B122A2"/>
    <w:rsid w:val="00B126CB"/>
    <w:rsid w:val="00B1296B"/>
    <w:rsid w:val="00B12987"/>
    <w:rsid w:val="00B129A7"/>
    <w:rsid w:val="00B12D0C"/>
    <w:rsid w:val="00B12EC2"/>
    <w:rsid w:val="00B12FE2"/>
    <w:rsid w:val="00B13287"/>
    <w:rsid w:val="00B138FD"/>
    <w:rsid w:val="00B13B7A"/>
    <w:rsid w:val="00B13DE5"/>
    <w:rsid w:val="00B140A1"/>
    <w:rsid w:val="00B1437F"/>
    <w:rsid w:val="00B143B2"/>
    <w:rsid w:val="00B147C0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FF2"/>
    <w:rsid w:val="00B167A3"/>
    <w:rsid w:val="00B168A3"/>
    <w:rsid w:val="00B16CC2"/>
    <w:rsid w:val="00B16F35"/>
    <w:rsid w:val="00B1769B"/>
    <w:rsid w:val="00B205B2"/>
    <w:rsid w:val="00B20AA0"/>
    <w:rsid w:val="00B20EBC"/>
    <w:rsid w:val="00B20EE4"/>
    <w:rsid w:val="00B21048"/>
    <w:rsid w:val="00B216A6"/>
    <w:rsid w:val="00B216D6"/>
    <w:rsid w:val="00B21B39"/>
    <w:rsid w:val="00B21B84"/>
    <w:rsid w:val="00B21E37"/>
    <w:rsid w:val="00B21FC7"/>
    <w:rsid w:val="00B22039"/>
    <w:rsid w:val="00B220C1"/>
    <w:rsid w:val="00B22840"/>
    <w:rsid w:val="00B23094"/>
    <w:rsid w:val="00B23957"/>
    <w:rsid w:val="00B23D6E"/>
    <w:rsid w:val="00B240A9"/>
    <w:rsid w:val="00B241F7"/>
    <w:rsid w:val="00B24420"/>
    <w:rsid w:val="00B24916"/>
    <w:rsid w:val="00B25279"/>
    <w:rsid w:val="00B25476"/>
    <w:rsid w:val="00B2563F"/>
    <w:rsid w:val="00B25E09"/>
    <w:rsid w:val="00B26453"/>
    <w:rsid w:val="00B26B13"/>
    <w:rsid w:val="00B26B21"/>
    <w:rsid w:val="00B26CE5"/>
    <w:rsid w:val="00B272CF"/>
    <w:rsid w:val="00B273F1"/>
    <w:rsid w:val="00B27640"/>
    <w:rsid w:val="00B27856"/>
    <w:rsid w:val="00B278D9"/>
    <w:rsid w:val="00B27A49"/>
    <w:rsid w:val="00B27B73"/>
    <w:rsid w:val="00B30BB8"/>
    <w:rsid w:val="00B30CDE"/>
    <w:rsid w:val="00B3107A"/>
    <w:rsid w:val="00B31228"/>
    <w:rsid w:val="00B31468"/>
    <w:rsid w:val="00B314E1"/>
    <w:rsid w:val="00B31567"/>
    <w:rsid w:val="00B31952"/>
    <w:rsid w:val="00B319CE"/>
    <w:rsid w:val="00B31AE7"/>
    <w:rsid w:val="00B31C23"/>
    <w:rsid w:val="00B31E21"/>
    <w:rsid w:val="00B326B5"/>
    <w:rsid w:val="00B32734"/>
    <w:rsid w:val="00B328C5"/>
    <w:rsid w:val="00B32A4C"/>
    <w:rsid w:val="00B330B5"/>
    <w:rsid w:val="00B331AF"/>
    <w:rsid w:val="00B33327"/>
    <w:rsid w:val="00B34114"/>
    <w:rsid w:val="00B345F5"/>
    <w:rsid w:val="00B34B24"/>
    <w:rsid w:val="00B34BBF"/>
    <w:rsid w:val="00B3610D"/>
    <w:rsid w:val="00B3671B"/>
    <w:rsid w:val="00B36854"/>
    <w:rsid w:val="00B369F4"/>
    <w:rsid w:val="00B370A4"/>
    <w:rsid w:val="00B3737F"/>
    <w:rsid w:val="00B374F2"/>
    <w:rsid w:val="00B377A1"/>
    <w:rsid w:val="00B3795A"/>
    <w:rsid w:val="00B37960"/>
    <w:rsid w:val="00B37BFD"/>
    <w:rsid w:val="00B37D63"/>
    <w:rsid w:val="00B37E89"/>
    <w:rsid w:val="00B37EC1"/>
    <w:rsid w:val="00B37FC6"/>
    <w:rsid w:val="00B40082"/>
    <w:rsid w:val="00B40233"/>
    <w:rsid w:val="00B40395"/>
    <w:rsid w:val="00B40580"/>
    <w:rsid w:val="00B407B5"/>
    <w:rsid w:val="00B40E0C"/>
    <w:rsid w:val="00B40F8E"/>
    <w:rsid w:val="00B4135A"/>
    <w:rsid w:val="00B414A1"/>
    <w:rsid w:val="00B4181D"/>
    <w:rsid w:val="00B41839"/>
    <w:rsid w:val="00B419DC"/>
    <w:rsid w:val="00B41A77"/>
    <w:rsid w:val="00B420F2"/>
    <w:rsid w:val="00B42B25"/>
    <w:rsid w:val="00B42CC9"/>
    <w:rsid w:val="00B42EA3"/>
    <w:rsid w:val="00B431D1"/>
    <w:rsid w:val="00B43690"/>
    <w:rsid w:val="00B43B64"/>
    <w:rsid w:val="00B43E6B"/>
    <w:rsid w:val="00B444CD"/>
    <w:rsid w:val="00B445B3"/>
    <w:rsid w:val="00B44A47"/>
    <w:rsid w:val="00B44BEF"/>
    <w:rsid w:val="00B44D60"/>
    <w:rsid w:val="00B453D7"/>
    <w:rsid w:val="00B45870"/>
    <w:rsid w:val="00B45EBE"/>
    <w:rsid w:val="00B46163"/>
    <w:rsid w:val="00B46489"/>
    <w:rsid w:val="00B46540"/>
    <w:rsid w:val="00B4666E"/>
    <w:rsid w:val="00B46B43"/>
    <w:rsid w:val="00B46BB7"/>
    <w:rsid w:val="00B46C69"/>
    <w:rsid w:val="00B46D41"/>
    <w:rsid w:val="00B46D88"/>
    <w:rsid w:val="00B46DA4"/>
    <w:rsid w:val="00B46F47"/>
    <w:rsid w:val="00B46FC0"/>
    <w:rsid w:val="00B47697"/>
    <w:rsid w:val="00B47868"/>
    <w:rsid w:val="00B47D5C"/>
    <w:rsid w:val="00B47D7B"/>
    <w:rsid w:val="00B47E77"/>
    <w:rsid w:val="00B47FB9"/>
    <w:rsid w:val="00B50104"/>
    <w:rsid w:val="00B507EF"/>
    <w:rsid w:val="00B50B6B"/>
    <w:rsid w:val="00B50E4E"/>
    <w:rsid w:val="00B50FFC"/>
    <w:rsid w:val="00B51093"/>
    <w:rsid w:val="00B52048"/>
    <w:rsid w:val="00B524C6"/>
    <w:rsid w:val="00B525E3"/>
    <w:rsid w:val="00B52888"/>
    <w:rsid w:val="00B52CA9"/>
    <w:rsid w:val="00B52D02"/>
    <w:rsid w:val="00B52F00"/>
    <w:rsid w:val="00B52F2B"/>
    <w:rsid w:val="00B53206"/>
    <w:rsid w:val="00B5331D"/>
    <w:rsid w:val="00B534C8"/>
    <w:rsid w:val="00B53521"/>
    <w:rsid w:val="00B53710"/>
    <w:rsid w:val="00B5394F"/>
    <w:rsid w:val="00B53BF8"/>
    <w:rsid w:val="00B53C9F"/>
    <w:rsid w:val="00B53EEC"/>
    <w:rsid w:val="00B53F4F"/>
    <w:rsid w:val="00B54090"/>
    <w:rsid w:val="00B540CC"/>
    <w:rsid w:val="00B5424D"/>
    <w:rsid w:val="00B5497C"/>
    <w:rsid w:val="00B54D75"/>
    <w:rsid w:val="00B54E95"/>
    <w:rsid w:val="00B5549C"/>
    <w:rsid w:val="00B5568D"/>
    <w:rsid w:val="00B55D33"/>
    <w:rsid w:val="00B55D47"/>
    <w:rsid w:val="00B56A26"/>
    <w:rsid w:val="00B56BA5"/>
    <w:rsid w:val="00B570FC"/>
    <w:rsid w:val="00B577DF"/>
    <w:rsid w:val="00B57A62"/>
    <w:rsid w:val="00B57B84"/>
    <w:rsid w:val="00B57E24"/>
    <w:rsid w:val="00B60509"/>
    <w:rsid w:val="00B60540"/>
    <w:rsid w:val="00B609A7"/>
    <w:rsid w:val="00B60C27"/>
    <w:rsid w:val="00B617BB"/>
    <w:rsid w:val="00B61E65"/>
    <w:rsid w:val="00B621BA"/>
    <w:rsid w:val="00B621BE"/>
    <w:rsid w:val="00B62458"/>
    <w:rsid w:val="00B624DE"/>
    <w:rsid w:val="00B6260A"/>
    <w:rsid w:val="00B62DA5"/>
    <w:rsid w:val="00B62E76"/>
    <w:rsid w:val="00B62F23"/>
    <w:rsid w:val="00B631DE"/>
    <w:rsid w:val="00B632F3"/>
    <w:rsid w:val="00B632FD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57FE"/>
    <w:rsid w:val="00B65E6E"/>
    <w:rsid w:val="00B6615A"/>
    <w:rsid w:val="00B66316"/>
    <w:rsid w:val="00B669D2"/>
    <w:rsid w:val="00B66BA1"/>
    <w:rsid w:val="00B66C1E"/>
    <w:rsid w:val="00B66D53"/>
    <w:rsid w:val="00B66F57"/>
    <w:rsid w:val="00B6739E"/>
    <w:rsid w:val="00B676B1"/>
    <w:rsid w:val="00B67AE9"/>
    <w:rsid w:val="00B67CDF"/>
    <w:rsid w:val="00B7001A"/>
    <w:rsid w:val="00B703A0"/>
    <w:rsid w:val="00B70B66"/>
    <w:rsid w:val="00B70BBC"/>
    <w:rsid w:val="00B70BE1"/>
    <w:rsid w:val="00B70CB1"/>
    <w:rsid w:val="00B70EAD"/>
    <w:rsid w:val="00B70F7F"/>
    <w:rsid w:val="00B70FC6"/>
    <w:rsid w:val="00B710B7"/>
    <w:rsid w:val="00B710BD"/>
    <w:rsid w:val="00B713CC"/>
    <w:rsid w:val="00B717D0"/>
    <w:rsid w:val="00B71DD0"/>
    <w:rsid w:val="00B7214B"/>
    <w:rsid w:val="00B7221B"/>
    <w:rsid w:val="00B72566"/>
    <w:rsid w:val="00B72597"/>
    <w:rsid w:val="00B7273A"/>
    <w:rsid w:val="00B72866"/>
    <w:rsid w:val="00B72E06"/>
    <w:rsid w:val="00B730CC"/>
    <w:rsid w:val="00B7317C"/>
    <w:rsid w:val="00B732A6"/>
    <w:rsid w:val="00B73697"/>
    <w:rsid w:val="00B7392C"/>
    <w:rsid w:val="00B73C19"/>
    <w:rsid w:val="00B73F4E"/>
    <w:rsid w:val="00B7402B"/>
    <w:rsid w:val="00B744A2"/>
    <w:rsid w:val="00B7466F"/>
    <w:rsid w:val="00B74A00"/>
    <w:rsid w:val="00B751E7"/>
    <w:rsid w:val="00B753A2"/>
    <w:rsid w:val="00B759AE"/>
    <w:rsid w:val="00B75E06"/>
    <w:rsid w:val="00B75ED8"/>
    <w:rsid w:val="00B75F84"/>
    <w:rsid w:val="00B764ED"/>
    <w:rsid w:val="00B76719"/>
    <w:rsid w:val="00B7671F"/>
    <w:rsid w:val="00B7689E"/>
    <w:rsid w:val="00B77333"/>
    <w:rsid w:val="00B773A2"/>
    <w:rsid w:val="00B77DC4"/>
    <w:rsid w:val="00B77E9F"/>
    <w:rsid w:val="00B77FD4"/>
    <w:rsid w:val="00B80087"/>
    <w:rsid w:val="00B801A1"/>
    <w:rsid w:val="00B80C4C"/>
    <w:rsid w:val="00B810A8"/>
    <w:rsid w:val="00B81103"/>
    <w:rsid w:val="00B8118B"/>
    <w:rsid w:val="00B815BA"/>
    <w:rsid w:val="00B817A8"/>
    <w:rsid w:val="00B81A77"/>
    <w:rsid w:val="00B81E05"/>
    <w:rsid w:val="00B81ED5"/>
    <w:rsid w:val="00B820B8"/>
    <w:rsid w:val="00B82206"/>
    <w:rsid w:val="00B822DC"/>
    <w:rsid w:val="00B82463"/>
    <w:rsid w:val="00B82864"/>
    <w:rsid w:val="00B82975"/>
    <w:rsid w:val="00B82EDF"/>
    <w:rsid w:val="00B82FFF"/>
    <w:rsid w:val="00B830E8"/>
    <w:rsid w:val="00B83308"/>
    <w:rsid w:val="00B83382"/>
    <w:rsid w:val="00B83699"/>
    <w:rsid w:val="00B83AFA"/>
    <w:rsid w:val="00B83F71"/>
    <w:rsid w:val="00B84366"/>
    <w:rsid w:val="00B845AB"/>
    <w:rsid w:val="00B846B4"/>
    <w:rsid w:val="00B84716"/>
    <w:rsid w:val="00B84896"/>
    <w:rsid w:val="00B84A1B"/>
    <w:rsid w:val="00B84B3F"/>
    <w:rsid w:val="00B84DBD"/>
    <w:rsid w:val="00B84E19"/>
    <w:rsid w:val="00B84FED"/>
    <w:rsid w:val="00B85031"/>
    <w:rsid w:val="00B851EF"/>
    <w:rsid w:val="00B853D3"/>
    <w:rsid w:val="00B85415"/>
    <w:rsid w:val="00B8543B"/>
    <w:rsid w:val="00B854E9"/>
    <w:rsid w:val="00B8553E"/>
    <w:rsid w:val="00B85590"/>
    <w:rsid w:val="00B85845"/>
    <w:rsid w:val="00B85CCD"/>
    <w:rsid w:val="00B85EDF"/>
    <w:rsid w:val="00B8639A"/>
    <w:rsid w:val="00B866A2"/>
    <w:rsid w:val="00B869B9"/>
    <w:rsid w:val="00B86CAF"/>
    <w:rsid w:val="00B874C7"/>
    <w:rsid w:val="00B87500"/>
    <w:rsid w:val="00B87556"/>
    <w:rsid w:val="00B876BD"/>
    <w:rsid w:val="00B87BE5"/>
    <w:rsid w:val="00B87F79"/>
    <w:rsid w:val="00B904C2"/>
    <w:rsid w:val="00B908D7"/>
    <w:rsid w:val="00B90D64"/>
    <w:rsid w:val="00B90FAE"/>
    <w:rsid w:val="00B91135"/>
    <w:rsid w:val="00B9160F"/>
    <w:rsid w:val="00B916A0"/>
    <w:rsid w:val="00B91964"/>
    <w:rsid w:val="00B922F1"/>
    <w:rsid w:val="00B92843"/>
    <w:rsid w:val="00B92857"/>
    <w:rsid w:val="00B92960"/>
    <w:rsid w:val="00B92D5C"/>
    <w:rsid w:val="00B92D6A"/>
    <w:rsid w:val="00B92DCE"/>
    <w:rsid w:val="00B92EB0"/>
    <w:rsid w:val="00B9322A"/>
    <w:rsid w:val="00B93328"/>
    <w:rsid w:val="00B9332C"/>
    <w:rsid w:val="00B9357E"/>
    <w:rsid w:val="00B9392B"/>
    <w:rsid w:val="00B93A32"/>
    <w:rsid w:val="00B93B66"/>
    <w:rsid w:val="00B93C59"/>
    <w:rsid w:val="00B9400F"/>
    <w:rsid w:val="00B943D6"/>
    <w:rsid w:val="00B94422"/>
    <w:rsid w:val="00B94676"/>
    <w:rsid w:val="00B9494F"/>
    <w:rsid w:val="00B94B9F"/>
    <w:rsid w:val="00B94DAC"/>
    <w:rsid w:val="00B94EF9"/>
    <w:rsid w:val="00B94F91"/>
    <w:rsid w:val="00B95439"/>
    <w:rsid w:val="00B9577F"/>
    <w:rsid w:val="00B95A05"/>
    <w:rsid w:val="00B95D69"/>
    <w:rsid w:val="00B96552"/>
    <w:rsid w:val="00B968A9"/>
    <w:rsid w:val="00B96B80"/>
    <w:rsid w:val="00B9733A"/>
    <w:rsid w:val="00B973BA"/>
    <w:rsid w:val="00B974B0"/>
    <w:rsid w:val="00B97616"/>
    <w:rsid w:val="00B976BA"/>
    <w:rsid w:val="00B97E08"/>
    <w:rsid w:val="00BA02D3"/>
    <w:rsid w:val="00BA0301"/>
    <w:rsid w:val="00BA03F4"/>
    <w:rsid w:val="00BA0691"/>
    <w:rsid w:val="00BA0852"/>
    <w:rsid w:val="00BA0A20"/>
    <w:rsid w:val="00BA0D63"/>
    <w:rsid w:val="00BA0F83"/>
    <w:rsid w:val="00BA10A7"/>
    <w:rsid w:val="00BA1464"/>
    <w:rsid w:val="00BA1678"/>
    <w:rsid w:val="00BA17E5"/>
    <w:rsid w:val="00BA1A2C"/>
    <w:rsid w:val="00BA2257"/>
    <w:rsid w:val="00BA26AD"/>
    <w:rsid w:val="00BA2793"/>
    <w:rsid w:val="00BA2798"/>
    <w:rsid w:val="00BA2930"/>
    <w:rsid w:val="00BA2EC6"/>
    <w:rsid w:val="00BA3180"/>
    <w:rsid w:val="00BA3825"/>
    <w:rsid w:val="00BA3DE5"/>
    <w:rsid w:val="00BA4443"/>
    <w:rsid w:val="00BA4472"/>
    <w:rsid w:val="00BA4608"/>
    <w:rsid w:val="00BA4611"/>
    <w:rsid w:val="00BA49BD"/>
    <w:rsid w:val="00BA52E2"/>
    <w:rsid w:val="00BA542E"/>
    <w:rsid w:val="00BA58C1"/>
    <w:rsid w:val="00BA5C0F"/>
    <w:rsid w:val="00BA5D35"/>
    <w:rsid w:val="00BA5E1E"/>
    <w:rsid w:val="00BA61CD"/>
    <w:rsid w:val="00BA6269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6BA"/>
    <w:rsid w:val="00BA7813"/>
    <w:rsid w:val="00BB0015"/>
    <w:rsid w:val="00BB0048"/>
    <w:rsid w:val="00BB0112"/>
    <w:rsid w:val="00BB0327"/>
    <w:rsid w:val="00BB09BA"/>
    <w:rsid w:val="00BB0A4E"/>
    <w:rsid w:val="00BB0CE3"/>
    <w:rsid w:val="00BB0DCC"/>
    <w:rsid w:val="00BB1561"/>
    <w:rsid w:val="00BB1B95"/>
    <w:rsid w:val="00BB1F06"/>
    <w:rsid w:val="00BB21FB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70E"/>
    <w:rsid w:val="00BB4870"/>
    <w:rsid w:val="00BB4C4A"/>
    <w:rsid w:val="00BB4E92"/>
    <w:rsid w:val="00BB4F78"/>
    <w:rsid w:val="00BB5047"/>
    <w:rsid w:val="00BB5409"/>
    <w:rsid w:val="00BB59AE"/>
    <w:rsid w:val="00BB60D5"/>
    <w:rsid w:val="00BB67F2"/>
    <w:rsid w:val="00BB684B"/>
    <w:rsid w:val="00BB6D5E"/>
    <w:rsid w:val="00BB6E26"/>
    <w:rsid w:val="00BB6F52"/>
    <w:rsid w:val="00BB6FF8"/>
    <w:rsid w:val="00BB704C"/>
    <w:rsid w:val="00BB71B4"/>
    <w:rsid w:val="00BB790E"/>
    <w:rsid w:val="00BB7DEE"/>
    <w:rsid w:val="00BB7E1F"/>
    <w:rsid w:val="00BC02A5"/>
    <w:rsid w:val="00BC06AF"/>
    <w:rsid w:val="00BC0929"/>
    <w:rsid w:val="00BC0AB3"/>
    <w:rsid w:val="00BC0EDC"/>
    <w:rsid w:val="00BC108C"/>
    <w:rsid w:val="00BC1531"/>
    <w:rsid w:val="00BC183B"/>
    <w:rsid w:val="00BC19DE"/>
    <w:rsid w:val="00BC1C9A"/>
    <w:rsid w:val="00BC1F61"/>
    <w:rsid w:val="00BC211E"/>
    <w:rsid w:val="00BC2698"/>
    <w:rsid w:val="00BC2804"/>
    <w:rsid w:val="00BC28C6"/>
    <w:rsid w:val="00BC2DA6"/>
    <w:rsid w:val="00BC2F2B"/>
    <w:rsid w:val="00BC3CCF"/>
    <w:rsid w:val="00BC3D39"/>
    <w:rsid w:val="00BC3EA3"/>
    <w:rsid w:val="00BC4052"/>
    <w:rsid w:val="00BC41A0"/>
    <w:rsid w:val="00BC41CD"/>
    <w:rsid w:val="00BC4379"/>
    <w:rsid w:val="00BC4772"/>
    <w:rsid w:val="00BC4B6C"/>
    <w:rsid w:val="00BC4CF5"/>
    <w:rsid w:val="00BC531D"/>
    <w:rsid w:val="00BC56C8"/>
    <w:rsid w:val="00BC5B81"/>
    <w:rsid w:val="00BC5BA6"/>
    <w:rsid w:val="00BC5E6B"/>
    <w:rsid w:val="00BC6782"/>
    <w:rsid w:val="00BC6821"/>
    <w:rsid w:val="00BC6C54"/>
    <w:rsid w:val="00BC6C74"/>
    <w:rsid w:val="00BC6F39"/>
    <w:rsid w:val="00BC72E8"/>
    <w:rsid w:val="00BC7612"/>
    <w:rsid w:val="00BC795E"/>
    <w:rsid w:val="00BD0444"/>
    <w:rsid w:val="00BD075C"/>
    <w:rsid w:val="00BD07A1"/>
    <w:rsid w:val="00BD0A36"/>
    <w:rsid w:val="00BD0A5B"/>
    <w:rsid w:val="00BD2235"/>
    <w:rsid w:val="00BD2954"/>
    <w:rsid w:val="00BD2AA3"/>
    <w:rsid w:val="00BD2DC2"/>
    <w:rsid w:val="00BD2F75"/>
    <w:rsid w:val="00BD349C"/>
    <w:rsid w:val="00BD3C0C"/>
    <w:rsid w:val="00BD4593"/>
    <w:rsid w:val="00BD47E5"/>
    <w:rsid w:val="00BD4A0A"/>
    <w:rsid w:val="00BD4AE1"/>
    <w:rsid w:val="00BD4B70"/>
    <w:rsid w:val="00BD50D6"/>
    <w:rsid w:val="00BD5151"/>
    <w:rsid w:val="00BD52B0"/>
    <w:rsid w:val="00BD5678"/>
    <w:rsid w:val="00BD5DA5"/>
    <w:rsid w:val="00BD644A"/>
    <w:rsid w:val="00BD64C9"/>
    <w:rsid w:val="00BD6AEE"/>
    <w:rsid w:val="00BD6D99"/>
    <w:rsid w:val="00BD6EAE"/>
    <w:rsid w:val="00BD7121"/>
    <w:rsid w:val="00BD71C7"/>
    <w:rsid w:val="00BD73F7"/>
    <w:rsid w:val="00BD777F"/>
    <w:rsid w:val="00BD7968"/>
    <w:rsid w:val="00BD7B20"/>
    <w:rsid w:val="00BD7EB7"/>
    <w:rsid w:val="00BD7F3A"/>
    <w:rsid w:val="00BE000D"/>
    <w:rsid w:val="00BE02B5"/>
    <w:rsid w:val="00BE03B6"/>
    <w:rsid w:val="00BE08CB"/>
    <w:rsid w:val="00BE0A5B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D5A"/>
    <w:rsid w:val="00BE1D61"/>
    <w:rsid w:val="00BE1E1A"/>
    <w:rsid w:val="00BE1E6B"/>
    <w:rsid w:val="00BE26B9"/>
    <w:rsid w:val="00BE2A27"/>
    <w:rsid w:val="00BE2F36"/>
    <w:rsid w:val="00BE3018"/>
    <w:rsid w:val="00BE3079"/>
    <w:rsid w:val="00BE30EA"/>
    <w:rsid w:val="00BE32B0"/>
    <w:rsid w:val="00BE3A5E"/>
    <w:rsid w:val="00BE3E20"/>
    <w:rsid w:val="00BE47F7"/>
    <w:rsid w:val="00BE4830"/>
    <w:rsid w:val="00BE497E"/>
    <w:rsid w:val="00BE514C"/>
    <w:rsid w:val="00BE544D"/>
    <w:rsid w:val="00BE5924"/>
    <w:rsid w:val="00BE5B80"/>
    <w:rsid w:val="00BE5BD6"/>
    <w:rsid w:val="00BE5C37"/>
    <w:rsid w:val="00BE5D8A"/>
    <w:rsid w:val="00BE624D"/>
    <w:rsid w:val="00BE63A0"/>
    <w:rsid w:val="00BE6D71"/>
    <w:rsid w:val="00BE6DC7"/>
    <w:rsid w:val="00BE7440"/>
    <w:rsid w:val="00BE7629"/>
    <w:rsid w:val="00BE7A84"/>
    <w:rsid w:val="00BE7F92"/>
    <w:rsid w:val="00BE7FCE"/>
    <w:rsid w:val="00BF0339"/>
    <w:rsid w:val="00BF03D9"/>
    <w:rsid w:val="00BF04A8"/>
    <w:rsid w:val="00BF09EF"/>
    <w:rsid w:val="00BF108B"/>
    <w:rsid w:val="00BF1148"/>
    <w:rsid w:val="00BF11C9"/>
    <w:rsid w:val="00BF136E"/>
    <w:rsid w:val="00BF1717"/>
    <w:rsid w:val="00BF1B10"/>
    <w:rsid w:val="00BF1FA2"/>
    <w:rsid w:val="00BF2331"/>
    <w:rsid w:val="00BF238C"/>
    <w:rsid w:val="00BF2BD5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8D"/>
    <w:rsid w:val="00BF51AB"/>
    <w:rsid w:val="00BF5639"/>
    <w:rsid w:val="00BF623A"/>
    <w:rsid w:val="00BF639A"/>
    <w:rsid w:val="00BF6BAE"/>
    <w:rsid w:val="00BF6F2C"/>
    <w:rsid w:val="00BF72BE"/>
    <w:rsid w:val="00BF7523"/>
    <w:rsid w:val="00BF752E"/>
    <w:rsid w:val="00BF76C2"/>
    <w:rsid w:val="00BF798A"/>
    <w:rsid w:val="00BF7E67"/>
    <w:rsid w:val="00C00156"/>
    <w:rsid w:val="00C0015D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B65"/>
    <w:rsid w:val="00C01B8B"/>
    <w:rsid w:val="00C01BD8"/>
    <w:rsid w:val="00C01C2B"/>
    <w:rsid w:val="00C02723"/>
    <w:rsid w:val="00C02802"/>
    <w:rsid w:val="00C02A69"/>
    <w:rsid w:val="00C031C6"/>
    <w:rsid w:val="00C03215"/>
    <w:rsid w:val="00C033F0"/>
    <w:rsid w:val="00C03857"/>
    <w:rsid w:val="00C038B1"/>
    <w:rsid w:val="00C0391F"/>
    <w:rsid w:val="00C03982"/>
    <w:rsid w:val="00C03E10"/>
    <w:rsid w:val="00C03F5C"/>
    <w:rsid w:val="00C04137"/>
    <w:rsid w:val="00C042B0"/>
    <w:rsid w:val="00C047C9"/>
    <w:rsid w:val="00C04A6C"/>
    <w:rsid w:val="00C04B84"/>
    <w:rsid w:val="00C05061"/>
    <w:rsid w:val="00C05100"/>
    <w:rsid w:val="00C05147"/>
    <w:rsid w:val="00C05533"/>
    <w:rsid w:val="00C057D2"/>
    <w:rsid w:val="00C05D14"/>
    <w:rsid w:val="00C062DF"/>
    <w:rsid w:val="00C06413"/>
    <w:rsid w:val="00C064D7"/>
    <w:rsid w:val="00C06939"/>
    <w:rsid w:val="00C0696C"/>
    <w:rsid w:val="00C069CC"/>
    <w:rsid w:val="00C06DBE"/>
    <w:rsid w:val="00C071AB"/>
    <w:rsid w:val="00C072B2"/>
    <w:rsid w:val="00C07337"/>
    <w:rsid w:val="00C0774E"/>
    <w:rsid w:val="00C078E6"/>
    <w:rsid w:val="00C07EC6"/>
    <w:rsid w:val="00C103C1"/>
    <w:rsid w:val="00C107C1"/>
    <w:rsid w:val="00C10A76"/>
    <w:rsid w:val="00C10B61"/>
    <w:rsid w:val="00C10CE0"/>
    <w:rsid w:val="00C10D9A"/>
    <w:rsid w:val="00C10EB6"/>
    <w:rsid w:val="00C10F48"/>
    <w:rsid w:val="00C115D9"/>
    <w:rsid w:val="00C117B6"/>
    <w:rsid w:val="00C11FC1"/>
    <w:rsid w:val="00C1233C"/>
    <w:rsid w:val="00C12391"/>
    <w:rsid w:val="00C125EB"/>
    <w:rsid w:val="00C127E1"/>
    <w:rsid w:val="00C12AF5"/>
    <w:rsid w:val="00C1314F"/>
    <w:rsid w:val="00C13209"/>
    <w:rsid w:val="00C13298"/>
    <w:rsid w:val="00C13537"/>
    <w:rsid w:val="00C1355D"/>
    <w:rsid w:val="00C135D9"/>
    <w:rsid w:val="00C13C0B"/>
    <w:rsid w:val="00C13E94"/>
    <w:rsid w:val="00C14110"/>
    <w:rsid w:val="00C143AF"/>
    <w:rsid w:val="00C144B2"/>
    <w:rsid w:val="00C1470C"/>
    <w:rsid w:val="00C147DD"/>
    <w:rsid w:val="00C15176"/>
    <w:rsid w:val="00C1563C"/>
    <w:rsid w:val="00C156A7"/>
    <w:rsid w:val="00C15BBD"/>
    <w:rsid w:val="00C15CCF"/>
    <w:rsid w:val="00C16363"/>
    <w:rsid w:val="00C1648E"/>
    <w:rsid w:val="00C1679F"/>
    <w:rsid w:val="00C167EE"/>
    <w:rsid w:val="00C16E16"/>
    <w:rsid w:val="00C16E4E"/>
    <w:rsid w:val="00C16E53"/>
    <w:rsid w:val="00C17AF6"/>
    <w:rsid w:val="00C17D72"/>
    <w:rsid w:val="00C17F95"/>
    <w:rsid w:val="00C2005C"/>
    <w:rsid w:val="00C200E9"/>
    <w:rsid w:val="00C20255"/>
    <w:rsid w:val="00C20618"/>
    <w:rsid w:val="00C20E37"/>
    <w:rsid w:val="00C20E99"/>
    <w:rsid w:val="00C20F91"/>
    <w:rsid w:val="00C21049"/>
    <w:rsid w:val="00C216C7"/>
    <w:rsid w:val="00C21806"/>
    <w:rsid w:val="00C218CE"/>
    <w:rsid w:val="00C21AC8"/>
    <w:rsid w:val="00C21DDA"/>
    <w:rsid w:val="00C21EE4"/>
    <w:rsid w:val="00C22015"/>
    <w:rsid w:val="00C221E1"/>
    <w:rsid w:val="00C224D8"/>
    <w:rsid w:val="00C2250D"/>
    <w:rsid w:val="00C22559"/>
    <w:rsid w:val="00C226A7"/>
    <w:rsid w:val="00C226B2"/>
    <w:rsid w:val="00C22995"/>
    <w:rsid w:val="00C229BA"/>
    <w:rsid w:val="00C22B2F"/>
    <w:rsid w:val="00C22BFE"/>
    <w:rsid w:val="00C22E3B"/>
    <w:rsid w:val="00C23A61"/>
    <w:rsid w:val="00C23D45"/>
    <w:rsid w:val="00C23FD7"/>
    <w:rsid w:val="00C241AC"/>
    <w:rsid w:val="00C24262"/>
    <w:rsid w:val="00C245FA"/>
    <w:rsid w:val="00C24821"/>
    <w:rsid w:val="00C248B4"/>
    <w:rsid w:val="00C252ED"/>
    <w:rsid w:val="00C256A4"/>
    <w:rsid w:val="00C257F4"/>
    <w:rsid w:val="00C25865"/>
    <w:rsid w:val="00C25956"/>
    <w:rsid w:val="00C25A4C"/>
    <w:rsid w:val="00C25BAE"/>
    <w:rsid w:val="00C26412"/>
    <w:rsid w:val="00C26612"/>
    <w:rsid w:val="00C2684F"/>
    <w:rsid w:val="00C27BBF"/>
    <w:rsid w:val="00C27E64"/>
    <w:rsid w:val="00C3014A"/>
    <w:rsid w:val="00C30656"/>
    <w:rsid w:val="00C30F00"/>
    <w:rsid w:val="00C31033"/>
    <w:rsid w:val="00C31093"/>
    <w:rsid w:val="00C310A5"/>
    <w:rsid w:val="00C317DB"/>
    <w:rsid w:val="00C31AEB"/>
    <w:rsid w:val="00C322F6"/>
    <w:rsid w:val="00C32916"/>
    <w:rsid w:val="00C32F49"/>
    <w:rsid w:val="00C331C9"/>
    <w:rsid w:val="00C33703"/>
    <w:rsid w:val="00C33893"/>
    <w:rsid w:val="00C338C1"/>
    <w:rsid w:val="00C338D7"/>
    <w:rsid w:val="00C33954"/>
    <w:rsid w:val="00C33F42"/>
    <w:rsid w:val="00C34008"/>
    <w:rsid w:val="00C3453A"/>
    <w:rsid w:val="00C36133"/>
    <w:rsid w:val="00C36296"/>
    <w:rsid w:val="00C3658E"/>
    <w:rsid w:val="00C36788"/>
    <w:rsid w:val="00C36B7F"/>
    <w:rsid w:val="00C36D1E"/>
    <w:rsid w:val="00C3715F"/>
    <w:rsid w:val="00C37678"/>
    <w:rsid w:val="00C40043"/>
    <w:rsid w:val="00C400DA"/>
    <w:rsid w:val="00C400DD"/>
    <w:rsid w:val="00C406E0"/>
    <w:rsid w:val="00C409DE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741"/>
    <w:rsid w:val="00C43BD6"/>
    <w:rsid w:val="00C43D18"/>
    <w:rsid w:val="00C43D53"/>
    <w:rsid w:val="00C44097"/>
    <w:rsid w:val="00C44456"/>
    <w:rsid w:val="00C446FA"/>
    <w:rsid w:val="00C44722"/>
    <w:rsid w:val="00C44745"/>
    <w:rsid w:val="00C44969"/>
    <w:rsid w:val="00C449F3"/>
    <w:rsid w:val="00C44A3F"/>
    <w:rsid w:val="00C4516D"/>
    <w:rsid w:val="00C4539F"/>
    <w:rsid w:val="00C4547E"/>
    <w:rsid w:val="00C456A4"/>
    <w:rsid w:val="00C45C9C"/>
    <w:rsid w:val="00C45D9C"/>
    <w:rsid w:val="00C45E57"/>
    <w:rsid w:val="00C45F61"/>
    <w:rsid w:val="00C466FF"/>
    <w:rsid w:val="00C4690D"/>
    <w:rsid w:val="00C50404"/>
    <w:rsid w:val="00C504DA"/>
    <w:rsid w:val="00C506D4"/>
    <w:rsid w:val="00C510A6"/>
    <w:rsid w:val="00C5139E"/>
    <w:rsid w:val="00C51667"/>
    <w:rsid w:val="00C51B4C"/>
    <w:rsid w:val="00C51B6F"/>
    <w:rsid w:val="00C52237"/>
    <w:rsid w:val="00C52338"/>
    <w:rsid w:val="00C524A9"/>
    <w:rsid w:val="00C52D33"/>
    <w:rsid w:val="00C52D3B"/>
    <w:rsid w:val="00C52FF3"/>
    <w:rsid w:val="00C530C8"/>
    <w:rsid w:val="00C53358"/>
    <w:rsid w:val="00C534D6"/>
    <w:rsid w:val="00C536C8"/>
    <w:rsid w:val="00C536D9"/>
    <w:rsid w:val="00C536E0"/>
    <w:rsid w:val="00C5389A"/>
    <w:rsid w:val="00C53BE4"/>
    <w:rsid w:val="00C53C0F"/>
    <w:rsid w:val="00C53C28"/>
    <w:rsid w:val="00C5435D"/>
    <w:rsid w:val="00C54554"/>
    <w:rsid w:val="00C54B32"/>
    <w:rsid w:val="00C5504B"/>
    <w:rsid w:val="00C551C8"/>
    <w:rsid w:val="00C555AE"/>
    <w:rsid w:val="00C55863"/>
    <w:rsid w:val="00C55A51"/>
    <w:rsid w:val="00C55A93"/>
    <w:rsid w:val="00C55EE8"/>
    <w:rsid w:val="00C563BA"/>
    <w:rsid w:val="00C5642D"/>
    <w:rsid w:val="00C56CD8"/>
    <w:rsid w:val="00C56D0A"/>
    <w:rsid w:val="00C56DDD"/>
    <w:rsid w:val="00C57166"/>
    <w:rsid w:val="00C573F9"/>
    <w:rsid w:val="00C57A90"/>
    <w:rsid w:val="00C6068A"/>
    <w:rsid w:val="00C60817"/>
    <w:rsid w:val="00C60C5D"/>
    <w:rsid w:val="00C614B6"/>
    <w:rsid w:val="00C61745"/>
    <w:rsid w:val="00C6182C"/>
    <w:rsid w:val="00C6184F"/>
    <w:rsid w:val="00C6189E"/>
    <w:rsid w:val="00C61B84"/>
    <w:rsid w:val="00C61B8E"/>
    <w:rsid w:val="00C61C97"/>
    <w:rsid w:val="00C61F18"/>
    <w:rsid w:val="00C61F66"/>
    <w:rsid w:val="00C61F81"/>
    <w:rsid w:val="00C625B0"/>
    <w:rsid w:val="00C626F0"/>
    <w:rsid w:val="00C62C1B"/>
    <w:rsid w:val="00C630B1"/>
    <w:rsid w:val="00C633FE"/>
    <w:rsid w:val="00C636E1"/>
    <w:rsid w:val="00C63A10"/>
    <w:rsid w:val="00C63A2A"/>
    <w:rsid w:val="00C64376"/>
    <w:rsid w:val="00C647A7"/>
    <w:rsid w:val="00C648EB"/>
    <w:rsid w:val="00C64900"/>
    <w:rsid w:val="00C64D2F"/>
    <w:rsid w:val="00C650CA"/>
    <w:rsid w:val="00C65192"/>
    <w:rsid w:val="00C653F0"/>
    <w:rsid w:val="00C656B4"/>
    <w:rsid w:val="00C65892"/>
    <w:rsid w:val="00C658E2"/>
    <w:rsid w:val="00C6594A"/>
    <w:rsid w:val="00C65BE7"/>
    <w:rsid w:val="00C65E39"/>
    <w:rsid w:val="00C66BBA"/>
    <w:rsid w:val="00C66D33"/>
    <w:rsid w:val="00C66F07"/>
    <w:rsid w:val="00C66FC8"/>
    <w:rsid w:val="00C67059"/>
    <w:rsid w:val="00C671BE"/>
    <w:rsid w:val="00C678D4"/>
    <w:rsid w:val="00C67C7F"/>
    <w:rsid w:val="00C700F6"/>
    <w:rsid w:val="00C7042E"/>
    <w:rsid w:val="00C7046B"/>
    <w:rsid w:val="00C70BFE"/>
    <w:rsid w:val="00C70D8A"/>
    <w:rsid w:val="00C70DB9"/>
    <w:rsid w:val="00C70FC1"/>
    <w:rsid w:val="00C71DCC"/>
    <w:rsid w:val="00C71FC4"/>
    <w:rsid w:val="00C7245A"/>
    <w:rsid w:val="00C72505"/>
    <w:rsid w:val="00C7266B"/>
    <w:rsid w:val="00C7281F"/>
    <w:rsid w:val="00C72913"/>
    <w:rsid w:val="00C72A0B"/>
    <w:rsid w:val="00C72A4A"/>
    <w:rsid w:val="00C72BD2"/>
    <w:rsid w:val="00C72F2E"/>
    <w:rsid w:val="00C73012"/>
    <w:rsid w:val="00C733F5"/>
    <w:rsid w:val="00C735C2"/>
    <w:rsid w:val="00C73DCC"/>
    <w:rsid w:val="00C7406F"/>
    <w:rsid w:val="00C74629"/>
    <w:rsid w:val="00C74905"/>
    <w:rsid w:val="00C74A2A"/>
    <w:rsid w:val="00C74B47"/>
    <w:rsid w:val="00C74DAF"/>
    <w:rsid w:val="00C7524B"/>
    <w:rsid w:val="00C753BB"/>
    <w:rsid w:val="00C754B4"/>
    <w:rsid w:val="00C75694"/>
    <w:rsid w:val="00C7581A"/>
    <w:rsid w:val="00C759E7"/>
    <w:rsid w:val="00C759F6"/>
    <w:rsid w:val="00C75D74"/>
    <w:rsid w:val="00C76832"/>
    <w:rsid w:val="00C76A63"/>
    <w:rsid w:val="00C76BB7"/>
    <w:rsid w:val="00C76E4E"/>
    <w:rsid w:val="00C77311"/>
    <w:rsid w:val="00C77632"/>
    <w:rsid w:val="00C777C8"/>
    <w:rsid w:val="00C779B0"/>
    <w:rsid w:val="00C77C04"/>
    <w:rsid w:val="00C77ED6"/>
    <w:rsid w:val="00C80142"/>
    <w:rsid w:val="00C8066D"/>
    <w:rsid w:val="00C80806"/>
    <w:rsid w:val="00C80BE3"/>
    <w:rsid w:val="00C80D60"/>
    <w:rsid w:val="00C8100E"/>
    <w:rsid w:val="00C81031"/>
    <w:rsid w:val="00C8182B"/>
    <w:rsid w:val="00C81B25"/>
    <w:rsid w:val="00C81DFA"/>
    <w:rsid w:val="00C81F01"/>
    <w:rsid w:val="00C821F9"/>
    <w:rsid w:val="00C822CD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5A8"/>
    <w:rsid w:val="00C83614"/>
    <w:rsid w:val="00C839C5"/>
    <w:rsid w:val="00C83B1C"/>
    <w:rsid w:val="00C83C51"/>
    <w:rsid w:val="00C83DAA"/>
    <w:rsid w:val="00C83E0A"/>
    <w:rsid w:val="00C83FDD"/>
    <w:rsid w:val="00C8414D"/>
    <w:rsid w:val="00C8425B"/>
    <w:rsid w:val="00C84F1E"/>
    <w:rsid w:val="00C85601"/>
    <w:rsid w:val="00C85834"/>
    <w:rsid w:val="00C85AE6"/>
    <w:rsid w:val="00C85B18"/>
    <w:rsid w:val="00C85C30"/>
    <w:rsid w:val="00C85EDF"/>
    <w:rsid w:val="00C8636E"/>
    <w:rsid w:val="00C86475"/>
    <w:rsid w:val="00C86AAD"/>
    <w:rsid w:val="00C86FF9"/>
    <w:rsid w:val="00C8714D"/>
    <w:rsid w:val="00C8722C"/>
    <w:rsid w:val="00C8731D"/>
    <w:rsid w:val="00C87D61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5E"/>
    <w:rsid w:val="00C91697"/>
    <w:rsid w:val="00C917D8"/>
    <w:rsid w:val="00C91D65"/>
    <w:rsid w:val="00C91F9C"/>
    <w:rsid w:val="00C9219C"/>
    <w:rsid w:val="00C9226E"/>
    <w:rsid w:val="00C923BB"/>
    <w:rsid w:val="00C9250F"/>
    <w:rsid w:val="00C925E4"/>
    <w:rsid w:val="00C9283F"/>
    <w:rsid w:val="00C92860"/>
    <w:rsid w:val="00C92956"/>
    <w:rsid w:val="00C92FFD"/>
    <w:rsid w:val="00C9313A"/>
    <w:rsid w:val="00C93287"/>
    <w:rsid w:val="00C93670"/>
    <w:rsid w:val="00C9385D"/>
    <w:rsid w:val="00C93B89"/>
    <w:rsid w:val="00C93DA5"/>
    <w:rsid w:val="00C93DD4"/>
    <w:rsid w:val="00C94322"/>
    <w:rsid w:val="00C9456A"/>
    <w:rsid w:val="00C94645"/>
    <w:rsid w:val="00C94A6B"/>
    <w:rsid w:val="00C94A9A"/>
    <w:rsid w:val="00C94BAB"/>
    <w:rsid w:val="00C94D4B"/>
    <w:rsid w:val="00C94E44"/>
    <w:rsid w:val="00C94F86"/>
    <w:rsid w:val="00C95018"/>
    <w:rsid w:val="00C95401"/>
    <w:rsid w:val="00C95BEC"/>
    <w:rsid w:val="00C968DE"/>
    <w:rsid w:val="00C9690B"/>
    <w:rsid w:val="00C96B80"/>
    <w:rsid w:val="00C96C31"/>
    <w:rsid w:val="00C96D42"/>
    <w:rsid w:val="00C97869"/>
    <w:rsid w:val="00C979D4"/>
    <w:rsid w:val="00C97A5D"/>
    <w:rsid w:val="00C97B39"/>
    <w:rsid w:val="00C97F00"/>
    <w:rsid w:val="00C97FBE"/>
    <w:rsid w:val="00CA020D"/>
    <w:rsid w:val="00CA07E8"/>
    <w:rsid w:val="00CA0C80"/>
    <w:rsid w:val="00CA0E8B"/>
    <w:rsid w:val="00CA0E91"/>
    <w:rsid w:val="00CA13B2"/>
    <w:rsid w:val="00CA1707"/>
    <w:rsid w:val="00CA18AD"/>
    <w:rsid w:val="00CA1BC4"/>
    <w:rsid w:val="00CA1D29"/>
    <w:rsid w:val="00CA1ED6"/>
    <w:rsid w:val="00CA1F45"/>
    <w:rsid w:val="00CA20E0"/>
    <w:rsid w:val="00CA21FE"/>
    <w:rsid w:val="00CA2221"/>
    <w:rsid w:val="00CA22F0"/>
    <w:rsid w:val="00CA237E"/>
    <w:rsid w:val="00CA2800"/>
    <w:rsid w:val="00CA2AFD"/>
    <w:rsid w:val="00CA2B37"/>
    <w:rsid w:val="00CA2F7D"/>
    <w:rsid w:val="00CA3094"/>
    <w:rsid w:val="00CA32DA"/>
    <w:rsid w:val="00CA33CF"/>
    <w:rsid w:val="00CA34FA"/>
    <w:rsid w:val="00CA3998"/>
    <w:rsid w:val="00CA3A27"/>
    <w:rsid w:val="00CA3A9C"/>
    <w:rsid w:val="00CA3AC3"/>
    <w:rsid w:val="00CA3AF0"/>
    <w:rsid w:val="00CA3CA9"/>
    <w:rsid w:val="00CA3F98"/>
    <w:rsid w:val="00CA420E"/>
    <w:rsid w:val="00CA4831"/>
    <w:rsid w:val="00CA4F19"/>
    <w:rsid w:val="00CA4FB4"/>
    <w:rsid w:val="00CA53FD"/>
    <w:rsid w:val="00CA553B"/>
    <w:rsid w:val="00CA56EB"/>
    <w:rsid w:val="00CA59A1"/>
    <w:rsid w:val="00CA5A9E"/>
    <w:rsid w:val="00CA5B43"/>
    <w:rsid w:val="00CA5E56"/>
    <w:rsid w:val="00CA5E76"/>
    <w:rsid w:val="00CA5EAB"/>
    <w:rsid w:val="00CA5F5F"/>
    <w:rsid w:val="00CA6127"/>
    <w:rsid w:val="00CA660F"/>
    <w:rsid w:val="00CA67B1"/>
    <w:rsid w:val="00CA67ED"/>
    <w:rsid w:val="00CA6B82"/>
    <w:rsid w:val="00CA6EEE"/>
    <w:rsid w:val="00CA71DB"/>
    <w:rsid w:val="00CA73D9"/>
    <w:rsid w:val="00CA7C31"/>
    <w:rsid w:val="00CA7E3F"/>
    <w:rsid w:val="00CA7EBA"/>
    <w:rsid w:val="00CA7F5B"/>
    <w:rsid w:val="00CB02DE"/>
    <w:rsid w:val="00CB06B6"/>
    <w:rsid w:val="00CB0780"/>
    <w:rsid w:val="00CB0CBF"/>
    <w:rsid w:val="00CB1291"/>
    <w:rsid w:val="00CB1485"/>
    <w:rsid w:val="00CB14E7"/>
    <w:rsid w:val="00CB15DE"/>
    <w:rsid w:val="00CB1821"/>
    <w:rsid w:val="00CB183E"/>
    <w:rsid w:val="00CB191D"/>
    <w:rsid w:val="00CB1AD5"/>
    <w:rsid w:val="00CB1EDB"/>
    <w:rsid w:val="00CB213E"/>
    <w:rsid w:val="00CB27AB"/>
    <w:rsid w:val="00CB2B04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407D"/>
    <w:rsid w:val="00CB42CA"/>
    <w:rsid w:val="00CB47CB"/>
    <w:rsid w:val="00CB49A8"/>
    <w:rsid w:val="00CB4AA6"/>
    <w:rsid w:val="00CB4B79"/>
    <w:rsid w:val="00CB5040"/>
    <w:rsid w:val="00CB5106"/>
    <w:rsid w:val="00CB51A6"/>
    <w:rsid w:val="00CB5322"/>
    <w:rsid w:val="00CB5D0E"/>
    <w:rsid w:val="00CB6500"/>
    <w:rsid w:val="00CB6AB5"/>
    <w:rsid w:val="00CB6D1E"/>
    <w:rsid w:val="00CB6F11"/>
    <w:rsid w:val="00CB756F"/>
    <w:rsid w:val="00CB76CC"/>
    <w:rsid w:val="00CB7C71"/>
    <w:rsid w:val="00CB7EC4"/>
    <w:rsid w:val="00CC0086"/>
    <w:rsid w:val="00CC0186"/>
    <w:rsid w:val="00CC01CF"/>
    <w:rsid w:val="00CC033F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651"/>
    <w:rsid w:val="00CC17A3"/>
    <w:rsid w:val="00CC1A03"/>
    <w:rsid w:val="00CC1AA7"/>
    <w:rsid w:val="00CC1AAB"/>
    <w:rsid w:val="00CC1B83"/>
    <w:rsid w:val="00CC1F9C"/>
    <w:rsid w:val="00CC1FCB"/>
    <w:rsid w:val="00CC2616"/>
    <w:rsid w:val="00CC2C37"/>
    <w:rsid w:val="00CC2E38"/>
    <w:rsid w:val="00CC2ED4"/>
    <w:rsid w:val="00CC30CE"/>
    <w:rsid w:val="00CC3171"/>
    <w:rsid w:val="00CC3355"/>
    <w:rsid w:val="00CC3557"/>
    <w:rsid w:val="00CC38BE"/>
    <w:rsid w:val="00CC3921"/>
    <w:rsid w:val="00CC42C5"/>
    <w:rsid w:val="00CC463D"/>
    <w:rsid w:val="00CC46B0"/>
    <w:rsid w:val="00CC4705"/>
    <w:rsid w:val="00CC4819"/>
    <w:rsid w:val="00CC4A63"/>
    <w:rsid w:val="00CC4B14"/>
    <w:rsid w:val="00CC4C14"/>
    <w:rsid w:val="00CC4EC6"/>
    <w:rsid w:val="00CC4EF9"/>
    <w:rsid w:val="00CC51EE"/>
    <w:rsid w:val="00CC53EE"/>
    <w:rsid w:val="00CC56FC"/>
    <w:rsid w:val="00CC5924"/>
    <w:rsid w:val="00CC5BF6"/>
    <w:rsid w:val="00CC5FC4"/>
    <w:rsid w:val="00CC6065"/>
    <w:rsid w:val="00CC6242"/>
    <w:rsid w:val="00CC629C"/>
    <w:rsid w:val="00CC658E"/>
    <w:rsid w:val="00CC65E8"/>
    <w:rsid w:val="00CC6739"/>
    <w:rsid w:val="00CC673A"/>
    <w:rsid w:val="00CC689A"/>
    <w:rsid w:val="00CC6ACF"/>
    <w:rsid w:val="00CC7118"/>
    <w:rsid w:val="00CC7970"/>
    <w:rsid w:val="00CC7B1C"/>
    <w:rsid w:val="00CD01F5"/>
    <w:rsid w:val="00CD02D9"/>
    <w:rsid w:val="00CD04A7"/>
    <w:rsid w:val="00CD057B"/>
    <w:rsid w:val="00CD05E5"/>
    <w:rsid w:val="00CD06AD"/>
    <w:rsid w:val="00CD0A31"/>
    <w:rsid w:val="00CD0B7D"/>
    <w:rsid w:val="00CD0BFF"/>
    <w:rsid w:val="00CD0C44"/>
    <w:rsid w:val="00CD122F"/>
    <w:rsid w:val="00CD2025"/>
    <w:rsid w:val="00CD279E"/>
    <w:rsid w:val="00CD2819"/>
    <w:rsid w:val="00CD2A2F"/>
    <w:rsid w:val="00CD2B12"/>
    <w:rsid w:val="00CD31B1"/>
    <w:rsid w:val="00CD35B0"/>
    <w:rsid w:val="00CD3F4E"/>
    <w:rsid w:val="00CD3FFA"/>
    <w:rsid w:val="00CD4047"/>
    <w:rsid w:val="00CD450F"/>
    <w:rsid w:val="00CD45E9"/>
    <w:rsid w:val="00CD46E9"/>
    <w:rsid w:val="00CD5698"/>
    <w:rsid w:val="00CD5B37"/>
    <w:rsid w:val="00CD613D"/>
    <w:rsid w:val="00CD6206"/>
    <w:rsid w:val="00CD6667"/>
    <w:rsid w:val="00CD6DE6"/>
    <w:rsid w:val="00CD6E86"/>
    <w:rsid w:val="00CD7185"/>
    <w:rsid w:val="00CE0686"/>
    <w:rsid w:val="00CE07FA"/>
    <w:rsid w:val="00CE0EB7"/>
    <w:rsid w:val="00CE10C6"/>
    <w:rsid w:val="00CE1286"/>
    <w:rsid w:val="00CE12DB"/>
    <w:rsid w:val="00CE1376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C9D"/>
    <w:rsid w:val="00CE3CA5"/>
    <w:rsid w:val="00CE3FC7"/>
    <w:rsid w:val="00CE4213"/>
    <w:rsid w:val="00CE4A2B"/>
    <w:rsid w:val="00CE4A88"/>
    <w:rsid w:val="00CE4ABD"/>
    <w:rsid w:val="00CE4B43"/>
    <w:rsid w:val="00CE4C52"/>
    <w:rsid w:val="00CE5324"/>
    <w:rsid w:val="00CE54F3"/>
    <w:rsid w:val="00CE55C2"/>
    <w:rsid w:val="00CE59AF"/>
    <w:rsid w:val="00CE5C4C"/>
    <w:rsid w:val="00CE6174"/>
    <w:rsid w:val="00CE652C"/>
    <w:rsid w:val="00CE65B0"/>
    <w:rsid w:val="00CE6806"/>
    <w:rsid w:val="00CE68D4"/>
    <w:rsid w:val="00CE6978"/>
    <w:rsid w:val="00CE6C36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A3C"/>
    <w:rsid w:val="00CF0E86"/>
    <w:rsid w:val="00CF0F4D"/>
    <w:rsid w:val="00CF118A"/>
    <w:rsid w:val="00CF1291"/>
    <w:rsid w:val="00CF14AB"/>
    <w:rsid w:val="00CF17E4"/>
    <w:rsid w:val="00CF17E8"/>
    <w:rsid w:val="00CF19AB"/>
    <w:rsid w:val="00CF1F2A"/>
    <w:rsid w:val="00CF1F2D"/>
    <w:rsid w:val="00CF20DC"/>
    <w:rsid w:val="00CF2863"/>
    <w:rsid w:val="00CF2C33"/>
    <w:rsid w:val="00CF2E9F"/>
    <w:rsid w:val="00CF3069"/>
    <w:rsid w:val="00CF3528"/>
    <w:rsid w:val="00CF3722"/>
    <w:rsid w:val="00CF3B69"/>
    <w:rsid w:val="00CF3C7D"/>
    <w:rsid w:val="00CF3D7F"/>
    <w:rsid w:val="00CF4148"/>
    <w:rsid w:val="00CF4246"/>
    <w:rsid w:val="00CF4789"/>
    <w:rsid w:val="00CF4A22"/>
    <w:rsid w:val="00CF4A36"/>
    <w:rsid w:val="00CF4BC3"/>
    <w:rsid w:val="00CF4C56"/>
    <w:rsid w:val="00CF5568"/>
    <w:rsid w:val="00CF6436"/>
    <w:rsid w:val="00CF6474"/>
    <w:rsid w:val="00CF6695"/>
    <w:rsid w:val="00CF6A15"/>
    <w:rsid w:val="00CF6B23"/>
    <w:rsid w:val="00CF6F6D"/>
    <w:rsid w:val="00CF7050"/>
    <w:rsid w:val="00CF7551"/>
    <w:rsid w:val="00CF7635"/>
    <w:rsid w:val="00CF7B4B"/>
    <w:rsid w:val="00D0056E"/>
    <w:rsid w:val="00D006E6"/>
    <w:rsid w:val="00D0083C"/>
    <w:rsid w:val="00D00D6D"/>
    <w:rsid w:val="00D012CC"/>
    <w:rsid w:val="00D014A4"/>
    <w:rsid w:val="00D014EB"/>
    <w:rsid w:val="00D01B68"/>
    <w:rsid w:val="00D01C68"/>
    <w:rsid w:val="00D01D95"/>
    <w:rsid w:val="00D01D99"/>
    <w:rsid w:val="00D020B2"/>
    <w:rsid w:val="00D021EF"/>
    <w:rsid w:val="00D0228A"/>
    <w:rsid w:val="00D02778"/>
    <w:rsid w:val="00D02A89"/>
    <w:rsid w:val="00D02E9D"/>
    <w:rsid w:val="00D0324E"/>
    <w:rsid w:val="00D036DF"/>
    <w:rsid w:val="00D036F8"/>
    <w:rsid w:val="00D03C91"/>
    <w:rsid w:val="00D04189"/>
    <w:rsid w:val="00D04404"/>
    <w:rsid w:val="00D049A1"/>
    <w:rsid w:val="00D04BA3"/>
    <w:rsid w:val="00D04E8B"/>
    <w:rsid w:val="00D050F7"/>
    <w:rsid w:val="00D052E2"/>
    <w:rsid w:val="00D0564D"/>
    <w:rsid w:val="00D05C68"/>
    <w:rsid w:val="00D05CA9"/>
    <w:rsid w:val="00D05E20"/>
    <w:rsid w:val="00D06135"/>
    <w:rsid w:val="00D06390"/>
    <w:rsid w:val="00D06524"/>
    <w:rsid w:val="00D0665A"/>
    <w:rsid w:val="00D06AB2"/>
    <w:rsid w:val="00D06B4A"/>
    <w:rsid w:val="00D06B4F"/>
    <w:rsid w:val="00D06DAD"/>
    <w:rsid w:val="00D07110"/>
    <w:rsid w:val="00D07523"/>
    <w:rsid w:val="00D0752C"/>
    <w:rsid w:val="00D0792A"/>
    <w:rsid w:val="00D07E08"/>
    <w:rsid w:val="00D07E0A"/>
    <w:rsid w:val="00D07EE8"/>
    <w:rsid w:val="00D07F2B"/>
    <w:rsid w:val="00D100C9"/>
    <w:rsid w:val="00D1037C"/>
    <w:rsid w:val="00D10637"/>
    <w:rsid w:val="00D10840"/>
    <w:rsid w:val="00D10C14"/>
    <w:rsid w:val="00D10C2E"/>
    <w:rsid w:val="00D10C62"/>
    <w:rsid w:val="00D111BD"/>
    <w:rsid w:val="00D114E8"/>
    <w:rsid w:val="00D1188D"/>
    <w:rsid w:val="00D119B9"/>
    <w:rsid w:val="00D11BED"/>
    <w:rsid w:val="00D11F60"/>
    <w:rsid w:val="00D1225A"/>
    <w:rsid w:val="00D123B3"/>
    <w:rsid w:val="00D125DA"/>
    <w:rsid w:val="00D12BDE"/>
    <w:rsid w:val="00D1351A"/>
    <w:rsid w:val="00D13E8C"/>
    <w:rsid w:val="00D1410E"/>
    <w:rsid w:val="00D142F3"/>
    <w:rsid w:val="00D1433C"/>
    <w:rsid w:val="00D143C1"/>
    <w:rsid w:val="00D14674"/>
    <w:rsid w:val="00D147C8"/>
    <w:rsid w:val="00D14945"/>
    <w:rsid w:val="00D14F5A"/>
    <w:rsid w:val="00D1526C"/>
    <w:rsid w:val="00D1572D"/>
    <w:rsid w:val="00D1577D"/>
    <w:rsid w:val="00D15B96"/>
    <w:rsid w:val="00D16189"/>
    <w:rsid w:val="00D163F2"/>
    <w:rsid w:val="00D16735"/>
    <w:rsid w:val="00D16764"/>
    <w:rsid w:val="00D1685B"/>
    <w:rsid w:val="00D16B08"/>
    <w:rsid w:val="00D16FB9"/>
    <w:rsid w:val="00D172C2"/>
    <w:rsid w:val="00D1781F"/>
    <w:rsid w:val="00D17B85"/>
    <w:rsid w:val="00D17C0C"/>
    <w:rsid w:val="00D17C62"/>
    <w:rsid w:val="00D17CBC"/>
    <w:rsid w:val="00D17E3E"/>
    <w:rsid w:val="00D20083"/>
    <w:rsid w:val="00D201F1"/>
    <w:rsid w:val="00D203D4"/>
    <w:rsid w:val="00D207DF"/>
    <w:rsid w:val="00D20CED"/>
    <w:rsid w:val="00D20DEE"/>
    <w:rsid w:val="00D21394"/>
    <w:rsid w:val="00D214E8"/>
    <w:rsid w:val="00D21B1C"/>
    <w:rsid w:val="00D21CA4"/>
    <w:rsid w:val="00D21DA6"/>
    <w:rsid w:val="00D2205A"/>
    <w:rsid w:val="00D222AA"/>
    <w:rsid w:val="00D22849"/>
    <w:rsid w:val="00D22954"/>
    <w:rsid w:val="00D22973"/>
    <w:rsid w:val="00D2303E"/>
    <w:rsid w:val="00D23424"/>
    <w:rsid w:val="00D238D0"/>
    <w:rsid w:val="00D23A40"/>
    <w:rsid w:val="00D23FB3"/>
    <w:rsid w:val="00D24100"/>
    <w:rsid w:val="00D245A4"/>
    <w:rsid w:val="00D245BE"/>
    <w:rsid w:val="00D2476A"/>
    <w:rsid w:val="00D24DDD"/>
    <w:rsid w:val="00D250BA"/>
    <w:rsid w:val="00D25739"/>
    <w:rsid w:val="00D263EC"/>
    <w:rsid w:val="00D2659A"/>
    <w:rsid w:val="00D269FA"/>
    <w:rsid w:val="00D26B1F"/>
    <w:rsid w:val="00D26B38"/>
    <w:rsid w:val="00D26EA6"/>
    <w:rsid w:val="00D27269"/>
    <w:rsid w:val="00D27639"/>
    <w:rsid w:val="00D277F7"/>
    <w:rsid w:val="00D27A75"/>
    <w:rsid w:val="00D27B44"/>
    <w:rsid w:val="00D27D9C"/>
    <w:rsid w:val="00D30071"/>
    <w:rsid w:val="00D301B1"/>
    <w:rsid w:val="00D3020B"/>
    <w:rsid w:val="00D30247"/>
    <w:rsid w:val="00D303AF"/>
    <w:rsid w:val="00D305F9"/>
    <w:rsid w:val="00D30BB0"/>
    <w:rsid w:val="00D30DA0"/>
    <w:rsid w:val="00D31003"/>
    <w:rsid w:val="00D3187C"/>
    <w:rsid w:val="00D3190E"/>
    <w:rsid w:val="00D32013"/>
    <w:rsid w:val="00D320AC"/>
    <w:rsid w:val="00D32447"/>
    <w:rsid w:val="00D3254D"/>
    <w:rsid w:val="00D32570"/>
    <w:rsid w:val="00D326DA"/>
    <w:rsid w:val="00D32B86"/>
    <w:rsid w:val="00D32BB8"/>
    <w:rsid w:val="00D333E9"/>
    <w:rsid w:val="00D33626"/>
    <w:rsid w:val="00D3362E"/>
    <w:rsid w:val="00D33646"/>
    <w:rsid w:val="00D336B6"/>
    <w:rsid w:val="00D33799"/>
    <w:rsid w:val="00D3388C"/>
    <w:rsid w:val="00D33F13"/>
    <w:rsid w:val="00D33F45"/>
    <w:rsid w:val="00D34022"/>
    <w:rsid w:val="00D3413B"/>
    <w:rsid w:val="00D34348"/>
    <w:rsid w:val="00D3467A"/>
    <w:rsid w:val="00D346F6"/>
    <w:rsid w:val="00D3472F"/>
    <w:rsid w:val="00D347D6"/>
    <w:rsid w:val="00D347E4"/>
    <w:rsid w:val="00D35186"/>
    <w:rsid w:val="00D35433"/>
    <w:rsid w:val="00D354E7"/>
    <w:rsid w:val="00D3603E"/>
    <w:rsid w:val="00D363DD"/>
    <w:rsid w:val="00D36439"/>
    <w:rsid w:val="00D3661C"/>
    <w:rsid w:val="00D36771"/>
    <w:rsid w:val="00D369E9"/>
    <w:rsid w:val="00D36E61"/>
    <w:rsid w:val="00D37D83"/>
    <w:rsid w:val="00D37EE7"/>
    <w:rsid w:val="00D400F3"/>
    <w:rsid w:val="00D40281"/>
    <w:rsid w:val="00D40DC1"/>
    <w:rsid w:val="00D41138"/>
    <w:rsid w:val="00D41266"/>
    <w:rsid w:val="00D4162E"/>
    <w:rsid w:val="00D41854"/>
    <w:rsid w:val="00D41A34"/>
    <w:rsid w:val="00D41FAB"/>
    <w:rsid w:val="00D42193"/>
    <w:rsid w:val="00D4292B"/>
    <w:rsid w:val="00D42F47"/>
    <w:rsid w:val="00D43464"/>
    <w:rsid w:val="00D43583"/>
    <w:rsid w:val="00D4400D"/>
    <w:rsid w:val="00D4424A"/>
    <w:rsid w:val="00D4456E"/>
    <w:rsid w:val="00D449BD"/>
    <w:rsid w:val="00D44CC0"/>
    <w:rsid w:val="00D44CFD"/>
    <w:rsid w:val="00D4507E"/>
    <w:rsid w:val="00D4517F"/>
    <w:rsid w:val="00D45873"/>
    <w:rsid w:val="00D45B3B"/>
    <w:rsid w:val="00D45C4B"/>
    <w:rsid w:val="00D45EFB"/>
    <w:rsid w:val="00D460AE"/>
    <w:rsid w:val="00D462D4"/>
    <w:rsid w:val="00D4635E"/>
    <w:rsid w:val="00D46471"/>
    <w:rsid w:val="00D465C9"/>
    <w:rsid w:val="00D467A6"/>
    <w:rsid w:val="00D467E9"/>
    <w:rsid w:val="00D46E19"/>
    <w:rsid w:val="00D46F80"/>
    <w:rsid w:val="00D4703A"/>
    <w:rsid w:val="00D50151"/>
    <w:rsid w:val="00D501C4"/>
    <w:rsid w:val="00D506A2"/>
    <w:rsid w:val="00D50731"/>
    <w:rsid w:val="00D50790"/>
    <w:rsid w:val="00D50814"/>
    <w:rsid w:val="00D509EB"/>
    <w:rsid w:val="00D50BD2"/>
    <w:rsid w:val="00D50CD9"/>
    <w:rsid w:val="00D50D65"/>
    <w:rsid w:val="00D50DA6"/>
    <w:rsid w:val="00D50FCA"/>
    <w:rsid w:val="00D51077"/>
    <w:rsid w:val="00D51420"/>
    <w:rsid w:val="00D515BA"/>
    <w:rsid w:val="00D51921"/>
    <w:rsid w:val="00D521BB"/>
    <w:rsid w:val="00D52606"/>
    <w:rsid w:val="00D52711"/>
    <w:rsid w:val="00D529F6"/>
    <w:rsid w:val="00D52B07"/>
    <w:rsid w:val="00D52B15"/>
    <w:rsid w:val="00D52CE1"/>
    <w:rsid w:val="00D530CD"/>
    <w:rsid w:val="00D532FC"/>
    <w:rsid w:val="00D5333B"/>
    <w:rsid w:val="00D536B1"/>
    <w:rsid w:val="00D53925"/>
    <w:rsid w:val="00D540C4"/>
    <w:rsid w:val="00D54291"/>
    <w:rsid w:val="00D545F2"/>
    <w:rsid w:val="00D54607"/>
    <w:rsid w:val="00D54B60"/>
    <w:rsid w:val="00D54C97"/>
    <w:rsid w:val="00D551BE"/>
    <w:rsid w:val="00D55946"/>
    <w:rsid w:val="00D55987"/>
    <w:rsid w:val="00D55E96"/>
    <w:rsid w:val="00D55F1C"/>
    <w:rsid w:val="00D5616F"/>
    <w:rsid w:val="00D5629E"/>
    <w:rsid w:val="00D564A4"/>
    <w:rsid w:val="00D56820"/>
    <w:rsid w:val="00D5684F"/>
    <w:rsid w:val="00D568D5"/>
    <w:rsid w:val="00D56B41"/>
    <w:rsid w:val="00D56B6E"/>
    <w:rsid w:val="00D56D3B"/>
    <w:rsid w:val="00D56D83"/>
    <w:rsid w:val="00D56ED4"/>
    <w:rsid w:val="00D5709C"/>
    <w:rsid w:val="00D577C6"/>
    <w:rsid w:val="00D57C78"/>
    <w:rsid w:val="00D57CB8"/>
    <w:rsid w:val="00D57F23"/>
    <w:rsid w:val="00D6004F"/>
    <w:rsid w:val="00D60109"/>
    <w:rsid w:val="00D60150"/>
    <w:rsid w:val="00D60176"/>
    <w:rsid w:val="00D60B79"/>
    <w:rsid w:val="00D60C0E"/>
    <w:rsid w:val="00D61291"/>
    <w:rsid w:val="00D612B9"/>
    <w:rsid w:val="00D61491"/>
    <w:rsid w:val="00D614E4"/>
    <w:rsid w:val="00D617FF"/>
    <w:rsid w:val="00D61967"/>
    <w:rsid w:val="00D61A53"/>
    <w:rsid w:val="00D61C5A"/>
    <w:rsid w:val="00D621C6"/>
    <w:rsid w:val="00D624E9"/>
    <w:rsid w:val="00D625E7"/>
    <w:rsid w:val="00D6269E"/>
    <w:rsid w:val="00D6270E"/>
    <w:rsid w:val="00D62822"/>
    <w:rsid w:val="00D62B5C"/>
    <w:rsid w:val="00D62C04"/>
    <w:rsid w:val="00D62C07"/>
    <w:rsid w:val="00D638BC"/>
    <w:rsid w:val="00D63A0B"/>
    <w:rsid w:val="00D63C18"/>
    <w:rsid w:val="00D63E9A"/>
    <w:rsid w:val="00D63F74"/>
    <w:rsid w:val="00D640A0"/>
    <w:rsid w:val="00D64296"/>
    <w:rsid w:val="00D648FB"/>
    <w:rsid w:val="00D64C34"/>
    <w:rsid w:val="00D64F9D"/>
    <w:rsid w:val="00D650B6"/>
    <w:rsid w:val="00D65230"/>
    <w:rsid w:val="00D65546"/>
    <w:rsid w:val="00D65B90"/>
    <w:rsid w:val="00D65D1B"/>
    <w:rsid w:val="00D66375"/>
    <w:rsid w:val="00D664C4"/>
    <w:rsid w:val="00D66586"/>
    <w:rsid w:val="00D668F3"/>
    <w:rsid w:val="00D669C3"/>
    <w:rsid w:val="00D66A40"/>
    <w:rsid w:val="00D66DEB"/>
    <w:rsid w:val="00D6736D"/>
    <w:rsid w:val="00D673E8"/>
    <w:rsid w:val="00D6768F"/>
    <w:rsid w:val="00D67C01"/>
    <w:rsid w:val="00D67E0C"/>
    <w:rsid w:val="00D70048"/>
    <w:rsid w:val="00D706A1"/>
    <w:rsid w:val="00D70789"/>
    <w:rsid w:val="00D709E3"/>
    <w:rsid w:val="00D70CAE"/>
    <w:rsid w:val="00D70D07"/>
    <w:rsid w:val="00D712AC"/>
    <w:rsid w:val="00D71375"/>
    <w:rsid w:val="00D71408"/>
    <w:rsid w:val="00D71531"/>
    <w:rsid w:val="00D71549"/>
    <w:rsid w:val="00D716A7"/>
    <w:rsid w:val="00D7176B"/>
    <w:rsid w:val="00D71892"/>
    <w:rsid w:val="00D7225D"/>
    <w:rsid w:val="00D722BB"/>
    <w:rsid w:val="00D7232B"/>
    <w:rsid w:val="00D725FD"/>
    <w:rsid w:val="00D7289B"/>
    <w:rsid w:val="00D73113"/>
    <w:rsid w:val="00D731B7"/>
    <w:rsid w:val="00D7339C"/>
    <w:rsid w:val="00D73451"/>
    <w:rsid w:val="00D7350B"/>
    <w:rsid w:val="00D73704"/>
    <w:rsid w:val="00D73836"/>
    <w:rsid w:val="00D738AA"/>
    <w:rsid w:val="00D73D87"/>
    <w:rsid w:val="00D73F46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9DC"/>
    <w:rsid w:val="00D75E2F"/>
    <w:rsid w:val="00D7629E"/>
    <w:rsid w:val="00D764EA"/>
    <w:rsid w:val="00D76A77"/>
    <w:rsid w:val="00D76ADC"/>
    <w:rsid w:val="00D76EAD"/>
    <w:rsid w:val="00D773D4"/>
    <w:rsid w:val="00D77502"/>
    <w:rsid w:val="00D779F0"/>
    <w:rsid w:val="00D77AAD"/>
    <w:rsid w:val="00D77C35"/>
    <w:rsid w:val="00D77CC3"/>
    <w:rsid w:val="00D77DDF"/>
    <w:rsid w:val="00D77F4C"/>
    <w:rsid w:val="00D80239"/>
    <w:rsid w:val="00D80563"/>
    <w:rsid w:val="00D807CF"/>
    <w:rsid w:val="00D80888"/>
    <w:rsid w:val="00D80E01"/>
    <w:rsid w:val="00D80E94"/>
    <w:rsid w:val="00D81126"/>
    <w:rsid w:val="00D81234"/>
    <w:rsid w:val="00D813EC"/>
    <w:rsid w:val="00D81483"/>
    <w:rsid w:val="00D81583"/>
    <w:rsid w:val="00D8159E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4C5"/>
    <w:rsid w:val="00D835EC"/>
    <w:rsid w:val="00D837F4"/>
    <w:rsid w:val="00D83B3B"/>
    <w:rsid w:val="00D83DBA"/>
    <w:rsid w:val="00D83E09"/>
    <w:rsid w:val="00D83FF5"/>
    <w:rsid w:val="00D84356"/>
    <w:rsid w:val="00D843EF"/>
    <w:rsid w:val="00D843FB"/>
    <w:rsid w:val="00D8450C"/>
    <w:rsid w:val="00D845E6"/>
    <w:rsid w:val="00D84780"/>
    <w:rsid w:val="00D84E5E"/>
    <w:rsid w:val="00D84F16"/>
    <w:rsid w:val="00D850E7"/>
    <w:rsid w:val="00D8519E"/>
    <w:rsid w:val="00D8572F"/>
    <w:rsid w:val="00D85973"/>
    <w:rsid w:val="00D85CA4"/>
    <w:rsid w:val="00D85D22"/>
    <w:rsid w:val="00D861F3"/>
    <w:rsid w:val="00D86632"/>
    <w:rsid w:val="00D86639"/>
    <w:rsid w:val="00D866BC"/>
    <w:rsid w:val="00D86A09"/>
    <w:rsid w:val="00D86A84"/>
    <w:rsid w:val="00D86E66"/>
    <w:rsid w:val="00D8742D"/>
    <w:rsid w:val="00D875C8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5FC"/>
    <w:rsid w:val="00D91986"/>
    <w:rsid w:val="00D91B6C"/>
    <w:rsid w:val="00D920E9"/>
    <w:rsid w:val="00D921BF"/>
    <w:rsid w:val="00D9256B"/>
    <w:rsid w:val="00D929B8"/>
    <w:rsid w:val="00D92A49"/>
    <w:rsid w:val="00D92DA8"/>
    <w:rsid w:val="00D92F2F"/>
    <w:rsid w:val="00D92F7B"/>
    <w:rsid w:val="00D9309B"/>
    <w:rsid w:val="00D9312F"/>
    <w:rsid w:val="00D9320B"/>
    <w:rsid w:val="00D932E1"/>
    <w:rsid w:val="00D93567"/>
    <w:rsid w:val="00D93AFF"/>
    <w:rsid w:val="00D93BCE"/>
    <w:rsid w:val="00D945B6"/>
    <w:rsid w:val="00D9471E"/>
    <w:rsid w:val="00D94756"/>
    <w:rsid w:val="00D94B56"/>
    <w:rsid w:val="00D94EA1"/>
    <w:rsid w:val="00D94EE3"/>
    <w:rsid w:val="00D95005"/>
    <w:rsid w:val="00D950DE"/>
    <w:rsid w:val="00D95103"/>
    <w:rsid w:val="00D95866"/>
    <w:rsid w:val="00D95AAA"/>
    <w:rsid w:val="00D95B7B"/>
    <w:rsid w:val="00D95CDB"/>
    <w:rsid w:val="00D95E16"/>
    <w:rsid w:val="00D962A2"/>
    <w:rsid w:val="00D9667F"/>
    <w:rsid w:val="00D966C2"/>
    <w:rsid w:val="00D96888"/>
    <w:rsid w:val="00D969E4"/>
    <w:rsid w:val="00D96EDA"/>
    <w:rsid w:val="00D9787D"/>
    <w:rsid w:val="00D97A69"/>
    <w:rsid w:val="00D97D94"/>
    <w:rsid w:val="00DA0716"/>
    <w:rsid w:val="00DA0DCF"/>
    <w:rsid w:val="00DA16EA"/>
    <w:rsid w:val="00DA1D42"/>
    <w:rsid w:val="00DA214E"/>
    <w:rsid w:val="00DA25B2"/>
    <w:rsid w:val="00DA290A"/>
    <w:rsid w:val="00DA2957"/>
    <w:rsid w:val="00DA29E8"/>
    <w:rsid w:val="00DA2ACD"/>
    <w:rsid w:val="00DA33B5"/>
    <w:rsid w:val="00DA342C"/>
    <w:rsid w:val="00DA352B"/>
    <w:rsid w:val="00DA4482"/>
    <w:rsid w:val="00DA4C2A"/>
    <w:rsid w:val="00DA4F27"/>
    <w:rsid w:val="00DA4F4B"/>
    <w:rsid w:val="00DA4FB2"/>
    <w:rsid w:val="00DA5078"/>
    <w:rsid w:val="00DA50C7"/>
    <w:rsid w:val="00DA52D4"/>
    <w:rsid w:val="00DA5C9E"/>
    <w:rsid w:val="00DA5F2D"/>
    <w:rsid w:val="00DA63DC"/>
    <w:rsid w:val="00DA6903"/>
    <w:rsid w:val="00DA6A25"/>
    <w:rsid w:val="00DA6C1E"/>
    <w:rsid w:val="00DA6C3D"/>
    <w:rsid w:val="00DA6D78"/>
    <w:rsid w:val="00DA6E28"/>
    <w:rsid w:val="00DA74A2"/>
    <w:rsid w:val="00DA76DF"/>
    <w:rsid w:val="00DA796F"/>
    <w:rsid w:val="00DA7A72"/>
    <w:rsid w:val="00DA7C0E"/>
    <w:rsid w:val="00DB07A7"/>
    <w:rsid w:val="00DB0A1F"/>
    <w:rsid w:val="00DB0ABE"/>
    <w:rsid w:val="00DB0B88"/>
    <w:rsid w:val="00DB0C4A"/>
    <w:rsid w:val="00DB0C6E"/>
    <w:rsid w:val="00DB0D2D"/>
    <w:rsid w:val="00DB0E9F"/>
    <w:rsid w:val="00DB1195"/>
    <w:rsid w:val="00DB125D"/>
    <w:rsid w:val="00DB1378"/>
    <w:rsid w:val="00DB19E8"/>
    <w:rsid w:val="00DB1F56"/>
    <w:rsid w:val="00DB202E"/>
    <w:rsid w:val="00DB23E6"/>
    <w:rsid w:val="00DB24FD"/>
    <w:rsid w:val="00DB2C38"/>
    <w:rsid w:val="00DB30CB"/>
    <w:rsid w:val="00DB38F4"/>
    <w:rsid w:val="00DB3901"/>
    <w:rsid w:val="00DB3F39"/>
    <w:rsid w:val="00DB4673"/>
    <w:rsid w:val="00DB487C"/>
    <w:rsid w:val="00DB49DA"/>
    <w:rsid w:val="00DB4F1E"/>
    <w:rsid w:val="00DB5850"/>
    <w:rsid w:val="00DB589E"/>
    <w:rsid w:val="00DB5A1E"/>
    <w:rsid w:val="00DB6335"/>
    <w:rsid w:val="00DB63CE"/>
    <w:rsid w:val="00DB6451"/>
    <w:rsid w:val="00DB6B2A"/>
    <w:rsid w:val="00DB70C2"/>
    <w:rsid w:val="00DB7165"/>
    <w:rsid w:val="00DB7429"/>
    <w:rsid w:val="00DB7556"/>
    <w:rsid w:val="00DB7661"/>
    <w:rsid w:val="00DB766B"/>
    <w:rsid w:val="00DB77DC"/>
    <w:rsid w:val="00DB7881"/>
    <w:rsid w:val="00DB7A19"/>
    <w:rsid w:val="00DB7B18"/>
    <w:rsid w:val="00DB7D5D"/>
    <w:rsid w:val="00DC037C"/>
    <w:rsid w:val="00DC0667"/>
    <w:rsid w:val="00DC08F3"/>
    <w:rsid w:val="00DC09D1"/>
    <w:rsid w:val="00DC0BE4"/>
    <w:rsid w:val="00DC0D0F"/>
    <w:rsid w:val="00DC1041"/>
    <w:rsid w:val="00DC12FF"/>
    <w:rsid w:val="00DC1939"/>
    <w:rsid w:val="00DC2788"/>
    <w:rsid w:val="00DC2AD8"/>
    <w:rsid w:val="00DC2BEB"/>
    <w:rsid w:val="00DC2CBB"/>
    <w:rsid w:val="00DC2DD4"/>
    <w:rsid w:val="00DC31D4"/>
    <w:rsid w:val="00DC3594"/>
    <w:rsid w:val="00DC3DC0"/>
    <w:rsid w:val="00DC4051"/>
    <w:rsid w:val="00DC4505"/>
    <w:rsid w:val="00DC46AC"/>
    <w:rsid w:val="00DC46CA"/>
    <w:rsid w:val="00DC4D48"/>
    <w:rsid w:val="00DC4E32"/>
    <w:rsid w:val="00DC4FB2"/>
    <w:rsid w:val="00DC553E"/>
    <w:rsid w:val="00DC5693"/>
    <w:rsid w:val="00DC6611"/>
    <w:rsid w:val="00DC66B2"/>
    <w:rsid w:val="00DC6A3C"/>
    <w:rsid w:val="00DC6F6B"/>
    <w:rsid w:val="00DC7131"/>
    <w:rsid w:val="00DC7196"/>
    <w:rsid w:val="00DC76B4"/>
    <w:rsid w:val="00DC7802"/>
    <w:rsid w:val="00DC7CF0"/>
    <w:rsid w:val="00DD0375"/>
    <w:rsid w:val="00DD06D0"/>
    <w:rsid w:val="00DD0BDA"/>
    <w:rsid w:val="00DD0D78"/>
    <w:rsid w:val="00DD13A1"/>
    <w:rsid w:val="00DD1488"/>
    <w:rsid w:val="00DD1787"/>
    <w:rsid w:val="00DD18F5"/>
    <w:rsid w:val="00DD2070"/>
    <w:rsid w:val="00DD229F"/>
    <w:rsid w:val="00DD2369"/>
    <w:rsid w:val="00DD2B28"/>
    <w:rsid w:val="00DD2B8E"/>
    <w:rsid w:val="00DD4091"/>
    <w:rsid w:val="00DD409A"/>
    <w:rsid w:val="00DD40D1"/>
    <w:rsid w:val="00DD4210"/>
    <w:rsid w:val="00DD4686"/>
    <w:rsid w:val="00DD4E20"/>
    <w:rsid w:val="00DD5591"/>
    <w:rsid w:val="00DD5597"/>
    <w:rsid w:val="00DD57D6"/>
    <w:rsid w:val="00DD5989"/>
    <w:rsid w:val="00DD5D65"/>
    <w:rsid w:val="00DD6358"/>
    <w:rsid w:val="00DD6491"/>
    <w:rsid w:val="00DD68EC"/>
    <w:rsid w:val="00DD6E24"/>
    <w:rsid w:val="00DD6F72"/>
    <w:rsid w:val="00DD6FEC"/>
    <w:rsid w:val="00DD7078"/>
    <w:rsid w:val="00DD72A1"/>
    <w:rsid w:val="00DD737B"/>
    <w:rsid w:val="00DD73A4"/>
    <w:rsid w:val="00DD7F28"/>
    <w:rsid w:val="00DE01B7"/>
    <w:rsid w:val="00DE0358"/>
    <w:rsid w:val="00DE057D"/>
    <w:rsid w:val="00DE140B"/>
    <w:rsid w:val="00DE150D"/>
    <w:rsid w:val="00DE1693"/>
    <w:rsid w:val="00DE1B23"/>
    <w:rsid w:val="00DE1ED2"/>
    <w:rsid w:val="00DE1FDE"/>
    <w:rsid w:val="00DE21C2"/>
    <w:rsid w:val="00DE2313"/>
    <w:rsid w:val="00DE24BB"/>
    <w:rsid w:val="00DE27CC"/>
    <w:rsid w:val="00DE2C83"/>
    <w:rsid w:val="00DE2DAE"/>
    <w:rsid w:val="00DE2E70"/>
    <w:rsid w:val="00DE3378"/>
    <w:rsid w:val="00DE33B8"/>
    <w:rsid w:val="00DE37B9"/>
    <w:rsid w:val="00DE38AD"/>
    <w:rsid w:val="00DE38B4"/>
    <w:rsid w:val="00DE3E53"/>
    <w:rsid w:val="00DE3F55"/>
    <w:rsid w:val="00DE4463"/>
    <w:rsid w:val="00DE455A"/>
    <w:rsid w:val="00DE46BE"/>
    <w:rsid w:val="00DE48AD"/>
    <w:rsid w:val="00DE5244"/>
    <w:rsid w:val="00DE552C"/>
    <w:rsid w:val="00DE58AF"/>
    <w:rsid w:val="00DE5B07"/>
    <w:rsid w:val="00DE5C20"/>
    <w:rsid w:val="00DE5DD6"/>
    <w:rsid w:val="00DE628C"/>
    <w:rsid w:val="00DE630B"/>
    <w:rsid w:val="00DE6433"/>
    <w:rsid w:val="00DE6657"/>
    <w:rsid w:val="00DE6FBA"/>
    <w:rsid w:val="00DE726E"/>
    <w:rsid w:val="00DE7C2E"/>
    <w:rsid w:val="00DE7C57"/>
    <w:rsid w:val="00DF003F"/>
    <w:rsid w:val="00DF0254"/>
    <w:rsid w:val="00DF0516"/>
    <w:rsid w:val="00DF0554"/>
    <w:rsid w:val="00DF0882"/>
    <w:rsid w:val="00DF0899"/>
    <w:rsid w:val="00DF08B8"/>
    <w:rsid w:val="00DF12CB"/>
    <w:rsid w:val="00DF1576"/>
    <w:rsid w:val="00DF19C4"/>
    <w:rsid w:val="00DF1CBE"/>
    <w:rsid w:val="00DF1D34"/>
    <w:rsid w:val="00DF1E13"/>
    <w:rsid w:val="00DF1E90"/>
    <w:rsid w:val="00DF1FEF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12B"/>
    <w:rsid w:val="00DF4261"/>
    <w:rsid w:val="00DF480D"/>
    <w:rsid w:val="00DF4E48"/>
    <w:rsid w:val="00DF4E84"/>
    <w:rsid w:val="00DF539E"/>
    <w:rsid w:val="00DF53A2"/>
    <w:rsid w:val="00DF53F5"/>
    <w:rsid w:val="00DF5493"/>
    <w:rsid w:val="00DF5651"/>
    <w:rsid w:val="00DF5D7E"/>
    <w:rsid w:val="00DF6EF9"/>
    <w:rsid w:val="00DF701B"/>
    <w:rsid w:val="00DF712A"/>
    <w:rsid w:val="00DF73C6"/>
    <w:rsid w:val="00DF7546"/>
    <w:rsid w:val="00DF7988"/>
    <w:rsid w:val="00DF7EDA"/>
    <w:rsid w:val="00E00307"/>
    <w:rsid w:val="00E0031C"/>
    <w:rsid w:val="00E00353"/>
    <w:rsid w:val="00E00817"/>
    <w:rsid w:val="00E0097F"/>
    <w:rsid w:val="00E00AE4"/>
    <w:rsid w:val="00E00F7F"/>
    <w:rsid w:val="00E01179"/>
    <w:rsid w:val="00E01543"/>
    <w:rsid w:val="00E018AB"/>
    <w:rsid w:val="00E01E74"/>
    <w:rsid w:val="00E0201E"/>
    <w:rsid w:val="00E021C3"/>
    <w:rsid w:val="00E02368"/>
    <w:rsid w:val="00E024E8"/>
    <w:rsid w:val="00E02617"/>
    <w:rsid w:val="00E02736"/>
    <w:rsid w:val="00E028A3"/>
    <w:rsid w:val="00E02A06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916"/>
    <w:rsid w:val="00E04E95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D57"/>
    <w:rsid w:val="00E05E71"/>
    <w:rsid w:val="00E05EB2"/>
    <w:rsid w:val="00E0601F"/>
    <w:rsid w:val="00E06352"/>
    <w:rsid w:val="00E063E7"/>
    <w:rsid w:val="00E0653B"/>
    <w:rsid w:val="00E06740"/>
    <w:rsid w:val="00E06BD1"/>
    <w:rsid w:val="00E06E29"/>
    <w:rsid w:val="00E06F22"/>
    <w:rsid w:val="00E0709F"/>
    <w:rsid w:val="00E078C7"/>
    <w:rsid w:val="00E07CA8"/>
    <w:rsid w:val="00E100A6"/>
    <w:rsid w:val="00E103B8"/>
    <w:rsid w:val="00E108E5"/>
    <w:rsid w:val="00E109EE"/>
    <w:rsid w:val="00E10B32"/>
    <w:rsid w:val="00E10C1B"/>
    <w:rsid w:val="00E10D7B"/>
    <w:rsid w:val="00E111AE"/>
    <w:rsid w:val="00E113F7"/>
    <w:rsid w:val="00E116F4"/>
    <w:rsid w:val="00E117AD"/>
    <w:rsid w:val="00E117B0"/>
    <w:rsid w:val="00E117F3"/>
    <w:rsid w:val="00E1185E"/>
    <w:rsid w:val="00E11F99"/>
    <w:rsid w:val="00E1242C"/>
    <w:rsid w:val="00E124D2"/>
    <w:rsid w:val="00E128E2"/>
    <w:rsid w:val="00E12B2F"/>
    <w:rsid w:val="00E12BC6"/>
    <w:rsid w:val="00E12C5F"/>
    <w:rsid w:val="00E12F37"/>
    <w:rsid w:val="00E12FD2"/>
    <w:rsid w:val="00E1310C"/>
    <w:rsid w:val="00E13335"/>
    <w:rsid w:val="00E1361C"/>
    <w:rsid w:val="00E13976"/>
    <w:rsid w:val="00E13AC7"/>
    <w:rsid w:val="00E13D18"/>
    <w:rsid w:val="00E13E42"/>
    <w:rsid w:val="00E14178"/>
    <w:rsid w:val="00E14D5E"/>
    <w:rsid w:val="00E14D63"/>
    <w:rsid w:val="00E14D9B"/>
    <w:rsid w:val="00E14E4B"/>
    <w:rsid w:val="00E154FE"/>
    <w:rsid w:val="00E15651"/>
    <w:rsid w:val="00E1599F"/>
    <w:rsid w:val="00E15C19"/>
    <w:rsid w:val="00E16062"/>
    <w:rsid w:val="00E16214"/>
    <w:rsid w:val="00E1622B"/>
    <w:rsid w:val="00E16825"/>
    <w:rsid w:val="00E169F7"/>
    <w:rsid w:val="00E16ABF"/>
    <w:rsid w:val="00E16B79"/>
    <w:rsid w:val="00E16B8D"/>
    <w:rsid w:val="00E16B8F"/>
    <w:rsid w:val="00E16E19"/>
    <w:rsid w:val="00E17254"/>
    <w:rsid w:val="00E17358"/>
    <w:rsid w:val="00E1757D"/>
    <w:rsid w:val="00E179A4"/>
    <w:rsid w:val="00E17B38"/>
    <w:rsid w:val="00E204BE"/>
    <w:rsid w:val="00E20706"/>
    <w:rsid w:val="00E2097F"/>
    <w:rsid w:val="00E209B6"/>
    <w:rsid w:val="00E20C2D"/>
    <w:rsid w:val="00E20DF4"/>
    <w:rsid w:val="00E20FD9"/>
    <w:rsid w:val="00E21110"/>
    <w:rsid w:val="00E2113B"/>
    <w:rsid w:val="00E21276"/>
    <w:rsid w:val="00E213EC"/>
    <w:rsid w:val="00E21450"/>
    <w:rsid w:val="00E21489"/>
    <w:rsid w:val="00E215AA"/>
    <w:rsid w:val="00E21862"/>
    <w:rsid w:val="00E21F0C"/>
    <w:rsid w:val="00E21F33"/>
    <w:rsid w:val="00E221C3"/>
    <w:rsid w:val="00E2237D"/>
    <w:rsid w:val="00E22885"/>
    <w:rsid w:val="00E228A1"/>
    <w:rsid w:val="00E230B2"/>
    <w:rsid w:val="00E2366C"/>
    <w:rsid w:val="00E23936"/>
    <w:rsid w:val="00E23AD1"/>
    <w:rsid w:val="00E23DCE"/>
    <w:rsid w:val="00E23E6D"/>
    <w:rsid w:val="00E241CA"/>
    <w:rsid w:val="00E242E3"/>
    <w:rsid w:val="00E243B0"/>
    <w:rsid w:val="00E244E3"/>
    <w:rsid w:val="00E24BEF"/>
    <w:rsid w:val="00E24F66"/>
    <w:rsid w:val="00E24F7A"/>
    <w:rsid w:val="00E25193"/>
    <w:rsid w:val="00E25264"/>
    <w:rsid w:val="00E255B6"/>
    <w:rsid w:val="00E259F6"/>
    <w:rsid w:val="00E26332"/>
    <w:rsid w:val="00E263E1"/>
    <w:rsid w:val="00E26658"/>
    <w:rsid w:val="00E2672E"/>
    <w:rsid w:val="00E26890"/>
    <w:rsid w:val="00E269EF"/>
    <w:rsid w:val="00E26A2C"/>
    <w:rsid w:val="00E26B82"/>
    <w:rsid w:val="00E26D75"/>
    <w:rsid w:val="00E270D7"/>
    <w:rsid w:val="00E2787A"/>
    <w:rsid w:val="00E27A34"/>
    <w:rsid w:val="00E27CBF"/>
    <w:rsid w:val="00E30623"/>
    <w:rsid w:val="00E30734"/>
    <w:rsid w:val="00E30831"/>
    <w:rsid w:val="00E30BCF"/>
    <w:rsid w:val="00E30D08"/>
    <w:rsid w:val="00E31457"/>
    <w:rsid w:val="00E31880"/>
    <w:rsid w:val="00E32064"/>
    <w:rsid w:val="00E3230A"/>
    <w:rsid w:val="00E324C3"/>
    <w:rsid w:val="00E3265B"/>
    <w:rsid w:val="00E32718"/>
    <w:rsid w:val="00E32B1C"/>
    <w:rsid w:val="00E332D8"/>
    <w:rsid w:val="00E33337"/>
    <w:rsid w:val="00E333F9"/>
    <w:rsid w:val="00E33785"/>
    <w:rsid w:val="00E33A0F"/>
    <w:rsid w:val="00E33F25"/>
    <w:rsid w:val="00E33FD7"/>
    <w:rsid w:val="00E341D2"/>
    <w:rsid w:val="00E3432A"/>
    <w:rsid w:val="00E345AB"/>
    <w:rsid w:val="00E3534A"/>
    <w:rsid w:val="00E3536F"/>
    <w:rsid w:val="00E359FD"/>
    <w:rsid w:val="00E35C8B"/>
    <w:rsid w:val="00E3643B"/>
    <w:rsid w:val="00E364F0"/>
    <w:rsid w:val="00E36D95"/>
    <w:rsid w:val="00E37193"/>
    <w:rsid w:val="00E372D9"/>
    <w:rsid w:val="00E37653"/>
    <w:rsid w:val="00E3778A"/>
    <w:rsid w:val="00E37C96"/>
    <w:rsid w:val="00E37F4E"/>
    <w:rsid w:val="00E40168"/>
    <w:rsid w:val="00E402A5"/>
    <w:rsid w:val="00E407D8"/>
    <w:rsid w:val="00E40812"/>
    <w:rsid w:val="00E40837"/>
    <w:rsid w:val="00E40C26"/>
    <w:rsid w:val="00E40D84"/>
    <w:rsid w:val="00E416CC"/>
    <w:rsid w:val="00E416F8"/>
    <w:rsid w:val="00E41938"/>
    <w:rsid w:val="00E4194B"/>
    <w:rsid w:val="00E41A58"/>
    <w:rsid w:val="00E41AE2"/>
    <w:rsid w:val="00E41B95"/>
    <w:rsid w:val="00E41D65"/>
    <w:rsid w:val="00E41D86"/>
    <w:rsid w:val="00E41E6A"/>
    <w:rsid w:val="00E423D7"/>
    <w:rsid w:val="00E42431"/>
    <w:rsid w:val="00E42C4B"/>
    <w:rsid w:val="00E42E64"/>
    <w:rsid w:val="00E42E7D"/>
    <w:rsid w:val="00E434C7"/>
    <w:rsid w:val="00E4395B"/>
    <w:rsid w:val="00E43D04"/>
    <w:rsid w:val="00E4409A"/>
    <w:rsid w:val="00E44248"/>
    <w:rsid w:val="00E44AC1"/>
    <w:rsid w:val="00E44AD9"/>
    <w:rsid w:val="00E4512C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5BF"/>
    <w:rsid w:val="00E46824"/>
    <w:rsid w:val="00E46826"/>
    <w:rsid w:val="00E4697D"/>
    <w:rsid w:val="00E46C98"/>
    <w:rsid w:val="00E46F50"/>
    <w:rsid w:val="00E472C8"/>
    <w:rsid w:val="00E47457"/>
    <w:rsid w:val="00E47673"/>
    <w:rsid w:val="00E47ABF"/>
    <w:rsid w:val="00E47BF3"/>
    <w:rsid w:val="00E47C97"/>
    <w:rsid w:val="00E47D91"/>
    <w:rsid w:val="00E47E6E"/>
    <w:rsid w:val="00E501B7"/>
    <w:rsid w:val="00E50BE9"/>
    <w:rsid w:val="00E50F01"/>
    <w:rsid w:val="00E51282"/>
    <w:rsid w:val="00E51311"/>
    <w:rsid w:val="00E5159F"/>
    <w:rsid w:val="00E51729"/>
    <w:rsid w:val="00E517B9"/>
    <w:rsid w:val="00E518C8"/>
    <w:rsid w:val="00E51CBB"/>
    <w:rsid w:val="00E51DA3"/>
    <w:rsid w:val="00E51E1F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2C2"/>
    <w:rsid w:val="00E53D04"/>
    <w:rsid w:val="00E540FA"/>
    <w:rsid w:val="00E5413F"/>
    <w:rsid w:val="00E5447A"/>
    <w:rsid w:val="00E54657"/>
    <w:rsid w:val="00E54AB8"/>
    <w:rsid w:val="00E54CF3"/>
    <w:rsid w:val="00E54D05"/>
    <w:rsid w:val="00E54D2E"/>
    <w:rsid w:val="00E552F7"/>
    <w:rsid w:val="00E55871"/>
    <w:rsid w:val="00E55D51"/>
    <w:rsid w:val="00E55DAE"/>
    <w:rsid w:val="00E55FEC"/>
    <w:rsid w:val="00E5652C"/>
    <w:rsid w:val="00E5660A"/>
    <w:rsid w:val="00E569D8"/>
    <w:rsid w:val="00E56DD3"/>
    <w:rsid w:val="00E570E2"/>
    <w:rsid w:val="00E57134"/>
    <w:rsid w:val="00E5720C"/>
    <w:rsid w:val="00E57552"/>
    <w:rsid w:val="00E575C5"/>
    <w:rsid w:val="00E57673"/>
    <w:rsid w:val="00E57A51"/>
    <w:rsid w:val="00E57D51"/>
    <w:rsid w:val="00E60572"/>
    <w:rsid w:val="00E61206"/>
    <w:rsid w:val="00E6163A"/>
    <w:rsid w:val="00E619DA"/>
    <w:rsid w:val="00E61AA4"/>
    <w:rsid w:val="00E61BA5"/>
    <w:rsid w:val="00E61DA9"/>
    <w:rsid w:val="00E61DF0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60D"/>
    <w:rsid w:val="00E64690"/>
    <w:rsid w:val="00E64706"/>
    <w:rsid w:val="00E6475D"/>
    <w:rsid w:val="00E64C22"/>
    <w:rsid w:val="00E64DE4"/>
    <w:rsid w:val="00E64E9A"/>
    <w:rsid w:val="00E650B6"/>
    <w:rsid w:val="00E650F1"/>
    <w:rsid w:val="00E65588"/>
    <w:rsid w:val="00E6579D"/>
    <w:rsid w:val="00E65D67"/>
    <w:rsid w:val="00E66112"/>
    <w:rsid w:val="00E66153"/>
    <w:rsid w:val="00E66AF0"/>
    <w:rsid w:val="00E67874"/>
    <w:rsid w:val="00E67A63"/>
    <w:rsid w:val="00E67D4D"/>
    <w:rsid w:val="00E67D6D"/>
    <w:rsid w:val="00E67EA7"/>
    <w:rsid w:val="00E70022"/>
    <w:rsid w:val="00E700ED"/>
    <w:rsid w:val="00E70122"/>
    <w:rsid w:val="00E70128"/>
    <w:rsid w:val="00E7021E"/>
    <w:rsid w:val="00E703FB"/>
    <w:rsid w:val="00E709F7"/>
    <w:rsid w:val="00E70B59"/>
    <w:rsid w:val="00E70F9D"/>
    <w:rsid w:val="00E7119E"/>
    <w:rsid w:val="00E712FA"/>
    <w:rsid w:val="00E716A6"/>
    <w:rsid w:val="00E716E3"/>
    <w:rsid w:val="00E71926"/>
    <w:rsid w:val="00E71A2D"/>
    <w:rsid w:val="00E71B72"/>
    <w:rsid w:val="00E71C6A"/>
    <w:rsid w:val="00E71E41"/>
    <w:rsid w:val="00E71EDC"/>
    <w:rsid w:val="00E728A6"/>
    <w:rsid w:val="00E72CCD"/>
    <w:rsid w:val="00E73877"/>
    <w:rsid w:val="00E73885"/>
    <w:rsid w:val="00E73BDE"/>
    <w:rsid w:val="00E73C5A"/>
    <w:rsid w:val="00E73E2A"/>
    <w:rsid w:val="00E73EE2"/>
    <w:rsid w:val="00E73F34"/>
    <w:rsid w:val="00E74192"/>
    <w:rsid w:val="00E748D9"/>
    <w:rsid w:val="00E74E9C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5D13"/>
    <w:rsid w:val="00E768C9"/>
    <w:rsid w:val="00E76A41"/>
    <w:rsid w:val="00E77080"/>
    <w:rsid w:val="00E77381"/>
    <w:rsid w:val="00E774A1"/>
    <w:rsid w:val="00E77BDC"/>
    <w:rsid w:val="00E802C7"/>
    <w:rsid w:val="00E80304"/>
    <w:rsid w:val="00E80554"/>
    <w:rsid w:val="00E808A1"/>
    <w:rsid w:val="00E80A08"/>
    <w:rsid w:val="00E80DF1"/>
    <w:rsid w:val="00E80EBA"/>
    <w:rsid w:val="00E813FD"/>
    <w:rsid w:val="00E815CF"/>
    <w:rsid w:val="00E8161A"/>
    <w:rsid w:val="00E8171A"/>
    <w:rsid w:val="00E8175E"/>
    <w:rsid w:val="00E81FA9"/>
    <w:rsid w:val="00E8220F"/>
    <w:rsid w:val="00E822BE"/>
    <w:rsid w:val="00E82386"/>
    <w:rsid w:val="00E825FF"/>
    <w:rsid w:val="00E82714"/>
    <w:rsid w:val="00E82D2E"/>
    <w:rsid w:val="00E82F28"/>
    <w:rsid w:val="00E83024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6D8"/>
    <w:rsid w:val="00E84871"/>
    <w:rsid w:val="00E84E0B"/>
    <w:rsid w:val="00E84EA9"/>
    <w:rsid w:val="00E84FFB"/>
    <w:rsid w:val="00E85256"/>
    <w:rsid w:val="00E8537F"/>
    <w:rsid w:val="00E85514"/>
    <w:rsid w:val="00E85AEC"/>
    <w:rsid w:val="00E86560"/>
    <w:rsid w:val="00E869FB"/>
    <w:rsid w:val="00E86BE2"/>
    <w:rsid w:val="00E86C5D"/>
    <w:rsid w:val="00E86C9D"/>
    <w:rsid w:val="00E874A4"/>
    <w:rsid w:val="00E878A3"/>
    <w:rsid w:val="00E90079"/>
    <w:rsid w:val="00E9016F"/>
    <w:rsid w:val="00E90393"/>
    <w:rsid w:val="00E903D9"/>
    <w:rsid w:val="00E90481"/>
    <w:rsid w:val="00E90654"/>
    <w:rsid w:val="00E909A3"/>
    <w:rsid w:val="00E90BAB"/>
    <w:rsid w:val="00E90D7D"/>
    <w:rsid w:val="00E90E4B"/>
    <w:rsid w:val="00E91012"/>
    <w:rsid w:val="00E91092"/>
    <w:rsid w:val="00E91B5B"/>
    <w:rsid w:val="00E91F6B"/>
    <w:rsid w:val="00E92426"/>
    <w:rsid w:val="00E92552"/>
    <w:rsid w:val="00E92A65"/>
    <w:rsid w:val="00E92AC4"/>
    <w:rsid w:val="00E92F1C"/>
    <w:rsid w:val="00E93379"/>
    <w:rsid w:val="00E9350A"/>
    <w:rsid w:val="00E936E9"/>
    <w:rsid w:val="00E937C3"/>
    <w:rsid w:val="00E93A47"/>
    <w:rsid w:val="00E942C6"/>
    <w:rsid w:val="00E943B8"/>
    <w:rsid w:val="00E9446F"/>
    <w:rsid w:val="00E947A4"/>
    <w:rsid w:val="00E94943"/>
    <w:rsid w:val="00E94A29"/>
    <w:rsid w:val="00E94C67"/>
    <w:rsid w:val="00E94EC3"/>
    <w:rsid w:val="00E94FAC"/>
    <w:rsid w:val="00E95160"/>
    <w:rsid w:val="00E95380"/>
    <w:rsid w:val="00E9541D"/>
    <w:rsid w:val="00E95571"/>
    <w:rsid w:val="00E956D9"/>
    <w:rsid w:val="00E95A64"/>
    <w:rsid w:val="00E95D0D"/>
    <w:rsid w:val="00E964A5"/>
    <w:rsid w:val="00E9663F"/>
    <w:rsid w:val="00E9691B"/>
    <w:rsid w:val="00E96F4E"/>
    <w:rsid w:val="00E97472"/>
    <w:rsid w:val="00E975D8"/>
    <w:rsid w:val="00E9798D"/>
    <w:rsid w:val="00E97C16"/>
    <w:rsid w:val="00E97D00"/>
    <w:rsid w:val="00E97E6A"/>
    <w:rsid w:val="00E97EA5"/>
    <w:rsid w:val="00EA00A6"/>
    <w:rsid w:val="00EA01BA"/>
    <w:rsid w:val="00EA0299"/>
    <w:rsid w:val="00EA0611"/>
    <w:rsid w:val="00EA09CB"/>
    <w:rsid w:val="00EA0B51"/>
    <w:rsid w:val="00EA0CB4"/>
    <w:rsid w:val="00EA0D5D"/>
    <w:rsid w:val="00EA156E"/>
    <w:rsid w:val="00EA16D2"/>
    <w:rsid w:val="00EA1CE6"/>
    <w:rsid w:val="00EA1D2A"/>
    <w:rsid w:val="00EA1DAA"/>
    <w:rsid w:val="00EA23F4"/>
    <w:rsid w:val="00EA2746"/>
    <w:rsid w:val="00EA296C"/>
    <w:rsid w:val="00EA2C77"/>
    <w:rsid w:val="00EA2D0B"/>
    <w:rsid w:val="00EA2DB1"/>
    <w:rsid w:val="00EA2DC2"/>
    <w:rsid w:val="00EA3033"/>
    <w:rsid w:val="00EA327A"/>
    <w:rsid w:val="00EA3718"/>
    <w:rsid w:val="00EA3F37"/>
    <w:rsid w:val="00EA4225"/>
    <w:rsid w:val="00EA422B"/>
    <w:rsid w:val="00EA44A6"/>
    <w:rsid w:val="00EA49B6"/>
    <w:rsid w:val="00EA4DB4"/>
    <w:rsid w:val="00EA4F74"/>
    <w:rsid w:val="00EA4FD1"/>
    <w:rsid w:val="00EA51F0"/>
    <w:rsid w:val="00EA5246"/>
    <w:rsid w:val="00EA525F"/>
    <w:rsid w:val="00EA52BE"/>
    <w:rsid w:val="00EA53F6"/>
    <w:rsid w:val="00EA55D5"/>
    <w:rsid w:val="00EA55E7"/>
    <w:rsid w:val="00EA5710"/>
    <w:rsid w:val="00EA584E"/>
    <w:rsid w:val="00EA59E8"/>
    <w:rsid w:val="00EA5B21"/>
    <w:rsid w:val="00EA5B5A"/>
    <w:rsid w:val="00EA5F01"/>
    <w:rsid w:val="00EA5F73"/>
    <w:rsid w:val="00EA63C1"/>
    <w:rsid w:val="00EA648D"/>
    <w:rsid w:val="00EA69FF"/>
    <w:rsid w:val="00EA6C49"/>
    <w:rsid w:val="00EA6DD0"/>
    <w:rsid w:val="00EA6FA8"/>
    <w:rsid w:val="00EA708E"/>
    <w:rsid w:val="00EA7427"/>
    <w:rsid w:val="00EA756B"/>
    <w:rsid w:val="00EA7BCC"/>
    <w:rsid w:val="00EA7CD4"/>
    <w:rsid w:val="00EB0044"/>
    <w:rsid w:val="00EB02C0"/>
    <w:rsid w:val="00EB0649"/>
    <w:rsid w:val="00EB148D"/>
    <w:rsid w:val="00EB1AFA"/>
    <w:rsid w:val="00EB1D8E"/>
    <w:rsid w:val="00EB20CC"/>
    <w:rsid w:val="00EB2138"/>
    <w:rsid w:val="00EB21AF"/>
    <w:rsid w:val="00EB21B5"/>
    <w:rsid w:val="00EB2400"/>
    <w:rsid w:val="00EB2950"/>
    <w:rsid w:val="00EB2A9E"/>
    <w:rsid w:val="00EB36F1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FC"/>
    <w:rsid w:val="00EB58DF"/>
    <w:rsid w:val="00EB5944"/>
    <w:rsid w:val="00EB59E1"/>
    <w:rsid w:val="00EB5CAE"/>
    <w:rsid w:val="00EB5ED4"/>
    <w:rsid w:val="00EB609C"/>
    <w:rsid w:val="00EB60E5"/>
    <w:rsid w:val="00EB6372"/>
    <w:rsid w:val="00EB6381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4B0"/>
    <w:rsid w:val="00EC0B24"/>
    <w:rsid w:val="00EC0B8B"/>
    <w:rsid w:val="00EC0DDE"/>
    <w:rsid w:val="00EC0F40"/>
    <w:rsid w:val="00EC1099"/>
    <w:rsid w:val="00EC16B4"/>
    <w:rsid w:val="00EC1B29"/>
    <w:rsid w:val="00EC1B96"/>
    <w:rsid w:val="00EC1C56"/>
    <w:rsid w:val="00EC1D34"/>
    <w:rsid w:val="00EC1F3D"/>
    <w:rsid w:val="00EC27FB"/>
    <w:rsid w:val="00EC2B3D"/>
    <w:rsid w:val="00EC2DE9"/>
    <w:rsid w:val="00EC310F"/>
    <w:rsid w:val="00EC3AF1"/>
    <w:rsid w:val="00EC3E22"/>
    <w:rsid w:val="00EC3FC8"/>
    <w:rsid w:val="00EC42EE"/>
    <w:rsid w:val="00EC431E"/>
    <w:rsid w:val="00EC44F4"/>
    <w:rsid w:val="00EC455C"/>
    <w:rsid w:val="00EC465A"/>
    <w:rsid w:val="00EC48C0"/>
    <w:rsid w:val="00EC48E8"/>
    <w:rsid w:val="00EC4C7C"/>
    <w:rsid w:val="00EC4E0A"/>
    <w:rsid w:val="00EC5575"/>
    <w:rsid w:val="00EC582E"/>
    <w:rsid w:val="00EC5933"/>
    <w:rsid w:val="00EC5977"/>
    <w:rsid w:val="00EC5C56"/>
    <w:rsid w:val="00EC5D0E"/>
    <w:rsid w:val="00EC6240"/>
    <w:rsid w:val="00EC67E3"/>
    <w:rsid w:val="00EC72A5"/>
    <w:rsid w:val="00EC75B6"/>
    <w:rsid w:val="00EC7837"/>
    <w:rsid w:val="00EC7923"/>
    <w:rsid w:val="00EC7E75"/>
    <w:rsid w:val="00EC7FE3"/>
    <w:rsid w:val="00ED0847"/>
    <w:rsid w:val="00ED0933"/>
    <w:rsid w:val="00ED0D3A"/>
    <w:rsid w:val="00ED0DDF"/>
    <w:rsid w:val="00ED10CB"/>
    <w:rsid w:val="00ED154C"/>
    <w:rsid w:val="00ED17DE"/>
    <w:rsid w:val="00ED1C45"/>
    <w:rsid w:val="00ED1DED"/>
    <w:rsid w:val="00ED1EFB"/>
    <w:rsid w:val="00ED2358"/>
    <w:rsid w:val="00ED26AC"/>
    <w:rsid w:val="00ED29ED"/>
    <w:rsid w:val="00ED2CA8"/>
    <w:rsid w:val="00ED330C"/>
    <w:rsid w:val="00ED394D"/>
    <w:rsid w:val="00ED39B9"/>
    <w:rsid w:val="00ED3A08"/>
    <w:rsid w:val="00ED3ACC"/>
    <w:rsid w:val="00ED3CC7"/>
    <w:rsid w:val="00ED3D48"/>
    <w:rsid w:val="00ED3F7D"/>
    <w:rsid w:val="00ED41E3"/>
    <w:rsid w:val="00ED46F0"/>
    <w:rsid w:val="00ED4795"/>
    <w:rsid w:val="00ED4C9C"/>
    <w:rsid w:val="00ED4D48"/>
    <w:rsid w:val="00ED5566"/>
    <w:rsid w:val="00ED55AF"/>
    <w:rsid w:val="00ED5742"/>
    <w:rsid w:val="00ED59A9"/>
    <w:rsid w:val="00ED5C22"/>
    <w:rsid w:val="00ED5C59"/>
    <w:rsid w:val="00ED5D7B"/>
    <w:rsid w:val="00ED5E72"/>
    <w:rsid w:val="00ED60D1"/>
    <w:rsid w:val="00ED6114"/>
    <w:rsid w:val="00ED6544"/>
    <w:rsid w:val="00ED669A"/>
    <w:rsid w:val="00ED6841"/>
    <w:rsid w:val="00ED6E5E"/>
    <w:rsid w:val="00ED6EC3"/>
    <w:rsid w:val="00ED717B"/>
    <w:rsid w:val="00ED74EB"/>
    <w:rsid w:val="00ED788B"/>
    <w:rsid w:val="00ED7976"/>
    <w:rsid w:val="00ED7B1C"/>
    <w:rsid w:val="00EE0310"/>
    <w:rsid w:val="00EE0429"/>
    <w:rsid w:val="00EE0734"/>
    <w:rsid w:val="00EE09F6"/>
    <w:rsid w:val="00EE0C04"/>
    <w:rsid w:val="00EE13B8"/>
    <w:rsid w:val="00EE15F2"/>
    <w:rsid w:val="00EE1D28"/>
    <w:rsid w:val="00EE1F5C"/>
    <w:rsid w:val="00EE2198"/>
    <w:rsid w:val="00EE256C"/>
    <w:rsid w:val="00EE2AC7"/>
    <w:rsid w:val="00EE2CCA"/>
    <w:rsid w:val="00EE2F58"/>
    <w:rsid w:val="00EE2F5B"/>
    <w:rsid w:val="00EE3095"/>
    <w:rsid w:val="00EE333E"/>
    <w:rsid w:val="00EE3420"/>
    <w:rsid w:val="00EE3476"/>
    <w:rsid w:val="00EE3880"/>
    <w:rsid w:val="00EE3CB2"/>
    <w:rsid w:val="00EE3DAC"/>
    <w:rsid w:val="00EE3FD6"/>
    <w:rsid w:val="00EE43BE"/>
    <w:rsid w:val="00EE481E"/>
    <w:rsid w:val="00EE49EC"/>
    <w:rsid w:val="00EE4A2B"/>
    <w:rsid w:val="00EE4DFA"/>
    <w:rsid w:val="00EE50CA"/>
    <w:rsid w:val="00EE525C"/>
    <w:rsid w:val="00EE5540"/>
    <w:rsid w:val="00EE5C8A"/>
    <w:rsid w:val="00EE618B"/>
    <w:rsid w:val="00EE632C"/>
    <w:rsid w:val="00EE659C"/>
    <w:rsid w:val="00EE667E"/>
    <w:rsid w:val="00EE6868"/>
    <w:rsid w:val="00EE68F6"/>
    <w:rsid w:val="00EE68FE"/>
    <w:rsid w:val="00EE697D"/>
    <w:rsid w:val="00EE6B35"/>
    <w:rsid w:val="00EE6CAA"/>
    <w:rsid w:val="00EE6CE0"/>
    <w:rsid w:val="00EE6F42"/>
    <w:rsid w:val="00EE74AA"/>
    <w:rsid w:val="00EE776B"/>
    <w:rsid w:val="00EE7AAB"/>
    <w:rsid w:val="00EE7FFA"/>
    <w:rsid w:val="00EF00D2"/>
    <w:rsid w:val="00EF0216"/>
    <w:rsid w:val="00EF02AF"/>
    <w:rsid w:val="00EF02EE"/>
    <w:rsid w:val="00EF04BF"/>
    <w:rsid w:val="00EF06FB"/>
    <w:rsid w:val="00EF0793"/>
    <w:rsid w:val="00EF0816"/>
    <w:rsid w:val="00EF0928"/>
    <w:rsid w:val="00EF0D9C"/>
    <w:rsid w:val="00EF177F"/>
    <w:rsid w:val="00EF19B7"/>
    <w:rsid w:val="00EF19DB"/>
    <w:rsid w:val="00EF2711"/>
    <w:rsid w:val="00EF2945"/>
    <w:rsid w:val="00EF3471"/>
    <w:rsid w:val="00EF362C"/>
    <w:rsid w:val="00EF36F3"/>
    <w:rsid w:val="00EF3700"/>
    <w:rsid w:val="00EF3B64"/>
    <w:rsid w:val="00EF3C22"/>
    <w:rsid w:val="00EF3CAA"/>
    <w:rsid w:val="00EF401F"/>
    <w:rsid w:val="00EF4CCC"/>
    <w:rsid w:val="00EF51DF"/>
    <w:rsid w:val="00EF522A"/>
    <w:rsid w:val="00EF59C2"/>
    <w:rsid w:val="00EF5BB1"/>
    <w:rsid w:val="00EF6540"/>
    <w:rsid w:val="00EF6614"/>
    <w:rsid w:val="00EF67DA"/>
    <w:rsid w:val="00EF69B8"/>
    <w:rsid w:val="00EF6AA6"/>
    <w:rsid w:val="00EF6B00"/>
    <w:rsid w:val="00EF6FBC"/>
    <w:rsid w:val="00EF7010"/>
    <w:rsid w:val="00EF7135"/>
    <w:rsid w:val="00EF71DE"/>
    <w:rsid w:val="00EF72E1"/>
    <w:rsid w:val="00EF7C7C"/>
    <w:rsid w:val="00EF7CEF"/>
    <w:rsid w:val="00F0041B"/>
    <w:rsid w:val="00F00486"/>
    <w:rsid w:val="00F0049A"/>
    <w:rsid w:val="00F004A7"/>
    <w:rsid w:val="00F008A4"/>
    <w:rsid w:val="00F00D2B"/>
    <w:rsid w:val="00F01430"/>
    <w:rsid w:val="00F01677"/>
    <w:rsid w:val="00F01CA0"/>
    <w:rsid w:val="00F02E4A"/>
    <w:rsid w:val="00F0342A"/>
    <w:rsid w:val="00F035B4"/>
    <w:rsid w:val="00F038C0"/>
    <w:rsid w:val="00F0422E"/>
    <w:rsid w:val="00F046D7"/>
    <w:rsid w:val="00F0480E"/>
    <w:rsid w:val="00F048AD"/>
    <w:rsid w:val="00F04B37"/>
    <w:rsid w:val="00F04F34"/>
    <w:rsid w:val="00F0536F"/>
    <w:rsid w:val="00F05777"/>
    <w:rsid w:val="00F058CB"/>
    <w:rsid w:val="00F05AE0"/>
    <w:rsid w:val="00F05CB1"/>
    <w:rsid w:val="00F05F6C"/>
    <w:rsid w:val="00F06115"/>
    <w:rsid w:val="00F06772"/>
    <w:rsid w:val="00F067AB"/>
    <w:rsid w:val="00F067E2"/>
    <w:rsid w:val="00F06D90"/>
    <w:rsid w:val="00F070BA"/>
    <w:rsid w:val="00F07369"/>
    <w:rsid w:val="00F0747B"/>
    <w:rsid w:val="00F07976"/>
    <w:rsid w:val="00F07990"/>
    <w:rsid w:val="00F07ABA"/>
    <w:rsid w:val="00F07B9F"/>
    <w:rsid w:val="00F07E53"/>
    <w:rsid w:val="00F07FA9"/>
    <w:rsid w:val="00F100B3"/>
    <w:rsid w:val="00F10743"/>
    <w:rsid w:val="00F10D4F"/>
    <w:rsid w:val="00F11078"/>
    <w:rsid w:val="00F1111D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46"/>
    <w:rsid w:val="00F127CA"/>
    <w:rsid w:val="00F12A4B"/>
    <w:rsid w:val="00F12E26"/>
    <w:rsid w:val="00F12E43"/>
    <w:rsid w:val="00F13D20"/>
    <w:rsid w:val="00F1426B"/>
    <w:rsid w:val="00F14798"/>
    <w:rsid w:val="00F1485D"/>
    <w:rsid w:val="00F153E9"/>
    <w:rsid w:val="00F15938"/>
    <w:rsid w:val="00F15C94"/>
    <w:rsid w:val="00F15D44"/>
    <w:rsid w:val="00F16252"/>
    <w:rsid w:val="00F16366"/>
    <w:rsid w:val="00F16705"/>
    <w:rsid w:val="00F16CD6"/>
    <w:rsid w:val="00F17801"/>
    <w:rsid w:val="00F17835"/>
    <w:rsid w:val="00F17B17"/>
    <w:rsid w:val="00F17E46"/>
    <w:rsid w:val="00F17EB3"/>
    <w:rsid w:val="00F203D0"/>
    <w:rsid w:val="00F20427"/>
    <w:rsid w:val="00F205C1"/>
    <w:rsid w:val="00F207AF"/>
    <w:rsid w:val="00F207D1"/>
    <w:rsid w:val="00F20E7B"/>
    <w:rsid w:val="00F21718"/>
    <w:rsid w:val="00F21F46"/>
    <w:rsid w:val="00F2208B"/>
    <w:rsid w:val="00F221DE"/>
    <w:rsid w:val="00F223E5"/>
    <w:rsid w:val="00F2248B"/>
    <w:rsid w:val="00F22893"/>
    <w:rsid w:val="00F22ECB"/>
    <w:rsid w:val="00F2312F"/>
    <w:rsid w:val="00F23208"/>
    <w:rsid w:val="00F234AE"/>
    <w:rsid w:val="00F234F4"/>
    <w:rsid w:val="00F23914"/>
    <w:rsid w:val="00F23C14"/>
    <w:rsid w:val="00F23E1D"/>
    <w:rsid w:val="00F23E89"/>
    <w:rsid w:val="00F2444E"/>
    <w:rsid w:val="00F2462E"/>
    <w:rsid w:val="00F247CA"/>
    <w:rsid w:val="00F247FC"/>
    <w:rsid w:val="00F2484D"/>
    <w:rsid w:val="00F24C71"/>
    <w:rsid w:val="00F24E6C"/>
    <w:rsid w:val="00F25002"/>
    <w:rsid w:val="00F251F7"/>
    <w:rsid w:val="00F2575B"/>
    <w:rsid w:val="00F25A94"/>
    <w:rsid w:val="00F25AE6"/>
    <w:rsid w:val="00F25B65"/>
    <w:rsid w:val="00F25CB7"/>
    <w:rsid w:val="00F25DB6"/>
    <w:rsid w:val="00F261C8"/>
    <w:rsid w:val="00F261E4"/>
    <w:rsid w:val="00F26954"/>
    <w:rsid w:val="00F26BDF"/>
    <w:rsid w:val="00F26C0C"/>
    <w:rsid w:val="00F26DA6"/>
    <w:rsid w:val="00F26DF5"/>
    <w:rsid w:val="00F26E06"/>
    <w:rsid w:val="00F26F2B"/>
    <w:rsid w:val="00F27353"/>
    <w:rsid w:val="00F2735D"/>
    <w:rsid w:val="00F27416"/>
    <w:rsid w:val="00F27487"/>
    <w:rsid w:val="00F276C0"/>
    <w:rsid w:val="00F27BBF"/>
    <w:rsid w:val="00F27EA1"/>
    <w:rsid w:val="00F3000E"/>
    <w:rsid w:val="00F3026A"/>
    <w:rsid w:val="00F30E52"/>
    <w:rsid w:val="00F312B2"/>
    <w:rsid w:val="00F31A1F"/>
    <w:rsid w:val="00F31A5D"/>
    <w:rsid w:val="00F31C01"/>
    <w:rsid w:val="00F31DAB"/>
    <w:rsid w:val="00F32758"/>
    <w:rsid w:val="00F32BF4"/>
    <w:rsid w:val="00F336A2"/>
    <w:rsid w:val="00F33848"/>
    <w:rsid w:val="00F3389F"/>
    <w:rsid w:val="00F33C66"/>
    <w:rsid w:val="00F3434F"/>
    <w:rsid w:val="00F34594"/>
    <w:rsid w:val="00F34708"/>
    <w:rsid w:val="00F34863"/>
    <w:rsid w:val="00F34891"/>
    <w:rsid w:val="00F349FA"/>
    <w:rsid w:val="00F34AAC"/>
    <w:rsid w:val="00F34AC1"/>
    <w:rsid w:val="00F34BAD"/>
    <w:rsid w:val="00F3510E"/>
    <w:rsid w:val="00F35E00"/>
    <w:rsid w:val="00F3604A"/>
    <w:rsid w:val="00F36190"/>
    <w:rsid w:val="00F361C3"/>
    <w:rsid w:val="00F36254"/>
    <w:rsid w:val="00F36945"/>
    <w:rsid w:val="00F36D1D"/>
    <w:rsid w:val="00F36FD3"/>
    <w:rsid w:val="00F37191"/>
    <w:rsid w:val="00F37541"/>
    <w:rsid w:val="00F37576"/>
    <w:rsid w:val="00F376C6"/>
    <w:rsid w:val="00F37749"/>
    <w:rsid w:val="00F3776C"/>
    <w:rsid w:val="00F377EB"/>
    <w:rsid w:val="00F37BFF"/>
    <w:rsid w:val="00F37FFD"/>
    <w:rsid w:val="00F402AD"/>
    <w:rsid w:val="00F4037A"/>
    <w:rsid w:val="00F40507"/>
    <w:rsid w:val="00F4066E"/>
    <w:rsid w:val="00F40830"/>
    <w:rsid w:val="00F40A8A"/>
    <w:rsid w:val="00F40B48"/>
    <w:rsid w:val="00F411D9"/>
    <w:rsid w:val="00F42175"/>
    <w:rsid w:val="00F42B72"/>
    <w:rsid w:val="00F42B85"/>
    <w:rsid w:val="00F432CE"/>
    <w:rsid w:val="00F435D4"/>
    <w:rsid w:val="00F43D7E"/>
    <w:rsid w:val="00F43FB7"/>
    <w:rsid w:val="00F440E6"/>
    <w:rsid w:val="00F443A9"/>
    <w:rsid w:val="00F447D4"/>
    <w:rsid w:val="00F448CA"/>
    <w:rsid w:val="00F44920"/>
    <w:rsid w:val="00F44EF7"/>
    <w:rsid w:val="00F44F59"/>
    <w:rsid w:val="00F44FBF"/>
    <w:rsid w:val="00F454EA"/>
    <w:rsid w:val="00F45BB5"/>
    <w:rsid w:val="00F45CAF"/>
    <w:rsid w:val="00F45D42"/>
    <w:rsid w:val="00F45F08"/>
    <w:rsid w:val="00F46234"/>
    <w:rsid w:val="00F46596"/>
    <w:rsid w:val="00F4689D"/>
    <w:rsid w:val="00F46D99"/>
    <w:rsid w:val="00F46DE5"/>
    <w:rsid w:val="00F46E92"/>
    <w:rsid w:val="00F47862"/>
    <w:rsid w:val="00F47877"/>
    <w:rsid w:val="00F478DF"/>
    <w:rsid w:val="00F47F62"/>
    <w:rsid w:val="00F47F70"/>
    <w:rsid w:val="00F503AB"/>
    <w:rsid w:val="00F507FF"/>
    <w:rsid w:val="00F509C4"/>
    <w:rsid w:val="00F50A8A"/>
    <w:rsid w:val="00F50AEE"/>
    <w:rsid w:val="00F50AF2"/>
    <w:rsid w:val="00F50BA1"/>
    <w:rsid w:val="00F50D2A"/>
    <w:rsid w:val="00F50EE1"/>
    <w:rsid w:val="00F50F35"/>
    <w:rsid w:val="00F51137"/>
    <w:rsid w:val="00F511D7"/>
    <w:rsid w:val="00F51302"/>
    <w:rsid w:val="00F51409"/>
    <w:rsid w:val="00F518DF"/>
    <w:rsid w:val="00F51960"/>
    <w:rsid w:val="00F51CE5"/>
    <w:rsid w:val="00F51E01"/>
    <w:rsid w:val="00F51F4B"/>
    <w:rsid w:val="00F51F4E"/>
    <w:rsid w:val="00F52007"/>
    <w:rsid w:val="00F520A1"/>
    <w:rsid w:val="00F52107"/>
    <w:rsid w:val="00F52227"/>
    <w:rsid w:val="00F522A9"/>
    <w:rsid w:val="00F524AE"/>
    <w:rsid w:val="00F524E3"/>
    <w:rsid w:val="00F5258D"/>
    <w:rsid w:val="00F529F6"/>
    <w:rsid w:val="00F52A33"/>
    <w:rsid w:val="00F52B2D"/>
    <w:rsid w:val="00F52C10"/>
    <w:rsid w:val="00F53055"/>
    <w:rsid w:val="00F53C39"/>
    <w:rsid w:val="00F53C4C"/>
    <w:rsid w:val="00F53E29"/>
    <w:rsid w:val="00F549DA"/>
    <w:rsid w:val="00F5529D"/>
    <w:rsid w:val="00F553CA"/>
    <w:rsid w:val="00F557FA"/>
    <w:rsid w:val="00F55956"/>
    <w:rsid w:val="00F56254"/>
    <w:rsid w:val="00F5644A"/>
    <w:rsid w:val="00F5678F"/>
    <w:rsid w:val="00F56C19"/>
    <w:rsid w:val="00F5727B"/>
    <w:rsid w:val="00F572C5"/>
    <w:rsid w:val="00F573AD"/>
    <w:rsid w:val="00F579CA"/>
    <w:rsid w:val="00F57E6D"/>
    <w:rsid w:val="00F6000B"/>
    <w:rsid w:val="00F601BB"/>
    <w:rsid w:val="00F60345"/>
    <w:rsid w:val="00F6078F"/>
    <w:rsid w:val="00F60B2C"/>
    <w:rsid w:val="00F60B43"/>
    <w:rsid w:val="00F60BD7"/>
    <w:rsid w:val="00F60FE9"/>
    <w:rsid w:val="00F61165"/>
    <w:rsid w:val="00F61452"/>
    <w:rsid w:val="00F61983"/>
    <w:rsid w:val="00F6211E"/>
    <w:rsid w:val="00F62370"/>
    <w:rsid w:val="00F6242D"/>
    <w:rsid w:val="00F62693"/>
    <w:rsid w:val="00F629FC"/>
    <w:rsid w:val="00F62A98"/>
    <w:rsid w:val="00F62D1E"/>
    <w:rsid w:val="00F62DFC"/>
    <w:rsid w:val="00F62EEE"/>
    <w:rsid w:val="00F6339E"/>
    <w:rsid w:val="00F63407"/>
    <w:rsid w:val="00F63536"/>
    <w:rsid w:val="00F63674"/>
    <w:rsid w:val="00F63AF9"/>
    <w:rsid w:val="00F6403B"/>
    <w:rsid w:val="00F640D3"/>
    <w:rsid w:val="00F6455F"/>
    <w:rsid w:val="00F6468F"/>
    <w:rsid w:val="00F64802"/>
    <w:rsid w:val="00F649AA"/>
    <w:rsid w:val="00F64C24"/>
    <w:rsid w:val="00F64DA1"/>
    <w:rsid w:val="00F64F3E"/>
    <w:rsid w:val="00F65056"/>
    <w:rsid w:val="00F65313"/>
    <w:rsid w:val="00F65405"/>
    <w:rsid w:val="00F6592E"/>
    <w:rsid w:val="00F65988"/>
    <w:rsid w:val="00F659C9"/>
    <w:rsid w:val="00F65C43"/>
    <w:rsid w:val="00F65EDB"/>
    <w:rsid w:val="00F65F7D"/>
    <w:rsid w:val="00F6637C"/>
    <w:rsid w:val="00F6666C"/>
    <w:rsid w:val="00F66BE8"/>
    <w:rsid w:val="00F66E0A"/>
    <w:rsid w:val="00F67935"/>
    <w:rsid w:val="00F67ECA"/>
    <w:rsid w:val="00F67F24"/>
    <w:rsid w:val="00F701E3"/>
    <w:rsid w:val="00F70360"/>
    <w:rsid w:val="00F70589"/>
    <w:rsid w:val="00F7069C"/>
    <w:rsid w:val="00F70BA7"/>
    <w:rsid w:val="00F710E4"/>
    <w:rsid w:val="00F71858"/>
    <w:rsid w:val="00F718D0"/>
    <w:rsid w:val="00F71969"/>
    <w:rsid w:val="00F724BB"/>
    <w:rsid w:val="00F7281D"/>
    <w:rsid w:val="00F72AF7"/>
    <w:rsid w:val="00F72D77"/>
    <w:rsid w:val="00F72DFC"/>
    <w:rsid w:val="00F73758"/>
    <w:rsid w:val="00F739D1"/>
    <w:rsid w:val="00F73E48"/>
    <w:rsid w:val="00F747C6"/>
    <w:rsid w:val="00F74A76"/>
    <w:rsid w:val="00F74D6D"/>
    <w:rsid w:val="00F74F78"/>
    <w:rsid w:val="00F74FF4"/>
    <w:rsid w:val="00F75241"/>
    <w:rsid w:val="00F75450"/>
    <w:rsid w:val="00F75B45"/>
    <w:rsid w:val="00F75BAE"/>
    <w:rsid w:val="00F75DB0"/>
    <w:rsid w:val="00F75EA3"/>
    <w:rsid w:val="00F7606C"/>
    <w:rsid w:val="00F7628F"/>
    <w:rsid w:val="00F7638D"/>
    <w:rsid w:val="00F7650A"/>
    <w:rsid w:val="00F76746"/>
    <w:rsid w:val="00F76F48"/>
    <w:rsid w:val="00F7753C"/>
    <w:rsid w:val="00F7786D"/>
    <w:rsid w:val="00F77BAF"/>
    <w:rsid w:val="00F77C3E"/>
    <w:rsid w:val="00F8045A"/>
    <w:rsid w:val="00F806DD"/>
    <w:rsid w:val="00F8086C"/>
    <w:rsid w:val="00F80953"/>
    <w:rsid w:val="00F80C13"/>
    <w:rsid w:val="00F81058"/>
    <w:rsid w:val="00F810FF"/>
    <w:rsid w:val="00F8111B"/>
    <w:rsid w:val="00F8149A"/>
    <w:rsid w:val="00F819C6"/>
    <w:rsid w:val="00F81AD2"/>
    <w:rsid w:val="00F81AE7"/>
    <w:rsid w:val="00F81BCF"/>
    <w:rsid w:val="00F81DD4"/>
    <w:rsid w:val="00F81E28"/>
    <w:rsid w:val="00F8211D"/>
    <w:rsid w:val="00F8224D"/>
    <w:rsid w:val="00F8307A"/>
    <w:rsid w:val="00F8351E"/>
    <w:rsid w:val="00F8391B"/>
    <w:rsid w:val="00F83A36"/>
    <w:rsid w:val="00F83B62"/>
    <w:rsid w:val="00F83EA2"/>
    <w:rsid w:val="00F83F1C"/>
    <w:rsid w:val="00F84800"/>
    <w:rsid w:val="00F8490C"/>
    <w:rsid w:val="00F84E2A"/>
    <w:rsid w:val="00F84F34"/>
    <w:rsid w:val="00F85269"/>
    <w:rsid w:val="00F852BF"/>
    <w:rsid w:val="00F85327"/>
    <w:rsid w:val="00F858EE"/>
    <w:rsid w:val="00F85CB2"/>
    <w:rsid w:val="00F85DAD"/>
    <w:rsid w:val="00F863E4"/>
    <w:rsid w:val="00F864E1"/>
    <w:rsid w:val="00F8696F"/>
    <w:rsid w:val="00F86D87"/>
    <w:rsid w:val="00F86F94"/>
    <w:rsid w:val="00F86F96"/>
    <w:rsid w:val="00F87480"/>
    <w:rsid w:val="00F8758F"/>
    <w:rsid w:val="00F87670"/>
    <w:rsid w:val="00F87870"/>
    <w:rsid w:val="00F87D9A"/>
    <w:rsid w:val="00F901B6"/>
    <w:rsid w:val="00F901FA"/>
    <w:rsid w:val="00F9020A"/>
    <w:rsid w:val="00F904FC"/>
    <w:rsid w:val="00F90926"/>
    <w:rsid w:val="00F90DDC"/>
    <w:rsid w:val="00F910AB"/>
    <w:rsid w:val="00F91166"/>
    <w:rsid w:val="00F913D8"/>
    <w:rsid w:val="00F91B45"/>
    <w:rsid w:val="00F92174"/>
    <w:rsid w:val="00F923F7"/>
    <w:rsid w:val="00F92672"/>
    <w:rsid w:val="00F92707"/>
    <w:rsid w:val="00F92CBA"/>
    <w:rsid w:val="00F92E3B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6E8"/>
    <w:rsid w:val="00F95720"/>
    <w:rsid w:val="00F95953"/>
    <w:rsid w:val="00F95B35"/>
    <w:rsid w:val="00F95D19"/>
    <w:rsid w:val="00F965F1"/>
    <w:rsid w:val="00F96B56"/>
    <w:rsid w:val="00F96DA6"/>
    <w:rsid w:val="00F96DF9"/>
    <w:rsid w:val="00F976B7"/>
    <w:rsid w:val="00F97712"/>
    <w:rsid w:val="00F97A31"/>
    <w:rsid w:val="00F97CBA"/>
    <w:rsid w:val="00F97F99"/>
    <w:rsid w:val="00FA0160"/>
    <w:rsid w:val="00FA01F3"/>
    <w:rsid w:val="00FA03A0"/>
    <w:rsid w:val="00FA06D4"/>
    <w:rsid w:val="00FA0969"/>
    <w:rsid w:val="00FA0C04"/>
    <w:rsid w:val="00FA1105"/>
    <w:rsid w:val="00FA11A0"/>
    <w:rsid w:val="00FA1839"/>
    <w:rsid w:val="00FA1F00"/>
    <w:rsid w:val="00FA21A5"/>
    <w:rsid w:val="00FA291F"/>
    <w:rsid w:val="00FA2929"/>
    <w:rsid w:val="00FA296E"/>
    <w:rsid w:val="00FA2FA0"/>
    <w:rsid w:val="00FA3B80"/>
    <w:rsid w:val="00FA3DD3"/>
    <w:rsid w:val="00FA4061"/>
    <w:rsid w:val="00FA4275"/>
    <w:rsid w:val="00FA4A84"/>
    <w:rsid w:val="00FA4CA5"/>
    <w:rsid w:val="00FA4D31"/>
    <w:rsid w:val="00FA4FFC"/>
    <w:rsid w:val="00FA5108"/>
    <w:rsid w:val="00FA54DA"/>
    <w:rsid w:val="00FA54E7"/>
    <w:rsid w:val="00FA55AC"/>
    <w:rsid w:val="00FA5680"/>
    <w:rsid w:val="00FA5A43"/>
    <w:rsid w:val="00FA5AB9"/>
    <w:rsid w:val="00FA5D0B"/>
    <w:rsid w:val="00FA6288"/>
    <w:rsid w:val="00FA6474"/>
    <w:rsid w:val="00FA653D"/>
    <w:rsid w:val="00FA65A8"/>
    <w:rsid w:val="00FA6C83"/>
    <w:rsid w:val="00FA71A9"/>
    <w:rsid w:val="00FA7387"/>
    <w:rsid w:val="00FA73B7"/>
    <w:rsid w:val="00FA770A"/>
    <w:rsid w:val="00FA7A56"/>
    <w:rsid w:val="00FA7BBE"/>
    <w:rsid w:val="00FB0562"/>
    <w:rsid w:val="00FB05FB"/>
    <w:rsid w:val="00FB0627"/>
    <w:rsid w:val="00FB0638"/>
    <w:rsid w:val="00FB070A"/>
    <w:rsid w:val="00FB072B"/>
    <w:rsid w:val="00FB100F"/>
    <w:rsid w:val="00FB167D"/>
    <w:rsid w:val="00FB1857"/>
    <w:rsid w:val="00FB1991"/>
    <w:rsid w:val="00FB1EC9"/>
    <w:rsid w:val="00FB209B"/>
    <w:rsid w:val="00FB2519"/>
    <w:rsid w:val="00FB27FA"/>
    <w:rsid w:val="00FB2ED9"/>
    <w:rsid w:val="00FB3435"/>
    <w:rsid w:val="00FB346C"/>
    <w:rsid w:val="00FB35BE"/>
    <w:rsid w:val="00FB361C"/>
    <w:rsid w:val="00FB3D4E"/>
    <w:rsid w:val="00FB3E1F"/>
    <w:rsid w:val="00FB3E71"/>
    <w:rsid w:val="00FB3EF9"/>
    <w:rsid w:val="00FB40A8"/>
    <w:rsid w:val="00FB4183"/>
    <w:rsid w:val="00FB44F1"/>
    <w:rsid w:val="00FB4FF8"/>
    <w:rsid w:val="00FB5150"/>
    <w:rsid w:val="00FB5378"/>
    <w:rsid w:val="00FB59F6"/>
    <w:rsid w:val="00FB5B09"/>
    <w:rsid w:val="00FB61DF"/>
    <w:rsid w:val="00FB62ED"/>
    <w:rsid w:val="00FB644A"/>
    <w:rsid w:val="00FB68FC"/>
    <w:rsid w:val="00FB6D27"/>
    <w:rsid w:val="00FB6F55"/>
    <w:rsid w:val="00FB75AA"/>
    <w:rsid w:val="00FB7AB1"/>
    <w:rsid w:val="00FB7BDC"/>
    <w:rsid w:val="00FB7EF8"/>
    <w:rsid w:val="00FC008D"/>
    <w:rsid w:val="00FC0523"/>
    <w:rsid w:val="00FC0833"/>
    <w:rsid w:val="00FC0D0B"/>
    <w:rsid w:val="00FC124F"/>
    <w:rsid w:val="00FC19C6"/>
    <w:rsid w:val="00FC1C7B"/>
    <w:rsid w:val="00FC1E21"/>
    <w:rsid w:val="00FC217F"/>
    <w:rsid w:val="00FC2186"/>
    <w:rsid w:val="00FC228F"/>
    <w:rsid w:val="00FC2483"/>
    <w:rsid w:val="00FC252B"/>
    <w:rsid w:val="00FC260B"/>
    <w:rsid w:val="00FC2821"/>
    <w:rsid w:val="00FC2C86"/>
    <w:rsid w:val="00FC2F84"/>
    <w:rsid w:val="00FC3252"/>
    <w:rsid w:val="00FC34D0"/>
    <w:rsid w:val="00FC35DB"/>
    <w:rsid w:val="00FC371A"/>
    <w:rsid w:val="00FC4450"/>
    <w:rsid w:val="00FC44F0"/>
    <w:rsid w:val="00FC45CD"/>
    <w:rsid w:val="00FC49FF"/>
    <w:rsid w:val="00FC4A2E"/>
    <w:rsid w:val="00FC51C5"/>
    <w:rsid w:val="00FC51F4"/>
    <w:rsid w:val="00FC5C78"/>
    <w:rsid w:val="00FC64BC"/>
    <w:rsid w:val="00FC6A57"/>
    <w:rsid w:val="00FC713B"/>
    <w:rsid w:val="00FC7831"/>
    <w:rsid w:val="00FC7B9F"/>
    <w:rsid w:val="00FC7E69"/>
    <w:rsid w:val="00FC7FB9"/>
    <w:rsid w:val="00FD0226"/>
    <w:rsid w:val="00FD08FE"/>
    <w:rsid w:val="00FD0A35"/>
    <w:rsid w:val="00FD0C47"/>
    <w:rsid w:val="00FD0F14"/>
    <w:rsid w:val="00FD10EE"/>
    <w:rsid w:val="00FD1131"/>
    <w:rsid w:val="00FD11A6"/>
    <w:rsid w:val="00FD14BC"/>
    <w:rsid w:val="00FD18B1"/>
    <w:rsid w:val="00FD1DD0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4153"/>
    <w:rsid w:val="00FD4372"/>
    <w:rsid w:val="00FD4700"/>
    <w:rsid w:val="00FD4C54"/>
    <w:rsid w:val="00FD4C85"/>
    <w:rsid w:val="00FD4E26"/>
    <w:rsid w:val="00FD4F5D"/>
    <w:rsid w:val="00FD5101"/>
    <w:rsid w:val="00FD564A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7FC"/>
    <w:rsid w:val="00FE00D8"/>
    <w:rsid w:val="00FE04A7"/>
    <w:rsid w:val="00FE067E"/>
    <w:rsid w:val="00FE0B16"/>
    <w:rsid w:val="00FE0C6A"/>
    <w:rsid w:val="00FE10C7"/>
    <w:rsid w:val="00FE1245"/>
    <w:rsid w:val="00FE129D"/>
    <w:rsid w:val="00FE12A9"/>
    <w:rsid w:val="00FE130D"/>
    <w:rsid w:val="00FE18C0"/>
    <w:rsid w:val="00FE1993"/>
    <w:rsid w:val="00FE1D37"/>
    <w:rsid w:val="00FE1EBE"/>
    <w:rsid w:val="00FE2A45"/>
    <w:rsid w:val="00FE2CCD"/>
    <w:rsid w:val="00FE30CF"/>
    <w:rsid w:val="00FE332A"/>
    <w:rsid w:val="00FE375D"/>
    <w:rsid w:val="00FE3BBB"/>
    <w:rsid w:val="00FE3DD3"/>
    <w:rsid w:val="00FE3F76"/>
    <w:rsid w:val="00FE419F"/>
    <w:rsid w:val="00FE480C"/>
    <w:rsid w:val="00FE486E"/>
    <w:rsid w:val="00FE4B17"/>
    <w:rsid w:val="00FE4CC3"/>
    <w:rsid w:val="00FE50C5"/>
    <w:rsid w:val="00FE5CC4"/>
    <w:rsid w:val="00FE5CCA"/>
    <w:rsid w:val="00FE5E42"/>
    <w:rsid w:val="00FE631D"/>
    <w:rsid w:val="00FE652A"/>
    <w:rsid w:val="00FE656D"/>
    <w:rsid w:val="00FE67C8"/>
    <w:rsid w:val="00FE694A"/>
    <w:rsid w:val="00FE731F"/>
    <w:rsid w:val="00FE7454"/>
    <w:rsid w:val="00FE75BF"/>
    <w:rsid w:val="00FE76CE"/>
    <w:rsid w:val="00FE79D8"/>
    <w:rsid w:val="00FE7BB2"/>
    <w:rsid w:val="00FF02A9"/>
    <w:rsid w:val="00FF0A6E"/>
    <w:rsid w:val="00FF0B0E"/>
    <w:rsid w:val="00FF0C46"/>
    <w:rsid w:val="00FF0D7C"/>
    <w:rsid w:val="00FF0F60"/>
    <w:rsid w:val="00FF1253"/>
    <w:rsid w:val="00FF16B5"/>
    <w:rsid w:val="00FF174B"/>
    <w:rsid w:val="00FF1925"/>
    <w:rsid w:val="00FF1CFB"/>
    <w:rsid w:val="00FF1DC6"/>
    <w:rsid w:val="00FF2142"/>
    <w:rsid w:val="00FF2176"/>
    <w:rsid w:val="00FF2752"/>
    <w:rsid w:val="00FF28BF"/>
    <w:rsid w:val="00FF2A4B"/>
    <w:rsid w:val="00FF2D87"/>
    <w:rsid w:val="00FF30A3"/>
    <w:rsid w:val="00FF33C1"/>
    <w:rsid w:val="00FF3834"/>
    <w:rsid w:val="00FF42CC"/>
    <w:rsid w:val="00FF4A19"/>
    <w:rsid w:val="00FF4B09"/>
    <w:rsid w:val="00FF4FB3"/>
    <w:rsid w:val="00FF5132"/>
    <w:rsid w:val="00FF54C7"/>
    <w:rsid w:val="00FF5559"/>
    <w:rsid w:val="00FF56FF"/>
    <w:rsid w:val="00FF593C"/>
    <w:rsid w:val="00FF5CD4"/>
    <w:rsid w:val="00FF5FCC"/>
    <w:rsid w:val="00FF6114"/>
    <w:rsid w:val="00FF6153"/>
    <w:rsid w:val="00FF635A"/>
    <w:rsid w:val="00FF6423"/>
    <w:rsid w:val="00FF6482"/>
    <w:rsid w:val="00FF666F"/>
    <w:rsid w:val="00FF6A59"/>
    <w:rsid w:val="00FF6D2B"/>
    <w:rsid w:val="00FF6D90"/>
    <w:rsid w:val="00FF6D9E"/>
    <w:rsid w:val="00FF72FB"/>
    <w:rsid w:val="00FF76BC"/>
    <w:rsid w:val="00FF792C"/>
    <w:rsid w:val="00FF7F85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5:docId w15:val="{B07E9E5C-8AC0-40D3-829C-A7235C03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table" w:customStyle="1" w:styleId="TableGridLight1">
    <w:name w:val="Table Grid Light1"/>
    <w:basedOn w:val="TableNormal"/>
    <w:uiPriority w:val="40"/>
    <w:rsid w:val="0060279E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uiPriority w:val="99"/>
    <w:semiHidden/>
    <w:unhideWhenUsed/>
    <w:rsid w:val="0060279E"/>
    <w:rPr>
      <w:strike w:val="0"/>
      <w:dstrike w:val="0"/>
      <w:color w:val="1C62B9"/>
      <w:u w:val="none"/>
      <w:effect w:val="none"/>
    </w:rPr>
  </w:style>
  <w:style w:type="character" w:customStyle="1" w:styleId="st">
    <w:name w:val="st"/>
    <w:basedOn w:val="DefaultParagraphFont"/>
    <w:rsid w:val="00F37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6354E-815A-4AB9-A09C-02CEF829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7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11631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subject/>
  <dc:creator>tadsong_h22</dc:creator>
  <cp:keywords/>
  <cp:lastModifiedBy>Klinsukon, Yendee</cp:lastModifiedBy>
  <cp:revision>2</cp:revision>
  <cp:lastPrinted>2018-02-13T10:11:00Z</cp:lastPrinted>
  <dcterms:created xsi:type="dcterms:W3CDTF">2018-02-13T10:54:00Z</dcterms:created>
  <dcterms:modified xsi:type="dcterms:W3CDTF">2018-02-13T10:54:00Z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